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3F5C7B" w:rsidRDefault="003F5C7B" w:rsidP="003F5C7B">
      <w:pPr>
        <w:pStyle w:val="PS-hlavika2"/>
        <w:rPr>
          <w:b w:val="0"/>
          <w:bCs/>
          <w:i w:val="0"/>
          <w:caps w:val="0"/>
          <w:sz w:val="24"/>
          <w:szCs w:val="24"/>
        </w:rPr>
      </w:pPr>
      <w:r w:rsidRPr="003F5C7B">
        <w:rPr>
          <w:bCs/>
          <w:i w:val="0"/>
          <w:caps w:val="0"/>
          <w:sz w:val="24"/>
        </w:rPr>
        <w:t>k</w:t>
      </w:r>
      <w:r w:rsidR="000C6893" w:rsidRPr="003F5C7B">
        <w:rPr>
          <w:bCs/>
          <w:i w:val="0"/>
          <w:caps w:val="0"/>
          <w:sz w:val="24"/>
        </w:rPr>
        <w:t xml:space="preserve"> </w:t>
      </w:r>
      <w:r w:rsidRPr="003F5C7B">
        <w:rPr>
          <w:i w:val="0"/>
          <w:caps w:val="0"/>
          <w:sz w:val="24"/>
          <w:szCs w:val="24"/>
        </w:rPr>
        <w:t>v</w:t>
      </w:r>
      <w:r w:rsidRPr="003F5C7B">
        <w:rPr>
          <w:bCs/>
          <w:i w:val="0"/>
          <w:caps w:val="0"/>
          <w:sz w:val="24"/>
          <w:szCs w:val="24"/>
        </w:rPr>
        <w:t>ládnímu návrhu zákona, kterým se mění zákon č. 48/1997 Sb., o veřejném zdravotním pojištění a o změně a doplnění některých souvisejících zákonů,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3F5C7B">
        <w:rPr>
          <w:b/>
          <w:bCs/>
          <w:sz w:val="24"/>
        </w:rPr>
        <w:t>199)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 w:rsidP="00E33CAC"/>
    <w:p w:rsidR="000C6893" w:rsidRDefault="000C6893" w:rsidP="00E33CAC">
      <w:pPr>
        <w:pStyle w:val="Oznaenpozmn"/>
        <w:jc w:val="both"/>
      </w:pPr>
      <w:r>
        <w:t xml:space="preserve">Pozměňovací návrhy obsažené v usnesení garančního výboru </w:t>
      </w:r>
      <w:r w:rsidR="003F5C7B">
        <w:t>pro zdravotnictví</w:t>
      </w:r>
      <w:r>
        <w:t xml:space="preserve"> č. </w:t>
      </w:r>
      <w:r w:rsidR="003F5C7B">
        <w:t>88</w:t>
      </w:r>
      <w:r>
        <w:t xml:space="preserve"> z </w:t>
      </w:r>
      <w:r w:rsidR="003F5C7B">
        <w:t>24</w:t>
      </w:r>
      <w:r>
        <w:t>.</w:t>
      </w:r>
      <w:r w:rsidR="003F5C7B">
        <w:t> </w:t>
      </w:r>
      <w:r>
        <w:t xml:space="preserve">schůze konané dne </w:t>
      </w:r>
      <w:r w:rsidR="003F5C7B">
        <w:t>5. září 2018</w:t>
      </w:r>
      <w:r>
        <w:t xml:space="preserve"> (tisk </w:t>
      </w:r>
      <w:r w:rsidR="003F5C7B">
        <w:t>199</w:t>
      </w:r>
      <w:r>
        <w:t>/</w:t>
      </w:r>
      <w:r w:rsidR="003F5C7B">
        <w:t>2</w:t>
      </w:r>
      <w:r>
        <w:t>)</w:t>
      </w:r>
    </w:p>
    <w:p w:rsidR="003F5C7B" w:rsidRPr="00F12C1E" w:rsidRDefault="003F5C7B" w:rsidP="00E33CAC">
      <w:pPr>
        <w:autoSpaceDE w:val="0"/>
        <w:autoSpaceDN w:val="0"/>
        <w:adjustRightInd w:val="0"/>
        <w:spacing w:after="100" w:afterAutospacing="1"/>
        <w:contextualSpacing/>
        <w:rPr>
          <w:b/>
          <w:u w:val="single"/>
        </w:rPr>
      </w:pPr>
      <w:r w:rsidRPr="00F12C1E">
        <w:rPr>
          <w:b/>
          <w:u w:val="single"/>
        </w:rPr>
        <w:t>k Čl. I</w:t>
      </w:r>
    </w:p>
    <w:p w:rsidR="003F5C7B" w:rsidRPr="00181A9F" w:rsidRDefault="00181A9F" w:rsidP="00181A9F">
      <w:pPr>
        <w:autoSpaceDE w:val="0"/>
        <w:autoSpaceDN w:val="0"/>
        <w:adjustRightInd w:val="0"/>
        <w:spacing w:after="100" w:afterAutospacing="1"/>
      </w:pPr>
      <w:r w:rsidRPr="00181A9F">
        <w:rPr>
          <w:b/>
        </w:rPr>
        <w:t>A1.</w:t>
      </w:r>
      <w:r>
        <w:t xml:space="preserve"> </w:t>
      </w:r>
      <w:r w:rsidR="003F5C7B" w:rsidRPr="00181A9F">
        <w:t>Za bod 2 se vkládá nový bod X1, který zní:</w:t>
      </w:r>
    </w:p>
    <w:p w:rsidR="003F5C7B" w:rsidRPr="00F12C1E" w:rsidRDefault="003F5C7B" w:rsidP="00E33CAC">
      <w:r w:rsidRPr="00F12C1E">
        <w:t>„X1. V § 12 se na konci písmene m) tečka nahrazuje čárkou a doplňují se písmena n) a o), která včetně poznámky pod čarou č. 42h znějí:</w:t>
      </w:r>
    </w:p>
    <w:p w:rsidR="003F5C7B" w:rsidRPr="00F12C1E" w:rsidRDefault="003F5C7B" w:rsidP="00E33CAC">
      <w:pPr>
        <w:autoSpaceDE w:val="0"/>
        <w:autoSpaceDN w:val="0"/>
        <w:adjustRightInd w:val="0"/>
        <w:jc w:val="both"/>
      </w:pPr>
      <w:r w:rsidRPr="00F12C1E">
        <w:t xml:space="preserve">„n) oznámit příslušné zdravotní pojišťovně, pokud jí dříve doložil podle § 16b odst. 1, že je poživatelem invalidního důchodu pro invaliditu třetího stupně, skutečnost, že přestal být jeho poživatelem, a to do 8 dnů ode dne nabytí právní moci příslušného rozhodnutí, a doložit tuto skutečnost kopií příslušného rozhodnutí, </w:t>
      </w:r>
    </w:p>
    <w:p w:rsidR="003F5C7B" w:rsidRDefault="003F5C7B" w:rsidP="00E33CAC">
      <w:pPr>
        <w:autoSpaceDE w:val="0"/>
        <w:autoSpaceDN w:val="0"/>
        <w:adjustRightInd w:val="0"/>
        <w:jc w:val="both"/>
      </w:pPr>
      <w:r w:rsidRPr="00F12C1E">
        <w:t>o) oznámit příslušné zdravotní pojišťovně, pokud jí dříve doložil podle § 16b odst. 1, že byl uznán invalidním ve druhém nebo třetím stupni, avšak invalidní důchod mu nebyl přiznán pro nesplnění podmínky doby pojištění podle zvláštního právního předpisu</w:t>
      </w:r>
      <w:r w:rsidRPr="00F12C1E">
        <w:rPr>
          <w:vertAlign w:val="superscript"/>
        </w:rPr>
        <w:t>42h)</w:t>
      </w:r>
      <w:r w:rsidRPr="00F12C1E">
        <w:t xml:space="preserve">, změnu této skutečnosti, a to do 8 dnů ode dne, kdy se o této změně dozvěděl, a doložit ji kopií příslušného posudku o posouzení zdravotního stavu. </w:t>
      </w:r>
    </w:p>
    <w:p w:rsidR="003F5C7B" w:rsidRPr="00F12C1E" w:rsidRDefault="003F5C7B" w:rsidP="00E33CAC">
      <w:pPr>
        <w:autoSpaceDE w:val="0"/>
        <w:autoSpaceDN w:val="0"/>
        <w:adjustRightInd w:val="0"/>
        <w:jc w:val="both"/>
      </w:pPr>
      <w:r>
        <w:t>______________</w:t>
      </w:r>
    </w:p>
    <w:p w:rsidR="003F5C7B" w:rsidRPr="00F12C1E" w:rsidRDefault="003F5C7B" w:rsidP="00E33CA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12C1E">
        <w:rPr>
          <w:sz w:val="20"/>
          <w:szCs w:val="20"/>
          <w:vertAlign w:val="superscript"/>
        </w:rPr>
        <w:t>42h)</w:t>
      </w:r>
      <w:r w:rsidRPr="00F12C1E">
        <w:rPr>
          <w:sz w:val="20"/>
          <w:szCs w:val="20"/>
        </w:rPr>
        <w:tab/>
        <w:t>Zákon č. 155/1995 Sb., o důchodovém pojištění, ve znění pozdějších předpisů.“.“.</w:t>
      </w:r>
    </w:p>
    <w:p w:rsidR="003F5C7B" w:rsidRPr="00F12C1E" w:rsidRDefault="003F5C7B" w:rsidP="00E33CAC">
      <w:pPr>
        <w:pStyle w:val="Odstavecseseznamem"/>
        <w:ind w:left="1003"/>
        <w:jc w:val="both"/>
        <w:rPr>
          <w:szCs w:val="24"/>
        </w:rPr>
      </w:pPr>
    </w:p>
    <w:p w:rsidR="003F5C7B" w:rsidRPr="00181A9F" w:rsidRDefault="00181A9F" w:rsidP="00181A9F">
      <w:pPr>
        <w:jc w:val="both"/>
      </w:pPr>
      <w:r w:rsidRPr="00181A9F">
        <w:rPr>
          <w:b/>
        </w:rPr>
        <w:t>A2.</w:t>
      </w:r>
      <w:r>
        <w:t xml:space="preserve"> </w:t>
      </w:r>
      <w:r w:rsidR="003F5C7B" w:rsidRPr="00181A9F">
        <w:t>Za bod 5 se vkládá nový bod X2, který zní:</w:t>
      </w:r>
    </w:p>
    <w:p w:rsidR="003F5C7B" w:rsidRDefault="003F5C7B" w:rsidP="00E33CAC">
      <w:pPr>
        <w:spacing w:before="120"/>
        <w:jc w:val="both"/>
      </w:pPr>
      <w:r w:rsidRPr="00F12C1E">
        <w:t>„X2. V § 16b odst. 1 se za slova „ve výši 1 000 Kč“ vkládají slova „a u pojištěnců, kteří jsou poživateli invalidního důchodu pro invaliditu třetího stupně a doložili tuto skutečnost kopií rozhodnutí o invalidním důchodu pro invaliditu třetího stupně, u pojištěnců, kteří byli uznáni invalidními ve druhém nebo třetím stupni, avšak invalidní důchod jim nebyl přiznán pro nesplnění podmínky doby pojištění podle zvláštního právního předpisu</w:t>
      </w:r>
      <w:r w:rsidRPr="00F12C1E">
        <w:rPr>
          <w:vertAlign w:val="superscript"/>
        </w:rPr>
        <w:t>42h)</w:t>
      </w:r>
      <w:r w:rsidRPr="00F12C1E">
        <w:t>, a doložili tuto skutečnost kopií posudku o posouzení zdravotního stavu,“.“.</w:t>
      </w:r>
    </w:p>
    <w:p w:rsidR="003F5C7B" w:rsidRPr="00F12C1E" w:rsidRDefault="003F5C7B" w:rsidP="00E33CAC">
      <w:pPr>
        <w:jc w:val="both"/>
      </w:pPr>
    </w:p>
    <w:p w:rsidR="003F5C7B" w:rsidRDefault="00181A9F" w:rsidP="00E33CAC">
      <w:pPr>
        <w:jc w:val="both"/>
      </w:pPr>
      <w:r w:rsidRPr="00181A9F">
        <w:rPr>
          <w:b/>
        </w:rPr>
        <w:t>A3.</w:t>
      </w:r>
      <w:r>
        <w:t xml:space="preserve"> </w:t>
      </w:r>
      <w:r w:rsidR="003F5C7B" w:rsidRPr="00F12C1E">
        <w:t>V bodu 9 v § 39r odst. 5 písm. b) se slovo „písemné“ nahrazuje slovy „kopii úředně ověřeného písemného“.</w:t>
      </w:r>
    </w:p>
    <w:p w:rsidR="003F5C7B" w:rsidRPr="00F12C1E" w:rsidRDefault="003F5C7B" w:rsidP="00E33CAC">
      <w:pPr>
        <w:jc w:val="both"/>
      </w:pPr>
    </w:p>
    <w:p w:rsidR="003F5C7B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4.</w:t>
      </w:r>
      <w:r w:rsidR="003F5C7B" w:rsidRPr="00F12C1E">
        <w:t xml:space="preserve"> V bodu 9 v § 39s se na konci odstavce 1 doplňuje věta „Ústav dále zveřejňuje podklady pro vydání rozhodnutí podle této části.“.</w:t>
      </w:r>
    </w:p>
    <w:p w:rsidR="008471F0" w:rsidRPr="00F12C1E" w:rsidRDefault="008471F0" w:rsidP="00E33CAC">
      <w:pPr>
        <w:jc w:val="both"/>
      </w:pPr>
    </w:p>
    <w:p w:rsidR="003F5C7B" w:rsidRPr="00F12C1E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5.</w:t>
      </w:r>
      <w:r>
        <w:t xml:space="preserve"> </w:t>
      </w:r>
      <w:r w:rsidR="003F5C7B" w:rsidRPr="00F12C1E">
        <w:t>V bodu 9 v § 39s odstavec 7 zní:</w:t>
      </w:r>
    </w:p>
    <w:p w:rsidR="003F5C7B" w:rsidRPr="00F12C1E" w:rsidRDefault="003F5C7B" w:rsidP="00E33CAC">
      <w:pPr>
        <w:jc w:val="both"/>
      </w:pPr>
      <w:r w:rsidRPr="00F12C1E">
        <w:t>„(7) Účastníky řízení podle odstavců 2 a 4 jsou ohlašovatel a zdravotní pojišťovny.“.</w:t>
      </w:r>
    </w:p>
    <w:p w:rsidR="008471F0" w:rsidRDefault="008471F0" w:rsidP="00E33CAC">
      <w:pPr>
        <w:jc w:val="both"/>
      </w:pPr>
    </w:p>
    <w:p w:rsidR="003F5C7B" w:rsidRPr="00F12C1E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6.</w:t>
      </w:r>
      <w:r w:rsidR="003F5C7B" w:rsidRPr="00F12C1E">
        <w:t xml:space="preserve"> V bodu 9 v nadpisu § 39t zrušit slova „a doručování“.</w:t>
      </w:r>
    </w:p>
    <w:p w:rsidR="008471F0" w:rsidRDefault="008471F0" w:rsidP="00E33CAC">
      <w:pPr>
        <w:jc w:val="both"/>
      </w:pPr>
    </w:p>
    <w:p w:rsidR="003F5C7B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7.</w:t>
      </w:r>
      <w:r>
        <w:t xml:space="preserve"> </w:t>
      </w:r>
      <w:r w:rsidR="003F5C7B" w:rsidRPr="00F12C1E">
        <w:t>V bodu 9 v § 39v odst. 1 větu poslední zrušit.</w:t>
      </w:r>
    </w:p>
    <w:p w:rsidR="00620E60" w:rsidRPr="00F12C1E" w:rsidRDefault="00620E60" w:rsidP="00E33CAC">
      <w:pPr>
        <w:jc w:val="both"/>
      </w:pPr>
    </w:p>
    <w:p w:rsidR="003F5C7B" w:rsidRPr="00F12C1E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8.</w:t>
      </w:r>
      <w:r w:rsidRPr="00181A9F">
        <w:rPr>
          <w:b/>
        </w:rPr>
        <w:t xml:space="preserve"> </w:t>
      </w:r>
      <w:r w:rsidR="003F5C7B" w:rsidRPr="00F12C1E">
        <w:t>V bodu 9 v § 39v odst. 2 věty první a druhou nahradit větou „Zdravotní pojišťovna zašle Ústavu uzavřenou dohodu o nejvyšší ceně nejpozději do 10 dnů od jejího uzavření.“.</w:t>
      </w:r>
    </w:p>
    <w:p w:rsidR="003F5C7B" w:rsidRPr="00F12C1E" w:rsidRDefault="003F5C7B" w:rsidP="00E33CAC">
      <w:pPr>
        <w:jc w:val="both"/>
      </w:pPr>
      <w:r w:rsidRPr="00F12C1E">
        <w:t>9.</w:t>
      </w:r>
      <w:r w:rsidRPr="00F12C1E">
        <w:tab/>
        <w:t xml:space="preserve">V bodu 9 v § 39v odst. 3 za větu první vložit věty „Dohodu se závazkem lze uzavřít pouze na </w:t>
      </w:r>
      <w:r w:rsidRPr="00F12C1E">
        <w:lastRenderedPageBreak/>
        <w:t>dobu 1 roku bez možnosti jejího vypovězení. Dohodu se závazkem lze opakovaně prodloužit vždy o 1 rok.“.</w:t>
      </w:r>
    </w:p>
    <w:p w:rsidR="008471F0" w:rsidRDefault="008471F0" w:rsidP="00E33CAC"/>
    <w:p w:rsidR="003F5C7B" w:rsidRPr="00F12C1E" w:rsidRDefault="00181A9F" w:rsidP="00E33CAC">
      <w:r w:rsidRPr="00181A9F">
        <w:rPr>
          <w:b/>
        </w:rPr>
        <w:t>A</w:t>
      </w:r>
      <w:r w:rsidR="003F5C7B" w:rsidRPr="00181A9F">
        <w:rPr>
          <w:b/>
        </w:rPr>
        <w:t>10.</w:t>
      </w:r>
      <w:r w:rsidR="003F5C7B" w:rsidRPr="00F12C1E">
        <w:t xml:space="preserve"> </w:t>
      </w:r>
      <w:r>
        <w:t xml:space="preserve"> </w:t>
      </w:r>
      <w:r w:rsidR="003F5C7B" w:rsidRPr="00F12C1E">
        <w:t>V bodu 9 v § 39v odst. 3 se slova „před vydáním rozhodnutí“ nahrazují slovy „ve stanovené lhůtě“.</w:t>
      </w:r>
    </w:p>
    <w:p w:rsidR="008471F0" w:rsidRDefault="008471F0" w:rsidP="00E33CAC">
      <w:pPr>
        <w:jc w:val="both"/>
      </w:pPr>
    </w:p>
    <w:p w:rsidR="003F5C7B" w:rsidRPr="00F12C1E" w:rsidRDefault="00181A9F" w:rsidP="00E33CAC">
      <w:pPr>
        <w:jc w:val="both"/>
      </w:pPr>
      <w:r w:rsidRPr="00181A9F">
        <w:rPr>
          <w:b/>
        </w:rPr>
        <w:t>A</w:t>
      </w:r>
      <w:r w:rsidR="003F5C7B" w:rsidRPr="00181A9F">
        <w:rPr>
          <w:b/>
        </w:rPr>
        <w:t>11.</w:t>
      </w:r>
      <w:r w:rsidR="003F5C7B" w:rsidRPr="00F12C1E">
        <w:t xml:space="preserve"> V bodu 9 v § 39v odst. 5 větě druhé se za slova „pokud Ústav“ vkládají slova „nejpozději 1 měsíc“.</w:t>
      </w:r>
    </w:p>
    <w:p w:rsidR="008471F0" w:rsidRDefault="008471F0" w:rsidP="00E33CAC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5C7B" w:rsidRPr="00F12C1E" w:rsidRDefault="00181A9F" w:rsidP="00E33CAC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A9F">
        <w:rPr>
          <w:rFonts w:ascii="Times New Roman" w:hAnsi="Times New Roman" w:cs="Times New Roman"/>
          <w:b/>
          <w:sz w:val="24"/>
          <w:szCs w:val="24"/>
        </w:rPr>
        <w:t>A</w:t>
      </w:r>
      <w:r w:rsidR="003F5C7B" w:rsidRPr="00181A9F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C7B" w:rsidRPr="00F12C1E">
        <w:rPr>
          <w:rFonts w:ascii="Times New Roman" w:hAnsi="Times New Roman" w:cs="Times New Roman"/>
          <w:sz w:val="24"/>
          <w:szCs w:val="24"/>
        </w:rPr>
        <w:t xml:space="preserve">V bodu 13 Příloze č. 3 k zákonu č. 48/1997 Sb., oddílu C, tabulce č. 2 (Individuálně zhotovené ZP) v kategorii (ZP </w:t>
      </w:r>
      <w:proofErr w:type="spellStart"/>
      <w:r w:rsidR="003F5C7B" w:rsidRPr="00F12C1E">
        <w:rPr>
          <w:rFonts w:ascii="Times New Roman" w:hAnsi="Times New Roman" w:cs="Times New Roman"/>
          <w:sz w:val="24"/>
          <w:szCs w:val="24"/>
        </w:rPr>
        <w:t>ortopedicko</w:t>
      </w:r>
      <w:proofErr w:type="spellEnd"/>
      <w:r w:rsidR="003F5C7B" w:rsidRPr="00F12C1E">
        <w:rPr>
          <w:rFonts w:ascii="Times New Roman" w:hAnsi="Times New Roman" w:cs="Times New Roman"/>
          <w:sz w:val="24"/>
          <w:szCs w:val="24"/>
        </w:rPr>
        <w:t xml:space="preserve"> protetické</w:t>
      </w:r>
    </w:p>
    <w:p w:rsidR="003F5C7B" w:rsidRPr="00F12C1E" w:rsidRDefault="003F5C7B" w:rsidP="00E33CAC">
      <w:pPr>
        <w:pStyle w:val="Zkladntext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59" w:lineRule="auto"/>
        <w:ind w:left="1068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pro dolní končetiny - individuálně zhotovené) se </w:t>
      </w:r>
      <w:r w:rsidRPr="00F12C1E">
        <w:rPr>
          <w:rFonts w:ascii="Times New Roman" w:hAnsi="Times New Roman" w:cs="Times New Roman"/>
          <w:b/>
          <w:bCs/>
          <w:sz w:val="24"/>
          <w:szCs w:val="24"/>
        </w:rPr>
        <w:t xml:space="preserve">v řádku 55 </w:t>
      </w:r>
      <w:r w:rsidRPr="00F12C1E">
        <w:rPr>
          <w:rFonts w:ascii="Times New Roman" w:hAnsi="Times New Roman" w:cs="Times New Roman"/>
          <w:sz w:val="24"/>
          <w:szCs w:val="24"/>
        </w:rPr>
        <w:t>(protézy dolních končetin</w:t>
      </w:r>
    </w:p>
    <w:p w:rsidR="003F5C7B" w:rsidRPr="00F12C1E" w:rsidRDefault="003F5C7B" w:rsidP="00E33CAC">
      <w:pPr>
        <w:pStyle w:val="Zkladntext1"/>
        <w:numPr>
          <w:ilvl w:val="0"/>
          <w:numId w:val="4"/>
        </w:numPr>
        <w:shd w:val="clear" w:color="auto" w:fill="auto"/>
        <w:tabs>
          <w:tab w:val="left" w:pos="760"/>
        </w:tabs>
        <w:spacing w:line="259" w:lineRule="auto"/>
        <w:ind w:left="1068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bionický kloub - stupeň aktivity III. </w:t>
      </w:r>
      <w:r w:rsidRPr="00F12C1E">
        <w:rPr>
          <w:rFonts w:ascii="Times New Roman" w:hAnsi="Times New Roman" w:cs="Times New Roman"/>
          <w:sz w:val="24"/>
          <w:szCs w:val="24"/>
          <w:lang w:val="en-US" w:bidi="en-US"/>
        </w:rPr>
        <w:t xml:space="preserve">a </w:t>
      </w:r>
      <w:r w:rsidRPr="00F12C1E">
        <w:rPr>
          <w:rFonts w:ascii="Times New Roman" w:hAnsi="Times New Roman" w:cs="Times New Roman"/>
          <w:sz w:val="24"/>
          <w:szCs w:val="24"/>
        </w:rPr>
        <w:t xml:space="preserve">IV. - individuálně zhotovené) ve sloupci (indikační omezení) se nahrazuje text „b) amputace kontralaterální končetiny v bérci až v </w:t>
      </w:r>
      <w:proofErr w:type="spellStart"/>
      <w:r w:rsidRPr="00F12C1E">
        <w:rPr>
          <w:rFonts w:ascii="Times New Roman" w:hAnsi="Times New Roman" w:cs="Times New Roman"/>
          <w:sz w:val="24"/>
          <w:szCs w:val="24"/>
        </w:rPr>
        <w:t>Chopartově</w:t>
      </w:r>
      <w:proofErr w:type="spellEnd"/>
      <w:r w:rsidRPr="00F12C1E">
        <w:rPr>
          <w:rFonts w:ascii="Times New Roman" w:hAnsi="Times New Roman" w:cs="Times New Roman"/>
          <w:sz w:val="24"/>
          <w:szCs w:val="24"/>
        </w:rPr>
        <w:t xml:space="preserve"> kloubu“ textem „b) amputace kontralaterální končetiny ve stehně a níže“, na konci textu se doplňují slova „d) motorické postižení kontralaterální dolní končetiny prakticky znemožňující stabilní stojnou fázi“.</w:t>
      </w:r>
    </w:p>
    <w:p w:rsidR="003F5C7B" w:rsidRDefault="003F5C7B" w:rsidP="00E33CAC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5C7B" w:rsidRPr="00F12C1E" w:rsidRDefault="00181A9F" w:rsidP="00E33CAC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A9F">
        <w:rPr>
          <w:rFonts w:ascii="Times New Roman" w:hAnsi="Times New Roman" w:cs="Times New Roman"/>
          <w:b/>
          <w:sz w:val="24"/>
          <w:szCs w:val="24"/>
        </w:rPr>
        <w:t>A</w:t>
      </w:r>
      <w:r w:rsidR="003F5C7B" w:rsidRPr="00181A9F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C7B" w:rsidRPr="00F12C1E">
        <w:rPr>
          <w:rFonts w:ascii="Times New Roman" w:hAnsi="Times New Roman" w:cs="Times New Roman"/>
          <w:sz w:val="24"/>
          <w:szCs w:val="24"/>
        </w:rPr>
        <w:t xml:space="preserve">V bodu 13 Příloze č. 3 k zákonu č. 48/1997 Sb., oddílu C, tabulce č. 2 (Individuálně zhotovené ZP) v kategorii (ZP </w:t>
      </w:r>
      <w:proofErr w:type="spellStart"/>
      <w:r w:rsidR="003F5C7B" w:rsidRPr="00F12C1E">
        <w:rPr>
          <w:rFonts w:ascii="Times New Roman" w:hAnsi="Times New Roman" w:cs="Times New Roman"/>
          <w:sz w:val="24"/>
          <w:szCs w:val="24"/>
        </w:rPr>
        <w:t>ortopedicko</w:t>
      </w:r>
      <w:proofErr w:type="spellEnd"/>
      <w:r w:rsidR="003F5C7B" w:rsidRPr="00F12C1E">
        <w:rPr>
          <w:rFonts w:ascii="Times New Roman" w:hAnsi="Times New Roman" w:cs="Times New Roman"/>
          <w:sz w:val="24"/>
          <w:szCs w:val="24"/>
        </w:rPr>
        <w:t xml:space="preserve"> protetické</w:t>
      </w:r>
    </w:p>
    <w:p w:rsidR="003F5C7B" w:rsidRPr="00F12C1E" w:rsidRDefault="003F5C7B" w:rsidP="00E33CAC">
      <w:pPr>
        <w:pStyle w:val="Zkladntext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59" w:lineRule="auto"/>
        <w:ind w:left="1068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pro dolní končetiny - individuálně zhotovené) se </w:t>
      </w:r>
      <w:r w:rsidRPr="00F12C1E">
        <w:rPr>
          <w:rFonts w:ascii="Times New Roman" w:hAnsi="Times New Roman" w:cs="Times New Roman"/>
          <w:b/>
          <w:bCs/>
          <w:sz w:val="24"/>
          <w:szCs w:val="24"/>
        </w:rPr>
        <w:t xml:space="preserve">v řádku 55 </w:t>
      </w:r>
      <w:r w:rsidRPr="00F12C1E">
        <w:rPr>
          <w:rFonts w:ascii="Times New Roman" w:hAnsi="Times New Roman" w:cs="Times New Roman"/>
          <w:sz w:val="24"/>
          <w:szCs w:val="24"/>
        </w:rPr>
        <w:t>(protézy dolních končetin</w:t>
      </w:r>
    </w:p>
    <w:p w:rsidR="00E50F2F" w:rsidRDefault="003F5C7B" w:rsidP="00997919">
      <w:pPr>
        <w:pStyle w:val="Zkladntext1"/>
        <w:numPr>
          <w:ilvl w:val="0"/>
          <w:numId w:val="4"/>
        </w:numPr>
        <w:shd w:val="clear" w:color="auto" w:fill="auto"/>
        <w:tabs>
          <w:tab w:val="left" w:pos="760"/>
        </w:tabs>
        <w:spacing w:after="240" w:line="259" w:lineRule="auto"/>
        <w:ind w:left="442"/>
        <w:rPr>
          <w:rFonts w:ascii="Times New Roman" w:hAnsi="Times New Roman" w:cs="Times New Roman"/>
          <w:sz w:val="24"/>
          <w:szCs w:val="24"/>
        </w:rPr>
      </w:pPr>
      <w:r w:rsidRPr="00E50F2F">
        <w:rPr>
          <w:rFonts w:ascii="Times New Roman" w:hAnsi="Times New Roman" w:cs="Times New Roman"/>
          <w:sz w:val="24"/>
          <w:szCs w:val="24"/>
        </w:rPr>
        <w:t>bionický kloub - stupeň aktivity III. a IV. - individuálně zhotovené) ve sloupci (úhradový limit) text „100 %; maximální úhrada 626.087Kč“ nahrazuje textem „95 %“.</w:t>
      </w:r>
    </w:p>
    <w:p w:rsidR="00E50F2F" w:rsidRDefault="00181A9F" w:rsidP="00E50F2F">
      <w:pPr>
        <w:jc w:val="both"/>
      </w:pPr>
      <w:r w:rsidRPr="00181A9F">
        <w:rPr>
          <w:b/>
        </w:rPr>
        <w:t>A</w:t>
      </w:r>
      <w:r w:rsidR="00E50F2F" w:rsidRPr="00181A9F">
        <w:rPr>
          <w:b/>
        </w:rPr>
        <w:t>14.</w:t>
      </w:r>
      <w:r w:rsidR="00E50F2F" w:rsidRPr="00F12C1E">
        <w:t>V bodu 13 v Příloze č. 3 k zákonu č. 48/1997 Sb., oddílu C, tabulce č. 3 řádky 16 a 17 zní:</w:t>
      </w:r>
    </w:p>
    <w:p w:rsidR="00E50F2F" w:rsidRPr="00E50F2F" w:rsidRDefault="00E50F2F" w:rsidP="00E50F2F">
      <w:pPr>
        <w:pStyle w:val="Zkladntext1"/>
        <w:shd w:val="clear" w:color="auto" w:fill="auto"/>
        <w:tabs>
          <w:tab w:val="left" w:pos="760"/>
        </w:tabs>
        <w:spacing w:after="240" w:line="259" w:lineRule="auto"/>
        <w:rPr>
          <w:rFonts w:ascii="Times New Roman" w:hAnsi="Times New Roman" w:cs="Times New Roman"/>
          <w:sz w:val="24"/>
          <w:szCs w:val="24"/>
        </w:rPr>
      </w:pPr>
    </w:p>
    <w:p w:rsidR="00A73F17" w:rsidRPr="00F12C1E" w:rsidRDefault="00A73F17" w:rsidP="00A73F17">
      <w:pPr>
        <w:suppressAutoHyphens w:val="0"/>
        <w:jc w:val="both"/>
        <w:rPr>
          <w:rFonts w:cs="Times New Roman"/>
        </w:rPr>
      </w:pPr>
    </w:p>
    <w:tbl>
      <w:tblPr>
        <w:tblpPr w:leftFromText="141" w:rightFromText="141" w:vertAnchor="text" w:horzAnchor="margin" w:tblpXSpec="center" w:tblpY="-276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554"/>
        <w:gridCol w:w="782"/>
        <w:gridCol w:w="1916"/>
        <w:gridCol w:w="919"/>
        <w:gridCol w:w="709"/>
        <w:gridCol w:w="3191"/>
      </w:tblGrid>
      <w:tr w:rsidR="00F442B6" w:rsidRPr="00F12C1E" w:rsidTr="00620E60">
        <w:trPr>
          <w:trHeight w:val="520"/>
        </w:trPr>
        <w:tc>
          <w:tcPr>
            <w:tcW w:w="711" w:type="dxa"/>
            <w:shd w:val="clear" w:color="000000" w:fill="FFFFFF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„16.</w:t>
            </w:r>
          </w:p>
        </w:tc>
        <w:tc>
          <w:tcPr>
            <w:tcW w:w="1554" w:type="dxa"/>
            <w:shd w:val="clear" w:color="000000" w:fill="FFFFFF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 w:line="259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opravy vozíků – mechanických</w:t>
            </w:r>
          </w:p>
        </w:tc>
        <w:tc>
          <w:tcPr>
            <w:tcW w:w="782" w:type="dxa"/>
            <w:shd w:val="clear" w:color="000000" w:fill="FFFFFF"/>
            <w:vAlign w:val="center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16" w:type="dxa"/>
            <w:shd w:val="clear" w:color="000000" w:fill="FFFFFF"/>
            <w:vAlign w:val="center"/>
            <w:hideMark/>
          </w:tcPr>
          <w:p w:rsidR="003F5C7B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po schválení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revizním lékařem</w:t>
            </w:r>
          </w:p>
        </w:tc>
        <w:tc>
          <w:tcPr>
            <w:tcW w:w="919" w:type="dxa"/>
            <w:shd w:val="clear" w:color="000000" w:fill="FFFFFF"/>
            <w:vAlign w:val="center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91" w:type="dxa"/>
            <w:shd w:val="clear" w:color="000000" w:fill="FFFFFF"/>
            <w:vAlign w:val="center"/>
            <w:hideMark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 xml:space="preserve">90 % při poskytnutí nového </w:t>
            </w:r>
            <w:proofErr w:type="spellStart"/>
            <w:r w:rsidRPr="00F12C1E">
              <w:rPr>
                <w:rFonts w:ascii="Times New Roman" w:hAnsi="Times New Roman"/>
                <w:sz w:val="24"/>
                <w:szCs w:val="24"/>
              </w:rPr>
              <w:t>cirkulovatelného</w:t>
            </w:r>
            <w:proofErr w:type="spellEnd"/>
            <w:r w:rsidRPr="00F12C1E">
              <w:rPr>
                <w:rFonts w:ascii="Times New Roman" w:hAnsi="Times New Roman"/>
                <w:sz w:val="24"/>
                <w:szCs w:val="24"/>
              </w:rPr>
              <w:t xml:space="preserve"> vozíku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95 % při poskytnutí cirkulovaného vozíku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 xml:space="preserve">90 %; maximální úhrada 8.265 Kč / 5 let při poskytnutí necirkulovaného vozíku do vlastnictví pojištěnce </w:t>
            </w:r>
          </w:p>
        </w:tc>
      </w:tr>
      <w:tr w:rsidR="00F442B6" w:rsidRPr="00F12C1E" w:rsidTr="00620E60">
        <w:trPr>
          <w:trHeight w:val="520"/>
        </w:trPr>
        <w:tc>
          <w:tcPr>
            <w:tcW w:w="711" w:type="dxa"/>
            <w:shd w:val="clear" w:color="000000" w:fill="FFFFFF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554" w:type="dxa"/>
            <w:shd w:val="clear" w:color="000000" w:fill="FFFFFF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opravy vozíků – elektrických</w:t>
            </w:r>
          </w:p>
        </w:tc>
        <w:tc>
          <w:tcPr>
            <w:tcW w:w="782" w:type="dxa"/>
            <w:shd w:val="clear" w:color="000000" w:fill="FFFFFF"/>
            <w:vAlign w:val="center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16" w:type="dxa"/>
            <w:shd w:val="clear" w:color="000000" w:fill="FFFFFF"/>
            <w:vAlign w:val="center"/>
          </w:tcPr>
          <w:p w:rsidR="003F5C7B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Po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1E">
              <w:rPr>
                <w:rFonts w:ascii="Times New Roman" w:hAnsi="Times New Roman"/>
                <w:sz w:val="24"/>
                <w:szCs w:val="24"/>
              </w:rPr>
              <w:t>schválení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revizním lékařem</w:t>
            </w:r>
          </w:p>
        </w:tc>
        <w:tc>
          <w:tcPr>
            <w:tcW w:w="919" w:type="dxa"/>
            <w:shd w:val="clear" w:color="000000" w:fill="FFFFFF"/>
            <w:vAlign w:val="center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91" w:type="dxa"/>
            <w:shd w:val="clear" w:color="000000" w:fill="FFFFFF"/>
            <w:vAlign w:val="center"/>
          </w:tcPr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 xml:space="preserve">90 % při poskytnutí nového </w:t>
            </w:r>
            <w:proofErr w:type="spellStart"/>
            <w:r w:rsidRPr="00F12C1E">
              <w:rPr>
                <w:rFonts w:ascii="Times New Roman" w:hAnsi="Times New Roman"/>
                <w:sz w:val="24"/>
                <w:szCs w:val="24"/>
              </w:rPr>
              <w:t>cirkulovatelného</w:t>
            </w:r>
            <w:proofErr w:type="spellEnd"/>
            <w:r w:rsidRPr="00F12C1E">
              <w:rPr>
                <w:rFonts w:ascii="Times New Roman" w:hAnsi="Times New Roman"/>
                <w:sz w:val="24"/>
                <w:szCs w:val="24"/>
              </w:rPr>
              <w:t xml:space="preserve"> vozíku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95 % při poskytnutí cirkulovaného vozíku</w:t>
            </w:r>
          </w:p>
          <w:p w:rsidR="003F5C7B" w:rsidRPr="00F12C1E" w:rsidRDefault="003F5C7B" w:rsidP="00A73F17">
            <w:pPr>
              <w:pStyle w:val="Zkladntext1"/>
              <w:keepNext/>
              <w:tabs>
                <w:tab w:val="left" w:pos="760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90 %; maximální úhrada 11.570 Kč / 7 let při poskytnutí necirkulovaného vozíku do vlastnictví pojištěnce</w:t>
            </w:r>
          </w:p>
        </w:tc>
      </w:tr>
    </w:tbl>
    <w:p w:rsidR="003F5C7B" w:rsidRPr="00F12C1E" w:rsidRDefault="003F5C7B" w:rsidP="00114438">
      <w:pPr>
        <w:pStyle w:val="Zkladntext1"/>
        <w:shd w:val="clear" w:color="auto" w:fill="auto"/>
        <w:tabs>
          <w:tab w:val="left" w:pos="760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3F5C7B" w:rsidRPr="00F12C1E" w:rsidRDefault="003F5C7B" w:rsidP="00E33CAC">
      <w:pPr>
        <w:pStyle w:val="Zkladntext1"/>
        <w:shd w:val="clear" w:color="auto" w:fill="auto"/>
        <w:tabs>
          <w:tab w:val="left" w:pos="760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3F5C7B" w:rsidRPr="00F12C1E" w:rsidRDefault="00181A9F" w:rsidP="003F5C7B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A9F">
        <w:rPr>
          <w:rFonts w:ascii="Times New Roman" w:hAnsi="Times New Roman" w:cs="Times New Roman"/>
          <w:b/>
          <w:sz w:val="24"/>
          <w:szCs w:val="24"/>
        </w:rPr>
        <w:t>A</w:t>
      </w:r>
      <w:r w:rsidR="003F5C7B" w:rsidRPr="00181A9F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C7B" w:rsidRPr="00F12C1E">
        <w:rPr>
          <w:rFonts w:ascii="Times New Roman" w:hAnsi="Times New Roman" w:cs="Times New Roman"/>
          <w:sz w:val="24"/>
          <w:szCs w:val="24"/>
        </w:rPr>
        <w:t>V čl. II bodu 3 slova „1. dubna 2019“ nahradit slovy „1. června 2019“.</w:t>
      </w:r>
    </w:p>
    <w:p w:rsidR="003F5C7B" w:rsidRPr="00F12C1E" w:rsidRDefault="003F5C7B" w:rsidP="003F5C7B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5C7B" w:rsidRPr="00F12C1E" w:rsidRDefault="00181A9F" w:rsidP="00037AE9">
      <w:pPr>
        <w:pStyle w:val="Zkladntext1"/>
        <w:shd w:val="clear" w:color="auto" w:fill="auto"/>
        <w:tabs>
          <w:tab w:val="left" w:pos="760"/>
        </w:tabs>
        <w:spacing w:after="12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A9F">
        <w:rPr>
          <w:rFonts w:ascii="Times New Roman" w:hAnsi="Times New Roman" w:cs="Times New Roman"/>
          <w:b/>
          <w:sz w:val="24"/>
          <w:szCs w:val="24"/>
        </w:rPr>
        <w:t>A</w:t>
      </w:r>
      <w:r w:rsidR="003F5C7B" w:rsidRPr="00181A9F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C7B" w:rsidRPr="00F12C1E">
        <w:rPr>
          <w:rFonts w:ascii="Times New Roman" w:hAnsi="Times New Roman" w:cs="Times New Roman"/>
          <w:sz w:val="24"/>
          <w:szCs w:val="24"/>
        </w:rPr>
        <w:t>V čl. III se na konec textu doplňují slova: „</w:t>
      </w:r>
      <w:r w:rsidR="00E33CAC">
        <w:rPr>
          <w:rFonts w:ascii="Times New Roman" w:hAnsi="Times New Roman" w:cs="Times New Roman"/>
          <w:sz w:val="24"/>
          <w:szCs w:val="24"/>
        </w:rPr>
        <w:t xml:space="preserve"> </w:t>
      </w:r>
      <w:r w:rsidR="003F5C7B" w:rsidRPr="00F12C1E">
        <w:rPr>
          <w:rFonts w:ascii="Times New Roman" w:hAnsi="Times New Roman" w:cs="Times New Roman"/>
          <w:sz w:val="24"/>
          <w:szCs w:val="24"/>
        </w:rPr>
        <w:t>, s výjimkou čl. I bodů X1 a X2, které nabývají účinnosti dnem 1. ledna 2020.“</w:t>
      </w:r>
    </w:p>
    <w:p w:rsidR="000C6893" w:rsidRDefault="000C6893"/>
    <w:p w:rsidR="005F123E" w:rsidRDefault="005F123E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1E7022">
        <w:rPr>
          <w:b/>
        </w:rPr>
        <w:t>18. září 2018</w:t>
      </w:r>
    </w:p>
    <w:p w:rsidR="000C6893" w:rsidRDefault="000C6893"/>
    <w:p w:rsidR="000C6893" w:rsidRDefault="000C6893"/>
    <w:p w:rsidR="005F123E" w:rsidRDefault="005F123E"/>
    <w:p w:rsidR="000C6893" w:rsidRDefault="000C6893" w:rsidP="00511F8C">
      <w:pPr>
        <w:pStyle w:val="PNposlanec"/>
      </w:pPr>
      <w:r>
        <w:t>Poslan</w:t>
      </w:r>
      <w:r w:rsidR="005862F4">
        <w:t>kyně Věra Adámková</w:t>
      </w:r>
      <w:r w:rsidR="007B434C">
        <w:t xml:space="preserve"> </w:t>
      </w:r>
    </w:p>
    <w:p w:rsidR="000C6893" w:rsidRPr="005862F4" w:rsidRDefault="005862F4">
      <w:pPr>
        <w:rPr>
          <w:i/>
        </w:rPr>
      </w:pPr>
      <w:r w:rsidRPr="005862F4">
        <w:rPr>
          <w:i/>
        </w:rPr>
        <w:t>SD 1242</w:t>
      </w:r>
    </w:p>
    <w:p w:rsidR="005862F4" w:rsidRDefault="005862F4" w:rsidP="003477DC">
      <w:pPr>
        <w:rPr>
          <w:rFonts w:cs="Times New Roman"/>
        </w:rPr>
      </w:pPr>
    </w:p>
    <w:p w:rsidR="00181A9F" w:rsidRPr="00181A9F" w:rsidRDefault="00181A9F" w:rsidP="003477DC">
      <w:pPr>
        <w:rPr>
          <w:rFonts w:cs="Times New Roman"/>
          <w:b/>
          <w:u w:val="single"/>
        </w:rPr>
      </w:pPr>
      <w:r w:rsidRPr="00181A9F">
        <w:rPr>
          <w:rFonts w:cs="Times New Roman"/>
          <w:b/>
          <w:u w:val="single"/>
        </w:rPr>
        <w:t>K </w:t>
      </w:r>
      <w:proofErr w:type="spellStart"/>
      <w:r w:rsidRPr="00181A9F">
        <w:rPr>
          <w:rFonts w:cs="Times New Roman"/>
          <w:b/>
          <w:u w:val="single"/>
        </w:rPr>
        <w:t>čl</w:t>
      </w:r>
      <w:proofErr w:type="spellEnd"/>
      <w:r w:rsidRPr="00181A9F">
        <w:rPr>
          <w:rFonts w:cs="Times New Roman"/>
          <w:b/>
          <w:u w:val="single"/>
        </w:rPr>
        <w:t xml:space="preserve"> II</w:t>
      </w:r>
    </w:p>
    <w:p w:rsidR="00181A9F" w:rsidRPr="00181A9F" w:rsidRDefault="00181A9F" w:rsidP="003477DC">
      <w:pPr>
        <w:rPr>
          <w:rFonts w:cs="Times New Roman"/>
          <w:b/>
        </w:rPr>
      </w:pPr>
    </w:p>
    <w:p w:rsidR="005862F4" w:rsidRPr="005862F4" w:rsidRDefault="005862F4" w:rsidP="003477DC">
      <w:pPr>
        <w:pStyle w:val="Zkladntext1"/>
        <w:shd w:val="clear" w:color="auto" w:fill="auto"/>
        <w:tabs>
          <w:tab w:val="left" w:pos="6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2F4">
        <w:rPr>
          <w:rFonts w:ascii="Times New Roman" w:hAnsi="Times New Roman" w:cs="Times New Roman"/>
          <w:b/>
          <w:sz w:val="24"/>
          <w:szCs w:val="24"/>
        </w:rPr>
        <w:t>B</w:t>
      </w:r>
      <w:r w:rsidRPr="005862F4">
        <w:rPr>
          <w:rFonts w:ascii="Times New Roman" w:hAnsi="Times New Roman" w:cs="Times New Roman"/>
          <w:b/>
          <w:sz w:val="24"/>
          <w:szCs w:val="24"/>
        </w:rPr>
        <w:t>1.</w:t>
      </w:r>
      <w:r w:rsidRPr="005862F4">
        <w:rPr>
          <w:rFonts w:ascii="Times New Roman" w:hAnsi="Times New Roman" w:cs="Times New Roman"/>
          <w:sz w:val="24"/>
          <w:szCs w:val="24"/>
        </w:rPr>
        <w:tab/>
        <w:t>V bodu 1 se slova „ve výši, v jaké byly hrazeny“ nahrazují slovy „ve výši a za podmínek,</w:t>
      </w:r>
    </w:p>
    <w:p w:rsidR="005862F4" w:rsidRDefault="005862F4" w:rsidP="003477DC">
      <w:pPr>
        <w:pStyle w:val="Zkladntext1"/>
        <w:shd w:val="clear" w:color="auto" w:fill="auto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 w:rsidRPr="005862F4">
        <w:rPr>
          <w:rFonts w:ascii="Times New Roman" w:hAnsi="Times New Roman" w:cs="Times New Roman"/>
          <w:sz w:val="24"/>
          <w:szCs w:val="24"/>
        </w:rPr>
        <w:t>jak byly hrazeny“.</w:t>
      </w:r>
    </w:p>
    <w:p w:rsidR="003477DC" w:rsidRPr="005862F4" w:rsidRDefault="003477DC" w:rsidP="003477DC">
      <w:pPr>
        <w:pStyle w:val="Zkladntext1"/>
        <w:shd w:val="clear" w:color="auto" w:fill="auto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</w:p>
    <w:p w:rsidR="005862F4" w:rsidRPr="005862F4" w:rsidRDefault="005862F4" w:rsidP="003477DC">
      <w:pPr>
        <w:pStyle w:val="Zkladntext1"/>
        <w:shd w:val="clear" w:color="auto" w:fill="auto"/>
        <w:tabs>
          <w:tab w:val="left" w:pos="6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2F4">
        <w:rPr>
          <w:rFonts w:ascii="Times New Roman" w:hAnsi="Times New Roman" w:cs="Times New Roman"/>
          <w:b/>
          <w:sz w:val="24"/>
          <w:szCs w:val="24"/>
        </w:rPr>
        <w:t>B</w:t>
      </w:r>
      <w:r w:rsidRPr="005862F4">
        <w:rPr>
          <w:rFonts w:ascii="Times New Roman" w:hAnsi="Times New Roman" w:cs="Times New Roman"/>
          <w:b/>
          <w:sz w:val="24"/>
          <w:szCs w:val="24"/>
        </w:rPr>
        <w:t>2.</w:t>
      </w:r>
      <w:r w:rsidRPr="005862F4">
        <w:rPr>
          <w:rFonts w:ascii="Times New Roman" w:hAnsi="Times New Roman" w:cs="Times New Roman"/>
          <w:sz w:val="24"/>
          <w:szCs w:val="24"/>
        </w:rPr>
        <w:tab/>
        <w:t>V bodu 2 se slova „ve výši, v jaké byly hrazeny“ nahrazují slovy „ve výši a za podmínek,</w:t>
      </w:r>
    </w:p>
    <w:p w:rsidR="005862F4" w:rsidRPr="005862F4" w:rsidRDefault="005862F4" w:rsidP="003477DC">
      <w:pPr>
        <w:pStyle w:val="Zkladntext1"/>
        <w:shd w:val="clear" w:color="auto" w:fill="auto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 w:rsidRPr="005862F4">
        <w:rPr>
          <w:rFonts w:ascii="Times New Roman" w:hAnsi="Times New Roman" w:cs="Times New Roman"/>
          <w:sz w:val="24"/>
          <w:szCs w:val="24"/>
        </w:rPr>
        <w:t>jak byly hrazeny“.</w:t>
      </w:r>
    </w:p>
    <w:p w:rsidR="000C6893" w:rsidRDefault="000C6893"/>
    <w:p w:rsidR="005862F4" w:rsidRDefault="005862F4"/>
    <w:p w:rsidR="00870B20" w:rsidRDefault="00870B20"/>
    <w:p w:rsidR="000C6893" w:rsidRDefault="005862F4" w:rsidP="005862F4">
      <w:pPr>
        <w:pStyle w:val="PNposlanec"/>
      </w:pPr>
      <w:r>
        <w:t>Poslankyně Jana Pastuchová</w:t>
      </w:r>
    </w:p>
    <w:p w:rsidR="000C6893" w:rsidRPr="005862F4" w:rsidRDefault="005862F4">
      <w:pPr>
        <w:rPr>
          <w:i/>
        </w:rPr>
      </w:pPr>
      <w:r w:rsidRPr="005862F4">
        <w:rPr>
          <w:i/>
        </w:rPr>
        <w:t>SD 1297</w:t>
      </w:r>
    </w:p>
    <w:p w:rsidR="000C6893" w:rsidRDefault="000C6893"/>
    <w:p w:rsidR="005F123E" w:rsidRDefault="005F123E">
      <w:pPr>
        <w:rPr>
          <w:b/>
          <w:u w:val="single"/>
        </w:rPr>
      </w:pPr>
      <w:r w:rsidRPr="005F123E">
        <w:rPr>
          <w:b/>
          <w:u w:val="single"/>
        </w:rPr>
        <w:t>K čl. I</w:t>
      </w:r>
    </w:p>
    <w:p w:rsidR="005F123E" w:rsidRPr="005F123E" w:rsidRDefault="005F123E">
      <w:pPr>
        <w:rPr>
          <w:b/>
          <w:u w:val="single"/>
        </w:rPr>
      </w:pPr>
    </w:p>
    <w:p w:rsidR="005862F4" w:rsidRDefault="00FE2446" w:rsidP="009B08D8">
      <w:pPr>
        <w:keepNext/>
        <w:suppressAutoHyphens w:val="0"/>
        <w:jc w:val="both"/>
      </w:pPr>
      <w:r w:rsidRPr="00FE2446">
        <w:rPr>
          <w:b/>
        </w:rPr>
        <w:t>C</w:t>
      </w:r>
      <w:r w:rsidR="005862F4" w:rsidRPr="00FE2446">
        <w:rPr>
          <w:b/>
        </w:rPr>
        <w:t>1.</w:t>
      </w:r>
      <w:r w:rsidR="005862F4">
        <w:t xml:space="preserve"> Za bod 8 </w:t>
      </w:r>
      <w:r w:rsidR="005F123E">
        <w:t xml:space="preserve">se vkládá </w:t>
      </w:r>
      <w:r w:rsidR="005862F4">
        <w:t xml:space="preserve">nový bod </w:t>
      </w:r>
      <w:r w:rsidR="005F123E">
        <w:t>X1, který zní</w:t>
      </w:r>
      <w:r w:rsidR="005862F4">
        <w:t>:</w:t>
      </w:r>
    </w:p>
    <w:p w:rsidR="005862F4" w:rsidRDefault="005862F4" w:rsidP="009B08D8">
      <w:pPr>
        <w:keepNext/>
        <w:suppressAutoHyphens w:val="0"/>
        <w:jc w:val="both"/>
      </w:pPr>
    </w:p>
    <w:p w:rsidR="005862F4" w:rsidRPr="00A9231C" w:rsidRDefault="005862F4" w:rsidP="009B08D8">
      <w:pPr>
        <w:keepNext/>
        <w:suppressAutoHyphens w:val="0"/>
        <w:jc w:val="both"/>
      </w:pPr>
      <w:r>
        <w:t>„</w:t>
      </w:r>
      <w:r w:rsidR="005F123E">
        <w:t>X1</w:t>
      </w:r>
      <w:r>
        <w:t xml:space="preserve">. V § 39n odstavec 5 zní: </w:t>
      </w:r>
      <w:r w:rsidRPr="00A9231C">
        <w:t xml:space="preserve">„Ústav zveřejňuje </w:t>
      </w:r>
      <w:r>
        <w:t xml:space="preserve">pouze </w:t>
      </w:r>
      <w:r w:rsidRPr="00A9231C">
        <w:t>způsobem umožňující</w:t>
      </w:r>
      <w:r>
        <w:t>m</w:t>
      </w:r>
      <w:r w:rsidRPr="00A9231C">
        <w:t xml:space="preserve"> dálkový přístup spisy správních řízení, které vede podle §</w:t>
      </w:r>
      <w:r>
        <w:t> </w:t>
      </w:r>
      <w:r w:rsidRPr="00A9231C">
        <w:t xml:space="preserve">39a až </w:t>
      </w:r>
      <w:r>
        <w:t xml:space="preserve">§ </w:t>
      </w:r>
      <w:r w:rsidRPr="00A9231C">
        <w:t>39l a § 39p</w:t>
      </w:r>
      <w:r>
        <w:t>.</w:t>
      </w:r>
      <w:r w:rsidRPr="00E878AC">
        <w:t xml:space="preserve"> Údaje označené jako předmět obchodního tajemství Ústav </w:t>
      </w:r>
      <w:r>
        <w:t>neposkytne ani jinak nezveřejní.“.</w:t>
      </w:r>
    </w:p>
    <w:p w:rsidR="000C6893" w:rsidRDefault="000C6893"/>
    <w:p w:rsidR="003477DC" w:rsidRDefault="003477DC"/>
    <w:p w:rsidR="00870B20" w:rsidRDefault="00870B20"/>
    <w:p w:rsidR="000C6893" w:rsidRDefault="009B08D8" w:rsidP="009B08D8">
      <w:pPr>
        <w:pStyle w:val="PNposlanec"/>
      </w:pPr>
      <w:r>
        <w:t>Poslankyně Hana Aulická Jírovcová</w:t>
      </w:r>
    </w:p>
    <w:p w:rsidR="000C6893" w:rsidRDefault="009B08D8">
      <w:pPr>
        <w:rPr>
          <w:i/>
        </w:rPr>
      </w:pPr>
      <w:r w:rsidRPr="009B08D8">
        <w:rPr>
          <w:i/>
        </w:rPr>
        <w:t xml:space="preserve">SD 1306 </w:t>
      </w:r>
    </w:p>
    <w:p w:rsidR="005F123E" w:rsidRPr="009B08D8" w:rsidRDefault="005F123E">
      <w:pPr>
        <w:rPr>
          <w:i/>
        </w:rPr>
      </w:pPr>
    </w:p>
    <w:p w:rsidR="002A2FB0" w:rsidRDefault="002A2FB0" w:rsidP="009B08D8">
      <w:pPr>
        <w:rPr>
          <w:rFonts w:cs="Times New Roman"/>
          <w:b/>
          <w:sz w:val="22"/>
          <w:szCs w:val="22"/>
        </w:rPr>
      </w:pPr>
      <w:r w:rsidRPr="002A2FB0">
        <w:rPr>
          <w:rFonts w:cs="Times New Roman"/>
          <w:b/>
          <w:sz w:val="22"/>
          <w:szCs w:val="22"/>
        </w:rPr>
        <w:t>D</w:t>
      </w:r>
      <w:r w:rsidR="009B08D8" w:rsidRPr="002A2FB0">
        <w:rPr>
          <w:rFonts w:cs="Times New Roman"/>
          <w:b/>
          <w:sz w:val="22"/>
          <w:szCs w:val="22"/>
        </w:rPr>
        <w:t>1.</w:t>
      </w:r>
    </w:p>
    <w:p w:rsidR="009B08D8" w:rsidRPr="002A2FB0" w:rsidRDefault="002A2FB0" w:rsidP="009B08D8">
      <w:pPr>
        <w:rPr>
          <w:rFonts w:cs="Times New Roman"/>
          <w:sz w:val="22"/>
          <w:szCs w:val="22"/>
        </w:rPr>
      </w:pPr>
      <w:r w:rsidRPr="002A2FB0">
        <w:rPr>
          <w:rFonts w:cs="Times New Roman"/>
          <w:b/>
          <w:sz w:val="22"/>
          <w:szCs w:val="22"/>
        </w:rPr>
        <w:t>1.</w:t>
      </w:r>
      <w:r>
        <w:rPr>
          <w:rFonts w:cs="Times New Roman"/>
          <w:sz w:val="22"/>
          <w:szCs w:val="22"/>
        </w:rPr>
        <w:t xml:space="preserve"> </w:t>
      </w:r>
      <w:r w:rsidR="009B08D8" w:rsidRPr="005F123E">
        <w:rPr>
          <w:rFonts w:cs="Times New Roman"/>
        </w:rPr>
        <w:t>V čl. I se bod 13 návrhu zákona upravuje tak, že v Příloze č. 3 k zákonu č. 48/1997 Sb., oddílu C, tabulce č. 1, řádek označený číselným kódem 05.03.04 zní: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2835"/>
        <w:gridCol w:w="1116"/>
        <w:gridCol w:w="1154"/>
        <w:gridCol w:w="992"/>
        <w:gridCol w:w="992"/>
        <w:gridCol w:w="1276"/>
        <w:gridCol w:w="992"/>
        <w:gridCol w:w="993"/>
      </w:tblGrid>
      <w:tr w:rsidR="005F123E" w:rsidRPr="002A2FB0" w:rsidTr="005F123E">
        <w:trPr>
          <w:trHeight w:val="260"/>
        </w:trPr>
        <w:tc>
          <w:tcPr>
            <w:tcW w:w="707" w:type="dxa"/>
            <w:shd w:val="clear" w:color="000000" w:fill="FFFFFF"/>
            <w:hideMark/>
          </w:tcPr>
          <w:p w:rsidR="005F123E" w:rsidRPr="002A2FB0" w:rsidRDefault="005F123E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05.03.04</w:t>
            </w:r>
          </w:p>
        </w:tc>
        <w:tc>
          <w:tcPr>
            <w:tcW w:w="2835" w:type="dxa"/>
            <w:shd w:val="clear" w:color="000000" w:fill="FFFFFF"/>
            <w:hideMark/>
          </w:tcPr>
          <w:p w:rsidR="005F123E" w:rsidRPr="002A2FB0" w:rsidRDefault="005F123E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ZP pro subkutánní a intravenózní aplikaci léčiva</w:t>
            </w:r>
          </w:p>
        </w:tc>
        <w:tc>
          <w:tcPr>
            <w:tcW w:w="1116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1154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5F123E" w:rsidRPr="002A2FB0" w:rsidRDefault="005F123E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 </w:t>
            </w:r>
          </w:p>
        </w:tc>
      </w:tr>
    </w:tbl>
    <w:p w:rsidR="009B08D8" w:rsidRPr="002A2FB0" w:rsidRDefault="009B08D8" w:rsidP="009B08D8">
      <w:pPr>
        <w:rPr>
          <w:rFonts w:cs="Times New Roman"/>
          <w:sz w:val="22"/>
          <w:szCs w:val="22"/>
        </w:rPr>
      </w:pPr>
    </w:p>
    <w:p w:rsidR="005F123E" w:rsidRDefault="005F123E">
      <w:pPr>
        <w:widowControl/>
        <w:suppressAutoHyphens w:val="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br w:type="page"/>
      </w:r>
    </w:p>
    <w:p w:rsidR="009B08D8" w:rsidRPr="005F123E" w:rsidRDefault="009B08D8" w:rsidP="009B08D8">
      <w:pPr>
        <w:rPr>
          <w:rFonts w:cs="Times New Roman"/>
        </w:rPr>
      </w:pPr>
      <w:r w:rsidRPr="005F123E">
        <w:rPr>
          <w:rFonts w:cs="Times New Roman"/>
          <w:b/>
        </w:rPr>
        <w:lastRenderedPageBreak/>
        <w:t>2.</w:t>
      </w:r>
      <w:r w:rsidRPr="005F123E">
        <w:rPr>
          <w:rFonts w:cs="Times New Roman"/>
        </w:rPr>
        <w:t xml:space="preserve"> V čl. I se bod 13 návrhu zákona upravuje tak, že v Příloze č. 3 k zákonu č. 48/1997 Sb., oddílu C, tabulce č. 1, se za řádek označený číselným kódem 05.03.04.01 vkládá řádek označený číselným kódem 05.03.04.02, který zní: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2122"/>
        <w:gridCol w:w="1985"/>
        <w:gridCol w:w="1276"/>
        <w:gridCol w:w="1134"/>
        <w:gridCol w:w="992"/>
        <w:gridCol w:w="850"/>
        <w:gridCol w:w="851"/>
      </w:tblGrid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  <w:hideMark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05.03.04.02</w:t>
            </w:r>
          </w:p>
        </w:tc>
        <w:tc>
          <w:tcPr>
            <w:tcW w:w="2122" w:type="dxa"/>
            <w:shd w:val="clear" w:color="000000" w:fill="FFFFFF"/>
            <w:hideMark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infuzní pumpy pro kontinuální intravenózní podávání léčiva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 xml:space="preserve">kontinuální podávání infúze; rychlost průtoku 1 až 3.000 ml denně; programování v ml 24 hod. denně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KAR; po schválení revizním lékařem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plicní arteriální hypertenze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2 ks / 2 roky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ano</w:t>
            </w:r>
          </w:p>
        </w:tc>
      </w:tr>
    </w:tbl>
    <w:p w:rsidR="009B08D8" w:rsidRPr="002A2FB0" w:rsidRDefault="009B08D8" w:rsidP="009B08D8">
      <w:pPr>
        <w:jc w:val="both"/>
        <w:rPr>
          <w:rFonts w:cs="Times New Roman"/>
          <w:bCs/>
          <w:sz w:val="22"/>
          <w:szCs w:val="22"/>
        </w:rPr>
      </w:pPr>
    </w:p>
    <w:p w:rsidR="009B08D8" w:rsidRPr="005F123E" w:rsidRDefault="002A2FB0" w:rsidP="009B08D8">
      <w:pPr>
        <w:rPr>
          <w:rFonts w:cs="Times New Roman"/>
        </w:rPr>
      </w:pPr>
      <w:r w:rsidRPr="005F123E">
        <w:rPr>
          <w:rFonts w:cs="Times New Roman"/>
          <w:b/>
        </w:rPr>
        <w:t>D</w:t>
      </w:r>
      <w:r w:rsidR="005F123E">
        <w:rPr>
          <w:rFonts w:cs="Times New Roman"/>
          <w:b/>
        </w:rPr>
        <w:t>2</w:t>
      </w:r>
      <w:r w:rsidR="009B08D8" w:rsidRPr="005F123E">
        <w:rPr>
          <w:rFonts w:cs="Times New Roman"/>
          <w:b/>
        </w:rPr>
        <w:t>.</w:t>
      </w:r>
      <w:r w:rsidR="009B08D8" w:rsidRPr="005F123E">
        <w:rPr>
          <w:rFonts w:cs="Times New Roman"/>
        </w:rPr>
        <w:t xml:space="preserve"> V čl. I se bod 13 návrhu zákona upravuje tak, že v Příloze č. 3 k zákonu č. 48/1997 Sb., oddílu C, tabulce č. 1, se za řádek označený číselným kódem 05.03.05.07 vkládají řádky označené číselnými kódy 05.03.05.08 a</w:t>
      </w:r>
      <w:r w:rsidR="00870B20">
        <w:rPr>
          <w:rFonts w:cs="Times New Roman"/>
        </w:rPr>
        <w:t>ž</w:t>
      </w:r>
      <w:r w:rsidR="009B08D8" w:rsidRPr="005F123E">
        <w:rPr>
          <w:rFonts w:cs="Times New Roman"/>
        </w:rPr>
        <w:t xml:space="preserve"> 05.03.05.</w:t>
      </w:r>
      <w:r w:rsidR="00870B20">
        <w:rPr>
          <w:rFonts w:cs="Times New Roman"/>
        </w:rPr>
        <w:t>12</w:t>
      </w:r>
      <w:r w:rsidR="009B08D8" w:rsidRPr="005F123E">
        <w:rPr>
          <w:rFonts w:cs="Times New Roman"/>
        </w:rPr>
        <w:t>, které znějí: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2835"/>
        <w:gridCol w:w="1272"/>
        <w:gridCol w:w="992"/>
        <w:gridCol w:w="1418"/>
        <w:gridCol w:w="992"/>
        <w:gridCol w:w="850"/>
        <w:gridCol w:w="851"/>
      </w:tblGrid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  <w:hideMark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05.03.05.08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zásobníky k infuzním pumpám pro kontinuální intravenózní podávání léčiva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 xml:space="preserve">objem 50 nebo 100 ml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plicní arteriální hypertenze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40 ks / 1 měsíc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ne</w:t>
            </w:r>
          </w:p>
        </w:tc>
      </w:tr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05.03.05.09</w:t>
            </w:r>
          </w:p>
        </w:tc>
        <w:tc>
          <w:tcPr>
            <w:tcW w:w="2835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infuzní linky k infuzním pumpám pro kontinuální intravenózní podávání léčiva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 xml:space="preserve">infuzní linky s nesavou chlopní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plicní arteriální hypertenze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20 ks / 1 měsíc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ne</w:t>
            </w:r>
          </w:p>
        </w:tc>
      </w:tr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05.03.05.10</w:t>
            </w:r>
          </w:p>
        </w:tc>
        <w:tc>
          <w:tcPr>
            <w:tcW w:w="2835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jehla injekční pro přípravu infuzního roztoku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1,2 x 40 mm nebo 0,9 x  40 mm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 xml:space="preserve">plicní arteriální hypertenze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80 ks / 1 měsíc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ne</w:t>
            </w:r>
          </w:p>
        </w:tc>
      </w:tr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05.03.05.11</w:t>
            </w:r>
          </w:p>
        </w:tc>
        <w:tc>
          <w:tcPr>
            <w:tcW w:w="2835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stříkačka injekční dvoudílná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5 ml nebo 10 ml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plicní arteriální hypertenze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40 ks / 1 měsíc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ne</w:t>
            </w:r>
          </w:p>
        </w:tc>
      </w:tr>
      <w:tr w:rsidR="00C9195B" w:rsidRPr="002A2FB0" w:rsidTr="003477DC">
        <w:trPr>
          <w:trHeight w:val="520"/>
        </w:trPr>
        <w:tc>
          <w:tcPr>
            <w:tcW w:w="713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05.03.05.12</w:t>
            </w:r>
          </w:p>
        </w:tc>
        <w:tc>
          <w:tcPr>
            <w:tcW w:w="2835" w:type="dxa"/>
            <w:shd w:val="clear" w:color="000000" w:fill="FFFFFF"/>
          </w:tcPr>
          <w:p w:rsidR="009B08D8" w:rsidRPr="002A2FB0" w:rsidRDefault="009B08D8" w:rsidP="001C5875">
            <w:pPr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stříkačka injekční dvoudílná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50 ml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KAR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plicní arteriální hypertenze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40 ks / 1 měsíc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100 %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B08D8" w:rsidRPr="002A2FB0" w:rsidRDefault="009B08D8" w:rsidP="001C587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A2FB0">
              <w:rPr>
                <w:rFonts w:cs="Times New Roman"/>
                <w:sz w:val="22"/>
                <w:szCs w:val="22"/>
              </w:rPr>
              <w:t>ne</w:t>
            </w:r>
          </w:p>
        </w:tc>
      </w:tr>
    </w:tbl>
    <w:p w:rsidR="009B08D8" w:rsidRPr="00FE2446" w:rsidRDefault="009B08D8" w:rsidP="009B08D8">
      <w:pPr>
        <w:jc w:val="both"/>
        <w:rPr>
          <w:rFonts w:cs="Times New Roman"/>
          <w:bCs/>
          <w:sz w:val="22"/>
          <w:szCs w:val="22"/>
        </w:rPr>
      </w:pPr>
    </w:p>
    <w:p w:rsidR="002E1F99" w:rsidRDefault="002E1F99" w:rsidP="00C65471">
      <w:pPr>
        <w:rPr>
          <w:i/>
        </w:rPr>
      </w:pPr>
    </w:p>
    <w:p w:rsidR="00C65471" w:rsidRDefault="00C65471" w:rsidP="00C65471">
      <w:pPr>
        <w:rPr>
          <w:i/>
        </w:rPr>
      </w:pPr>
      <w:r w:rsidRPr="00C65471">
        <w:rPr>
          <w:i/>
        </w:rPr>
        <w:t>SD 1307</w:t>
      </w:r>
    </w:p>
    <w:p w:rsidR="00870B20" w:rsidRPr="00C65471" w:rsidRDefault="00870B20" w:rsidP="00C65471">
      <w:pPr>
        <w:rPr>
          <w:i/>
        </w:rPr>
      </w:pPr>
    </w:p>
    <w:p w:rsidR="000C6893" w:rsidRPr="00870B20" w:rsidRDefault="00870B20">
      <w:pPr>
        <w:rPr>
          <w:b/>
          <w:u w:val="single"/>
        </w:rPr>
      </w:pPr>
      <w:r w:rsidRPr="00870B20">
        <w:rPr>
          <w:b/>
          <w:u w:val="single"/>
        </w:rPr>
        <w:t>K čl. I</w:t>
      </w:r>
    </w:p>
    <w:p w:rsidR="00870B20" w:rsidRDefault="00870B20"/>
    <w:p w:rsidR="00C65471" w:rsidRPr="00870B20" w:rsidRDefault="002A2FB0" w:rsidP="00870B20">
      <w:r w:rsidRPr="002A2FB0">
        <w:rPr>
          <w:b/>
        </w:rPr>
        <w:t>D</w:t>
      </w:r>
      <w:r w:rsidR="00870B20">
        <w:rPr>
          <w:b/>
        </w:rPr>
        <w:t>3</w:t>
      </w:r>
      <w:r w:rsidRPr="002A2FB0">
        <w:rPr>
          <w:b/>
        </w:rPr>
        <w:t>.</w:t>
      </w:r>
      <w:r>
        <w:t xml:space="preserve"> </w:t>
      </w:r>
      <w:r w:rsidR="00870B20">
        <w:t>V bodu 9</w:t>
      </w:r>
      <w:r w:rsidR="00C65471" w:rsidRPr="00870B20">
        <w:t xml:space="preserve"> § 39r odst. 5 písm</w:t>
      </w:r>
      <w:r w:rsidR="00870B20">
        <w:t>eno</w:t>
      </w:r>
      <w:r w:rsidR="00C65471" w:rsidRPr="00870B20">
        <w:t xml:space="preserve"> j) zní:</w:t>
      </w:r>
    </w:p>
    <w:p w:rsidR="00C65471" w:rsidRPr="00B647D9" w:rsidRDefault="00C65471" w:rsidP="001A1A11">
      <w:pPr>
        <w:pStyle w:val="Odstavecseseznamem"/>
        <w:spacing w:before="120"/>
        <w:ind w:left="425" w:hanging="425"/>
        <w:contextualSpacing w:val="0"/>
        <w:jc w:val="both"/>
        <w:rPr>
          <w:strike/>
          <w:szCs w:val="24"/>
        </w:rPr>
      </w:pPr>
      <w:r w:rsidRPr="00B647D9">
        <w:rPr>
          <w:szCs w:val="24"/>
        </w:rPr>
        <w:t>„j) písemný souhlas Ministerstva zdravotnictví s úhradou ohlašovaného zdravotnického prostředku, pokud ohlašovatel v ohlášení uvede jako úhradovou skupinu „Nekategorizované zdravotnické prostředky“ s úhradovým limitem 50 %,</w:t>
      </w:r>
      <w:r w:rsidR="00B647D9">
        <w:rPr>
          <w:szCs w:val="24"/>
        </w:rPr>
        <w:t>“.</w:t>
      </w:r>
      <w:r w:rsidRPr="00B647D9">
        <w:rPr>
          <w:szCs w:val="24"/>
        </w:rPr>
        <w:t xml:space="preserve"> </w:t>
      </w:r>
    </w:p>
    <w:p w:rsidR="00C65471" w:rsidRPr="00EB396B" w:rsidRDefault="00C65471" w:rsidP="00B647D9">
      <w:pPr>
        <w:pStyle w:val="Odstavecseseznamem"/>
        <w:ind w:left="426" w:hanging="426"/>
        <w:rPr>
          <w:szCs w:val="24"/>
        </w:rPr>
      </w:pPr>
    </w:p>
    <w:p w:rsidR="00C65471" w:rsidRPr="00870B20" w:rsidRDefault="00870B20" w:rsidP="00870B20">
      <w:pPr>
        <w:jc w:val="both"/>
      </w:pPr>
      <w:r w:rsidRPr="00870B20">
        <w:rPr>
          <w:b/>
        </w:rPr>
        <w:t>D4.</w:t>
      </w:r>
      <w:r w:rsidR="0067411B">
        <w:rPr>
          <w:b/>
        </w:rPr>
        <w:t xml:space="preserve"> </w:t>
      </w:r>
      <w:r w:rsidR="00C65471" w:rsidRPr="00870B20">
        <w:t xml:space="preserve">V </w:t>
      </w:r>
      <w:r>
        <w:t xml:space="preserve">bodu 9 </w:t>
      </w:r>
      <w:r w:rsidR="00C65471" w:rsidRPr="00870B20">
        <w:t>§ 39r odst</w:t>
      </w:r>
      <w:r w:rsidR="0067411B">
        <w:t>.</w:t>
      </w:r>
      <w:r w:rsidR="00C65471" w:rsidRPr="00870B20">
        <w:t xml:space="preserve"> 5 se za písmeno j) vkládá nové písmeno k), které zní:</w:t>
      </w:r>
    </w:p>
    <w:p w:rsidR="00C65471" w:rsidRPr="00B647D9" w:rsidRDefault="00B647D9" w:rsidP="001A1A11">
      <w:pPr>
        <w:pStyle w:val="Odstavecseseznamem"/>
        <w:spacing w:before="120"/>
        <w:ind w:left="425" w:hanging="425"/>
        <w:contextualSpacing w:val="0"/>
        <w:jc w:val="both"/>
        <w:rPr>
          <w:szCs w:val="24"/>
        </w:rPr>
      </w:pPr>
      <w:r>
        <w:rPr>
          <w:szCs w:val="24"/>
        </w:rPr>
        <w:t>„</w:t>
      </w:r>
      <w:r w:rsidR="00C65471" w:rsidRPr="00B647D9">
        <w:rPr>
          <w:szCs w:val="24"/>
        </w:rPr>
        <w:t>k) smlouvu o sdílení rizik uzavřenou mezi všemi zdravotními pojišťovnami a ohlašovatelem, vztahující se na všechny dodávky v ní uvedeného zdravotnického prostředku na trh v České republice, pokud ohlašovatel v ohlášení uvede jako úhradovou skupinu „Nekategorizované zdravotnické prostředky“ s úhradovým limitem 100 %; povinnou součástí smlouvy o sdílení rizik je analýza dopadu do rozpočtu, stanovení ročního nákladového stropu pro takový zdravotnický prostředek a rozdělení rizik mezi zdravotní pojišťovny a ohlašovatele pro případ jeho překročení; a“</w:t>
      </w:r>
      <w:r>
        <w:rPr>
          <w:szCs w:val="24"/>
        </w:rPr>
        <w:t>.</w:t>
      </w:r>
    </w:p>
    <w:p w:rsidR="00C65471" w:rsidRPr="00EB396B" w:rsidRDefault="00C65471" w:rsidP="001A1A11">
      <w:pPr>
        <w:pStyle w:val="Odstavecseseznamem"/>
        <w:spacing w:before="120"/>
        <w:ind w:left="425" w:hanging="425"/>
        <w:contextualSpacing w:val="0"/>
        <w:rPr>
          <w:szCs w:val="24"/>
        </w:rPr>
      </w:pPr>
      <w:r w:rsidRPr="00EB396B">
        <w:rPr>
          <w:szCs w:val="24"/>
        </w:rPr>
        <w:t>Dosavadní písmeno k) se označuje jako písmeno l).</w:t>
      </w:r>
    </w:p>
    <w:p w:rsidR="00C65471" w:rsidRPr="00EB396B" w:rsidRDefault="00C65471" w:rsidP="00B647D9">
      <w:pPr>
        <w:ind w:left="426" w:hanging="426"/>
      </w:pPr>
    </w:p>
    <w:p w:rsidR="00B647D9" w:rsidRPr="0067411B" w:rsidRDefault="0067411B" w:rsidP="0067411B">
      <w:pPr>
        <w:jc w:val="both"/>
      </w:pPr>
      <w:r w:rsidRPr="0067411B">
        <w:rPr>
          <w:b/>
        </w:rPr>
        <w:t>D5.</w:t>
      </w:r>
      <w:r>
        <w:t xml:space="preserve"> </w:t>
      </w:r>
      <w:r w:rsidR="00C65471" w:rsidRPr="0067411B">
        <w:t>V</w:t>
      </w:r>
      <w:r>
        <w:t xml:space="preserve"> bodu 9 </w:t>
      </w:r>
      <w:r w:rsidR="00C65471" w:rsidRPr="0067411B">
        <w:t>§ 39s odst</w:t>
      </w:r>
      <w:r>
        <w:t>.</w:t>
      </w:r>
      <w:r w:rsidR="00C65471" w:rsidRPr="0067411B">
        <w:t xml:space="preserve"> 4 se </w:t>
      </w:r>
      <w:r>
        <w:t xml:space="preserve">za písmeno b) </w:t>
      </w:r>
      <w:r w:rsidR="00C65471" w:rsidRPr="0067411B">
        <w:t xml:space="preserve">vkládá písmeno c), které zní: </w:t>
      </w:r>
    </w:p>
    <w:p w:rsidR="00C65471" w:rsidRPr="00B647D9" w:rsidRDefault="00C65471" w:rsidP="001A1A11">
      <w:pPr>
        <w:pStyle w:val="Odstavecseseznamem"/>
        <w:spacing w:before="120"/>
        <w:ind w:left="425" w:hanging="425"/>
        <w:contextualSpacing w:val="0"/>
        <w:jc w:val="both"/>
        <w:rPr>
          <w:szCs w:val="24"/>
        </w:rPr>
      </w:pPr>
      <w:r w:rsidRPr="00B647D9">
        <w:rPr>
          <w:szCs w:val="24"/>
        </w:rPr>
        <w:t>„c) uplyne platnost smlouvy o sdílení rizik podle § 39r odst. 5,“</w:t>
      </w:r>
      <w:r w:rsidR="00B647D9">
        <w:rPr>
          <w:szCs w:val="24"/>
        </w:rPr>
        <w:t>.</w:t>
      </w:r>
    </w:p>
    <w:p w:rsidR="00C65471" w:rsidRPr="00EB396B" w:rsidRDefault="00C65471" w:rsidP="001A1A11">
      <w:pPr>
        <w:pStyle w:val="Odstavecseseznamem"/>
        <w:spacing w:before="120"/>
        <w:ind w:left="425" w:hanging="425"/>
        <w:contextualSpacing w:val="0"/>
        <w:rPr>
          <w:szCs w:val="24"/>
        </w:rPr>
      </w:pPr>
      <w:r w:rsidRPr="00EB396B">
        <w:rPr>
          <w:szCs w:val="24"/>
        </w:rPr>
        <w:lastRenderedPageBreak/>
        <w:t>Dosavadní písmena c) až f) se označují jako písmena d) až g).</w:t>
      </w:r>
    </w:p>
    <w:p w:rsidR="00C65471" w:rsidRPr="00EB396B" w:rsidRDefault="00C65471" w:rsidP="00B647D9"/>
    <w:p w:rsidR="00C65471" w:rsidRDefault="002A2FB0" w:rsidP="0067411B">
      <w:r w:rsidRPr="002A2FB0">
        <w:rPr>
          <w:b/>
        </w:rPr>
        <w:t>D</w:t>
      </w:r>
      <w:r w:rsidR="0067411B">
        <w:rPr>
          <w:b/>
        </w:rPr>
        <w:t>6</w:t>
      </w:r>
      <w:r w:rsidRPr="002A2FB0">
        <w:rPr>
          <w:b/>
        </w:rPr>
        <w:t>.</w:t>
      </w:r>
      <w:r>
        <w:t xml:space="preserve"> </w:t>
      </w:r>
      <w:r w:rsidR="0067411B">
        <w:t>K bodu 13 v</w:t>
      </w:r>
      <w:r w:rsidR="00C65471" w:rsidRPr="00EB396B">
        <w:t xml:space="preserve"> příloze č. 3 k zákonu č. 48/1997 Sb., Oddíl C, tabulka 1, </w:t>
      </w:r>
      <w:r w:rsidR="00C65471">
        <w:t>řádek označený Číselným kódem</w:t>
      </w:r>
      <w:r w:rsidR="00C65471" w:rsidRPr="00EB396B">
        <w:t xml:space="preserve"> 11</w:t>
      </w:r>
      <w:r w:rsidR="00C65471">
        <w:t xml:space="preserve"> (</w:t>
      </w:r>
      <w:r w:rsidR="00C65471" w:rsidRPr="00536455">
        <w:t>nekategorizované zdravotnické prostředky</w:t>
      </w:r>
      <w:r w:rsidR="00C65471">
        <w:t>)</w:t>
      </w:r>
      <w:r w:rsidR="00C65471" w:rsidRPr="00EB396B">
        <w:t xml:space="preserve"> zní:</w:t>
      </w:r>
    </w:p>
    <w:p w:rsidR="00C65471" w:rsidRDefault="00C65471" w:rsidP="00C65471">
      <w:pPr>
        <w:pStyle w:val="Odstavecseseznamem"/>
        <w:spacing w:line="336" w:lineRule="auto"/>
        <w:ind w:left="1068"/>
        <w:rPr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500"/>
        <w:gridCol w:w="1343"/>
        <w:gridCol w:w="1276"/>
        <w:gridCol w:w="1276"/>
        <w:gridCol w:w="2693"/>
        <w:gridCol w:w="567"/>
      </w:tblGrid>
      <w:tr w:rsidR="00C65471" w:rsidRPr="00C14361" w:rsidTr="00B647D9">
        <w:trPr>
          <w:trHeight w:val="520"/>
        </w:trPr>
        <w:tc>
          <w:tcPr>
            <w:tcW w:w="425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bCs/>
                <w:sz w:val="18"/>
                <w:szCs w:val="18"/>
              </w:rPr>
            </w:pPr>
            <w:r w:rsidRPr="001913B6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ind w:right="-66"/>
              <w:rPr>
                <w:bCs/>
                <w:sz w:val="18"/>
                <w:szCs w:val="18"/>
              </w:rPr>
            </w:pPr>
            <w:r w:rsidRPr="001913B6">
              <w:rPr>
                <w:bCs/>
                <w:sz w:val="18"/>
                <w:szCs w:val="18"/>
              </w:rPr>
              <w:t>nekategorizované zdravotnické prostředky</w:t>
            </w:r>
          </w:p>
        </w:tc>
        <w:tc>
          <w:tcPr>
            <w:tcW w:w="500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 w:rsidRPr="001913B6">
              <w:rPr>
                <w:sz w:val="18"/>
                <w:szCs w:val="18"/>
              </w:rPr>
              <w:t>-</w:t>
            </w:r>
          </w:p>
        </w:tc>
        <w:tc>
          <w:tcPr>
            <w:tcW w:w="1343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dle písemného souhlasu ve smyslu</w:t>
            </w:r>
            <w:r w:rsidRPr="001913B6">
              <w:rPr>
                <w:sz w:val="18"/>
                <w:szCs w:val="18"/>
              </w:rPr>
              <w:t xml:space="preserve"> §</w:t>
            </w:r>
            <w:r>
              <w:rPr>
                <w:sz w:val="18"/>
                <w:szCs w:val="18"/>
              </w:rPr>
              <w:t> </w:t>
            </w:r>
            <w:r w:rsidRPr="001913B6">
              <w:rPr>
                <w:sz w:val="18"/>
                <w:szCs w:val="18"/>
              </w:rPr>
              <w:t>39r odst. 5</w:t>
            </w:r>
            <w:r>
              <w:rPr>
                <w:sz w:val="18"/>
                <w:szCs w:val="18"/>
              </w:rPr>
              <w:t xml:space="preserve"> písm.</w:t>
            </w:r>
            <w:r w:rsidRPr="001913B6">
              <w:rPr>
                <w:sz w:val="18"/>
                <w:szCs w:val="18"/>
              </w:rPr>
              <w:t xml:space="preserve"> j)</w:t>
            </w:r>
            <w:r>
              <w:rPr>
                <w:sz w:val="18"/>
                <w:szCs w:val="18"/>
              </w:rPr>
              <w:t>, anebo dle smlouvy o sdílení rizik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dle písemného souhlasu ve smyslu</w:t>
            </w:r>
            <w:r w:rsidRPr="001913B6">
              <w:rPr>
                <w:sz w:val="18"/>
                <w:szCs w:val="18"/>
              </w:rPr>
              <w:t xml:space="preserve"> §</w:t>
            </w:r>
            <w:r>
              <w:rPr>
                <w:sz w:val="18"/>
                <w:szCs w:val="18"/>
              </w:rPr>
              <w:t> </w:t>
            </w:r>
            <w:r w:rsidRPr="001913B6">
              <w:rPr>
                <w:sz w:val="18"/>
                <w:szCs w:val="18"/>
              </w:rPr>
              <w:t>39r odst. 5</w:t>
            </w:r>
            <w:r>
              <w:rPr>
                <w:sz w:val="18"/>
                <w:szCs w:val="18"/>
              </w:rPr>
              <w:t xml:space="preserve"> písm.</w:t>
            </w:r>
            <w:r w:rsidRPr="001913B6">
              <w:rPr>
                <w:sz w:val="18"/>
                <w:szCs w:val="18"/>
              </w:rPr>
              <w:t xml:space="preserve"> j)</w:t>
            </w:r>
            <w:r>
              <w:rPr>
                <w:sz w:val="18"/>
                <w:szCs w:val="18"/>
              </w:rPr>
              <w:t>, anebo dle smlouvy o sdílení rizik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dle písemného souhlasu ve smyslu</w:t>
            </w:r>
            <w:r w:rsidRPr="001913B6">
              <w:rPr>
                <w:sz w:val="18"/>
                <w:szCs w:val="18"/>
              </w:rPr>
              <w:t xml:space="preserve"> §</w:t>
            </w:r>
            <w:r>
              <w:rPr>
                <w:sz w:val="18"/>
                <w:szCs w:val="18"/>
              </w:rPr>
              <w:t> </w:t>
            </w:r>
            <w:r w:rsidRPr="001913B6">
              <w:rPr>
                <w:sz w:val="18"/>
                <w:szCs w:val="18"/>
              </w:rPr>
              <w:t>39r odst. 5</w:t>
            </w:r>
            <w:r>
              <w:rPr>
                <w:sz w:val="18"/>
                <w:szCs w:val="18"/>
              </w:rPr>
              <w:t xml:space="preserve"> písm.</w:t>
            </w:r>
            <w:r w:rsidRPr="001913B6">
              <w:rPr>
                <w:sz w:val="18"/>
                <w:szCs w:val="18"/>
              </w:rPr>
              <w:t xml:space="preserve"> j)</w:t>
            </w:r>
            <w:r>
              <w:rPr>
                <w:sz w:val="18"/>
                <w:szCs w:val="18"/>
              </w:rPr>
              <w:t>, anebo dle smlouvy o sdílení rizik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sz w:val="18"/>
                <w:szCs w:val="18"/>
              </w:rPr>
            </w:pPr>
            <w:r w:rsidRPr="001913B6">
              <w:rPr>
                <w:sz w:val="18"/>
                <w:szCs w:val="18"/>
              </w:rPr>
              <w:t>50 % s písemným souhlasem ve smyslu § 39r odst. 5</w:t>
            </w:r>
            <w:r>
              <w:rPr>
                <w:sz w:val="18"/>
                <w:szCs w:val="18"/>
              </w:rPr>
              <w:t xml:space="preserve"> písm.</w:t>
            </w:r>
            <w:r w:rsidRPr="001913B6">
              <w:rPr>
                <w:sz w:val="18"/>
                <w:szCs w:val="18"/>
              </w:rPr>
              <w:t xml:space="preserve"> j)</w:t>
            </w:r>
          </w:p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 w:rsidRPr="001913B6">
              <w:rPr>
                <w:sz w:val="18"/>
                <w:szCs w:val="18"/>
              </w:rPr>
              <w:t>100 % v případě uzavření smlouvy o sdílení rizik ve smyslu § 39r odst. 5</w:t>
            </w:r>
            <w:r>
              <w:rPr>
                <w:sz w:val="18"/>
                <w:szCs w:val="18"/>
              </w:rPr>
              <w:t xml:space="preserve"> písm.</w:t>
            </w:r>
            <w:r w:rsidRPr="001913B6">
              <w:rPr>
                <w:sz w:val="18"/>
                <w:szCs w:val="18"/>
              </w:rPr>
              <w:t xml:space="preserve"> k)</w:t>
            </w:r>
            <w:r w:rsidRPr="001913B6">
              <w:t xml:space="preserve">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65471" w:rsidRPr="001913B6" w:rsidRDefault="00C65471" w:rsidP="001C5875">
            <w:pPr>
              <w:jc w:val="center"/>
              <w:rPr>
                <w:sz w:val="18"/>
                <w:szCs w:val="18"/>
              </w:rPr>
            </w:pPr>
            <w:r w:rsidRPr="001913B6">
              <w:rPr>
                <w:sz w:val="18"/>
                <w:szCs w:val="18"/>
              </w:rPr>
              <w:t>ne</w:t>
            </w:r>
          </w:p>
        </w:tc>
      </w:tr>
    </w:tbl>
    <w:p w:rsidR="000C6893" w:rsidRDefault="000C6893"/>
    <w:p w:rsidR="000C6893" w:rsidRDefault="000C6893"/>
    <w:p w:rsidR="0067411B" w:rsidRDefault="0067411B"/>
    <w:p w:rsidR="000C6893" w:rsidRDefault="001A1A11" w:rsidP="001A1A11">
      <w:pPr>
        <w:pStyle w:val="PNposlanec"/>
      </w:pPr>
      <w:r>
        <w:t>Poslanec Daniel Pawlas</w:t>
      </w:r>
    </w:p>
    <w:p w:rsidR="000C6893" w:rsidRPr="001A1A11" w:rsidRDefault="001A1A11">
      <w:pPr>
        <w:rPr>
          <w:i/>
        </w:rPr>
      </w:pPr>
      <w:r w:rsidRPr="001A1A11">
        <w:rPr>
          <w:i/>
        </w:rPr>
        <w:t>SD 1251</w:t>
      </w:r>
    </w:p>
    <w:p w:rsidR="001A1A11" w:rsidRDefault="001A1A11"/>
    <w:p w:rsidR="0067411B" w:rsidRDefault="0067411B">
      <w:pPr>
        <w:rPr>
          <w:b/>
          <w:u w:val="single"/>
        </w:rPr>
      </w:pPr>
      <w:r w:rsidRPr="0067411B">
        <w:rPr>
          <w:b/>
          <w:u w:val="single"/>
        </w:rPr>
        <w:t>K čl. I</w:t>
      </w:r>
    </w:p>
    <w:p w:rsidR="0067411B" w:rsidRPr="0067411B" w:rsidRDefault="0067411B">
      <w:pPr>
        <w:rPr>
          <w:b/>
          <w:u w:val="single"/>
        </w:rPr>
      </w:pPr>
    </w:p>
    <w:p w:rsidR="001A1A11" w:rsidRPr="001A1A11" w:rsidRDefault="002A2FB0" w:rsidP="00302D72">
      <w:pPr>
        <w:jc w:val="both"/>
        <w:rPr>
          <w:rFonts w:eastAsia="Arial" w:cs="Times New Roman"/>
        </w:rPr>
      </w:pPr>
      <w:r w:rsidRPr="002A2FB0">
        <w:rPr>
          <w:rFonts w:eastAsia="Arial" w:cs="Times New Roman"/>
          <w:b/>
        </w:rPr>
        <w:t>E1.</w:t>
      </w:r>
      <w:r>
        <w:rPr>
          <w:rFonts w:eastAsia="Arial" w:cs="Times New Roman"/>
        </w:rPr>
        <w:t xml:space="preserve"> </w:t>
      </w:r>
      <w:r w:rsidR="0067411B">
        <w:rPr>
          <w:rFonts w:eastAsia="Arial" w:cs="Times New Roman"/>
        </w:rPr>
        <w:t>V</w:t>
      </w:r>
      <w:r w:rsidR="001A1A11" w:rsidRPr="001A1A11">
        <w:rPr>
          <w:rFonts w:eastAsia="Arial" w:cs="Times New Roman"/>
        </w:rPr>
        <w:t xml:space="preserve"> bod</w:t>
      </w:r>
      <w:r w:rsidR="0067411B">
        <w:rPr>
          <w:rFonts w:eastAsia="Arial" w:cs="Times New Roman"/>
        </w:rPr>
        <w:t>u</w:t>
      </w:r>
      <w:r w:rsidR="001A1A11" w:rsidRPr="001A1A11">
        <w:rPr>
          <w:rFonts w:eastAsia="Arial" w:cs="Times New Roman"/>
        </w:rPr>
        <w:t xml:space="preserve"> 13 v Příloze č. 3 k</w:t>
      </w:r>
      <w:r w:rsidR="001A1A11">
        <w:rPr>
          <w:rFonts w:eastAsia="Arial" w:cs="Times New Roman"/>
        </w:rPr>
        <w:t> </w:t>
      </w:r>
      <w:r w:rsidR="001A1A11" w:rsidRPr="001A1A11">
        <w:rPr>
          <w:rFonts w:eastAsia="Arial" w:cs="Times New Roman"/>
        </w:rPr>
        <w:t>zákonu</w:t>
      </w:r>
      <w:r w:rsidR="001A1A11">
        <w:rPr>
          <w:rFonts w:eastAsia="Arial" w:cs="Times New Roman"/>
        </w:rPr>
        <w:t xml:space="preserve"> č. </w:t>
      </w:r>
      <w:r w:rsidR="001A1A11" w:rsidRPr="001A1A11">
        <w:rPr>
          <w:rFonts w:eastAsia="Arial" w:cs="Times New Roman"/>
        </w:rPr>
        <w:t xml:space="preserve">48/1997 Sb., oddílu C, tabulce č. 1 v úhradové skupině </w:t>
      </w:r>
      <w:r w:rsidR="001A1A11" w:rsidRPr="001A1A11">
        <w:rPr>
          <w:rFonts w:eastAsia="Arial" w:cs="Times New Roman"/>
          <w:b/>
        </w:rPr>
        <w:t>02.01.01.01 (vložky, kapsy,</w:t>
      </w:r>
      <w:r w:rsidR="001A1A11" w:rsidRPr="001A1A11">
        <w:rPr>
          <w:rFonts w:eastAsia="Arial" w:cs="Times New Roman"/>
        </w:rPr>
        <w:t xml:space="preserve"> </w:t>
      </w:r>
      <w:proofErr w:type="spellStart"/>
      <w:r w:rsidR="001A1A11" w:rsidRPr="001A1A11">
        <w:rPr>
          <w:rFonts w:eastAsia="Arial" w:cs="Times New Roman"/>
          <w:b/>
        </w:rPr>
        <w:t>intravaginální</w:t>
      </w:r>
      <w:proofErr w:type="spellEnd"/>
      <w:r w:rsidR="001A1A11" w:rsidRPr="001A1A11">
        <w:rPr>
          <w:rFonts w:eastAsia="Arial" w:cs="Times New Roman"/>
          <w:b/>
        </w:rPr>
        <w:t xml:space="preserve"> tampony, vložné pleny, fixační kalhotky, plenkové kalhotky) </w:t>
      </w:r>
      <w:r w:rsidR="001A1A11" w:rsidRPr="001A1A11">
        <w:rPr>
          <w:rFonts w:eastAsia="Arial" w:cs="Times New Roman"/>
        </w:rPr>
        <w:t>se ve sloupci</w:t>
      </w:r>
      <w:r w:rsidR="001A1A11" w:rsidRPr="001A1A11">
        <w:rPr>
          <w:rFonts w:eastAsia="Arial" w:cs="Times New Roman"/>
          <w:b/>
        </w:rPr>
        <w:t xml:space="preserve"> </w:t>
      </w:r>
      <w:r w:rsidR="001A1A11" w:rsidRPr="001A1A11">
        <w:rPr>
          <w:rFonts w:eastAsia="Arial" w:cs="Times New Roman"/>
        </w:rPr>
        <w:t>Úhradový limit bez DPH nahrazuje text „inkontinence III. stupně (mimovolní únik moči nad 200 ml v průběhu 24 hodin) + smíšená inkontinence – 1.478,00 Kč / měsíc, spoluúčast 2 %</w:t>
      </w:r>
      <w:r w:rsidR="00302D72">
        <w:rPr>
          <w:rFonts w:eastAsia="Arial" w:cs="Times New Roman"/>
        </w:rPr>
        <w:t xml:space="preserve"> </w:t>
      </w:r>
      <w:r w:rsidR="001A1A11" w:rsidRPr="001A1A11">
        <w:rPr>
          <w:rFonts w:eastAsia="Arial" w:cs="Times New Roman"/>
        </w:rPr>
        <w:t>od prvního kusu“ textem „inkontinence III. stupně (mimovolní únik moči nad 200 ml v průběhu 24 hodin) + smíšená inkontinence – 1.478,00 Kč / měsíc“.</w:t>
      </w:r>
    </w:p>
    <w:p w:rsidR="001A1A11" w:rsidRPr="001A1A11" w:rsidRDefault="001A1A11" w:rsidP="001A1A11">
      <w:pPr>
        <w:spacing w:line="0" w:lineRule="atLeast"/>
        <w:rPr>
          <w:rFonts w:eastAsia="Arial" w:cs="Times New Roman"/>
          <w:b/>
        </w:rPr>
      </w:pPr>
    </w:p>
    <w:p w:rsidR="001A1A11" w:rsidRPr="001A1A11" w:rsidRDefault="001A1A11" w:rsidP="00302D72">
      <w:pPr>
        <w:rPr>
          <w:rFonts w:eastAsia="Times New Roman" w:cs="Times New Roman"/>
        </w:rPr>
      </w:pPr>
    </w:p>
    <w:p w:rsidR="001A1A11" w:rsidRPr="001A1A11" w:rsidRDefault="00E824D1" w:rsidP="00E824D1">
      <w:pPr>
        <w:widowControl/>
        <w:tabs>
          <w:tab w:val="left" w:pos="293"/>
        </w:tabs>
        <w:suppressAutoHyphens w:val="0"/>
        <w:ind w:left="5"/>
        <w:jc w:val="both"/>
        <w:rPr>
          <w:rFonts w:eastAsia="Arial" w:cs="Times New Roman"/>
        </w:rPr>
      </w:pPr>
      <w:r w:rsidRPr="00E824D1">
        <w:rPr>
          <w:rFonts w:eastAsia="Arial" w:cs="Times New Roman"/>
          <w:b/>
        </w:rPr>
        <w:t>E2.</w:t>
      </w:r>
      <w:r>
        <w:rPr>
          <w:rFonts w:eastAsia="Arial" w:cs="Times New Roman"/>
        </w:rPr>
        <w:t xml:space="preserve"> </w:t>
      </w:r>
      <w:r w:rsidR="001A1A11" w:rsidRPr="001A1A11">
        <w:rPr>
          <w:rFonts w:eastAsia="Arial" w:cs="Times New Roman"/>
        </w:rPr>
        <w:t>V bod</w:t>
      </w:r>
      <w:r w:rsidR="00140286">
        <w:rPr>
          <w:rFonts w:eastAsia="Arial" w:cs="Times New Roman"/>
        </w:rPr>
        <w:t>u</w:t>
      </w:r>
      <w:r w:rsidR="001A1A11" w:rsidRPr="001A1A11">
        <w:rPr>
          <w:rFonts w:eastAsia="Arial" w:cs="Times New Roman"/>
        </w:rPr>
        <w:t xml:space="preserve"> 13 v Příloze č. 3 k zákonu č. 48/1997 Sb., oddílu C, tabulce č. 1 v úhradové skupině </w:t>
      </w:r>
      <w:r w:rsidR="001A1A11" w:rsidRPr="001A1A11">
        <w:rPr>
          <w:rFonts w:eastAsia="Arial" w:cs="Times New Roman"/>
          <w:b/>
        </w:rPr>
        <w:t>01.02.07.10 (</w:t>
      </w:r>
      <w:proofErr w:type="spellStart"/>
      <w:r w:rsidR="001A1A11" w:rsidRPr="001A1A11">
        <w:rPr>
          <w:rFonts w:eastAsia="Arial" w:cs="Times New Roman"/>
          <w:b/>
        </w:rPr>
        <w:t>hydropolymery</w:t>
      </w:r>
      <w:proofErr w:type="spellEnd"/>
      <w:r w:rsidR="001A1A11" w:rsidRPr="001A1A11">
        <w:rPr>
          <w:rFonts w:eastAsia="Arial" w:cs="Times New Roman"/>
          <w:b/>
        </w:rPr>
        <w:t>,</w:t>
      </w:r>
      <w:r w:rsidR="001A1A11" w:rsidRPr="001A1A11">
        <w:rPr>
          <w:rFonts w:eastAsia="Arial" w:cs="Times New Roman"/>
        </w:rPr>
        <w:t xml:space="preserve"> </w:t>
      </w:r>
      <w:r w:rsidR="001A1A11" w:rsidRPr="001A1A11">
        <w:rPr>
          <w:rFonts w:eastAsia="Arial" w:cs="Times New Roman"/>
          <w:b/>
        </w:rPr>
        <w:t xml:space="preserve">polyuretany a pěny – s gelem) </w:t>
      </w:r>
      <w:r w:rsidR="001A1A11" w:rsidRPr="001A1A11">
        <w:rPr>
          <w:rFonts w:eastAsia="Arial" w:cs="Times New Roman"/>
        </w:rPr>
        <w:t>se ve sloupci Úhradový limit bez DPH nahrazuje text</w:t>
      </w:r>
      <w:r w:rsidR="001A1A11" w:rsidRPr="001A1A11">
        <w:rPr>
          <w:rFonts w:eastAsia="Arial" w:cs="Times New Roman"/>
          <w:b/>
        </w:rPr>
        <w:t xml:space="preserve"> </w:t>
      </w:r>
      <w:r w:rsidR="001A1A11" w:rsidRPr="001A1A11">
        <w:rPr>
          <w:rFonts w:eastAsia="Arial" w:cs="Times New Roman"/>
        </w:rPr>
        <w:t>„0,96 Kč / 1 cm</w:t>
      </w:r>
      <w:r w:rsidR="001A1A11" w:rsidRPr="001A1A11">
        <w:rPr>
          <w:rFonts w:eastAsia="Arial" w:cs="Times New Roman"/>
          <w:vertAlign w:val="superscript"/>
        </w:rPr>
        <w:t>2</w:t>
      </w:r>
      <w:r w:rsidR="001A1A11" w:rsidRPr="001A1A11">
        <w:rPr>
          <w:rFonts w:eastAsia="Arial" w:cs="Times New Roman"/>
        </w:rPr>
        <w:t>“ textem „1,74 Kč / 1 cm</w:t>
      </w:r>
      <w:r w:rsidR="001A1A11" w:rsidRPr="001A1A11">
        <w:rPr>
          <w:rFonts w:eastAsia="Arial" w:cs="Times New Roman"/>
          <w:vertAlign w:val="superscript"/>
        </w:rPr>
        <w:t>2</w:t>
      </w:r>
      <w:r w:rsidR="001A1A11" w:rsidRPr="001A1A11">
        <w:rPr>
          <w:rFonts w:eastAsia="Arial" w:cs="Times New Roman"/>
        </w:rPr>
        <w:t>“.</w:t>
      </w:r>
    </w:p>
    <w:p w:rsidR="001A1A11" w:rsidRPr="001A1A11" w:rsidRDefault="001A1A11" w:rsidP="00302D72">
      <w:pPr>
        <w:rPr>
          <w:rFonts w:eastAsia="Arial" w:cs="Times New Roman"/>
        </w:rPr>
      </w:pPr>
    </w:p>
    <w:p w:rsidR="001A1A11" w:rsidRPr="001A1A11" w:rsidRDefault="00E824D1" w:rsidP="00E824D1">
      <w:pPr>
        <w:widowControl/>
        <w:tabs>
          <w:tab w:val="left" w:pos="293"/>
        </w:tabs>
        <w:suppressAutoHyphens w:val="0"/>
        <w:ind w:left="5"/>
        <w:jc w:val="both"/>
        <w:rPr>
          <w:rFonts w:eastAsia="Arial" w:cs="Times New Roman"/>
        </w:rPr>
      </w:pPr>
      <w:r w:rsidRPr="00E824D1">
        <w:rPr>
          <w:rFonts w:eastAsia="Arial" w:cs="Times New Roman"/>
          <w:b/>
        </w:rPr>
        <w:t>E3.</w:t>
      </w:r>
      <w:r w:rsidR="00140286">
        <w:rPr>
          <w:rFonts w:eastAsia="Arial" w:cs="Times New Roman"/>
          <w:b/>
        </w:rPr>
        <w:t xml:space="preserve"> </w:t>
      </w:r>
      <w:r w:rsidR="001A1A11" w:rsidRPr="001A1A11">
        <w:rPr>
          <w:rFonts w:eastAsia="Arial" w:cs="Times New Roman"/>
        </w:rPr>
        <w:t>V bod</w:t>
      </w:r>
      <w:r w:rsidR="00140286">
        <w:rPr>
          <w:rFonts w:eastAsia="Arial" w:cs="Times New Roman"/>
        </w:rPr>
        <w:t>u</w:t>
      </w:r>
      <w:r w:rsidR="001A1A11" w:rsidRPr="001A1A11">
        <w:rPr>
          <w:rFonts w:eastAsia="Arial" w:cs="Times New Roman"/>
        </w:rPr>
        <w:t xml:space="preserve"> 13 v Příloze č. 3 k zákonu č. 48/1997 Sb., oddílu C, tabulce č. 1 v úhradové skupině </w:t>
      </w:r>
      <w:r w:rsidR="001A1A11" w:rsidRPr="001A1A11">
        <w:rPr>
          <w:rFonts w:eastAsia="Arial" w:cs="Times New Roman"/>
          <w:b/>
        </w:rPr>
        <w:t>01.02.07.11 (</w:t>
      </w:r>
      <w:proofErr w:type="spellStart"/>
      <w:r w:rsidR="001A1A11" w:rsidRPr="001A1A11">
        <w:rPr>
          <w:rFonts w:eastAsia="Arial" w:cs="Times New Roman"/>
          <w:b/>
        </w:rPr>
        <w:t>hydropolymery</w:t>
      </w:r>
      <w:proofErr w:type="spellEnd"/>
      <w:r w:rsidR="001A1A11" w:rsidRPr="001A1A11">
        <w:rPr>
          <w:rFonts w:eastAsia="Arial" w:cs="Times New Roman"/>
          <w:b/>
        </w:rPr>
        <w:t>,</w:t>
      </w:r>
      <w:r w:rsidR="001A1A11" w:rsidRPr="001A1A11">
        <w:rPr>
          <w:rFonts w:eastAsia="Arial" w:cs="Times New Roman"/>
        </w:rPr>
        <w:t xml:space="preserve"> </w:t>
      </w:r>
      <w:r w:rsidR="001A1A11" w:rsidRPr="001A1A11">
        <w:rPr>
          <w:rFonts w:eastAsia="Arial" w:cs="Times New Roman"/>
          <w:b/>
        </w:rPr>
        <w:t xml:space="preserve">polyuretany a pěny – s gelem s okrajem) </w:t>
      </w:r>
      <w:r w:rsidR="001A1A11" w:rsidRPr="001A1A11">
        <w:rPr>
          <w:rFonts w:eastAsia="Arial" w:cs="Times New Roman"/>
        </w:rPr>
        <w:t>se ve sloupci Úhradový limit bez DPH nahrazuje</w:t>
      </w:r>
      <w:r w:rsidR="001A1A11" w:rsidRPr="001A1A11">
        <w:rPr>
          <w:rFonts w:eastAsia="Arial" w:cs="Times New Roman"/>
          <w:b/>
        </w:rPr>
        <w:t xml:space="preserve"> </w:t>
      </w:r>
      <w:r w:rsidR="001A1A11" w:rsidRPr="001A1A11">
        <w:rPr>
          <w:rFonts w:eastAsia="Arial" w:cs="Times New Roman"/>
        </w:rPr>
        <w:t>text „0,96 Kč / 1 cm</w:t>
      </w:r>
      <w:r w:rsidR="001A1A11" w:rsidRPr="001A1A11">
        <w:rPr>
          <w:rFonts w:eastAsia="Arial" w:cs="Times New Roman"/>
          <w:vertAlign w:val="superscript"/>
        </w:rPr>
        <w:t>2</w:t>
      </w:r>
      <w:r w:rsidR="001A1A11" w:rsidRPr="001A1A11">
        <w:rPr>
          <w:rFonts w:eastAsia="Arial" w:cs="Times New Roman"/>
        </w:rPr>
        <w:t>“ textem „2,17 Kč / 1 cm</w:t>
      </w:r>
      <w:r w:rsidR="001A1A11" w:rsidRPr="001A1A11">
        <w:rPr>
          <w:rFonts w:eastAsia="Arial" w:cs="Times New Roman"/>
          <w:vertAlign w:val="superscript"/>
        </w:rPr>
        <w:t>2</w:t>
      </w:r>
      <w:r w:rsidR="001A1A11" w:rsidRPr="001A1A11">
        <w:rPr>
          <w:rFonts w:eastAsia="Arial" w:cs="Times New Roman"/>
        </w:rPr>
        <w:t>“.</w:t>
      </w:r>
    </w:p>
    <w:p w:rsidR="001A1A11" w:rsidRPr="001A1A11" w:rsidRDefault="001A1A11" w:rsidP="00302D72">
      <w:pPr>
        <w:rPr>
          <w:rFonts w:eastAsia="Times New Roman" w:cs="Times New Roman"/>
        </w:rPr>
      </w:pPr>
    </w:p>
    <w:p w:rsidR="001A1A11" w:rsidRPr="001A1A11" w:rsidRDefault="00E824D1" w:rsidP="00140286">
      <w:pPr>
        <w:jc w:val="both"/>
        <w:rPr>
          <w:rFonts w:eastAsia="Arial" w:cs="Times New Roman"/>
        </w:rPr>
      </w:pPr>
      <w:r w:rsidRPr="00E824D1">
        <w:rPr>
          <w:rFonts w:eastAsia="Arial" w:cs="Times New Roman"/>
          <w:b/>
        </w:rPr>
        <w:t>E4.</w:t>
      </w:r>
      <w:r w:rsidR="001A1A11" w:rsidRPr="001A1A11">
        <w:rPr>
          <w:rFonts w:eastAsia="Arial" w:cs="Times New Roman"/>
        </w:rPr>
        <w:t xml:space="preserve">V </w:t>
      </w:r>
      <w:r w:rsidR="00140286">
        <w:rPr>
          <w:rFonts w:eastAsia="Arial" w:cs="Times New Roman"/>
        </w:rPr>
        <w:t>b</w:t>
      </w:r>
      <w:r w:rsidR="001A1A11" w:rsidRPr="001A1A11">
        <w:rPr>
          <w:rFonts w:eastAsia="Arial" w:cs="Times New Roman"/>
        </w:rPr>
        <w:t>od</w:t>
      </w:r>
      <w:r w:rsidR="00140286">
        <w:rPr>
          <w:rFonts w:eastAsia="Arial" w:cs="Times New Roman"/>
        </w:rPr>
        <w:t>u</w:t>
      </w:r>
      <w:r w:rsidR="001A1A11" w:rsidRPr="001A1A11">
        <w:rPr>
          <w:rFonts w:eastAsia="Arial" w:cs="Times New Roman"/>
        </w:rPr>
        <w:t xml:space="preserve"> 13 v Příloze č. 3 k</w:t>
      </w:r>
      <w:r w:rsidR="00302D72">
        <w:rPr>
          <w:rFonts w:eastAsia="Arial" w:cs="Times New Roman"/>
        </w:rPr>
        <w:t> </w:t>
      </w:r>
      <w:r w:rsidR="001A1A11" w:rsidRPr="001A1A11">
        <w:rPr>
          <w:rFonts w:eastAsia="Arial" w:cs="Times New Roman"/>
        </w:rPr>
        <w:t>zákonu</w:t>
      </w:r>
      <w:r w:rsidR="00302D72">
        <w:rPr>
          <w:rFonts w:eastAsia="Arial" w:cs="Times New Roman"/>
        </w:rPr>
        <w:t xml:space="preserve"> č. </w:t>
      </w:r>
      <w:r w:rsidR="001A1A11" w:rsidRPr="001A1A11">
        <w:rPr>
          <w:rFonts w:eastAsia="Arial" w:cs="Times New Roman"/>
        </w:rPr>
        <w:t xml:space="preserve">48/1997 Sb., oddílu C, tabulce č. 1 se za úhradovou skupinu </w:t>
      </w:r>
      <w:r w:rsidR="001A1A11" w:rsidRPr="001A1A11">
        <w:rPr>
          <w:rFonts w:eastAsia="Arial" w:cs="Times New Roman"/>
          <w:b/>
        </w:rPr>
        <w:t>01.03.02.03 (obinadla</w:t>
      </w:r>
      <w:r w:rsidR="001A1A11" w:rsidRPr="001A1A11">
        <w:rPr>
          <w:rFonts w:eastAsia="Arial" w:cs="Times New Roman"/>
        </w:rPr>
        <w:t xml:space="preserve"> </w:t>
      </w:r>
      <w:r w:rsidR="001A1A11" w:rsidRPr="001A1A11">
        <w:rPr>
          <w:rFonts w:eastAsia="Arial" w:cs="Times New Roman"/>
          <w:b/>
        </w:rPr>
        <w:t xml:space="preserve">hadicová – fixační) </w:t>
      </w:r>
      <w:r w:rsidR="001A1A11" w:rsidRPr="001A1A11">
        <w:rPr>
          <w:rFonts w:eastAsia="Arial" w:cs="Times New Roman"/>
        </w:rPr>
        <w:t>vkládá nový typ zdravotnického prostředku 01.03.03 (náplasti), který</w:t>
      </w:r>
      <w:r w:rsidR="001A1A11" w:rsidRPr="001A1A11">
        <w:rPr>
          <w:rFonts w:eastAsia="Arial" w:cs="Times New Roman"/>
          <w:b/>
        </w:rPr>
        <w:t xml:space="preserve"> </w:t>
      </w:r>
      <w:r w:rsidR="001A1A11" w:rsidRPr="001A1A11">
        <w:rPr>
          <w:rFonts w:eastAsia="Arial" w:cs="Times New Roman"/>
        </w:rPr>
        <w:t>zní:</w:t>
      </w:r>
    </w:p>
    <w:p w:rsidR="001A1A11" w:rsidRPr="001A1A11" w:rsidRDefault="001A1A11" w:rsidP="001A1A11">
      <w:pPr>
        <w:spacing w:line="299" w:lineRule="exact"/>
        <w:rPr>
          <w:rFonts w:eastAsia="Times New Roman" w:cs="Times New Roman"/>
        </w:rPr>
      </w:pPr>
    </w:p>
    <w:p w:rsidR="001A1A11" w:rsidRPr="001A1A11" w:rsidRDefault="001A1A11" w:rsidP="001A1A11">
      <w:pPr>
        <w:tabs>
          <w:tab w:val="left" w:pos="1340"/>
        </w:tabs>
        <w:spacing w:line="0" w:lineRule="atLeast"/>
        <w:rPr>
          <w:rFonts w:eastAsia="Arial" w:cs="Times New Roman"/>
        </w:rPr>
      </w:pPr>
      <w:r w:rsidRPr="001A1A11">
        <w:rPr>
          <w:rFonts w:eastAsia="Arial" w:cs="Times New Roman"/>
        </w:rPr>
        <w:t>01.03.03</w:t>
      </w:r>
      <w:r w:rsidRPr="001A1A11">
        <w:rPr>
          <w:rFonts w:eastAsia="Times New Roman" w:cs="Times New Roman"/>
        </w:rPr>
        <w:tab/>
      </w:r>
      <w:r w:rsidRPr="001A1A11">
        <w:rPr>
          <w:rFonts w:eastAsia="Arial" w:cs="Times New Roman"/>
        </w:rPr>
        <w:t>náplasti</w:t>
      </w:r>
    </w:p>
    <w:p w:rsidR="001A1A11" w:rsidRPr="001A1A11" w:rsidRDefault="001A1A11" w:rsidP="001A1A11">
      <w:pPr>
        <w:spacing w:line="20" w:lineRule="exact"/>
        <w:rPr>
          <w:rFonts w:eastAsia="Times New Roman" w:cs="Times New Roman"/>
        </w:rPr>
      </w:pP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-135890</wp:posOffset>
                </wp:positionV>
                <wp:extent cx="5903595" cy="0"/>
                <wp:effectExtent l="8890" t="7620" r="12065" b="11430"/>
                <wp:wrapNone/>
                <wp:docPr id="12" name="Přímá spojnic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35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AD8CA" id="Přímá spojnice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-10.7pt" to="461.3pt,-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" strokeweight=".16931mm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165735</wp:posOffset>
                </wp:positionV>
                <wp:extent cx="5903595" cy="0"/>
                <wp:effectExtent l="8890" t="13970" r="12065" b="508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35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1B289" id="Přímá spojnice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13.05pt" to="461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" strokeweight=".16931mm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-138430</wp:posOffset>
                </wp:positionV>
                <wp:extent cx="0" cy="608965"/>
                <wp:effectExtent l="12065" t="5080" r="6985" b="5080"/>
                <wp:wrapNone/>
                <wp:docPr id="10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5DA1D" id="Přímá spojnice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-10.9pt" to="-3.3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" strokeweight=".16931mm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-138430</wp:posOffset>
                </wp:positionV>
                <wp:extent cx="0" cy="608965"/>
                <wp:effectExtent l="10795" t="5080" r="8255" b="5080"/>
                <wp:wrapNone/>
                <wp:docPr id="9" name="Přímá spojni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FA06B" id="Přímá spojnice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1pt,-10.9pt" to="64.1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" strokeweight=".16931mm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-138430</wp:posOffset>
                </wp:positionV>
                <wp:extent cx="0" cy="608965"/>
                <wp:effectExtent l="12700" t="5080" r="6350" b="5080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20CB9" id="Přímá spojnice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5pt,-10.9pt" to="191.7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" strokeweight=".48pt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2840990</wp:posOffset>
                </wp:positionH>
                <wp:positionV relativeFrom="paragraph">
                  <wp:posOffset>-138430</wp:posOffset>
                </wp:positionV>
                <wp:extent cx="0" cy="608965"/>
                <wp:effectExtent l="8890" t="5080" r="10160" b="508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63F8A" id="Přímá spojnice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7pt,-10.9pt" to="223.7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" strokeweight=".16931mm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-138430</wp:posOffset>
                </wp:positionV>
                <wp:extent cx="0" cy="608965"/>
                <wp:effectExtent l="12065" t="5080" r="6985" b="508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8CACA" id="Přímá spojnice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2pt,-10.9pt" to="259.2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" strokeweight=".48pt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-138430</wp:posOffset>
                </wp:positionV>
                <wp:extent cx="0" cy="608965"/>
                <wp:effectExtent l="12700" t="5080" r="6350" b="508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03F7C" id="Přímá spojnice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5pt,-10.9pt" to="294.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" strokeweight=".48pt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-138430</wp:posOffset>
                </wp:positionV>
                <wp:extent cx="0" cy="608965"/>
                <wp:effectExtent l="6350" t="5080" r="12700" b="508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23CEA" id="Přímá spojnice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-10.9pt" to="330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" strokeweight=".48pt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-138430</wp:posOffset>
                </wp:positionV>
                <wp:extent cx="0" cy="608965"/>
                <wp:effectExtent l="12700" t="5080" r="6350" b="508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640CD" id="Přímá spojnice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5pt,-10.9pt" to="432.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" strokeweight=".48pt"/>
            </w:pict>
          </mc:Fallback>
        </mc:AlternateContent>
      </w:r>
      <w:r w:rsidRPr="001A1A11">
        <w:rPr>
          <w:rFonts w:eastAsia="Arial" w:cs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-138430</wp:posOffset>
                </wp:positionV>
                <wp:extent cx="0" cy="608965"/>
                <wp:effectExtent l="13335" t="5080" r="5715" b="5080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9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10510" id="Přímá spojnice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05pt,-10.9pt" to="461.0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" strokeweight=".16931mm"/>
            </w:pict>
          </mc:Fallback>
        </mc:AlternateContent>
      </w:r>
    </w:p>
    <w:p w:rsidR="001A1A11" w:rsidRPr="001A1A11" w:rsidRDefault="001A1A11" w:rsidP="001A1A11">
      <w:pPr>
        <w:spacing w:line="225" w:lineRule="exact"/>
        <w:rPr>
          <w:rFonts w:eastAsia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600"/>
        <w:gridCol w:w="680"/>
        <w:gridCol w:w="740"/>
        <w:gridCol w:w="720"/>
        <w:gridCol w:w="1980"/>
        <w:gridCol w:w="420"/>
      </w:tblGrid>
      <w:tr w:rsidR="001A1A11" w:rsidRPr="001A1A11" w:rsidTr="001C5875">
        <w:trPr>
          <w:trHeight w:val="347"/>
        </w:trPr>
        <w:tc>
          <w:tcPr>
            <w:tcW w:w="390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rPr>
                <w:rFonts w:eastAsia="Arial" w:cs="Times New Roman"/>
              </w:rPr>
            </w:pPr>
            <w:r w:rsidRPr="001A1A11">
              <w:rPr>
                <w:rFonts w:eastAsia="Arial" w:cs="Times New Roman"/>
              </w:rPr>
              <w:t>01.03.03.01    samolepící krytí absorpční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200"/>
              <w:rPr>
                <w:rFonts w:eastAsia="Arial" w:cs="Times New Roman"/>
              </w:rPr>
            </w:pPr>
            <w:r w:rsidRPr="001A1A11">
              <w:rPr>
                <w:rFonts w:eastAsia="Arial" w:cs="Times New Roman"/>
              </w:rPr>
              <w:t>–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280"/>
              <w:rPr>
                <w:rFonts w:eastAsia="Arial" w:cs="Times New Roman"/>
              </w:rPr>
            </w:pPr>
            <w:r w:rsidRPr="001A1A11">
              <w:rPr>
                <w:rFonts w:eastAsia="Arial" w:cs="Times New Roman"/>
              </w:rPr>
              <w:t>–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300"/>
              <w:rPr>
                <w:rFonts w:eastAsia="Arial" w:cs="Times New Roman"/>
              </w:rPr>
            </w:pPr>
            <w:r w:rsidRPr="001A1A11">
              <w:rPr>
                <w:rFonts w:eastAsia="Arial" w:cs="Times New Roman"/>
              </w:rPr>
              <w:t>–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300"/>
              <w:rPr>
                <w:rFonts w:eastAsia="Arial" w:cs="Times New Roman"/>
              </w:rPr>
            </w:pPr>
            <w:r w:rsidRPr="001A1A11">
              <w:rPr>
                <w:rFonts w:eastAsia="Arial" w:cs="Times New Roman"/>
              </w:rPr>
              <w:t>–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320"/>
              <w:rPr>
                <w:rFonts w:eastAsia="Arial" w:cs="Times New Roman"/>
                <w:vertAlign w:val="superscript"/>
              </w:rPr>
            </w:pPr>
            <w:r w:rsidRPr="001A1A11">
              <w:rPr>
                <w:rFonts w:eastAsia="Arial" w:cs="Times New Roman"/>
              </w:rPr>
              <w:t>0,225 Kč / 1 cm</w:t>
            </w:r>
            <w:r w:rsidRPr="001A1A11">
              <w:rPr>
                <w:rFonts w:eastAsia="Arial" w:cs="Times New Roman"/>
                <w:vertAlign w:val="superscript"/>
              </w:rPr>
              <w:t>2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1A1A11" w:rsidRPr="001A1A11" w:rsidRDefault="001A1A11" w:rsidP="001C5875">
            <w:pPr>
              <w:spacing w:line="0" w:lineRule="atLeast"/>
              <w:ind w:left="200"/>
              <w:rPr>
                <w:rFonts w:eastAsia="Arial" w:cs="Times New Roman"/>
                <w:w w:val="89"/>
              </w:rPr>
            </w:pPr>
            <w:r w:rsidRPr="001A1A11">
              <w:rPr>
                <w:rFonts w:eastAsia="Arial" w:cs="Times New Roman"/>
                <w:w w:val="89"/>
              </w:rPr>
              <w:t>ne</w:t>
            </w:r>
          </w:p>
        </w:tc>
      </w:tr>
    </w:tbl>
    <w:p w:rsidR="001A1A11" w:rsidRPr="001A1A11" w:rsidRDefault="001A1A11" w:rsidP="001A1A11">
      <w:pPr>
        <w:spacing w:line="20" w:lineRule="exact"/>
        <w:rPr>
          <w:rFonts w:eastAsia="Times New Roman" w:cs="Times New Roman"/>
        </w:rPr>
      </w:pPr>
      <w:r w:rsidRPr="001A1A11">
        <w:rPr>
          <w:rFonts w:eastAsia="Arial" w:cs="Times New Roman"/>
          <w:noProof/>
          <w:w w:val="89"/>
          <w:lang w:eastAsia="cs-CZ" w:bidi="ar-S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90805</wp:posOffset>
                </wp:positionV>
                <wp:extent cx="5903595" cy="0"/>
                <wp:effectExtent l="8890" t="10160" r="12065" b="889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359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76737" id="Přímá spojnice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7.15pt" to="461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" strokeweight=".48pt"/>
            </w:pict>
          </mc:Fallback>
        </mc:AlternateContent>
      </w:r>
    </w:p>
    <w:p w:rsidR="001A1A11" w:rsidRPr="001A1A11" w:rsidRDefault="001A1A11" w:rsidP="001A1A11">
      <w:pPr>
        <w:spacing w:line="200" w:lineRule="exact"/>
        <w:rPr>
          <w:rFonts w:eastAsia="Times New Roman" w:cs="Times New Roman"/>
        </w:rPr>
      </w:pPr>
    </w:p>
    <w:p w:rsidR="001A1A11" w:rsidRDefault="001A1A11" w:rsidP="001A1A11">
      <w:pPr>
        <w:spacing w:line="200" w:lineRule="exact"/>
        <w:rPr>
          <w:rFonts w:eastAsia="Times New Roman"/>
        </w:rPr>
      </w:pPr>
    </w:p>
    <w:p w:rsidR="00FE2446" w:rsidRDefault="00FE2446" w:rsidP="001A1A11">
      <w:pPr>
        <w:spacing w:line="200" w:lineRule="exact"/>
        <w:rPr>
          <w:rFonts w:eastAsia="Times New Roman"/>
        </w:rPr>
      </w:pPr>
    </w:p>
    <w:p w:rsidR="001A1A11" w:rsidRDefault="001A1A11" w:rsidP="001A1A11">
      <w:pPr>
        <w:spacing w:line="200" w:lineRule="exact"/>
        <w:rPr>
          <w:rFonts w:eastAsia="Times New Roman"/>
        </w:rPr>
      </w:pPr>
    </w:p>
    <w:p w:rsidR="00140286" w:rsidRDefault="00140286">
      <w:pPr>
        <w:widowControl/>
        <w:suppressAutoHyphens w:val="0"/>
        <w:rPr>
          <w:b/>
        </w:rPr>
      </w:pPr>
      <w:r>
        <w:br w:type="page"/>
      </w:r>
    </w:p>
    <w:p w:rsidR="001A1A11" w:rsidRDefault="00302D72" w:rsidP="00302D72">
      <w:pPr>
        <w:pStyle w:val="PNposlanec"/>
      </w:pPr>
      <w:r>
        <w:t>Poslanec Vít Kaňkovský</w:t>
      </w:r>
    </w:p>
    <w:p w:rsidR="001A1A11" w:rsidRDefault="00302D72">
      <w:r>
        <w:t>SD 1292</w:t>
      </w:r>
    </w:p>
    <w:p w:rsidR="00302D72" w:rsidRDefault="00302D72" w:rsidP="00302D72">
      <w:pPr>
        <w:pStyle w:val="Normlnweb"/>
        <w:spacing w:before="0" w:beforeAutospacing="0" w:after="0" w:afterAutospacing="0"/>
        <w:jc w:val="both"/>
      </w:pPr>
    </w:p>
    <w:p w:rsidR="0037124C" w:rsidRPr="0037124C" w:rsidRDefault="0037124C" w:rsidP="00302D72">
      <w:pPr>
        <w:pStyle w:val="Normlnweb"/>
        <w:spacing w:before="0" w:beforeAutospacing="0" w:after="0" w:afterAutospacing="0"/>
        <w:jc w:val="both"/>
        <w:rPr>
          <w:b/>
          <w:u w:val="single"/>
        </w:rPr>
      </w:pPr>
      <w:r w:rsidRPr="0037124C">
        <w:rPr>
          <w:b/>
          <w:u w:val="single"/>
        </w:rPr>
        <w:t xml:space="preserve">K čl. I </w:t>
      </w:r>
    </w:p>
    <w:p w:rsidR="0037124C" w:rsidRPr="00BB7FAB" w:rsidRDefault="0037124C" w:rsidP="00302D72">
      <w:pPr>
        <w:pStyle w:val="Normlnweb"/>
        <w:spacing w:before="0" w:beforeAutospacing="0" w:after="0" w:afterAutospacing="0"/>
        <w:jc w:val="both"/>
      </w:pPr>
    </w:p>
    <w:p w:rsidR="00302D72" w:rsidRDefault="00E824D1" w:rsidP="0037124C">
      <w:pPr>
        <w:widowControl/>
        <w:suppressAutoHyphens w:val="0"/>
      </w:pPr>
      <w:r w:rsidRPr="00E824D1">
        <w:rPr>
          <w:b/>
        </w:rPr>
        <w:lastRenderedPageBreak/>
        <w:t>F1.</w:t>
      </w:r>
      <w:r>
        <w:t xml:space="preserve"> </w:t>
      </w:r>
      <w:r w:rsidR="0037124C">
        <w:t>V bodu 13 v</w:t>
      </w:r>
      <w:r w:rsidR="00302D72" w:rsidRPr="0035106E">
        <w:t xml:space="preserve"> přílo</w:t>
      </w:r>
      <w:r w:rsidR="0037124C">
        <w:t>ze</w:t>
      </w:r>
      <w:r w:rsidR="00302D72" w:rsidRPr="0035106E">
        <w:t xml:space="preserve"> č. 3</w:t>
      </w:r>
      <w:r w:rsidR="0037124C" w:rsidRPr="0037124C">
        <w:rPr>
          <w:rFonts w:eastAsia="Arial" w:cs="Times New Roman"/>
        </w:rPr>
        <w:t xml:space="preserve"> </w:t>
      </w:r>
      <w:r w:rsidR="0037124C" w:rsidRPr="001A1A11">
        <w:rPr>
          <w:rFonts w:eastAsia="Arial" w:cs="Times New Roman"/>
        </w:rPr>
        <w:t>k zákonu č. 48/1997 Sb., oddílu C, tabulce č. 1</w:t>
      </w:r>
      <w:r w:rsidR="00646DD0">
        <w:rPr>
          <w:rFonts w:eastAsia="Arial" w:cs="Times New Roman"/>
        </w:rPr>
        <w:t>, řádky 07.01.02.03</w:t>
      </w:r>
      <w:r w:rsidR="0037124C" w:rsidRPr="001A1A11">
        <w:rPr>
          <w:rFonts w:eastAsia="Arial" w:cs="Times New Roman"/>
        </w:rPr>
        <w:t xml:space="preserve"> </w:t>
      </w:r>
      <w:r w:rsidR="00646DD0">
        <w:rPr>
          <w:rFonts w:eastAsia="Arial" w:cs="Times New Roman"/>
        </w:rPr>
        <w:t>a 07.01.02.04 znějí:</w:t>
      </w:r>
    </w:p>
    <w:p w:rsidR="00302D72" w:rsidRPr="0035106E" w:rsidRDefault="00302D72" w:rsidP="00302D72">
      <w:pPr>
        <w:ind w:left="397"/>
      </w:pPr>
    </w:p>
    <w:p w:rsidR="00302D72" w:rsidRPr="00C44A04" w:rsidRDefault="00302D72" w:rsidP="00302D72">
      <w:pPr>
        <w:widowControl/>
        <w:numPr>
          <w:ilvl w:val="0"/>
          <w:numId w:val="9"/>
        </w:numPr>
        <w:suppressAutoHyphens w:val="0"/>
      </w:pPr>
      <w:r w:rsidRPr="00C44A04">
        <w:t>úhradová skupina 07 – ZP pro pacienty s poruchou mobility</w:t>
      </w:r>
    </w:p>
    <w:tbl>
      <w:tblPr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106"/>
        <w:gridCol w:w="2668"/>
        <w:gridCol w:w="888"/>
        <w:gridCol w:w="1629"/>
        <w:gridCol w:w="487"/>
        <w:gridCol w:w="845"/>
        <w:gridCol w:w="739"/>
      </w:tblGrid>
      <w:tr w:rsidR="00302D72" w:rsidRPr="00834F0E" w:rsidTr="001C5875">
        <w:trPr>
          <w:trHeight w:val="5102"/>
        </w:trPr>
        <w:tc>
          <w:tcPr>
            <w:tcW w:w="555" w:type="pct"/>
            <w:shd w:val="clear" w:color="000000" w:fill="FFFFFF"/>
            <w:hideMark/>
          </w:tcPr>
          <w:p w:rsidR="00302D72" w:rsidRPr="00834F0E" w:rsidRDefault="00302D72" w:rsidP="001C5875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07.01.02.03</w:t>
            </w:r>
          </w:p>
        </w:tc>
        <w:tc>
          <w:tcPr>
            <w:tcW w:w="588" w:type="pct"/>
            <w:shd w:val="clear" w:color="000000" w:fill="FFFFFF"/>
            <w:hideMark/>
          </w:tcPr>
          <w:p w:rsidR="00302D72" w:rsidRPr="00834F0E" w:rsidRDefault="00302D72" w:rsidP="001C5875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elektrické vozíky – převážně exteriérové, variabilní</w:t>
            </w:r>
          </w:p>
        </w:tc>
        <w:tc>
          <w:tcPr>
            <w:tcW w:w="1418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nosnost 130 kg; ovládání pravou nebo levou rukou; podnožky výškově stavitelné; odnímatelné nebo odklopné područky; bezúdržbové baterie s kapacitou minimálně 400 nabíjecích cyklů; částečně nastavitelný sed a sklon zádové opěrky; bezpečnostní pás; vozík musí mít osvětlení v rozsahu nezbytném pro provoz na pozemních komunikacích; vhodnost jízdy v exteriéru je dána vyšším výkonem motorů nebo velikostí kol a zároveň odpruženým nebo kyvným uložením alespoň jedné nápravy</w:t>
            </w:r>
          </w:p>
        </w:tc>
        <w:tc>
          <w:tcPr>
            <w:tcW w:w="472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NEU; ORT; REH; po schválení revizním lékařem</w:t>
            </w:r>
          </w:p>
        </w:tc>
        <w:tc>
          <w:tcPr>
            <w:tcW w:w="866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353E0">
              <w:rPr>
                <w:sz w:val="18"/>
                <w:szCs w:val="18"/>
              </w:rPr>
              <w:t>„funkční pohybový deficit nelze řešit pomocí elektrického invalidního vozíku z předchozích úhradových skupin, možnost předepsat současně s mechanickým invalidním vozíke</w:t>
            </w:r>
            <w:r>
              <w:rPr>
                <w:sz w:val="18"/>
                <w:szCs w:val="18"/>
              </w:rPr>
              <w:t xml:space="preserve">m do finančního limitu </w:t>
            </w:r>
            <w:r w:rsidRPr="002E12D0">
              <w:rPr>
                <w:b/>
                <w:sz w:val="18"/>
                <w:szCs w:val="18"/>
              </w:rPr>
              <w:t>17.391,00 Kč</w:t>
            </w:r>
            <w:r>
              <w:rPr>
                <w:sz w:val="18"/>
                <w:szCs w:val="18"/>
              </w:rPr>
              <w:t xml:space="preserve"> /bez</w:t>
            </w:r>
            <w:r w:rsidRPr="008353E0">
              <w:rPr>
                <w:sz w:val="18"/>
                <w:szCs w:val="18"/>
              </w:rPr>
              <w:t xml:space="preserve"> DPH</w:t>
            </w:r>
            <w:r>
              <w:rPr>
                <w:sz w:val="18"/>
                <w:szCs w:val="18"/>
              </w:rPr>
              <w:t>/</w:t>
            </w:r>
            <w:r w:rsidRPr="008353E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1 ks</w:t>
            </w:r>
            <w:r w:rsidRPr="008353E0">
              <w:rPr>
                <w:sz w:val="18"/>
                <w:szCs w:val="18"/>
              </w:rPr>
              <w:t>/ 7 let včetně příslušenství při indikaci udržení zbytkového svalového potenciálu a mobilizaci funkčních rezerv; určení vlastnictví mechanického invalidního vozíku se řídí §32 odst. 3“</w:t>
            </w:r>
          </w:p>
        </w:tc>
        <w:tc>
          <w:tcPr>
            <w:tcW w:w="259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1 ks / 7 let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108.696,00 Kč</w:t>
            </w:r>
            <w:r>
              <w:rPr>
                <w:sz w:val="18"/>
                <w:szCs w:val="18"/>
              </w:rPr>
              <w:t xml:space="preserve"> bez DPH/</w:t>
            </w:r>
            <w:r w:rsidRPr="00834F0E">
              <w:rPr>
                <w:sz w:val="18"/>
                <w:szCs w:val="18"/>
              </w:rPr>
              <w:t xml:space="preserve"> </w:t>
            </w:r>
            <w:r w:rsidRPr="00834F0E">
              <w:rPr>
                <w:sz w:val="18"/>
                <w:szCs w:val="18"/>
              </w:rPr>
              <w:br/>
              <w:t>1 ks</w:t>
            </w:r>
          </w:p>
        </w:tc>
        <w:tc>
          <w:tcPr>
            <w:tcW w:w="393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Ano</w:t>
            </w:r>
          </w:p>
        </w:tc>
      </w:tr>
      <w:tr w:rsidR="00302D72" w:rsidRPr="00834F0E" w:rsidTr="001C5875">
        <w:trPr>
          <w:trHeight w:val="60"/>
        </w:trPr>
        <w:tc>
          <w:tcPr>
            <w:tcW w:w="555" w:type="pct"/>
            <w:shd w:val="clear" w:color="000000" w:fill="FFFFFF"/>
            <w:hideMark/>
          </w:tcPr>
          <w:p w:rsidR="00302D72" w:rsidRPr="00834F0E" w:rsidRDefault="00302D72" w:rsidP="001C5875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07.01.02.04</w:t>
            </w:r>
          </w:p>
        </w:tc>
        <w:tc>
          <w:tcPr>
            <w:tcW w:w="588" w:type="pct"/>
            <w:shd w:val="clear" w:color="000000" w:fill="FFFFFF"/>
            <w:hideMark/>
          </w:tcPr>
          <w:p w:rsidR="00302D72" w:rsidRPr="00834F0E" w:rsidRDefault="00302D72" w:rsidP="001C5875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elektrické vozíky – převážně exteriérové, variabilní s anatomickým sedem</w:t>
            </w:r>
          </w:p>
        </w:tc>
        <w:tc>
          <w:tcPr>
            <w:tcW w:w="1418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 xml:space="preserve">nosnost 130 kg; ovládání pravou nebo levou rukou; volitelná nebo nastavitelná hloubka sedačky a výška zádové opěrky; nastavitelné nebo volitelné anatomické prvky sedu; podnožky výškově stavitelné; odnímatelné nebo </w:t>
            </w:r>
            <w:proofErr w:type="spellStart"/>
            <w:r w:rsidRPr="00834F0E">
              <w:rPr>
                <w:sz w:val="18"/>
                <w:szCs w:val="18"/>
              </w:rPr>
              <w:t>odklopitelné</w:t>
            </w:r>
            <w:proofErr w:type="spellEnd"/>
            <w:r w:rsidRPr="00834F0E">
              <w:rPr>
                <w:sz w:val="18"/>
                <w:szCs w:val="18"/>
              </w:rPr>
              <w:t xml:space="preserve"> područky; bezúdržbové baterie, minimálně 400 nabíjecích cyklů a 60 </w:t>
            </w:r>
            <w:proofErr w:type="spellStart"/>
            <w:r w:rsidRPr="00834F0E">
              <w:rPr>
                <w:sz w:val="18"/>
                <w:szCs w:val="18"/>
              </w:rPr>
              <w:t>Ah</w:t>
            </w:r>
            <w:proofErr w:type="spellEnd"/>
            <w:r w:rsidRPr="00834F0E">
              <w:rPr>
                <w:sz w:val="18"/>
                <w:szCs w:val="18"/>
              </w:rPr>
              <w:t>; částečně nastavitelný sed a sklon zádové opěrky; bezpečnostní pás; vozík musí mít osvětlení v rozsahu nezbytném pro provoz na pozemních komunikacích; vhodnost jízdy v exteriéru je dána vyšším výkonem motorů nebo velikostí kol a zároveň odpruženým nebo kyvným uložením alespoň jedné nápravy; řídící elektronika i pro elektrické funkce</w:t>
            </w:r>
          </w:p>
        </w:tc>
        <w:tc>
          <w:tcPr>
            <w:tcW w:w="472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 xml:space="preserve">NEU; ORT; REH; po schválení revizním lékařem </w:t>
            </w:r>
          </w:p>
        </w:tc>
        <w:tc>
          <w:tcPr>
            <w:tcW w:w="866" w:type="pct"/>
            <w:shd w:val="clear" w:color="000000" w:fill="FFFFFF"/>
            <w:vAlign w:val="center"/>
          </w:tcPr>
          <w:p w:rsidR="00302D72" w:rsidRPr="00834F0E" w:rsidRDefault="00302D72" w:rsidP="001C58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353E0">
              <w:rPr>
                <w:sz w:val="18"/>
                <w:szCs w:val="18"/>
              </w:rPr>
              <w:t>„funkční pohybový deficit nelze řešit pomocí elektrického invalidního vozíku z předchozích úhradových skupin, možnost předepsat současně s mechanickým invalidním vozíke</w:t>
            </w:r>
            <w:r>
              <w:rPr>
                <w:sz w:val="18"/>
                <w:szCs w:val="18"/>
              </w:rPr>
              <w:t xml:space="preserve">m do finančního limitu </w:t>
            </w:r>
            <w:r w:rsidRPr="002E12D0">
              <w:rPr>
                <w:b/>
                <w:sz w:val="18"/>
                <w:szCs w:val="18"/>
              </w:rPr>
              <w:t>17.391,00 Kč</w:t>
            </w:r>
            <w:r>
              <w:rPr>
                <w:sz w:val="18"/>
                <w:szCs w:val="18"/>
              </w:rPr>
              <w:t xml:space="preserve"> /bez</w:t>
            </w:r>
            <w:r w:rsidRPr="008353E0">
              <w:rPr>
                <w:sz w:val="18"/>
                <w:szCs w:val="18"/>
              </w:rPr>
              <w:t xml:space="preserve"> DPH</w:t>
            </w:r>
            <w:r>
              <w:rPr>
                <w:sz w:val="18"/>
                <w:szCs w:val="18"/>
              </w:rPr>
              <w:t>/</w:t>
            </w:r>
            <w:r w:rsidRPr="008353E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1 ks</w:t>
            </w:r>
            <w:r w:rsidRPr="008353E0">
              <w:rPr>
                <w:sz w:val="18"/>
                <w:szCs w:val="18"/>
              </w:rPr>
              <w:t>/ 7 let včetně příslušenství při indikaci udržení zbytkového svalového potenciálu a mobilizaci funkčních rezerv; určení vlastnictví mechanického invalidního vozíku se řídí §32 odst. 3“</w:t>
            </w:r>
          </w:p>
        </w:tc>
        <w:tc>
          <w:tcPr>
            <w:tcW w:w="259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1 ks / 7 let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123.478,00 Kč</w:t>
            </w:r>
            <w:r>
              <w:rPr>
                <w:sz w:val="18"/>
                <w:szCs w:val="18"/>
              </w:rPr>
              <w:t xml:space="preserve"> bez DPH/   </w:t>
            </w:r>
            <w:r w:rsidRPr="00834F0E">
              <w:rPr>
                <w:sz w:val="18"/>
                <w:szCs w:val="18"/>
              </w:rPr>
              <w:t xml:space="preserve"> 1 ks</w:t>
            </w:r>
          </w:p>
        </w:tc>
        <w:tc>
          <w:tcPr>
            <w:tcW w:w="393" w:type="pct"/>
            <w:shd w:val="clear" w:color="000000" w:fill="FFFFFF"/>
            <w:vAlign w:val="center"/>
            <w:hideMark/>
          </w:tcPr>
          <w:p w:rsidR="00302D72" w:rsidRPr="00834F0E" w:rsidRDefault="00302D72" w:rsidP="001C587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834F0E">
              <w:rPr>
                <w:sz w:val="18"/>
                <w:szCs w:val="18"/>
              </w:rPr>
              <w:t>Ano</w:t>
            </w:r>
          </w:p>
        </w:tc>
      </w:tr>
    </w:tbl>
    <w:p w:rsidR="00302D72" w:rsidRPr="00C44A04" w:rsidRDefault="00302D72" w:rsidP="00302D72">
      <w:pPr>
        <w:pStyle w:val="Normlnweb"/>
        <w:spacing w:before="0" w:beforeAutospacing="0" w:after="0" w:afterAutospacing="0"/>
        <w:jc w:val="both"/>
      </w:pPr>
    </w:p>
    <w:p w:rsidR="00302D72" w:rsidRPr="00302D72" w:rsidRDefault="00302D72">
      <w:pPr>
        <w:rPr>
          <w:i/>
        </w:rPr>
      </w:pPr>
      <w:r w:rsidRPr="00302D72">
        <w:rPr>
          <w:i/>
        </w:rPr>
        <w:t>SD 1296</w:t>
      </w:r>
    </w:p>
    <w:p w:rsidR="00302D72" w:rsidRDefault="00302D72"/>
    <w:p w:rsidR="00302D72" w:rsidRDefault="00E824D1" w:rsidP="00302D72">
      <w:pPr>
        <w:pStyle w:val="Normlnweb"/>
        <w:spacing w:before="0" w:beforeAutospacing="0" w:after="0" w:afterAutospacing="0"/>
        <w:jc w:val="both"/>
      </w:pPr>
      <w:r w:rsidRPr="00E824D1">
        <w:rPr>
          <w:b/>
        </w:rPr>
        <w:t>F2.</w:t>
      </w:r>
      <w:r w:rsidR="00302D72" w:rsidRPr="008457FC">
        <w:t>V bodu 13 v Příloze č. 3 k zákonu č. 48/1997 Sb., oddílu C, tabulce č. 3 řádky 16 a 17 zní:</w:t>
      </w:r>
    </w:p>
    <w:p w:rsidR="00E824D1" w:rsidRDefault="00E824D1" w:rsidP="00302D72">
      <w:pPr>
        <w:pStyle w:val="Normlnweb"/>
        <w:spacing w:before="0" w:beforeAutospacing="0" w:after="0" w:afterAutospacing="0"/>
        <w:jc w:val="both"/>
      </w:pPr>
    </w:p>
    <w:p w:rsidR="00302D72" w:rsidRPr="00D46C3D" w:rsidRDefault="00302D72" w:rsidP="00302D72">
      <w:pPr>
        <w:ind w:left="851"/>
        <w:rPr>
          <w:rFonts w:eastAsia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18"/>
        <w:gridCol w:w="1230"/>
        <w:gridCol w:w="2222"/>
        <w:gridCol w:w="1186"/>
        <w:gridCol w:w="1061"/>
        <w:gridCol w:w="1825"/>
      </w:tblGrid>
      <w:tr w:rsidR="00302D72" w:rsidRPr="001038B4" w:rsidTr="001C5875">
        <w:trPr>
          <w:trHeight w:val="1965"/>
        </w:trPr>
        <w:tc>
          <w:tcPr>
            <w:tcW w:w="200" w:type="pct"/>
            <w:shd w:val="clear" w:color="000000" w:fill="FFFFFF"/>
            <w:vAlign w:val="center"/>
          </w:tcPr>
          <w:p w:rsidR="00302D72" w:rsidRPr="00D22AA6" w:rsidRDefault="00302D72" w:rsidP="001C5875">
            <w:pPr>
              <w:jc w:val="center"/>
              <w:rPr>
                <w:sz w:val="18"/>
                <w:szCs w:val="18"/>
              </w:rPr>
            </w:pPr>
            <w:r w:rsidRPr="00D22AA6">
              <w:rPr>
                <w:sz w:val="18"/>
                <w:szCs w:val="18"/>
              </w:rPr>
              <w:t>16.</w:t>
            </w:r>
          </w:p>
        </w:tc>
        <w:tc>
          <w:tcPr>
            <w:tcW w:w="892" w:type="pct"/>
            <w:shd w:val="clear" w:color="000000" w:fill="FFFFFF"/>
            <w:hideMark/>
          </w:tcPr>
          <w:p w:rsidR="00302D72" w:rsidRPr="00D22AA6" w:rsidRDefault="00302D72" w:rsidP="001C5875">
            <w:pPr>
              <w:rPr>
                <w:sz w:val="18"/>
                <w:szCs w:val="18"/>
              </w:rPr>
            </w:pPr>
            <w:r w:rsidRPr="00D22AA6">
              <w:rPr>
                <w:sz w:val="18"/>
                <w:szCs w:val="18"/>
              </w:rPr>
              <w:t>opravy vozíků – mechanických</w:t>
            </w:r>
          </w:p>
        </w:tc>
        <w:tc>
          <w:tcPr>
            <w:tcW w:w="639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154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>po schválení revizním lékařem</w:t>
            </w:r>
          </w:p>
        </w:tc>
        <w:tc>
          <w:tcPr>
            <w:tcW w:w="616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551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48" w:type="pct"/>
            <w:shd w:val="clear" w:color="000000" w:fill="FFFFFF"/>
            <w:vAlign w:val="center"/>
            <w:hideMark/>
          </w:tcPr>
          <w:p w:rsidR="00302D72" w:rsidRDefault="00302D72" w:rsidP="001C5875">
            <w:pPr>
              <w:jc w:val="center"/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 xml:space="preserve">90 % při poskytnutí nového </w:t>
            </w:r>
            <w:proofErr w:type="spellStart"/>
            <w:r w:rsidRPr="001038B4">
              <w:rPr>
                <w:sz w:val="18"/>
                <w:szCs w:val="18"/>
              </w:rPr>
              <w:t>cirkulovatelného</w:t>
            </w:r>
            <w:proofErr w:type="spellEnd"/>
            <w:r w:rsidRPr="001038B4">
              <w:rPr>
                <w:sz w:val="18"/>
                <w:szCs w:val="18"/>
              </w:rPr>
              <w:t xml:space="preserve"> vozíku</w:t>
            </w:r>
            <w:r w:rsidRPr="001038B4">
              <w:rPr>
                <w:sz w:val="18"/>
                <w:szCs w:val="18"/>
              </w:rPr>
              <w:br/>
            </w:r>
          </w:p>
          <w:p w:rsidR="00302D72" w:rsidRDefault="00302D72" w:rsidP="001C5875">
            <w:pPr>
              <w:jc w:val="center"/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>95 % při poskytnutí cirkulovaného vozíku</w:t>
            </w:r>
            <w:r>
              <w:rPr>
                <w:sz w:val="18"/>
                <w:szCs w:val="18"/>
              </w:rPr>
              <w:br/>
            </w:r>
          </w:p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 w:rsidRPr="003D231E">
              <w:rPr>
                <w:sz w:val="18"/>
                <w:szCs w:val="18"/>
              </w:rPr>
              <w:t xml:space="preserve">90 %; maximální úhrada </w:t>
            </w:r>
            <w:r>
              <w:rPr>
                <w:b/>
                <w:sz w:val="18"/>
                <w:szCs w:val="18"/>
              </w:rPr>
              <w:t>13.043</w:t>
            </w:r>
            <w:r w:rsidRPr="003D231E">
              <w:rPr>
                <w:b/>
                <w:sz w:val="18"/>
                <w:szCs w:val="18"/>
              </w:rPr>
              <w:t xml:space="preserve"> Kč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br/>
              <w:t>5</w:t>
            </w:r>
            <w:r w:rsidRPr="003D231E">
              <w:rPr>
                <w:sz w:val="18"/>
                <w:szCs w:val="18"/>
              </w:rPr>
              <w:t xml:space="preserve"> let při poskytnutí necirkulovaného vozíku do vlastnictví pojištěnce</w:t>
            </w:r>
          </w:p>
        </w:tc>
      </w:tr>
      <w:tr w:rsidR="00302D72" w:rsidRPr="001038B4" w:rsidTr="001C5875">
        <w:trPr>
          <w:trHeight w:val="1710"/>
        </w:trPr>
        <w:tc>
          <w:tcPr>
            <w:tcW w:w="200" w:type="pct"/>
            <w:shd w:val="clear" w:color="000000" w:fill="FFFFFF"/>
            <w:vAlign w:val="center"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892" w:type="pct"/>
            <w:shd w:val="clear" w:color="000000" w:fill="FFFFFF"/>
            <w:hideMark/>
          </w:tcPr>
          <w:p w:rsidR="00302D72" w:rsidRPr="001038B4" w:rsidRDefault="00302D72" w:rsidP="001C5875">
            <w:pPr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 xml:space="preserve">opravy vozíků </w:t>
            </w:r>
            <w:r>
              <w:rPr>
                <w:sz w:val="18"/>
                <w:szCs w:val="18"/>
              </w:rPr>
              <w:t>–</w:t>
            </w:r>
            <w:r w:rsidRPr="001038B4">
              <w:rPr>
                <w:sz w:val="18"/>
                <w:szCs w:val="18"/>
              </w:rPr>
              <w:t xml:space="preserve"> elektrických</w:t>
            </w:r>
          </w:p>
        </w:tc>
        <w:tc>
          <w:tcPr>
            <w:tcW w:w="639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154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>po schválení revizním lékařem</w:t>
            </w:r>
          </w:p>
        </w:tc>
        <w:tc>
          <w:tcPr>
            <w:tcW w:w="616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551" w:type="pct"/>
            <w:shd w:val="clear" w:color="000000" w:fill="FFFFFF"/>
            <w:vAlign w:val="center"/>
            <w:hideMark/>
          </w:tcPr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48" w:type="pct"/>
            <w:shd w:val="clear" w:color="000000" w:fill="FFFFFF"/>
            <w:vAlign w:val="center"/>
            <w:hideMark/>
          </w:tcPr>
          <w:p w:rsidR="00302D72" w:rsidRDefault="00302D72" w:rsidP="001C5875">
            <w:pPr>
              <w:jc w:val="center"/>
              <w:rPr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 xml:space="preserve">90 % při poskytnutí nového </w:t>
            </w:r>
            <w:proofErr w:type="spellStart"/>
            <w:r w:rsidRPr="001038B4">
              <w:rPr>
                <w:sz w:val="18"/>
                <w:szCs w:val="18"/>
              </w:rPr>
              <w:t>cirkulovatelného</w:t>
            </w:r>
            <w:proofErr w:type="spellEnd"/>
            <w:r w:rsidRPr="001038B4">
              <w:rPr>
                <w:sz w:val="18"/>
                <w:szCs w:val="18"/>
              </w:rPr>
              <w:t xml:space="preserve"> vozíku</w:t>
            </w:r>
            <w:r w:rsidRPr="001038B4">
              <w:rPr>
                <w:sz w:val="18"/>
                <w:szCs w:val="18"/>
              </w:rPr>
              <w:br/>
            </w:r>
          </w:p>
          <w:p w:rsidR="00302D72" w:rsidRDefault="00302D72" w:rsidP="001C5875">
            <w:pPr>
              <w:jc w:val="center"/>
              <w:rPr>
                <w:b/>
                <w:sz w:val="18"/>
                <w:szCs w:val="18"/>
              </w:rPr>
            </w:pPr>
            <w:r w:rsidRPr="001038B4">
              <w:rPr>
                <w:sz w:val="18"/>
                <w:szCs w:val="18"/>
              </w:rPr>
              <w:t>95 % při poskytnutí cirkulovaného vozíku</w:t>
            </w:r>
            <w:r>
              <w:rPr>
                <w:sz w:val="18"/>
                <w:szCs w:val="18"/>
              </w:rPr>
              <w:br/>
            </w:r>
          </w:p>
          <w:p w:rsidR="00302D72" w:rsidRPr="001038B4" w:rsidRDefault="00302D72" w:rsidP="001C5875">
            <w:pPr>
              <w:jc w:val="center"/>
              <w:rPr>
                <w:sz w:val="18"/>
                <w:szCs w:val="18"/>
              </w:rPr>
            </w:pPr>
            <w:r w:rsidRPr="003D231E">
              <w:rPr>
                <w:sz w:val="18"/>
                <w:szCs w:val="18"/>
              </w:rPr>
              <w:t xml:space="preserve">90 %; maximální úhrada </w:t>
            </w:r>
            <w:r>
              <w:rPr>
                <w:b/>
                <w:sz w:val="18"/>
                <w:szCs w:val="18"/>
              </w:rPr>
              <w:t>17.391</w:t>
            </w:r>
            <w:r w:rsidRPr="003D231E">
              <w:rPr>
                <w:b/>
                <w:sz w:val="18"/>
                <w:szCs w:val="18"/>
              </w:rPr>
              <w:t xml:space="preserve"> Kč</w:t>
            </w:r>
            <w:r w:rsidRPr="003D231E">
              <w:rPr>
                <w:sz w:val="18"/>
                <w:szCs w:val="18"/>
              </w:rPr>
              <w:t xml:space="preserve"> / </w:t>
            </w:r>
            <w:r w:rsidRPr="003D231E">
              <w:rPr>
                <w:sz w:val="18"/>
                <w:szCs w:val="18"/>
              </w:rPr>
              <w:br/>
              <w:t xml:space="preserve"> </w:t>
            </w:r>
            <w:r>
              <w:rPr>
                <w:sz w:val="18"/>
                <w:szCs w:val="18"/>
              </w:rPr>
              <w:t>7</w:t>
            </w:r>
            <w:r w:rsidRPr="000A3AA0">
              <w:rPr>
                <w:sz w:val="18"/>
                <w:szCs w:val="18"/>
              </w:rPr>
              <w:t xml:space="preserve"> </w:t>
            </w:r>
            <w:r w:rsidRPr="003D231E">
              <w:rPr>
                <w:sz w:val="18"/>
                <w:szCs w:val="18"/>
              </w:rPr>
              <w:t>let při poskytnutí necirkulovaného vozíku do vlastnictví pojištěnce</w:t>
            </w:r>
          </w:p>
        </w:tc>
      </w:tr>
    </w:tbl>
    <w:p w:rsidR="00302D72" w:rsidRDefault="00302D72" w:rsidP="00302D72">
      <w:pPr>
        <w:pStyle w:val="Normlnweb"/>
        <w:spacing w:before="0" w:beforeAutospacing="0" w:after="0" w:afterAutospacing="0"/>
        <w:jc w:val="both"/>
      </w:pPr>
    </w:p>
    <w:p w:rsidR="00302D72" w:rsidRDefault="00302D72"/>
    <w:p w:rsidR="00E824D1" w:rsidRDefault="00E824D1">
      <w:pPr>
        <w:widowControl/>
        <w:suppressAutoHyphens w:val="0"/>
        <w:rPr>
          <w:b/>
        </w:rPr>
      </w:pPr>
    </w:p>
    <w:p w:rsidR="001A1A11" w:rsidRDefault="00FE2446" w:rsidP="00FE2446">
      <w:pPr>
        <w:pStyle w:val="PNposlanec"/>
      </w:pPr>
      <w:r>
        <w:t>Poslankyně Alena Gajdůšková</w:t>
      </w:r>
    </w:p>
    <w:p w:rsidR="001A1A11" w:rsidRPr="00FE2446" w:rsidRDefault="00FE2446">
      <w:pPr>
        <w:rPr>
          <w:i/>
        </w:rPr>
      </w:pPr>
      <w:r w:rsidRPr="00FE2446">
        <w:rPr>
          <w:i/>
        </w:rPr>
        <w:t>SD 1305</w:t>
      </w:r>
    </w:p>
    <w:p w:rsidR="000C6893" w:rsidRDefault="000C6893"/>
    <w:p w:rsidR="005D17A6" w:rsidRDefault="005D17A6">
      <w:pPr>
        <w:rPr>
          <w:b/>
          <w:u w:val="single"/>
        </w:rPr>
      </w:pPr>
      <w:r w:rsidRPr="005D17A6">
        <w:rPr>
          <w:b/>
          <w:u w:val="single"/>
        </w:rPr>
        <w:t xml:space="preserve">K čl. I </w:t>
      </w:r>
    </w:p>
    <w:p w:rsidR="005D17A6" w:rsidRPr="005D17A6" w:rsidRDefault="005D17A6">
      <w:pPr>
        <w:rPr>
          <w:b/>
          <w:u w:val="single"/>
        </w:rPr>
      </w:pPr>
    </w:p>
    <w:p w:rsidR="00FE2446" w:rsidRPr="00FE2446" w:rsidRDefault="00FE2446" w:rsidP="00FE2446">
      <w:r w:rsidRPr="00FE2446">
        <w:rPr>
          <w:b/>
        </w:rPr>
        <w:t>G1.</w:t>
      </w:r>
      <w:r>
        <w:t xml:space="preserve"> </w:t>
      </w:r>
      <w:r w:rsidR="005D17A6">
        <w:t>B</w:t>
      </w:r>
      <w:r w:rsidRPr="00FE2446">
        <w:t>od 5 zní:</w:t>
      </w:r>
    </w:p>
    <w:p w:rsidR="00FE2446" w:rsidRPr="00FE2446" w:rsidRDefault="00FE2446" w:rsidP="00FE2446">
      <w:pPr>
        <w:rPr>
          <w:rFonts w:eastAsia="Calibri"/>
        </w:rPr>
      </w:pPr>
      <w:r w:rsidRPr="00FE2446">
        <w:rPr>
          <w:rFonts w:eastAsia="Calibri"/>
        </w:rPr>
        <w:t>„5. V § 17 odst. 7 písm. a) body 2 a 3 znějí:</w:t>
      </w:r>
    </w:p>
    <w:p w:rsidR="00FE2446" w:rsidRPr="00FE2446" w:rsidRDefault="00FE2446" w:rsidP="00FE2446">
      <w:pPr>
        <w:pStyle w:val="l6"/>
        <w:spacing w:before="0" w:beforeAutospacing="0" w:after="0" w:afterAutospacing="0"/>
        <w:ind w:left="425" w:firstLine="1"/>
        <w:jc w:val="both"/>
      </w:pPr>
      <w:r w:rsidRPr="00FE2446">
        <w:t>„2. jiným osobám, se kterými zdravotní pojišťovna uzavřela smlouvu o výdeji zdravotnických prostředků (dále jen „smluvní výdejci“), pouze individuálně zhotovované zdravotnické prostředky, zdravotnické prostředky pro pacienty s poruchou mobility a opravy a úpravy těchto zdravotnických prostředků podle přílohy č. 3 k tomuto zákonu,</w:t>
      </w:r>
    </w:p>
    <w:p w:rsidR="00FE2446" w:rsidRPr="00FE2446" w:rsidRDefault="00FE2446" w:rsidP="00FE2446">
      <w:pPr>
        <w:ind w:left="426" w:firstLine="1"/>
        <w:jc w:val="both"/>
        <w:rPr>
          <w:bCs/>
        </w:rPr>
      </w:pPr>
      <w:r w:rsidRPr="00FE2446">
        <w:t>3. očním optikám pouze zdravotnické prostředky pro pacienty s poruchou zraku podle přílohy č.</w:t>
      </w:r>
      <w:r>
        <w:t> </w:t>
      </w:r>
      <w:r w:rsidRPr="00FE2446">
        <w:t>3 k tomuto zákonu,“.“</w:t>
      </w:r>
      <w:r>
        <w:t>.</w:t>
      </w:r>
    </w:p>
    <w:p w:rsidR="00FE2446" w:rsidRDefault="00FE2446"/>
    <w:p w:rsidR="00FE2446" w:rsidRDefault="00FE2446"/>
    <w:p w:rsidR="00FE2446" w:rsidRDefault="00FE2446"/>
    <w:p w:rsidR="000C6893" w:rsidRDefault="000C6893">
      <w:pPr>
        <w:jc w:val="center"/>
      </w:pPr>
      <w:r>
        <w:t xml:space="preserve">V Praze </w:t>
      </w:r>
      <w:r w:rsidR="00E9039A">
        <w:t>18.</w:t>
      </w:r>
      <w:r w:rsidR="00E33CAC">
        <w:t xml:space="preserve"> září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37AE9">
      <w:pPr>
        <w:jc w:val="center"/>
      </w:pPr>
      <w:proofErr w:type="spellStart"/>
      <w:r>
        <w:t>Kamal</w:t>
      </w:r>
      <w:proofErr w:type="spellEnd"/>
      <w:r>
        <w:t xml:space="preserve"> </w:t>
      </w:r>
      <w:proofErr w:type="spellStart"/>
      <w:r>
        <w:t>Farhan</w:t>
      </w:r>
      <w:proofErr w:type="spellEnd"/>
      <w:r w:rsidR="00E9039A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037AE9">
        <w:t xml:space="preserve"> pro zdravotnictví</w:t>
      </w:r>
    </w:p>
    <w:sectPr w:rsidR="000C6893" w:rsidSect="00C65471">
      <w:headerReference w:type="default" r:id="rId7"/>
      <w:headerReference w:type="first" r:id="rId8"/>
      <w:pgSz w:w="11906" w:h="16838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C7B" w:rsidRDefault="003F5C7B" w:rsidP="00087102">
      <w:r>
        <w:separator/>
      </w:r>
    </w:p>
  </w:endnote>
  <w:endnote w:type="continuationSeparator" w:id="0">
    <w:p w:rsidR="003F5C7B" w:rsidRDefault="003F5C7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C7B" w:rsidRDefault="003F5C7B" w:rsidP="00087102">
      <w:r>
        <w:separator/>
      </w:r>
    </w:p>
  </w:footnote>
  <w:footnote w:type="continuationSeparator" w:id="0">
    <w:p w:rsidR="003F5C7B" w:rsidRDefault="003F5C7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9039A">
      <w:rPr>
        <w:noProof/>
      </w:rPr>
      <w:t>7</w:t>
    </w:r>
    <w:r>
      <w:fldChar w:fldCharType="end"/>
    </w:r>
  </w:p>
  <w:p w:rsidR="00087102" w:rsidRDefault="000871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378963"/>
      <w:docPartObj>
        <w:docPartGallery w:val="Page Numbers (Top of Page)"/>
        <w:docPartUnique/>
      </w:docPartObj>
    </w:sdtPr>
    <w:sdtContent>
      <w:p w:rsidR="00C65471" w:rsidRDefault="00C6547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F99">
          <w:rPr>
            <w:noProof/>
          </w:rPr>
          <w:t>1</w:t>
        </w:r>
        <w:r>
          <w:fldChar w:fldCharType="end"/>
        </w:r>
      </w:p>
    </w:sdtContent>
  </w:sdt>
  <w:p w:rsidR="00C65471" w:rsidRDefault="00C654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38E1F28"/>
    <w:lvl w:ilvl="0" w:tplc="FFFFFFFF">
      <w:start w:val="1"/>
      <w:numFmt w:val="bullet"/>
      <w:lvlText w:val="č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CE15680"/>
    <w:multiLevelType w:val="hybridMultilevel"/>
    <w:tmpl w:val="AE766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82DED"/>
    <w:multiLevelType w:val="hybridMultilevel"/>
    <w:tmpl w:val="17DE13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3029F0"/>
    <w:multiLevelType w:val="hybridMultilevel"/>
    <w:tmpl w:val="E426470A"/>
    <w:lvl w:ilvl="0" w:tplc="B46075D8">
      <w:start w:val="1"/>
      <w:numFmt w:val="lowerLetter"/>
      <w:lvlText w:val="%1)"/>
      <w:lvlJc w:val="left"/>
      <w:pPr>
        <w:tabs>
          <w:tab w:val="num" w:pos="851"/>
        </w:tabs>
        <w:ind w:left="851" w:hanging="454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E42FB"/>
    <w:multiLevelType w:val="hybridMultilevel"/>
    <w:tmpl w:val="139E0E02"/>
    <w:lvl w:ilvl="0" w:tplc="CC00A94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E26C34"/>
    <w:multiLevelType w:val="hybridMultilevel"/>
    <w:tmpl w:val="5234EAD8"/>
    <w:lvl w:ilvl="0" w:tplc="E84899B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7B"/>
    <w:rsid w:val="00037AE9"/>
    <w:rsid w:val="00087102"/>
    <w:rsid w:val="000C6893"/>
    <w:rsid w:val="00114438"/>
    <w:rsid w:val="00140286"/>
    <w:rsid w:val="00181A9F"/>
    <w:rsid w:val="001A1A11"/>
    <w:rsid w:val="001E7022"/>
    <w:rsid w:val="002A2FB0"/>
    <w:rsid w:val="002E1F99"/>
    <w:rsid w:val="00302D72"/>
    <w:rsid w:val="003477DC"/>
    <w:rsid w:val="0037124C"/>
    <w:rsid w:val="003F5C7B"/>
    <w:rsid w:val="00511F8C"/>
    <w:rsid w:val="005862F4"/>
    <w:rsid w:val="005D17A6"/>
    <w:rsid w:val="005F123E"/>
    <w:rsid w:val="00620E60"/>
    <w:rsid w:val="00646DD0"/>
    <w:rsid w:val="006706ED"/>
    <w:rsid w:val="0067411B"/>
    <w:rsid w:val="007B434C"/>
    <w:rsid w:val="007B75AF"/>
    <w:rsid w:val="008471F0"/>
    <w:rsid w:val="00870B20"/>
    <w:rsid w:val="009B08D8"/>
    <w:rsid w:val="00A73F17"/>
    <w:rsid w:val="00B163FF"/>
    <w:rsid w:val="00B647D9"/>
    <w:rsid w:val="00BE1346"/>
    <w:rsid w:val="00C65471"/>
    <w:rsid w:val="00C9195B"/>
    <w:rsid w:val="00E33CAC"/>
    <w:rsid w:val="00E50F2F"/>
    <w:rsid w:val="00E824D1"/>
    <w:rsid w:val="00E9039A"/>
    <w:rsid w:val="00F442B6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oNotEmbedSmartTags/>
  <w:decimalSymbol w:val=","/>
  <w:listSeparator w:val=";"/>
  <w14:docId w14:val="239490FF"/>
  <w15:chartTrackingRefBased/>
  <w15:docId w15:val="{A89DBA0A-F781-40B6-AD3E-94CBB91D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3F5C7B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3F5C7B"/>
    <w:pPr>
      <w:widowControl/>
      <w:suppressAutoHyphens w:val="0"/>
      <w:ind w:left="720"/>
      <w:contextualSpacing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0">
    <w:name w:val="Základní text_"/>
    <w:link w:val="Zkladntext1"/>
    <w:rsid w:val="003F5C7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3F5C7B"/>
    <w:pPr>
      <w:shd w:val="clear" w:color="auto" w:fill="FFFFFF"/>
      <w:suppressAutoHyphens w:val="0"/>
      <w:spacing w:after="280" w:line="343" w:lineRule="auto"/>
      <w:jc w:val="both"/>
    </w:pPr>
    <w:rPr>
      <w:rFonts w:ascii="Arial" w:eastAsia="Arial" w:hAnsi="Arial" w:cs="Arial"/>
      <w:kern w:val="0"/>
      <w:sz w:val="20"/>
      <w:szCs w:val="20"/>
      <w:lang w:eastAsia="cs-CZ" w:bidi="ar-SA"/>
    </w:rPr>
  </w:style>
  <w:style w:type="paragraph" w:styleId="Normlnweb">
    <w:name w:val="Normal (Web)"/>
    <w:basedOn w:val="Normln"/>
    <w:rsid w:val="00302D7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6">
    <w:name w:val="l6"/>
    <w:basedOn w:val="Normln"/>
    <w:rsid w:val="00FE2446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3F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63F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169</TotalTime>
  <Pages>7</Pages>
  <Words>2074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2018-09-18T16:14:00Z</cp:lastPrinted>
  <dcterms:created xsi:type="dcterms:W3CDTF">2018-09-18T12:39:00Z</dcterms:created>
  <dcterms:modified xsi:type="dcterms:W3CDTF">2018-09-18T16:27:00Z</dcterms:modified>
</cp:coreProperties>
</file>