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2A5AB4" w:rsidRDefault="002A5AB4" w:rsidP="00A92050">
      <w:pPr>
        <w:jc w:val="center"/>
        <w:rPr>
          <w:b/>
        </w:rPr>
      </w:pPr>
    </w:p>
    <w:p w:rsidR="002A5AB4" w:rsidRPr="002A5AB4" w:rsidRDefault="002A5AB4" w:rsidP="002A5AB4">
      <w:pPr>
        <w:pStyle w:val="PS-pedmtusnesen"/>
        <w:pBdr>
          <w:bottom w:val="none" w:sz="0" w:space="0" w:color="auto"/>
        </w:pBdr>
        <w:spacing w:before="0" w:after="0"/>
        <w:rPr>
          <w:b/>
        </w:rPr>
      </w:pPr>
      <w:r w:rsidRPr="002A5AB4">
        <w:rPr>
          <w:b/>
        </w:rPr>
        <w:t xml:space="preserve">k návrhu poslanců Jany Pastuchové, Heleny Válkové, Radky Maxové, Patrika Nachera, Davida Kasala, Karla Raise, Rostislava Vyzuly, Martina Kolovratníka a Jaroslava Bžocha na vydání zákona kterým se mění zákon č. 111/2006 Sb., o pomoci v hmotné nouzi, ve znění pozdějších předpisů 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2A5AB4">
        <w:rPr>
          <w:b/>
        </w:rPr>
        <w:t>89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Default="00A92050" w:rsidP="00A92050"/>
    <w:p w:rsidR="00C875C8" w:rsidRPr="00A92050" w:rsidRDefault="00C875C8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2A5AB4">
        <w:rPr>
          <w:b/>
          <w:sz w:val="28"/>
          <w:szCs w:val="28"/>
        </w:rPr>
        <w:t>26. června 2018</w:t>
      </w:r>
    </w:p>
    <w:p w:rsidR="00A92050" w:rsidRPr="00A92050" w:rsidRDefault="00A92050" w:rsidP="00A92050"/>
    <w:p w:rsidR="00A92050" w:rsidRDefault="00A92050" w:rsidP="00A92050"/>
    <w:p w:rsidR="00321A36" w:rsidRPr="00A92050" w:rsidRDefault="00321A36" w:rsidP="00A92050"/>
    <w:p w:rsidR="00A92050" w:rsidRDefault="00A92050" w:rsidP="00321A36">
      <w:pPr>
        <w:pStyle w:val="Oznaenpozmn"/>
        <w:spacing w:after="0"/>
        <w:ind w:left="567" w:hanging="567"/>
      </w:pPr>
      <w:r>
        <w:t>Poslanec</w:t>
      </w:r>
      <w:r w:rsidR="00B1313C">
        <w:t xml:space="preserve"> Roman Sklenák</w:t>
      </w:r>
    </w:p>
    <w:p w:rsidR="00321A36" w:rsidRPr="00321A36" w:rsidRDefault="00321A36" w:rsidP="00321A36"/>
    <w:p w:rsidR="00B1313C" w:rsidRDefault="00B1313C" w:rsidP="00B1313C">
      <w:r>
        <w:t>(SD 1041)</w:t>
      </w:r>
    </w:p>
    <w:p w:rsidR="00E50344" w:rsidRPr="00451F86" w:rsidRDefault="00451F86" w:rsidP="00451F86">
      <w:r w:rsidRPr="00C875C8">
        <w:rPr>
          <w:b/>
        </w:rPr>
        <w:t>A1.</w:t>
      </w:r>
      <w:r>
        <w:t xml:space="preserve"> </w:t>
      </w:r>
      <w:r w:rsidR="00E50344" w:rsidRPr="00451F86">
        <w:t>V</w:t>
      </w:r>
      <w:r>
        <w:t> </w:t>
      </w:r>
      <w:r w:rsidR="00E50344" w:rsidRPr="00451F86">
        <w:t>čl. I bod 1 zní:</w:t>
      </w:r>
    </w:p>
    <w:p w:rsidR="00E50344" w:rsidRDefault="00E50344" w:rsidP="00E50344">
      <w:r>
        <w:t xml:space="preserve">„1. </w:t>
      </w:r>
      <w:r w:rsidRPr="00D4409E">
        <w:t>V</w:t>
      </w:r>
      <w:r w:rsidR="00451F86">
        <w:t> </w:t>
      </w:r>
      <w:r w:rsidRPr="00D4409E">
        <w:t>§ 43 odst. 5 písm. a) se věta druhá zrušuje.</w:t>
      </w:r>
      <w:r>
        <w:t>“</w:t>
      </w:r>
      <w:r w:rsidR="00451F86">
        <w:t>.</w:t>
      </w:r>
    </w:p>
    <w:p w:rsidR="00E50344" w:rsidRDefault="00E50344" w:rsidP="00E50344"/>
    <w:p w:rsidR="00E50344" w:rsidRPr="00451F86" w:rsidRDefault="00451F86" w:rsidP="00451F86">
      <w:r w:rsidRPr="00C875C8">
        <w:rPr>
          <w:b/>
        </w:rPr>
        <w:t>A2.</w:t>
      </w:r>
      <w:r>
        <w:t xml:space="preserve"> </w:t>
      </w:r>
      <w:r w:rsidR="00E50344" w:rsidRPr="00451F86">
        <w:t xml:space="preserve">V čl. I </w:t>
      </w:r>
      <w:r>
        <w:t xml:space="preserve">se </w:t>
      </w:r>
      <w:r w:rsidR="00E50344" w:rsidRPr="00451F86">
        <w:t xml:space="preserve">bod 2 zrušuje. </w:t>
      </w:r>
    </w:p>
    <w:p w:rsidR="00B1313C" w:rsidRDefault="00B1313C" w:rsidP="00B1313C"/>
    <w:p w:rsidR="00E50344" w:rsidRDefault="00E50344" w:rsidP="00B1313C"/>
    <w:p w:rsidR="00C875C8" w:rsidRDefault="00C875C8" w:rsidP="00B1313C"/>
    <w:p w:rsidR="00B1313C" w:rsidRDefault="00B1313C" w:rsidP="00AF2A0C">
      <w:pPr>
        <w:ind w:left="567" w:hanging="567"/>
        <w:rPr>
          <w:b/>
        </w:rPr>
      </w:pPr>
      <w:r w:rsidRPr="00E50344">
        <w:rPr>
          <w:b/>
        </w:rPr>
        <w:t>B</w:t>
      </w:r>
      <w:r w:rsidR="00451F86">
        <w:rPr>
          <w:b/>
        </w:rPr>
        <w:t>.</w:t>
      </w:r>
      <w:r w:rsidRPr="00E50344">
        <w:rPr>
          <w:b/>
        </w:rPr>
        <w:tab/>
        <w:t>Poslanec Marek Novák</w:t>
      </w:r>
      <w:r w:rsidR="00451F86">
        <w:rPr>
          <w:b/>
        </w:rPr>
        <w:t xml:space="preserve"> (poslankyně Radka Maxová)</w:t>
      </w:r>
    </w:p>
    <w:p w:rsidR="00321A36" w:rsidRPr="00E50344" w:rsidRDefault="00321A36" w:rsidP="00B1313C">
      <w:pPr>
        <w:rPr>
          <w:b/>
        </w:rPr>
      </w:pPr>
    </w:p>
    <w:p w:rsidR="00B1313C" w:rsidRDefault="00B1313C" w:rsidP="00B1313C">
      <w:r>
        <w:t>(SD 1032)</w:t>
      </w:r>
    </w:p>
    <w:p w:rsidR="00451F86" w:rsidRDefault="00451F86" w:rsidP="00B1313C">
      <w:r>
        <w:t>V čl. I se vkládá nový bod 1, který zní:</w:t>
      </w:r>
    </w:p>
    <w:p w:rsidR="00E50344" w:rsidRDefault="00451F86" w:rsidP="000F1F02">
      <w:pPr>
        <w:ind w:left="703" w:hanging="703"/>
      </w:pPr>
      <w:r>
        <w:rPr>
          <w:color w:val="000000"/>
        </w:rPr>
        <w:t xml:space="preserve">„1. </w:t>
      </w:r>
      <w:r w:rsidR="00326E1C" w:rsidRPr="00326E1C">
        <w:rPr>
          <w:color w:val="000000"/>
        </w:rPr>
        <w:t>V § 33 odst</w:t>
      </w:r>
      <w:r>
        <w:rPr>
          <w:color w:val="000000"/>
        </w:rPr>
        <w:t>.</w:t>
      </w:r>
      <w:r w:rsidR="00326E1C" w:rsidRPr="00326E1C">
        <w:rPr>
          <w:color w:val="000000"/>
        </w:rPr>
        <w:t xml:space="preserve"> 6 se za slova „terapeutické komunitě,“ </w:t>
      </w:r>
      <w:r>
        <w:rPr>
          <w:color w:val="000000"/>
        </w:rPr>
        <w:t xml:space="preserve">vkládají </w:t>
      </w:r>
      <w:r w:rsidR="00326E1C" w:rsidRPr="00326E1C">
        <w:rPr>
          <w:color w:val="000000"/>
        </w:rPr>
        <w:t>slova „služby následné péče,</w:t>
      </w:r>
      <w:r w:rsidR="00326E1C">
        <w:rPr>
          <w:color w:val="000000"/>
        </w:rPr>
        <w:t>“</w:t>
      </w:r>
      <w:r w:rsidR="00326E1C" w:rsidRPr="00326E1C">
        <w:rPr>
          <w:color w:val="000000"/>
        </w:rPr>
        <w:t>.</w:t>
      </w:r>
      <w:r w:rsidR="000F1F02">
        <w:rPr>
          <w:color w:val="000000"/>
        </w:rPr>
        <w:t>“.</w:t>
      </w:r>
    </w:p>
    <w:p w:rsidR="00E50344" w:rsidRDefault="000579BE" w:rsidP="00B1313C">
      <w:r>
        <w:t>Následující body se přečíslují.</w:t>
      </w:r>
    </w:p>
    <w:p w:rsidR="00C875C8" w:rsidRDefault="00C875C8" w:rsidP="00B1313C"/>
    <w:p w:rsidR="00C875C8" w:rsidRDefault="00C875C8" w:rsidP="00B1313C"/>
    <w:p w:rsidR="00321A36" w:rsidRDefault="00321A36" w:rsidP="00B1313C"/>
    <w:p w:rsidR="00B1313C" w:rsidRPr="00E50344" w:rsidRDefault="00B1313C" w:rsidP="00AF2A0C">
      <w:pPr>
        <w:ind w:left="567" w:hanging="567"/>
        <w:rPr>
          <w:b/>
        </w:rPr>
      </w:pPr>
      <w:r w:rsidRPr="00E50344">
        <w:rPr>
          <w:b/>
        </w:rPr>
        <w:t>C</w:t>
      </w:r>
      <w:r w:rsidR="000F1F02">
        <w:rPr>
          <w:b/>
        </w:rPr>
        <w:t>.</w:t>
      </w:r>
      <w:r w:rsidRPr="00E50344">
        <w:rPr>
          <w:b/>
        </w:rPr>
        <w:tab/>
        <w:t>Poslankyně Jana Pastuchová</w:t>
      </w:r>
    </w:p>
    <w:p w:rsidR="00B1313C" w:rsidRDefault="00B1313C" w:rsidP="00B1313C">
      <w:r>
        <w:t>(SD 1043)</w:t>
      </w:r>
    </w:p>
    <w:p w:rsidR="00326E1C" w:rsidRDefault="000F1F02" w:rsidP="00326E1C">
      <w:pPr>
        <w:shd w:val="clear" w:color="auto" w:fill="FFFFFF"/>
        <w:spacing w:line="23" w:lineRule="atLeast"/>
      </w:pPr>
      <w:r>
        <w:t>V čl. I bodu 1 se v §</w:t>
      </w:r>
      <w:r w:rsidR="00326E1C">
        <w:t xml:space="preserve"> 43 odst. 5 písm. a) za bod 3 vkládá nový bod 4, který zní:</w:t>
      </w:r>
    </w:p>
    <w:p w:rsidR="00326E1C" w:rsidRDefault="00326E1C" w:rsidP="00326E1C">
      <w:pPr>
        <w:shd w:val="clear" w:color="auto" w:fill="FFFFFF"/>
        <w:spacing w:line="23" w:lineRule="atLeast"/>
      </w:pPr>
      <w:r>
        <w:t>„4. byl přiznán příspěvek na péči ve stupni IV (úplná závislost)</w:t>
      </w:r>
      <w:r>
        <w:rPr>
          <w:vertAlign w:val="superscript"/>
        </w:rPr>
        <w:t>74</w:t>
      </w:r>
      <w:r>
        <w:t xml:space="preserve">), </w:t>
      </w:r>
      <w:r w:rsidRPr="007B2F75">
        <w:t>a to ode dne právní moci rozhodnutí o přiznání této dávky</w:t>
      </w:r>
      <w:r>
        <w:t>, nebo je osobou starší 70 let</w:t>
      </w:r>
      <w:r w:rsidRPr="007B2F75">
        <w:t>,</w:t>
      </w:r>
      <w:r>
        <w:t>“.</w:t>
      </w:r>
    </w:p>
    <w:p w:rsidR="00326E1C" w:rsidRDefault="00326E1C" w:rsidP="00B1313C"/>
    <w:p w:rsidR="00326E1C" w:rsidRDefault="00326E1C" w:rsidP="00B1313C"/>
    <w:p w:rsidR="00C875C8" w:rsidRDefault="00C875C8" w:rsidP="00B1313C"/>
    <w:p w:rsidR="00B1313C" w:rsidRPr="00E50344" w:rsidRDefault="00B1313C" w:rsidP="00AF2A0C">
      <w:pPr>
        <w:ind w:left="567" w:hanging="567"/>
        <w:rPr>
          <w:b/>
        </w:rPr>
      </w:pPr>
      <w:r w:rsidRPr="00E50344">
        <w:rPr>
          <w:b/>
        </w:rPr>
        <w:t>D</w:t>
      </w:r>
      <w:r w:rsidR="000F1F02">
        <w:rPr>
          <w:b/>
        </w:rPr>
        <w:t>.</w:t>
      </w:r>
      <w:r w:rsidRPr="00E50344">
        <w:rPr>
          <w:b/>
        </w:rPr>
        <w:tab/>
        <w:t>Poslankyně Olga Richterová</w:t>
      </w:r>
    </w:p>
    <w:p w:rsidR="00B1313C" w:rsidRDefault="00B1313C" w:rsidP="00B1313C">
      <w:r>
        <w:t>(SD 1040)</w:t>
      </w:r>
    </w:p>
    <w:p w:rsidR="00326E1C" w:rsidRPr="00326E1C" w:rsidRDefault="000F1F02" w:rsidP="00BA0DFB">
      <w:r>
        <w:t xml:space="preserve">V čl. I bodu 1 se </w:t>
      </w:r>
      <w:r w:rsidR="00BA0DFB">
        <w:t>na konci</w:t>
      </w:r>
      <w:r w:rsidR="00326E1C" w:rsidRPr="00326E1C">
        <w:t xml:space="preserve"> novelizačního bodu čárka nahrazuje tečkou a doplňuje se věta, která zní:</w:t>
      </w:r>
      <w:r w:rsidR="00BA0DFB">
        <w:t xml:space="preserve"> </w:t>
      </w:r>
      <w:r w:rsidR="00326E1C" w:rsidRPr="00326E1C">
        <w:t>„Zvýšení částky živobytí z důvodu dietního stravování se vyplácí vždy v</w:t>
      </w:r>
      <w:r w:rsidR="00BA0DFB">
        <w:t> </w:t>
      </w:r>
      <w:r w:rsidR="00326E1C" w:rsidRPr="00326E1C">
        <w:t>hotovosti</w:t>
      </w:r>
      <w:r w:rsidR="00BA0DFB">
        <w:t>,</w:t>
      </w:r>
      <w:r w:rsidR="00326E1C" w:rsidRPr="00326E1C">
        <w:t>“</w:t>
      </w:r>
      <w:r w:rsidR="00BA0DFB">
        <w:t>.</w:t>
      </w:r>
    </w:p>
    <w:p w:rsidR="00326E1C" w:rsidRDefault="00326E1C" w:rsidP="00B1313C"/>
    <w:p w:rsidR="00C875C8" w:rsidRDefault="00C875C8" w:rsidP="00B1313C"/>
    <w:p w:rsidR="00B1313C" w:rsidRPr="00E50344" w:rsidRDefault="00B1313C" w:rsidP="00AF2A0C">
      <w:pPr>
        <w:ind w:left="567" w:hanging="567"/>
        <w:rPr>
          <w:b/>
        </w:rPr>
      </w:pPr>
      <w:r w:rsidRPr="00E50344">
        <w:rPr>
          <w:b/>
        </w:rPr>
        <w:t>E</w:t>
      </w:r>
      <w:r w:rsidR="00BA0DFB">
        <w:rPr>
          <w:b/>
        </w:rPr>
        <w:t>.</w:t>
      </w:r>
      <w:r w:rsidRPr="00E50344">
        <w:rPr>
          <w:b/>
        </w:rPr>
        <w:tab/>
        <w:t>Poslankyně Hana Aulická Jírovcová</w:t>
      </w:r>
    </w:p>
    <w:p w:rsidR="00B1313C" w:rsidRDefault="00B1313C" w:rsidP="00B1313C">
      <w:r>
        <w:t>(SD 1044)</w:t>
      </w:r>
    </w:p>
    <w:p w:rsidR="000B4A61" w:rsidRPr="00692056" w:rsidRDefault="000B4A61" w:rsidP="00692056">
      <w:pPr>
        <w:pStyle w:val="Odstavecseseznamem"/>
        <w:shd w:val="clear" w:color="auto" w:fill="FFFFFF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B4A61">
        <w:rPr>
          <w:rFonts w:ascii="Times New Roman" w:hAnsi="Times New Roman" w:cs="Times New Roman"/>
          <w:sz w:val="24"/>
          <w:szCs w:val="24"/>
        </w:rPr>
        <w:t>V</w:t>
      </w:r>
      <w:r w:rsidR="00692056">
        <w:rPr>
          <w:rFonts w:ascii="Times New Roman" w:hAnsi="Times New Roman" w:cs="Times New Roman"/>
          <w:sz w:val="24"/>
          <w:szCs w:val="24"/>
        </w:rPr>
        <w:t xml:space="preserve"> čl. I bodu 1 v § 43 odst. 5 písm. a) se slova </w:t>
      </w:r>
      <w:r w:rsidRPr="00692056">
        <w:rPr>
          <w:rFonts w:ascii="Times New Roman" w:hAnsi="Times New Roman" w:cs="Times New Roman"/>
          <w:sz w:val="24"/>
          <w:szCs w:val="24"/>
        </w:rPr>
        <w:t>„anebo v případech, kdy se jedná o důvody hodné zvláštního zřetele“</w:t>
      </w:r>
      <w:r w:rsidR="00692056" w:rsidRPr="00692056">
        <w:rPr>
          <w:rFonts w:ascii="Times New Roman" w:hAnsi="Times New Roman" w:cs="Times New Roman"/>
          <w:sz w:val="24"/>
          <w:szCs w:val="24"/>
        </w:rPr>
        <w:t xml:space="preserve"> zrušují.</w:t>
      </w:r>
    </w:p>
    <w:p w:rsidR="00326E1C" w:rsidRPr="00692056" w:rsidRDefault="00326E1C" w:rsidP="00B1313C"/>
    <w:p w:rsidR="00326E1C" w:rsidRDefault="00326E1C" w:rsidP="00B1313C"/>
    <w:p w:rsidR="00692056" w:rsidRDefault="00692056" w:rsidP="00B1313C"/>
    <w:p w:rsidR="00B1313C" w:rsidRPr="00E50344" w:rsidRDefault="00B1313C" w:rsidP="00AF2A0C">
      <w:pPr>
        <w:ind w:left="567" w:hanging="567"/>
        <w:rPr>
          <w:b/>
        </w:rPr>
      </w:pPr>
      <w:r w:rsidRPr="00E50344">
        <w:rPr>
          <w:b/>
        </w:rPr>
        <w:t>F</w:t>
      </w:r>
      <w:r w:rsidR="00692056">
        <w:rPr>
          <w:b/>
        </w:rPr>
        <w:t>.</w:t>
      </w:r>
      <w:r w:rsidRPr="00E50344">
        <w:rPr>
          <w:b/>
        </w:rPr>
        <w:tab/>
        <w:t>Poslanec Vít Kaňkovský</w:t>
      </w:r>
    </w:p>
    <w:p w:rsidR="00B1313C" w:rsidRDefault="00B1313C" w:rsidP="00B1313C">
      <w:r>
        <w:t xml:space="preserve">(SD </w:t>
      </w:r>
      <w:r w:rsidR="00261DAC">
        <w:t>1026)</w:t>
      </w:r>
    </w:p>
    <w:p w:rsidR="00692056" w:rsidRDefault="00692056" w:rsidP="00B1313C">
      <w:r w:rsidRPr="00C875C8">
        <w:rPr>
          <w:b/>
        </w:rPr>
        <w:t>F1.</w:t>
      </w:r>
      <w:r>
        <w:t xml:space="preserve"> V čl. I bod</w:t>
      </w:r>
      <w:r w:rsidR="00617261">
        <w:t>u</w:t>
      </w:r>
      <w:r>
        <w:t xml:space="preserve"> 1 v §</w:t>
      </w:r>
      <w:r w:rsidR="000579BE">
        <w:t xml:space="preserve"> </w:t>
      </w:r>
      <w:r>
        <w:t>43 odst. 5 písm. a) se za bod 3 vkládá nový bod 4, který zní:</w:t>
      </w:r>
    </w:p>
    <w:p w:rsidR="000B4A61" w:rsidRDefault="000B4A61" w:rsidP="000B4A61">
      <w:r>
        <w:t>„</w:t>
      </w:r>
      <w:r w:rsidR="00617261">
        <w:t>4</w:t>
      </w:r>
      <w:r w:rsidRPr="00B543FF">
        <w:t xml:space="preserve">. </w:t>
      </w:r>
      <w:r>
        <w:t>je poskytována péče a osobě, která péči poskytuje ve smyslu zvláštního právního předpisu</w:t>
      </w:r>
      <w:r w:rsidR="00321A36" w:rsidRPr="00321A36">
        <w:rPr>
          <w:vertAlign w:val="superscript"/>
        </w:rPr>
        <w:t>1</w:t>
      </w:r>
      <w:r w:rsidR="00321A36">
        <w:t>)</w:t>
      </w:r>
      <w:r>
        <w:t>,“.</w:t>
      </w:r>
    </w:p>
    <w:p w:rsidR="00617261" w:rsidRDefault="00617261" w:rsidP="000B4A61">
      <w:r>
        <w:t>_________</w:t>
      </w:r>
    </w:p>
    <w:p w:rsidR="00617261" w:rsidRPr="00B87517" w:rsidRDefault="00617261" w:rsidP="00617261">
      <w:pPr>
        <w:ind w:left="284" w:hanging="284"/>
        <w:rPr>
          <w:sz w:val="20"/>
          <w:szCs w:val="20"/>
        </w:rPr>
      </w:pPr>
      <w:r w:rsidRPr="00B87517">
        <w:rPr>
          <w:rStyle w:val="Znakapoznpodarou"/>
          <w:sz w:val="20"/>
          <w:szCs w:val="20"/>
        </w:rPr>
        <w:footnoteRef/>
      </w:r>
      <w:r w:rsidRPr="00B87517">
        <w:rPr>
          <w:sz w:val="20"/>
          <w:szCs w:val="20"/>
          <w:vertAlign w:val="superscript"/>
        </w:rPr>
        <w:t>)</w:t>
      </w:r>
      <w:r w:rsidRPr="00B87517">
        <w:rPr>
          <w:sz w:val="20"/>
          <w:szCs w:val="20"/>
        </w:rPr>
        <w:tab/>
      </w:r>
      <w:r>
        <w:rPr>
          <w:sz w:val="20"/>
          <w:szCs w:val="20"/>
        </w:rPr>
        <w:t xml:space="preserve">§ 3 odst. 1 písm. a) bod 5 zákona č. </w:t>
      </w:r>
      <w:r w:rsidRPr="00B87517">
        <w:rPr>
          <w:sz w:val="20"/>
          <w:szCs w:val="20"/>
        </w:rPr>
        <w:t>111/2006 Sb., o pomoci v hmotné nouzi, ve znění pozdějších předpisů.</w:t>
      </w:r>
    </w:p>
    <w:p w:rsidR="00261DAC" w:rsidRDefault="00261DAC" w:rsidP="00B1313C"/>
    <w:p w:rsidR="00617261" w:rsidRDefault="00D03744" w:rsidP="00B1313C">
      <w:pPr>
        <w:rPr>
          <w:i/>
        </w:rPr>
      </w:pPr>
      <w:r>
        <w:rPr>
          <w:i/>
        </w:rPr>
        <w:t>(</w:t>
      </w:r>
      <w:r w:rsidR="00617261">
        <w:rPr>
          <w:i/>
        </w:rPr>
        <w:t>Poznámka legislativního odboru:</w:t>
      </w:r>
    </w:p>
    <w:p w:rsidR="00617261" w:rsidRDefault="00055D39" w:rsidP="00B1313C">
      <w:pPr>
        <w:rPr>
          <w:i/>
        </w:rPr>
      </w:pPr>
      <w:r>
        <w:rPr>
          <w:i/>
        </w:rPr>
        <w:t>doporučujeme legislativní úpravu tak, že slova „ve smyslu zvláštního právního předpisu</w:t>
      </w:r>
      <w:r>
        <w:rPr>
          <w:i/>
          <w:vertAlign w:val="superscript"/>
        </w:rPr>
        <w:t>1)</w:t>
      </w:r>
      <w:r w:rsidR="00D03744">
        <w:rPr>
          <w:i/>
          <w:vertAlign w:val="superscript"/>
        </w:rPr>
        <w:t>“</w:t>
      </w:r>
      <w:r w:rsidR="000579BE" w:rsidRPr="000579BE">
        <w:rPr>
          <w:i/>
        </w:rPr>
        <w:t>a poznámka pod čarou</w:t>
      </w:r>
      <w:r>
        <w:rPr>
          <w:i/>
        </w:rPr>
        <w:t xml:space="preserve"> č. 1 budou nahrazen</w:t>
      </w:r>
      <w:r w:rsidR="000579BE">
        <w:rPr>
          <w:i/>
        </w:rPr>
        <w:t>y</w:t>
      </w:r>
      <w:r>
        <w:rPr>
          <w:i/>
        </w:rPr>
        <w:t xml:space="preserve"> slovy „podle § 3 odst. 1 písm. a</w:t>
      </w:r>
      <w:r w:rsidR="00D03744">
        <w:rPr>
          <w:i/>
        </w:rPr>
        <w:t>)</w:t>
      </w:r>
      <w:r>
        <w:rPr>
          <w:i/>
        </w:rPr>
        <w:t xml:space="preserve"> bodu 5 tohoto zákona“.</w:t>
      </w:r>
      <w:r w:rsidR="00D03744">
        <w:rPr>
          <w:i/>
        </w:rPr>
        <w:t>)</w:t>
      </w:r>
    </w:p>
    <w:p w:rsidR="00D03744" w:rsidRDefault="00D03744" w:rsidP="00B1313C">
      <w:pPr>
        <w:rPr>
          <w:i/>
        </w:rPr>
      </w:pPr>
    </w:p>
    <w:p w:rsidR="00321A36" w:rsidRPr="00055D39" w:rsidRDefault="00321A36" w:rsidP="00B1313C">
      <w:pPr>
        <w:rPr>
          <w:i/>
        </w:rPr>
      </w:pPr>
    </w:p>
    <w:p w:rsidR="00261DAC" w:rsidRDefault="00261DAC" w:rsidP="00B1313C">
      <w:r>
        <w:t>(SD 1027)</w:t>
      </w:r>
    </w:p>
    <w:p w:rsidR="00D03744" w:rsidRPr="00C875C8" w:rsidRDefault="00D03744" w:rsidP="00B1313C">
      <w:pPr>
        <w:rPr>
          <w:b/>
        </w:rPr>
      </w:pPr>
      <w:r w:rsidRPr="00C875C8">
        <w:rPr>
          <w:b/>
        </w:rPr>
        <w:t>F2.</w:t>
      </w:r>
    </w:p>
    <w:p w:rsidR="00D03744" w:rsidRDefault="00D03744" w:rsidP="00B1313C">
      <w:r>
        <w:t xml:space="preserve">V čl. I bodu 1 v § 43 odst. 5 </w:t>
      </w:r>
      <w:r w:rsidR="00653BDE">
        <w:t xml:space="preserve">písm. a) </w:t>
      </w:r>
      <w:r>
        <w:t xml:space="preserve">se za </w:t>
      </w:r>
      <w:r w:rsidR="000579BE">
        <w:t xml:space="preserve">nově vložený </w:t>
      </w:r>
      <w:r>
        <w:t xml:space="preserve">bod </w:t>
      </w:r>
      <w:r w:rsidR="000579BE">
        <w:t>4</w:t>
      </w:r>
      <w:r>
        <w:t xml:space="preserve"> vkládá nový bod </w:t>
      </w:r>
      <w:r w:rsidR="000579BE">
        <w:t>5</w:t>
      </w:r>
      <w:r>
        <w:t>, který zní:</w:t>
      </w:r>
    </w:p>
    <w:p w:rsidR="000B4A61" w:rsidRPr="00B543FF" w:rsidRDefault="000B4A61" w:rsidP="000B4A61">
      <w:r>
        <w:t>„</w:t>
      </w:r>
      <w:r w:rsidR="000579BE">
        <w:t>5</w:t>
      </w:r>
      <w:r w:rsidRPr="00B543FF">
        <w:t xml:space="preserve">. </w:t>
      </w:r>
      <w:r>
        <w:t>je poskytován příspěvek na péči</w:t>
      </w:r>
      <w:r w:rsidRPr="00F63EB0">
        <w:t xml:space="preserve"> ve stupni II (středně těžká závislost), nebo ve stupni III (těžká závislost)</w:t>
      </w:r>
      <w:r>
        <w:t xml:space="preserve"> </w:t>
      </w:r>
      <w:r w:rsidRPr="00164B57">
        <w:t>anebo ve stupni IV (úplná závislost)</w:t>
      </w:r>
      <w:r w:rsidR="000579BE">
        <w:t>,</w:t>
      </w:r>
      <w:r>
        <w:t>“.</w:t>
      </w:r>
    </w:p>
    <w:p w:rsidR="00261DAC" w:rsidRDefault="00261DAC" w:rsidP="00B1313C"/>
    <w:p w:rsidR="000579BE" w:rsidRDefault="000579BE" w:rsidP="00B1313C"/>
    <w:p w:rsidR="003A1DC9" w:rsidRDefault="003A1DC9" w:rsidP="003A1DC9">
      <w:r>
        <w:t>(SD 1029)</w:t>
      </w:r>
    </w:p>
    <w:p w:rsidR="003A1DC9" w:rsidRPr="00C875C8" w:rsidRDefault="003A1DC9" w:rsidP="003A1DC9">
      <w:pPr>
        <w:rPr>
          <w:b/>
        </w:rPr>
      </w:pPr>
      <w:r w:rsidRPr="00C875C8">
        <w:rPr>
          <w:b/>
        </w:rPr>
        <w:t>F</w:t>
      </w:r>
      <w:r>
        <w:rPr>
          <w:b/>
        </w:rPr>
        <w:t>3</w:t>
      </w:r>
      <w:r w:rsidRPr="00C875C8">
        <w:rPr>
          <w:b/>
        </w:rPr>
        <w:t>.</w:t>
      </w:r>
    </w:p>
    <w:p w:rsidR="003A1DC9" w:rsidRDefault="003A1DC9" w:rsidP="003A1DC9">
      <w:r>
        <w:t xml:space="preserve">V čl. I bodu 1 v § 43 odst. 5 </w:t>
      </w:r>
      <w:r w:rsidR="00653BDE">
        <w:t xml:space="preserve">písm. a) </w:t>
      </w:r>
      <w:r>
        <w:t>se za nově vložené body 4 a 5 vkládá nový bod 6, který zní:</w:t>
      </w:r>
    </w:p>
    <w:p w:rsidR="003A1DC9" w:rsidRPr="00553A0C" w:rsidRDefault="003A1DC9" w:rsidP="003A1DC9">
      <w:r>
        <w:t xml:space="preserve">„6. </w:t>
      </w:r>
      <w:r w:rsidRPr="00553A0C">
        <w:t>byla přiznána invalidita III. stupně nebo jde o osobu starší 70 let, “.</w:t>
      </w:r>
    </w:p>
    <w:p w:rsidR="000579BE" w:rsidRDefault="000579BE" w:rsidP="00B1313C"/>
    <w:p w:rsidR="003A1DC9" w:rsidRDefault="003A1DC9" w:rsidP="00B1313C"/>
    <w:p w:rsidR="00261DAC" w:rsidRDefault="00261DAC" w:rsidP="00B1313C">
      <w:r>
        <w:t>(SD 1028)</w:t>
      </w:r>
    </w:p>
    <w:p w:rsidR="002807C5" w:rsidRPr="00C875C8" w:rsidRDefault="002807C5" w:rsidP="00B1313C">
      <w:pPr>
        <w:rPr>
          <w:b/>
        </w:rPr>
      </w:pPr>
      <w:r w:rsidRPr="00C875C8">
        <w:rPr>
          <w:b/>
        </w:rPr>
        <w:t>F</w:t>
      </w:r>
      <w:r w:rsidR="003A1DC9">
        <w:rPr>
          <w:b/>
        </w:rPr>
        <w:t>4</w:t>
      </w:r>
      <w:r w:rsidRPr="00C875C8">
        <w:rPr>
          <w:b/>
        </w:rPr>
        <w:t>.</w:t>
      </w:r>
    </w:p>
    <w:p w:rsidR="000B4A61" w:rsidRPr="00A3278C" w:rsidRDefault="000B4A61" w:rsidP="000B4A61">
      <w:pPr>
        <w:jc w:val="center"/>
      </w:pPr>
      <w:r w:rsidRPr="00A3278C">
        <w:t>Čl. I</w:t>
      </w:r>
    </w:p>
    <w:p w:rsidR="000B4A61" w:rsidRPr="00A3278C" w:rsidRDefault="000B4A61" w:rsidP="000B4A61">
      <w:pPr>
        <w:jc w:val="center"/>
        <w:rPr>
          <w:b/>
        </w:rPr>
      </w:pPr>
      <w:r w:rsidRPr="00A3278C">
        <w:rPr>
          <w:b/>
        </w:rPr>
        <w:t>Změna zákona o pomoci v hmotné nouzi</w:t>
      </w:r>
    </w:p>
    <w:p w:rsidR="000B4A61" w:rsidRPr="00A3278C" w:rsidRDefault="000B4A61" w:rsidP="000B4A61">
      <w:pPr>
        <w:jc w:val="center"/>
        <w:rPr>
          <w:b/>
        </w:rPr>
      </w:pPr>
    </w:p>
    <w:p w:rsidR="000B4A61" w:rsidRPr="00A3278C" w:rsidRDefault="000B4A61" w:rsidP="00AB1BDA">
      <w:pPr>
        <w:pStyle w:val="Textlnku"/>
        <w:rPr>
          <w:b/>
        </w:rPr>
      </w:pPr>
      <w:r w:rsidRPr="00A3278C">
        <w:t xml:space="preserve">Zákon č. 111/2006 Sb., o pomoci v hmotné nouzi, ve znění zákona č. 165/2006 Sb., zákona č. 585/2006 Sb., zákona č. 261/2007 Sb., zákona č. 379/2007 Sb., zákona č. 239/2008 Sb., zákona č. 259/2008 Sb., zákona č. 306/2008 Sb., zákona č. 382/2008 Sb., zákona č. 479/2008 Sb., zákona č. 41/2009 Sb., zákona č. 206/2009 Sb., zákona č. 227/2009 Sb., zákona č. 141/2010 Sb., zákona č. 347/2010 Sb., zákona č. 427/2010 Sb., zákona č. 73/2011 Sb., zákona č. 329/2011 Sb., zákona č. 364/2011 Sb., zákona č. 366/2011 Sb., zákona č. 375/2011 Sb., zákona č. 458/2011 Sb., zákona č. 399/2012 Sb., zákona č. 303/2013 Sb., zákona č. 306/2013 Sb., zákonného opatření Senátu č. 344/2013 Sb., zákona č. 64/2014 Sb., zákona č. 252/2014 Sb., zákona č. 254/2014 Sb., zákona č. 205/2015 Sb., zákona č. 377/2015 Sb., zákona č. 188/2016 </w:t>
      </w:r>
      <w:r w:rsidRPr="00A3278C">
        <w:lastRenderedPageBreak/>
        <w:t>Sb., zákona č. 298/2016 Sb., zákona č. 367/2016 Sb., zákona č. 98/2017 Sb. a zákona č. 183/2017 Sb., se mění takto:</w:t>
      </w:r>
    </w:p>
    <w:p w:rsidR="000B4A61" w:rsidRPr="00A3278C" w:rsidRDefault="000B4A61" w:rsidP="003A1DC9">
      <w:pPr>
        <w:spacing w:before="240"/>
      </w:pPr>
      <w:r w:rsidRPr="00A3278C">
        <w:t>1. V § 43 odst. 5 písm. a) se věta druhá zrušuje.</w:t>
      </w:r>
    </w:p>
    <w:p w:rsidR="00261DAC" w:rsidRDefault="00261DAC" w:rsidP="00B1313C"/>
    <w:p w:rsidR="00C875C8" w:rsidRDefault="00C875C8" w:rsidP="00B1313C"/>
    <w:p w:rsidR="00C875C8" w:rsidRDefault="00C875C8" w:rsidP="00B1313C"/>
    <w:p w:rsidR="00C875C8" w:rsidRDefault="00C875C8" w:rsidP="00B1313C"/>
    <w:p w:rsidR="00C875C8" w:rsidRDefault="00C875C8" w:rsidP="00B1313C"/>
    <w:p w:rsidR="000B4A61" w:rsidRPr="00553A0C" w:rsidRDefault="000B4A61" w:rsidP="003A1DC9"/>
    <w:p w:rsidR="00A92050" w:rsidRPr="00A92050" w:rsidRDefault="00A92050" w:rsidP="00A92050"/>
    <w:p w:rsidR="00A92050" w:rsidRPr="00A92050" w:rsidRDefault="00A92050" w:rsidP="00A92050">
      <w:bookmarkStart w:id="0" w:name="_GoBack"/>
      <w:bookmarkEnd w:id="0"/>
    </w:p>
    <w:p w:rsidR="00A92050" w:rsidRDefault="00A92050" w:rsidP="00A92050"/>
    <w:p w:rsidR="00C875C8" w:rsidRDefault="00C875C8" w:rsidP="00A92050"/>
    <w:p w:rsidR="00C875C8" w:rsidRDefault="00C875C8" w:rsidP="00A92050"/>
    <w:p w:rsidR="00C875C8" w:rsidRPr="00A92050" w:rsidRDefault="00C875C8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C77776">
        <w:t xml:space="preserve"> </w:t>
      </w:r>
      <w:r w:rsidR="00AF2A0C">
        <w:t>27.</w:t>
      </w:r>
      <w:r w:rsidR="00C77776">
        <w:t xml:space="preserve"> června 2018</w:t>
      </w:r>
    </w:p>
    <w:p w:rsidR="00A92050" w:rsidRPr="00A92050" w:rsidRDefault="00A92050" w:rsidP="00A92050">
      <w:pPr>
        <w:jc w:val="center"/>
      </w:pPr>
    </w:p>
    <w:p w:rsidR="00A92050" w:rsidRDefault="00A92050" w:rsidP="00A92050">
      <w:pPr>
        <w:jc w:val="center"/>
      </w:pPr>
    </w:p>
    <w:p w:rsidR="00C875C8" w:rsidRDefault="00C875C8" w:rsidP="00A92050">
      <w:pPr>
        <w:jc w:val="center"/>
      </w:pPr>
    </w:p>
    <w:p w:rsidR="00C875C8" w:rsidRDefault="00C875C8" w:rsidP="00A92050">
      <w:pPr>
        <w:jc w:val="center"/>
      </w:pPr>
    </w:p>
    <w:p w:rsidR="00C875C8" w:rsidRPr="00A92050" w:rsidRDefault="00C875C8" w:rsidP="00A92050">
      <w:pPr>
        <w:jc w:val="center"/>
      </w:pPr>
    </w:p>
    <w:p w:rsidR="00A92050" w:rsidRPr="00C77776" w:rsidRDefault="00C77776" w:rsidP="00A92050">
      <w:pPr>
        <w:jc w:val="center"/>
        <w:rPr>
          <w:b/>
        </w:rPr>
      </w:pPr>
      <w:r w:rsidRPr="00C77776">
        <w:rPr>
          <w:b/>
        </w:rPr>
        <w:t>Ing. Hana    A u l i c k á   J í r o v c o v</w:t>
      </w:r>
      <w:r w:rsidR="00EC121C">
        <w:rPr>
          <w:b/>
        </w:rPr>
        <w:t> </w:t>
      </w:r>
      <w:r w:rsidRPr="00C77776">
        <w:rPr>
          <w:b/>
        </w:rPr>
        <w:t>á</w:t>
      </w:r>
      <w:r w:rsidR="00EC121C">
        <w:rPr>
          <w:b/>
        </w:rPr>
        <w:t>,</w:t>
      </w:r>
      <w:r w:rsidR="00AF2A0C">
        <w:rPr>
          <w:b/>
        </w:rPr>
        <w:t xml:space="preserve"> </w:t>
      </w:r>
      <w:r w:rsidR="00EC121C">
        <w:rPr>
          <w:b/>
        </w:rPr>
        <w:t xml:space="preserve"> </w:t>
      </w:r>
      <w:r w:rsidR="00EC121C" w:rsidRPr="00AF2A0C">
        <w:t>v.r.</w:t>
      </w:r>
    </w:p>
    <w:p w:rsidR="00A92050" w:rsidRPr="00A92050" w:rsidRDefault="00A92050" w:rsidP="00A92050">
      <w:pPr>
        <w:jc w:val="center"/>
      </w:pPr>
      <w:r w:rsidRPr="00A92050">
        <w:t>zpravodaj</w:t>
      </w:r>
      <w:r w:rsidR="00C77776">
        <w:t>ka</w:t>
      </w:r>
      <w:r w:rsidRPr="00A92050">
        <w:t xml:space="preserve"> garančního výboru</w:t>
      </w:r>
      <w:r w:rsidR="00207859">
        <w:t xml:space="preserve"> pro sociální politiku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F2A0C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529F6982"/>
    <w:multiLevelType w:val="hybridMultilevel"/>
    <w:tmpl w:val="D81AF370"/>
    <w:lvl w:ilvl="0" w:tplc="C2BA11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67024DD"/>
    <w:multiLevelType w:val="hybridMultilevel"/>
    <w:tmpl w:val="B53C6414"/>
    <w:lvl w:ilvl="0" w:tplc="69B238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55D39"/>
    <w:rsid w:val="000579BE"/>
    <w:rsid w:val="000B4A61"/>
    <w:rsid w:val="000F1F02"/>
    <w:rsid w:val="00207859"/>
    <w:rsid w:val="00261DAC"/>
    <w:rsid w:val="00266D0A"/>
    <w:rsid w:val="002807C5"/>
    <w:rsid w:val="002A5AB4"/>
    <w:rsid w:val="00321A36"/>
    <w:rsid w:val="00326E1C"/>
    <w:rsid w:val="00373D4B"/>
    <w:rsid w:val="003A1DC9"/>
    <w:rsid w:val="00451F86"/>
    <w:rsid w:val="00617261"/>
    <w:rsid w:val="00653BDE"/>
    <w:rsid w:val="00692056"/>
    <w:rsid w:val="00A73D85"/>
    <w:rsid w:val="00A92050"/>
    <w:rsid w:val="00AB1BDA"/>
    <w:rsid w:val="00AF2A0C"/>
    <w:rsid w:val="00B1313C"/>
    <w:rsid w:val="00BA0DFB"/>
    <w:rsid w:val="00C0187C"/>
    <w:rsid w:val="00C77776"/>
    <w:rsid w:val="00C875C8"/>
    <w:rsid w:val="00D03744"/>
    <w:rsid w:val="00E50344"/>
    <w:rsid w:val="00EC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A0C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F2A0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AF2A0C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F2A0C"/>
  </w:style>
  <w:style w:type="paragraph" w:styleId="Zhlav">
    <w:name w:val="header"/>
    <w:basedOn w:val="Normln"/>
    <w:semiHidden/>
    <w:rsid w:val="00AF2A0C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F2A0C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F2A0C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F2A0C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F2A0C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F2A0C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F2A0C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F2A0C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F2A0C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F2A0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F2A0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F2A0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F2A0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F2A0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F2A0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F2A0C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F2A0C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F2A0C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F2A0C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F2A0C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F2A0C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F2A0C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F2A0C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F2A0C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F2A0C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F2A0C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F2A0C"/>
    <w:rPr>
      <w:vertAlign w:val="superscript"/>
    </w:rPr>
  </w:style>
  <w:style w:type="paragraph" w:customStyle="1" w:styleId="Textodstavce">
    <w:name w:val="Text odstavce"/>
    <w:basedOn w:val="Normln"/>
    <w:rsid w:val="00AF2A0C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F2A0C"/>
    <w:pPr>
      <w:ind w:left="567" w:hanging="567"/>
    </w:pPr>
  </w:style>
  <w:style w:type="character" w:styleId="slostrnky">
    <w:name w:val="page number"/>
    <w:basedOn w:val="Standardnpsmoodstavce"/>
    <w:semiHidden/>
    <w:rsid w:val="00AF2A0C"/>
  </w:style>
  <w:style w:type="paragraph" w:styleId="Zpat">
    <w:name w:val="footer"/>
    <w:basedOn w:val="Normln"/>
    <w:semiHidden/>
    <w:rsid w:val="00AF2A0C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F2A0C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rsid w:val="00AF2A0C"/>
    <w:rPr>
      <w:vertAlign w:val="superscript"/>
    </w:rPr>
  </w:style>
  <w:style w:type="paragraph" w:styleId="Titulek">
    <w:name w:val="caption"/>
    <w:basedOn w:val="Normln"/>
    <w:next w:val="Normln"/>
    <w:qFormat/>
    <w:rsid w:val="00AF2A0C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F2A0C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F2A0C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AF2A0C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F2A0C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F2A0C"/>
    <w:rPr>
      <w:b/>
    </w:rPr>
  </w:style>
  <w:style w:type="paragraph" w:customStyle="1" w:styleId="Nadpislnku">
    <w:name w:val="Nadpis článku"/>
    <w:basedOn w:val="lnek"/>
    <w:next w:val="Textodstavce"/>
    <w:rsid w:val="00AF2A0C"/>
    <w:rPr>
      <w:b/>
    </w:rPr>
  </w:style>
  <w:style w:type="paragraph" w:customStyle="1" w:styleId="PS-pedmtusnesen">
    <w:name w:val="PS-předmět usnesení"/>
    <w:basedOn w:val="Normln"/>
    <w:qFormat/>
    <w:rsid w:val="002A5AB4"/>
    <w:pPr>
      <w:pBdr>
        <w:bottom w:val="single" w:sz="4" w:space="12" w:color="00000A"/>
      </w:pBdr>
      <w:suppressAutoHyphens/>
      <w:spacing w:before="240" w:after="400"/>
      <w:jc w:val="center"/>
    </w:pPr>
    <w:rPr>
      <w:rFonts w:eastAsia="Calibri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50344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15">
    <w:name w:val="l15"/>
    <w:basedOn w:val="Normln"/>
    <w:rsid w:val="000B4A61"/>
    <w:pPr>
      <w:spacing w:before="144" w:after="144"/>
    </w:pPr>
    <w:rPr>
      <w:rFonts w:eastAsiaTheme="min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18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1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3</Pages>
  <Words>667</Words>
  <Characters>3041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Bartosova Marta</cp:lastModifiedBy>
  <cp:revision>2</cp:revision>
  <cp:lastPrinted>2018-06-26T14:26:00Z</cp:lastPrinted>
  <dcterms:created xsi:type="dcterms:W3CDTF">2018-06-27T15:15:00Z</dcterms:created>
  <dcterms:modified xsi:type="dcterms:W3CDTF">2018-06-27T15:15:00Z</dcterms:modified>
  <cp:category/>
</cp:coreProperties>
</file>