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A9304B" w:rsidRDefault="00A9304B" w:rsidP="00A92050">
      <w:pPr>
        <w:jc w:val="center"/>
        <w:rPr>
          <w:b/>
        </w:rPr>
      </w:pPr>
    </w:p>
    <w:p w:rsidR="00BC118A" w:rsidRDefault="00A92050" w:rsidP="00BC118A">
      <w:pPr>
        <w:pStyle w:val="nadpiszkona"/>
      </w:pPr>
      <w:r>
        <w:t>k </w:t>
      </w:r>
      <w:r w:rsidR="00BC118A">
        <w:t>senátnímu</w:t>
      </w:r>
      <w:r>
        <w:t xml:space="preserve"> návrhu zákona, </w:t>
      </w:r>
      <w:r w:rsidR="00BC118A">
        <w:t>kterým se mění zákon č. 329/2011 Sb., o poskytování dávek osobám se zdravotním postižením a o změně souvisejících zákonů, ve znění pozdějších předpisů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BC118A">
        <w:rPr>
          <w:b/>
        </w:rPr>
        <w:t>104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304B" w:rsidRDefault="00A9304B" w:rsidP="00A92050">
      <w:pPr>
        <w:rPr>
          <w:b/>
        </w:rPr>
      </w:pPr>
    </w:p>
    <w:p w:rsidR="00A9304B" w:rsidRDefault="00A9304B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E50894" w:rsidP="00A92050">
      <w:pPr>
        <w:rPr>
          <w:b/>
        </w:rPr>
      </w:pPr>
      <w:r>
        <w:rPr>
          <w:b/>
        </w:rPr>
        <w:t>Ve druhém čtení návrhu zákona dne 27. června 2018 byl podán návrh na zamítnutí návrhu zákona poslankyní Lenkou Dražilovou.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Default="00A92050" w:rsidP="00A92050"/>
    <w:p w:rsidR="00A9304B" w:rsidRDefault="00A9304B" w:rsidP="00A92050"/>
    <w:p w:rsidR="00A9304B" w:rsidRDefault="00A9304B" w:rsidP="00A92050"/>
    <w:p w:rsidR="00A9304B" w:rsidRPr="00A92050" w:rsidRDefault="00A9304B" w:rsidP="00A92050"/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A9304B">
        <w:t xml:space="preserve"> </w:t>
      </w:r>
      <w:r w:rsidR="00456349">
        <w:t>27.</w:t>
      </w:r>
      <w:r w:rsidR="00A9304B">
        <w:t xml:space="preserve"> června 2018</w:t>
      </w:r>
    </w:p>
    <w:p w:rsidR="00A92050" w:rsidRPr="00A92050" w:rsidRDefault="00A92050" w:rsidP="00A92050">
      <w:pPr>
        <w:jc w:val="center"/>
      </w:pPr>
    </w:p>
    <w:p w:rsidR="00A92050" w:rsidRDefault="00A92050" w:rsidP="00A92050">
      <w:pPr>
        <w:jc w:val="center"/>
      </w:pPr>
    </w:p>
    <w:p w:rsidR="00A9304B" w:rsidRDefault="00A9304B" w:rsidP="00A92050">
      <w:pPr>
        <w:jc w:val="center"/>
      </w:pPr>
    </w:p>
    <w:p w:rsidR="00A9304B" w:rsidRPr="00A92050" w:rsidRDefault="00A9304B" w:rsidP="00A92050">
      <w:pPr>
        <w:jc w:val="center"/>
      </w:pPr>
    </w:p>
    <w:p w:rsidR="00A92050" w:rsidRPr="00BC118A" w:rsidRDefault="00A9304B" w:rsidP="00A92050">
      <w:pPr>
        <w:jc w:val="center"/>
        <w:rPr>
          <w:b/>
        </w:rPr>
      </w:pPr>
      <w:r>
        <w:rPr>
          <w:b/>
        </w:rPr>
        <w:t xml:space="preserve">Ing. </w:t>
      </w:r>
      <w:r w:rsidR="00BC118A" w:rsidRPr="00BC118A">
        <w:rPr>
          <w:b/>
        </w:rPr>
        <w:t>Markéta  P e k a r o v á   A d a m o v</w:t>
      </w:r>
      <w:r w:rsidR="00456349">
        <w:rPr>
          <w:b/>
        </w:rPr>
        <w:t> </w:t>
      </w:r>
      <w:r w:rsidR="00BC118A" w:rsidRPr="00BC118A">
        <w:rPr>
          <w:b/>
        </w:rPr>
        <w:t>á</w:t>
      </w:r>
      <w:r w:rsidR="00456349">
        <w:rPr>
          <w:b/>
        </w:rPr>
        <w:t>,</w:t>
      </w:r>
      <w:r w:rsidR="00567E50">
        <w:rPr>
          <w:b/>
        </w:rPr>
        <w:t xml:space="preserve"> </w:t>
      </w:r>
      <w:r w:rsidR="00456349">
        <w:rPr>
          <w:b/>
        </w:rPr>
        <w:t xml:space="preserve"> </w:t>
      </w:r>
      <w:r w:rsidR="00456349" w:rsidRPr="00567E50">
        <w:t>v.r.</w:t>
      </w:r>
    </w:p>
    <w:p w:rsidR="00A92050" w:rsidRDefault="00A92050" w:rsidP="00A92050">
      <w:pPr>
        <w:jc w:val="center"/>
      </w:pPr>
      <w:r w:rsidRPr="00A92050">
        <w:t>zpravodaj</w:t>
      </w:r>
      <w:r w:rsidR="00BC118A">
        <w:t xml:space="preserve">ka </w:t>
      </w:r>
      <w:r w:rsidRPr="00A92050">
        <w:t>garančního výboru</w:t>
      </w:r>
      <w:r w:rsidR="00BC118A">
        <w:t xml:space="preserve"> pro sociální politiku</w:t>
      </w:r>
    </w:p>
    <w:p w:rsidR="00BC118A" w:rsidRDefault="00BC118A" w:rsidP="00A92050">
      <w:pPr>
        <w:jc w:val="center"/>
      </w:pPr>
    </w:p>
    <w:p w:rsidR="00BC118A" w:rsidRDefault="00BC118A" w:rsidP="00A92050">
      <w:pPr>
        <w:jc w:val="center"/>
      </w:pPr>
    </w:p>
    <w:p w:rsidR="00BC118A" w:rsidRDefault="00BC118A" w:rsidP="00A92050">
      <w:pPr>
        <w:jc w:val="center"/>
      </w:pPr>
    </w:p>
    <w:p w:rsidR="00BC118A" w:rsidRDefault="00BC118A" w:rsidP="00A92050">
      <w:pPr>
        <w:jc w:val="center"/>
      </w:pPr>
    </w:p>
    <w:p w:rsidR="00BC118A" w:rsidRPr="00BC118A" w:rsidRDefault="00A9304B" w:rsidP="00A92050">
      <w:pPr>
        <w:jc w:val="center"/>
        <w:rPr>
          <w:b/>
        </w:rPr>
      </w:pPr>
      <w:r>
        <w:rPr>
          <w:b/>
        </w:rPr>
        <w:t xml:space="preserve">Ing. </w:t>
      </w:r>
      <w:r w:rsidR="00BC118A" w:rsidRPr="00BC118A">
        <w:rPr>
          <w:b/>
        </w:rPr>
        <w:t>Jiří   D o l e j š</w:t>
      </w:r>
      <w:r w:rsidR="00456349">
        <w:rPr>
          <w:b/>
        </w:rPr>
        <w:t>,</w:t>
      </w:r>
      <w:r w:rsidR="00567E50">
        <w:rPr>
          <w:b/>
        </w:rPr>
        <w:t xml:space="preserve"> </w:t>
      </w:r>
      <w:bookmarkStart w:id="0" w:name="_GoBack"/>
      <w:bookmarkEnd w:id="0"/>
      <w:r w:rsidR="00456349">
        <w:rPr>
          <w:b/>
        </w:rPr>
        <w:t xml:space="preserve"> </w:t>
      </w:r>
      <w:r w:rsidR="00456349" w:rsidRPr="00567E50">
        <w:t>v.r.</w:t>
      </w:r>
    </w:p>
    <w:p w:rsidR="00BC118A" w:rsidRPr="00A92050" w:rsidRDefault="00BC118A" w:rsidP="00A92050">
      <w:pPr>
        <w:jc w:val="center"/>
      </w:pPr>
      <w:r>
        <w:t>zpravodaj rozpočtového výboru</w:t>
      </w:r>
    </w:p>
    <w:sectPr w:rsidR="00BC118A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266D0A"/>
    <w:rsid w:val="00456349"/>
    <w:rsid w:val="00567E50"/>
    <w:rsid w:val="00A73D85"/>
    <w:rsid w:val="00A92050"/>
    <w:rsid w:val="00A9304B"/>
    <w:rsid w:val="00BC118A"/>
    <w:rsid w:val="00E5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67E50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567E5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567E50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567E50"/>
  </w:style>
  <w:style w:type="paragraph" w:styleId="Zhlav">
    <w:name w:val="header"/>
    <w:basedOn w:val="Normln"/>
    <w:semiHidden/>
    <w:rsid w:val="00567E5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567E5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567E5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567E5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567E5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567E5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567E5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567E5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567E5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567E50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567E5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567E5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567E5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567E5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567E5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567E5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567E5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567E5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567E5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567E50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567E50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567E50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567E50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567E50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567E50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567E50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567E50"/>
    <w:rPr>
      <w:vertAlign w:val="superscript"/>
    </w:rPr>
  </w:style>
  <w:style w:type="paragraph" w:customStyle="1" w:styleId="Textodstavce">
    <w:name w:val="Text odstavce"/>
    <w:basedOn w:val="Normln"/>
    <w:rsid w:val="00567E50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567E50"/>
    <w:pPr>
      <w:ind w:left="567" w:hanging="567"/>
    </w:pPr>
  </w:style>
  <w:style w:type="character" w:styleId="slostrnky">
    <w:name w:val="page number"/>
    <w:basedOn w:val="Standardnpsmoodstavce"/>
    <w:semiHidden/>
    <w:rsid w:val="00567E50"/>
  </w:style>
  <w:style w:type="paragraph" w:styleId="Zpat">
    <w:name w:val="footer"/>
    <w:basedOn w:val="Normln"/>
    <w:semiHidden/>
    <w:rsid w:val="00567E5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567E5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567E50"/>
    <w:rPr>
      <w:vertAlign w:val="superscript"/>
    </w:rPr>
  </w:style>
  <w:style w:type="paragraph" w:styleId="Titulek">
    <w:name w:val="caption"/>
    <w:basedOn w:val="Normln"/>
    <w:next w:val="Normln"/>
    <w:qFormat/>
    <w:rsid w:val="00567E50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567E5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567E50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567E50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567E5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567E50"/>
    <w:rPr>
      <w:b/>
    </w:rPr>
  </w:style>
  <w:style w:type="paragraph" w:customStyle="1" w:styleId="Nadpislnku">
    <w:name w:val="Nadpis článku"/>
    <w:basedOn w:val="lnek"/>
    <w:next w:val="Textodstavce"/>
    <w:rsid w:val="00567E50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634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6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1</Pages>
  <Words>94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Bartosova Marta</cp:lastModifiedBy>
  <cp:revision>2</cp:revision>
  <cp:lastPrinted>2018-06-27T12:58:00Z</cp:lastPrinted>
  <dcterms:created xsi:type="dcterms:W3CDTF">2018-06-27T13:32:00Z</dcterms:created>
  <dcterms:modified xsi:type="dcterms:W3CDTF">2018-06-27T13:32:00Z</dcterms:modified>
  <cp:category/>
</cp:coreProperties>
</file>