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BA75E1" w:rsidRDefault="00BA75E1" w:rsidP="00A92050">
      <w:pPr>
        <w:jc w:val="center"/>
        <w:rPr>
          <w:b/>
        </w:rPr>
      </w:pPr>
    </w:p>
    <w:p w:rsidR="00BA75E1" w:rsidRDefault="00BA75E1" w:rsidP="00A92050">
      <w:pPr>
        <w:jc w:val="center"/>
        <w:rPr>
          <w:b/>
        </w:rPr>
      </w:pPr>
    </w:p>
    <w:p w:rsidR="00A91638" w:rsidRDefault="00A91638" w:rsidP="00A91638">
      <w:pPr>
        <w:pStyle w:val="Tlotextu"/>
        <w:jc w:val="center"/>
        <w:rPr>
          <w:b/>
        </w:rPr>
      </w:pPr>
      <w:r w:rsidRPr="00A91638">
        <w:rPr>
          <w:b/>
        </w:rPr>
        <w:t xml:space="preserve">k návrhu poslanců Vojtěcha Munzara, Petra Fialy, Zbyňka Stanjury a dalších na vydání zákona, kterým se mění zákon č. 586/1992 Sb., o daních z příjmů, ve znění pozdějších předpisů </w:t>
      </w:r>
    </w:p>
    <w:p w:rsidR="00A91638" w:rsidRDefault="00A91638" w:rsidP="00A92050">
      <w:pPr>
        <w:jc w:val="center"/>
        <w:rPr>
          <w:b/>
        </w:rPr>
      </w:pPr>
    </w:p>
    <w:p w:rsidR="00A92050" w:rsidRDefault="00A91638" w:rsidP="00A92050">
      <w:pPr>
        <w:jc w:val="center"/>
        <w:rPr>
          <w:b/>
        </w:rPr>
      </w:pPr>
      <w:r>
        <w:rPr>
          <w:b/>
        </w:rPr>
        <w:t xml:space="preserve"> </w:t>
      </w:r>
      <w:r w:rsidR="00A92050">
        <w:rPr>
          <w:b/>
        </w:rPr>
        <w:t xml:space="preserve">(tisk </w:t>
      </w:r>
      <w:r w:rsidR="009C04FD">
        <w:rPr>
          <w:b/>
        </w:rPr>
        <w:t>77</w:t>
      </w:r>
      <w:r w:rsidR="00A92050"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9C04FD" w:rsidP="00A92050">
      <w:pPr>
        <w:rPr>
          <w:b/>
        </w:rPr>
      </w:pPr>
      <w:r>
        <w:rPr>
          <w:b/>
        </w:rPr>
        <w:t xml:space="preserve">Ve druhém čtení návrhu zákona dne 26. června 2018 </w:t>
      </w:r>
      <w:r w:rsidR="00A92050">
        <w:rPr>
          <w:b/>
        </w:rPr>
        <w:t>pod</w:t>
      </w:r>
      <w:r>
        <w:rPr>
          <w:b/>
        </w:rPr>
        <w:t xml:space="preserve">al poslanec Jan Volný návrh na zamítnutí </w:t>
      </w:r>
      <w:r w:rsidR="00344934">
        <w:rPr>
          <w:b/>
        </w:rPr>
        <w:t xml:space="preserve">návrhu </w:t>
      </w:r>
      <w:r>
        <w:rPr>
          <w:b/>
        </w:rPr>
        <w:t>zákona</w:t>
      </w:r>
      <w:r w:rsidR="00A92050">
        <w:rPr>
          <w:b/>
        </w:rPr>
        <w:t>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0916C2">
        <w:t xml:space="preserve"> </w:t>
      </w:r>
      <w:r w:rsidR="002E1F1F">
        <w:t>26.</w:t>
      </w:r>
      <w:r w:rsidR="000916C2">
        <w:t xml:space="preserve"> června 2018</w:t>
      </w:r>
    </w:p>
    <w:p w:rsidR="00A92050" w:rsidRPr="00A92050" w:rsidRDefault="00A92050" w:rsidP="00A92050">
      <w:pPr>
        <w:jc w:val="center"/>
      </w:pPr>
    </w:p>
    <w:p w:rsidR="00A92050" w:rsidRPr="00A92050" w:rsidRDefault="00A92050" w:rsidP="00A92050">
      <w:pPr>
        <w:jc w:val="center"/>
      </w:pPr>
    </w:p>
    <w:p w:rsidR="00A92050" w:rsidRPr="00344934" w:rsidRDefault="00BA75E1" w:rsidP="00A92050">
      <w:pPr>
        <w:jc w:val="center"/>
        <w:rPr>
          <w:b/>
        </w:rPr>
      </w:pPr>
      <w:r w:rsidRPr="00344934">
        <w:rPr>
          <w:b/>
        </w:rPr>
        <w:t xml:space="preserve">Bc. Jan   P o š v á ř </w:t>
      </w:r>
      <w:r w:rsidR="002E1F1F">
        <w:rPr>
          <w:b/>
        </w:rPr>
        <w:t xml:space="preserve"> </w:t>
      </w:r>
      <w:bookmarkStart w:id="0" w:name="_GoBack"/>
      <w:r w:rsidR="002E1F1F" w:rsidRPr="002E1F1F">
        <w:t>v.r.</w:t>
      </w:r>
      <w:bookmarkEnd w:id="0"/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BA75E1">
        <w:t xml:space="preserve">rozpočtového </w:t>
      </w:r>
      <w:r w:rsidRPr="00A92050">
        <w:t>výboru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916C2"/>
    <w:rsid w:val="00266D0A"/>
    <w:rsid w:val="002E1F1F"/>
    <w:rsid w:val="00344934"/>
    <w:rsid w:val="006C7639"/>
    <w:rsid w:val="009C04FD"/>
    <w:rsid w:val="00A73D85"/>
    <w:rsid w:val="00A91638"/>
    <w:rsid w:val="00A92050"/>
    <w:rsid w:val="00BA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1F1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2E1F1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2E1F1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2E1F1F"/>
  </w:style>
  <w:style w:type="paragraph" w:styleId="Zhlav">
    <w:name w:val="header"/>
    <w:basedOn w:val="Normln"/>
    <w:semiHidden/>
    <w:rsid w:val="002E1F1F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2E1F1F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2E1F1F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2E1F1F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2E1F1F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2E1F1F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2E1F1F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2E1F1F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2E1F1F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2E1F1F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2E1F1F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2E1F1F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2E1F1F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2E1F1F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2E1F1F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2E1F1F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2E1F1F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2E1F1F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2E1F1F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2E1F1F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2E1F1F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2E1F1F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2E1F1F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2E1F1F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2E1F1F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2E1F1F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2E1F1F"/>
    <w:rPr>
      <w:vertAlign w:val="superscript"/>
    </w:rPr>
  </w:style>
  <w:style w:type="paragraph" w:customStyle="1" w:styleId="Textodstavce">
    <w:name w:val="Text odstavce"/>
    <w:basedOn w:val="Normln"/>
    <w:rsid w:val="002E1F1F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2E1F1F"/>
    <w:pPr>
      <w:ind w:left="567" w:hanging="567"/>
    </w:pPr>
  </w:style>
  <w:style w:type="character" w:styleId="slostrnky">
    <w:name w:val="page number"/>
    <w:basedOn w:val="Standardnpsmoodstavce"/>
    <w:semiHidden/>
    <w:rsid w:val="002E1F1F"/>
  </w:style>
  <w:style w:type="paragraph" w:styleId="Zpat">
    <w:name w:val="footer"/>
    <w:basedOn w:val="Normln"/>
    <w:semiHidden/>
    <w:rsid w:val="002E1F1F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2E1F1F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2E1F1F"/>
    <w:rPr>
      <w:vertAlign w:val="superscript"/>
    </w:rPr>
  </w:style>
  <w:style w:type="paragraph" w:styleId="Titulek">
    <w:name w:val="caption"/>
    <w:basedOn w:val="Normln"/>
    <w:next w:val="Normln"/>
    <w:qFormat/>
    <w:rsid w:val="002E1F1F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2E1F1F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2E1F1F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2E1F1F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2E1F1F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2E1F1F"/>
    <w:rPr>
      <w:b/>
    </w:rPr>
  </w:style>
  <w:style w:type="paragraph" w:customStyle="1" w:styleId="Nadpislnku">
    <w:name w:val="Nadpis článku"/>
    <w:basedOn w:val="lnek"/>
    <w:next w:val="Textodstavce"/>
    <w:rsid w:val="002E1F1F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163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638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A91638"/>
    <w:pPr>
      <w:tabs>
        <w:tab w:val="left" w:pos="0"/>
      </w:tabs>
      <w:suppressAutoHyphens/>
    </w:pPr>
    <w:rPr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3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1</Pages>
  <Words>72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Bartosova Marta</cp:lastModifiedBy>
  <cp:revision>2</cp:revision>
  <cp:lastPrinted>2018-06-26T13:38:00Z</cp:lastPrinted>
  <dcterms:created xsi:type="dcterms:W3CDTF">2018-06-26T15:55:00Z</dcterms:created>
  <dcterms:modified xsi:type="dcterms:W3CDTF">2018-06-26T15:55:00Z</dcterms:modified>
  <cp:category/>
</cp:coreProperties>
</file>