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k vládnímu návrhu zákona, </w:t>
      </w:r>
      <w:r w:rsidR="00AB1E0F">
        <w:rPr>
          <w:b/>
        </w:rPr>
        <w:t>kterým se mění zákon č. 178/2005 Sb., o zrušení Fondu národního majetku České republiky a o působnosti Ministerstva financí při privatizaci majetku České republiky (zákon o zrušení fondu národního majetku), ve znění pozdějších předpisů, a některé další související zákony</w:t>
      </w: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AB1E0F">
        <w:rPr>
          <w:b/>
        </w:rPr>
        <w:t>130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BD59BE" w:rsidP="00A92050">
      <w:pPr>
        <w:rPr>
          <w:b/>
        </w:rPr>
      </w:pPr>
      <w:r>
        <w:rPr>
          <w:b/>
        </w:rPr>
        <w:tab/>
      </w:r>
      <w:r w:rsidR="00A92050">
        <w:rPr>
          <w:b/>
        </w:rPr>
        <w:t xml:space="preserve">Návrh na zamítnutí návrhu zákona </w:t>
      </w:r>
      <w:r>
        <w:rPr>
          <w:b/>
        </w:rPr>
        <w:t xml:space="preserve">byl podán v průběhu druhého čtení dne 26. června 2018 poslancem </w:t>
      </w:r>
      <w:r w:rsidR="001B026A">
        <w:rPr>
          <w:b/>
        </w:rPr>
        <w:t>Janem Skopečkem</w:t>
      </w:r>
      <w:r>
        <w:rPr>
          <w:b/>
        </w:rPr>
        <w:t>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713870">
        <w:rPr>
          <w:b/>
          <w:sz w:val="28"/>
          <w:szCs w:val="28"/>
        </w:rPr>
        <w:t>26</w:t>
      </w:r>
      <w:r w:rsidRPr="00A92050">
        <w:rPr>
          <w:b/>
          <w:sz w:val="28"/>
          <w:szCs w:val="28"/>
        </w:rPr>
        <w:t xml:space="preserve">. </w:t>
      </w:r>
      <w:r w:rsidR="00247078">
        <w:rPr>
          <w:b/>
          <w:sz w:val="28"/>
          <w:szCs w:val="28"/>
        </w:rPr>
        <w:t>června 2018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1B026A">
      <w:pPr>
        <w:pStyle w:val="Oznaenpozmn"/>
        <w:numPr>
          <w:ilvl w:val="0"/>
          <w:numId w:val="0"/>
        </w:numPr>
      </w:pPr>
      <w:r>
        <w:t>Poslanec</w:t>
      </w:r>
      <w:r w:rsidR="00247078">
        <w:t xml:space="preserve"> Mikuláš Ferjenčík:</w:t>
      </w:r>
    </w:p>
    <w:p w:rsidR="00A92050" w:rsidRDefault="00247078" w:rsidP="00A92050">
      <w:r>
        <w:t>SD 1039</w:t>
      </w:r>
    </w:p>
    <w:p w:rsidR="00247078" w:rsidRDefault="00247078" w:rsidP="00247078">
      <w:pPr>
        <w:rPr>
          <w:rFonts w:ascii="EB Garamond" w:eastAsia="EB Garamond" w:hAnsi="EB Garamond" w:cs="EB Garamond"/>
        </w:rPr>
      </w:pPr>
    </w:p>
    <w:p w:rsidR="00247078" w:rsidRDefault="00713870" w:rsidP="00247078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1.</w:t>
      </w:r>
      <w:r>
        <w:rPr>
          <w:rFonts w:ascii="EB Garamond" w:eastAsia="EB Garamond" w:hAnsi="EB Garamond" w:cs="EB Garamond"/>
        </w:rPr>
        <w:tab/>
      </w:r>
      <w:r w:rsidR="00247078">
        <w:rPr>
          <w:rFonts w:ascii="EB Garamond" w:eastAsia="EB Garamond" w:hAnsi="EB Garamond" w:cs="EB Garamond"/>
        </w:rPr>
        <w:t>Vkládá se nový novelizační bod 5, který zní:</w:t>
      </w:r>
    </w:p>
    <w:p w:rsidR="00247078" w:rsidRDefault="00713870" w:rsidP="00247078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„</w:t>
      </w:r>
      <w:r w:rsidR="00247078">
        <w:rPr>
          <w:rFonts w:ascii="EB Garamond" w:eastAsia="EB Garamond" w:hAnsi="EB Garamond" w:cs="EB Garamond"/>
        </w:rPr>
        <w:t>5. V § 5 odst. 3 písm. c) se na konci bodu 3 doplňuje slovo „nebo“.”.</w:t>
      </w:r>
    </w:p>
    <w:p w:rsidR="00247078" w:rsidRDefault="00247078" w:rsidP="00713870">
      <w:pPr>
        <w:spacing w:before="12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Ostatní novelizační body se přečíslují.</w:t>
      </w:r>
    </w:p>
    <w:p w:rsidR="00247078" w:rsidRDefault="00247078" w:rsidP="00247078">
      <w:pPr>
        <w:rPr>
          <w:rFonts w:ascii="EB Garamond" w:eastAsia="EB Garamond" w:hAnsi="EB Garamond" w:cs="EB Garamond"/>
        </w:rPr>
      </w:pPr>
    </w:p>
    <w:p w:rsidR="00247078" w:rsidRDefault="00713870" w:rsidP="00247078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2.</w:t>
      </w:r>
      <w:r>
        <w:rPr>
          <w:rFonts w:ascii="EB Garamond" w:eastAsia="EB Garamond" w:hAnsi="EB Garamond" w:cs="EB Garamond"/>
        </w:rPr>
        <w:tab/>
      </w:r>
      <w:r w:rsidR="00247078">
        <w:rPr>
          <w:rFonts w:ascii="EB Garamond" w:eastAsia="EB Garamond" w:hAnsi="EB Garamond" w:cs="EB Garamond"/>
        </w:rPr>
        <w:t>Původní novelizační bod 5 nově zní:</w:t>
      </w:r>
    </w:p>
    <w:p w:rsidR="00247078" w:rsidRDefault="00247078" w:rsidP="00247078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„5. V § 5 odst. 3 písm. c) bodě 4 se za slovo “území” doplňuje tečka a slova „a k úhradě nákladů spojených se záchranou klenotů naší národní identity a architektonického dědictví České republiky,“ zrušují.</w:t>
      </w:r>
    </w:p>
    <w:p w:rsidR="00247078" w:rsidRDefault="00247078" w:rsidP="00247078">
      <w:pPr>
        <w:rPr>
          <w:rFonts w:ascii="EB Garamond" w:eastAsia="EB Garamond" w:hAnsi="EB Garamond" w:cs="EB Garamond"/>
        </w:rPr>
      </w:pPr>
    </w:p>
    <w:p w:rsidR="00247078" w:rsidRDefault="00247078" w:rsidP="00247078">
      <w:pPr>
        <w:rPr>
          <w:rFonts w:ascii="EB Garamond" w:eastAsia="EB Garamond" w:hAnsi="EB Garamond" w:cs="EB Garamond"/>
        </w:rPr>
      </w:pPr>
    </w:p>
    <w:p w:rsidR="00247078" w:rsidRDefault="00713870" w:rsidP="00247078">
      <w:pPr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3.</w:t>
      </w:r>
      <w:r>
        <w:rPr>
          <w:rFonts w:ascii="EB Garamond" w:eastAsia="EB Garamond" w:hAnsi="EB Garamond" w:cs="EB Garamond"/>
        </w:rPr>
        <w:tab/>
      </w:r>
      <w:r w:rsidR="00247078">
        <w:rPr>
          <w:rFonts w:ascii="EB Garamond" w:eastAsia="EB Garamond" w:hAnsi="EB Garamond" w:cs="EB Garamond"/>
        </w:rPr>
        <w:t>V části první v článku I se bod 6 zrušuje.</w:t>
      </w:r>
    </w:p>
    <w:p w:rsidR="00247078" w:rsidRDefault="00247078" w:rsidP="00BD59BE">
      <w:pPr>
        <w:spacing w:before="120"/>
        <w:rPr>
          <w:rFonts w:ascii="EB Garamond" w:eastAsia="EB Garamond" w:hAnsi="EB Garamond" w:cs="EB Garamond"/>
        </w:rPr>
      </w:pPr>
      <w:r>
        <w:rPr>
          <w:rFonts w:ascii="EB Garamond" w:eastAsia="EB Garamond" w:hAnsi="EB Garamond" w:cs="EB Garamond"/>
        </w:rPr>
        <w:t>Ostatní novelizační body se přečíslují.</w:t>
      </w:r>
    </w:p>
    <w:p w:rsidR="00247078" w:rsidRPr="00A92050" w:rsidRDefault="00247078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713870">
        <w:t xml:space="preserve"> </w:t>
      </w:r>
      <w:r w:rsidR="00291891">
        <w:t>26</w:t>
      </w:r>
      <w:r w:rsidR="00713870">
        <w:t>. června 2018</w:t>
      </w:r>
    </w:p>
    <w:p w:rsidR="00A92050" w:rsidRPr="00A92050" w:rsidRDefault="00A92050" w:rsidP="00A92050">
      <w:pPr>
        <w:jc w:val="center"/>
      </w:pPr>
    </w:p>
    <w:p w:rsidR="00A92050" w:rsidRPr="00A92050" w:rsidRDefault="00A92050" w:rsidP="00A92050">
      <w:pPr>
        <w:jc w:val="center"/>
      </w:pPr>
    </w:p>
    <w:p w:rsidR="00A92050" w:rsidRPr="00A92050" w:rsidRDefault="00AB1E0F" w:rsidP="00A92050">
      <w:pPr>
        <w:jc w:val="center"/>
      </w:pPr>
      <w:r>
        <w:rPr>
          <w:spacing w:val="-3"/>
        </w:rPr>
        <w:t xml:space="preserve">Petr  </w:t>
      </w:r>
      <w:r w:rsidRPr="00247078">
        <w:rPr>
          <w:b/>
          <w:spacing w:val="-3"/>
        </w:rPr>
        <w:t>VRÁNA</w:t>
      </w:r>
      <w:r>
        <w:rPr>
          <w:spacing w:val="-3"/>
        </w:rPr>
        <w:t xml:space="preserve">  </w:t>
      </w:r>
      <w:r w:rsidR="00291891">
        <w:rPr>
          <w:spacing w:val="-3"/>
        </w:rPr>
        <w:t>v.r.</w:t>
      </w:r>
      <w:bookmarkStart w:id="0" w:name="_GoBack"/>
      <w:bookmarkEnd w:id="0"/>
    </w:p>
    <w:p w:rsidR="00A92050" w:rsidRPr="00A92050" w:rsidRDefault="00A92050" w:rsidP="00A92050">
      <w:pPr>
        <w:jc w:val="center"/>
      </w:pPr>
      <w:r w:rsidRPr="00A92050">
        <w:t xml:space="preserve">zpravodaj garančního </w:t>
      </w:r>
      <w:r w:rsidR="00AB1E0F">
        <w:t xml:space="preserve">rozpočtového </w:t>
      </w:r>
      <w:r w:rsidRPr="00A92050">
        <w:t>výboru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47078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1B026A"/>
    <w:rsid w:val="00247078"/>
    <w:rsid w:val="00266D0A"/>
    <w:rsid w:val="00290E3B"/>
    <w:rsid w:val="00291891"/>
    <w:rsid w:val="00713870"/>
    <w:rsid w:val="00A73D85"/>
    <w:rsid w:val="00A92050"/>
    <w:rsid w:val="00AB1E0F"/>
    <w:rsid w:val="00BD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1891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29189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291891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291891"/>
  </w:style>
  <w:style w:type="paragraph" w:styleId="Zhlav">
    <w:name w:val="header"/>
    <w:basedOn w:val="Normln"/>
    <w:semiHidden/>
    <w:rsid w:val="00291891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291891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291891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291891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291891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291891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291891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291891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291891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291891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291891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291891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291891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291891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291891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291891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291891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291891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291891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291891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291891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291891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291891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291891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291891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291891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291891"/>
    <w:rPr>
      <w:vertAlign w:val="superscript"/>
    </w:rPr>
  </w:style>
  <w:style w:type="paragraph" w:customStyle="1" w:styleId="Textodstavce">
    <w:name w:val="Text odstavce"/>
    <w:basedOn w:val="Normln"/>
    <w:rsid w:val="00291891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291891"/>
    <w:pPr>
      <w:ind w:left="567" w:hanging="567"/>
    </w:pPr>
  </w:style>
  <w:style w:type="character" w:styleId="slostrnky">
    <w:name w:val="page number"/>
    <w:basedOn w:val="Standardnpsmoodstavce"/>
    <w:semiHidden/>
    <w:rsid w:val="00291891"/>
  </w:style>
  <w:style w:type="paragraph" w:styleId="Zpat">
    <w:name w:val="footer"/>
    <w:basedOn w:val="Normln"/>
    <w:semiHidden/>
    <w:rsid w:val="00291891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291891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291891"/>
    <w:rPr>
      <w:vertAlign w:val="superscript"/>
    </w:rPr>
  </w:style>
  <w:style w:type="paragraph" w:styleId="Titulek">
    <w:name w:val="caption"/>
    <w:basedOn w:val="Normln"/>
    <w:next w:val="Normln"/>
    <w:qFormat/>
    <w:rsid w:val="00291891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291891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291891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291891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291891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291891"/>
    <w:rPr>
      <w:b/>
    </w:rPr>
  </w:style>
  <w:style w:type="paragraph" w:customStyle="1" w:styleId="Nadpislnku">
    <w:name w:val="Nadpis článku"/>
    <w:basedOn w:val="lnek"/>
    <w:next w:val="Textodstavce"/>
    <w:rsid w:val="00291891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02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02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1</Pages>
  <Words>166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Bartosova Marta</cp:lastModifiedBy>
  <cp:revision>2</cp:revision>
  <cp:lastPrinted>2018-06-26T14:52:00Z</cp:lastPrinted>
  <dcterms:created xsi:type="dcterms:W3CDTF">2018-06-26T15:06:00Z</dcterms:created>
  <dcterms:modified xsi:type="dcterms:W3CDTF">2018-06-26T15:06:00Z</dcterms:modified>
  <cp:category/>
</cp:coreProperties>
</file>