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201</w:t>
      </w:r>
      <w:r w:rsidR="00424C6F">
        <w:t>8</w:t>
      </w:r>
    </w:p>
    <w:p w:rsidR="003E1216" w:rsidRDefault="00424C6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8A3AC2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78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776D53">
        <w:t>e</w:t>
      </w:r>
      <w:r>
        <w:t xml:space="preserve"> </w:t>
      </w:r>
      <w:r w:rsidR="00E62A17">
        <w:t>1</w:t>
      </w:r>
      <w:r w:rsidR="00776D53">
        <w:t>3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776D53">
        <w:t>20</w:t>
      </w:r>
      <w:r w:rsidR="00634590">
        <w:t xml:space="preserve">. </w:t>
      </w:r>
      <w:r w:rsidR="00776D53">
        <w:t>června</w:t>
      </w:r>
      <w:r w:rsidR="00424C6F">
        <w:t xml:space="preserve"> 2018</w:t>
      </w:r>
    </w:p>
    <w:p w:rsidR="00840B59" w:rsidRPr="00E62A17" w:rsidRDefault="00E615B3" w:rsidP="00E62A17">
      <w:pPr>
        <w:pStyle w:val="PSnzevzkona"/>
        <w:spacing w:before="480"/>
      </w:pPr>
      <w:r>
        <w:t>k</w:t>
      </w:r>
      <w:r w:rsidR="00E62A17">
        <w:t> návrhu posl</w:t>
      </w:r>
      <w:r w:rsidR="00573D8A">
        <w:t>anců Vojtěcha Filipa, Pavla Ková</w:t>
      </w:r>
      <w:r w:rsidR="00E62A17">
        <w:t xml:space="preserve">číka, Miloslavy Vostré, Stanislava Grospiče </w:t>
      </w:r>
      <w:r w:rsidR="00850C7C">
        <w:br/>
      </w:r>
      <w:r w:rsidR="00E62A17">
        <w:t xml:space="preserve">a Květy </w:t>
      </w:r>
      <w:proofErr w:type="spellStart"/>
      <w:r w:rsidR="00E62A17">
        <w:t>Matušovské</w:t>
      </w:r>
      <w:proofErr w:type="spellEnd"/>
      <w:r w:rsidR="00E62A17">
        <w:t xml:space="preserve"> na vydání zákona o zrušení zákona č. 99</w:t>
      </w:r>
      <w:r w:rsidR="008A3AC2">
        <w:t xml:space="preserve">/2000 Sb., o zákazu dodávek pro </w:t>
      </w:r>
      <w:r w:rsidR="00E62A17">
        <w:t xml:space="preserve">jadernou elektrárnu </w:t>
      </w:r>
      <w:proofErr w:type="spellStart"/>
      <w:r w:rsidR="00E62A17">
        <w:t>Búšehr</w:t>
      </w:r>
      <w:proofErr w:type="spellEnd"/>
      <w:r w:rsidR="00E62A17">
        <w:t xml:space="preserve"> </w:t>
      </w:r>
      <w:r w:rsidR="004C4CFA" w:rsidRPr="00102254">
        <w:rPr>
          <w:color w:val="000000" w:themeColor="text1"/>
        </w:rPr>
        <w:t xml:space="preserve">– </w:t>
      </w:r>
      <w:r w:rsidR="00E62A17">
        <w:rPr>
          <w:b/>
          <w:color w:val="000000" w:themeColor="text1"/>
        </w:rPr>
        <w:t>sněmovní tisk 112</w:t>
      </w:r>
    </w:p>
    <w:p w:rsidR="005A3485" w:rsidRPr="005A3485" w:rsidRDefault="003D0C70" w:rsidP="005A3485">
      <w:pPr>
        <w:spacing w:before="840" w:after="360" w:line="36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5A3485" w:rsidRPr="005A3485">
        <w:rPr>
          <w:rFonts w:ascii="Times New Roman" w:hAnsi="Times New Roman"/>
          <w:sz w:val="24"/>
          <w:szCs w:val="24"/>
        </w:rPr>
        <w:t>Hospodářský výbor Poslanecké sněmovny Parlamentu ČR</w:t>
      </w:r>
      <w:r w:rsidR="005A3485" w:rsidRPr="005A3485">
        <w:rPr>
          <w:rFonts w:ascii="Times New Roman" w:hAnsi="Times New Roman"/>
          <w:spacing w:val="60"/>
          <w:sz w:val="24"/>
          <w:szCs w:val="24"/>
        </w:rPr>
        <w:t xml:space="preserve"> </w:t>
      </w:r>
      <w:r w:rsidR="005A3485" w:rsidRPr="005A3485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přerušuje</w:t>
      </w:r>
      <w:r w:rsidR="005A3485" w:rsidRPr="005A3485">
        <w:rPr>
          <w:rFonts w:ascii="Times New Roman" w:eastAsia="Times New Roman" w:hAnsi="Times New Roman"/>
          <w:b/>
          <w:spacing w:val="60"/>
          <w:sz w:val="24"/>
          <w:szCs w:val="20"/>
          <w:lang w:eastAsia="zh-CN" w:bidi="hi-IN"/>
        </w:rPr>
        <w:t xml:space="preserve"> </w:t>
      </w:r>
      <w:r w:rsidR="005A3485" w:rsidRPr="005A3485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projednávání </w:t>
      </w:r>
      <w:r w:rsidR="005A3485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sněmovního tisku 112</w:t>
      </w:r>
    </w:p>
    <w:p w:rsidR="005A3485" w:rsidRPr="005A3485" w:rsidRDefault="005A3485" w:rsidP="005A3485">
      <w:pPr>
        <w:spacing w:before="360" w:after="360" w:line="360" w:lineRule="auto"/>
        <w:jc w:val="center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8A3AC2">
        <w:rPr>
          <w:rFonts w:ascii="Times New Roman" w:eastAsia="Times New Roman" w:hAnsi="Times New Roman"/>
          <w:sz w:val="24"/>
          <w:szCs w:val="20"/>
          <w:lang w:eastAsia="zh-CN" w:bidi="hi-IN"/>
        </w:rPr>
        <w:t>do</w:t>
      </w:r>
      <w:r w:rsidR="008A3AC2" w:rsidRPr="008A3AC2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doby projednání výborem pro bezpečnost a zahraničním výborem</w:t>
      </w:r>
      <w:r w:rsidRPr="005A3485">
        <w:rPr>
          <w:rFonts w:ascii="Times New Roman" w:eastAsia="Times New Roman" w:hAnsi="Times New Roman"/>
          <w:sz w:val="24"/>
          <w:szCs w:val="20"/>
          <w:lang w:eastAsia="zh-CN" w:bidi="hi-IN"/>
        </w:rPr>
        <w:t>.</w:t>
      </w:r>
    </w:p>
    <w:p w:rsidR="001F211E" w:rsidRDefault="001F211E" w:rsidP="003044C1">
      <w:pPr>
        <w:tabs>
          <w:tab w:val="center" w:pos="1418"/>
          <w:tab w:val="center" w:pos="4536"/>
          <w:tab w:val="center" w:pos="7655"/>
        </w:tabs>
        <w:spacing w:before="3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 xml:space="preserve">Ý 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</w:t>
      </w:r>
      <w:r>
        <w:rPr>
          <w:rFonts w:ascii="Times New Roman" w:hAnsi="Times New Roman"/>
          <w:spacing w:val="28"/>
          <w:sz w:val="24"/>
          <w:szCs w:val="24"/>
          <w:lang w:eastAsia="cs-CZ"/>
        </w:rPr>
        <w:t>.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Roman KUBÍČEK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</w:t>
      </w:r>
      <w:r>
        <w:rPr>
          <w:rFonts w:ascii="Times New Roman" w:hAnsi="Times New Roman"/>
          <w:spacing w:val="28"/>
          <w:sz w:val="24"/>
          <w:szCs w:val="24"/>
          <w:lang w:eastAsia="cs-CZ"/>
        </w:rPr>
        <w:t>.</w:t>
      </w:r>
      <w:proofErr w:type="gramEnd"/>
    </w:p>
    <w:p w:rsidR="001F211E" w:rsidRDefault="001F211E" w:rsidP="003044C1">
      <w:pPr>
        <w:tabs>
          <w:tab w:val="center" w:pos="1418"/>
          <w:tab w:val="center" w:pos="4536"/>
          <w:tab w:val="center" w:pos="7655"/>
        </w:tabs>
        <w:spacing w:after="108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Pr="00D4088E">
        <w:rPr>
          <w:rFonts w:ascii="Times New Roman" w:hAnsi="Times New Roman"/>
          <w:sz w:val="24"/>
          <w:szCs w:val="24"/>
          <w:lang w:eastAsia="cs-CZ"/>
        </w:rPr>
        <w:t>zpravodaj</w:t>
      </w:r>
      <w:r w:rsidRPr="002E241C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výboru</w:t>
      </w:r>
    </w:p>
    <w:p w:rsidR="001F211E" w:rsidRDefault="001F211E" w:rsidP="003044C1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1F211E" w:rsidRDefault="001F211E" w:rsidP="001F211E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p w:rsidR="001F211E" w:rsidRPr="001F211E" w:rsidRDefault="001F211E" w:rsidP="004E55D3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</w:p>
    <w:sectPr w:rsidR="001F211E" w:rsidRPr="001F211E" w:rsidSect="00DB4AB7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250" w:rsidRDefault="00E65250" w:rsidP="004E6F49">
      <w:pPr>
        <w:spacing w:after="0" w:line="240" w:lineRule="auto"/>
      </w:pPr>
      <w:r>
        <w:separator/>
      </w:r>
    </w:p>
  </w:endnote>
  <w:endnote w:type="continuationSeparator" w:id="0">
    <w:p w:rsidR="00E65250" w:rsidRDefault="00E65250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20208030705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250" w:rsidRDefault="00E65250" w:rsidP="004E6F49">
      <w:pPr>
        <w:spacing w:after="0" w:line="240" w:lineRule="auto"/>
      </w:pPr>
      <w:r>
        <w:separator/>
      </w:r>
    </w:p>
  </w:footnote>
  <w:footnote w:type="continuationSeparator" w:id="0">
    <w:p w:rsidR="00E65250" w:rsidRDefault="00E65250" w:rsidP="004E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2F6E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4A00C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84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526E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DCB5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964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2CC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74D7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822A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548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3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558396F"/>
    <w:multiLevelType w:val="hybridMultilevel"/>
    <w:tmpl w:val="349A6D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55A0EEF"/>
    <w:multiLevelType w:val="hybridMultilevel"/>
    <w:tmpl w:val="45C882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B446246"/>
    <w:multiLevelType w:val="hybridMultilevel"/>
    <w:tmpl w:val="11400C3A"/>
    <w:lvl w:ilvl="0" w:tplc="00000005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7822A7"/>
    <w:multiLevelType w:val="hybridMultilevel"/>
    <w:tmpl w:val="2AFA24BA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A4676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A76105"/>
    <w:multiLevelType w:val="hybridMultilevel"/>
    <w:tmpl w:val="A580A9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5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B71B8A"/>
    <w:multiLevelType w:val="hybridMultilevel"/>
    <w:tmpl w:val="433225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8"/>
  </w:num>
  <w:num w:numId="12">
    <w:abstractNumId w:val="23"/>
  </w:num>
  <w:num w:numId="13">
    <w:abstractNumId w:val="35"/>
  </w:num>
  <w:num w:numId="14">
    <w:abstractNumId w:val="36"/>
  </w:num>
  <w:num w:numId="15">
    <w:abstractNumId w:val="17"/>
  </w:num>
  <w:num w:numId="16">
    <w:abstractNumId w:val="31"/>
  </w:num>
  <w:num w:numId="17">
    <w:abstractNumId w:val="27"/>
  </w:num>
  <w:num w:numId="18">
    <w:abstractNumId w:val="13"/>
  </w:num>
  <w:num w:numId="19">
    <w:abstractNumId w:val="20"/>
  </w:num>
  <w:num w:numId="20">
    <w:abstractNumId w:val="39"/>
  </w:num>
  <w:num w:numId="21">
    <w:abstractNumId w:val="22"/>
  </w:num>
  <w:num w:numId="22">
    <w:abstractNumId w:val="26"/>
  </w:num>
  <w:num w:numId="23">
    <w:abstractNumId w:val="18"/>
  </w:num>
  <w:num w:numId="24">
    <w:abstractNumId w:val="40"/>
  </w:num>
  <w:num w:numId="25">
    <w:abstractNumId w:val="32"/>
  </w:num>
  <w:num w:numId="26">
    <w:abstractNumId w:val="15"/>
  </w:num>
  <w:num w:numId="27">
    <w:abstractNumId w:val="11"/>
  </w:num>
  <w:num w:numId="28">
    <w:abstractNumId w:val="37"/>
  </w:num>
  <w:num w:numId="29">
    <w:abstractNumId w:val="34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30"/>
  </w:num>
  <w:num w:numId="33">
    <w:abstractNumId w:val="19"/>
  </w:num>
  <w:num w:numId="34">
    <w:abstractNumId w:val="29"/>
  </w:num>
  <w:num w:numId="35">
    <w:abstractNumId w:val="16"/>
  </w:num>
  <w:num w:numId="36">
    <w:abstractNumId w:val="14"/>
  </w:num>
  <w:num w:numId="37">
    <w:abstractNumId w:val="38"/>
  </w:num>
  <w:num w:numId="38">
    <w:abstractNumId w:val="33"/>
  </w:num>
  <w:num w:numId="39">
    <w:abstractNumId w:val="24"/>
  </w:num>
  <w:num w:numId="40">
    <w:abstractNumId w:val="10"/>
  </w:num>
  <w:num w:numId="41">
    <w:abstractNumId w:val="12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12805"/>
    <w:rsid w:val="00043544"/>
    <w:rsid w:val="000466AA"/>
    <w:rsid w:val="00062F92"/>
    <w:rsid w:val="00063EAB"/>
    <w:rsid w:val="0007047F"/>
    <w:rsid w:val="00080B6F"/>
    <w:rsid w:val="00095E2C"/>
    <w:rsid w:val="000A0654"/>
    <w:rsid w:val="000C1FEA"/>
    <w:rsid w:val="00122551"/>
    <w:rsid w:val="00142CFB"/>
    <w:rsid w:val="00193722"/>
    <w:rsid w:val="00197488"/>
    <w:rsid w:val="001A0E63"/>
    <w:rsid w:val="001D1565"/>
    <w:rsid w:val="001E6467"/>
    <w:rsid w:val="001F0002"/>
    <w:rsid w:val="001F211E"/>
    <w:rsid w:val="00210690"/>
    <w:rsid w:val="002248A1"/>
    <w:rsid w:val="0029657F"/>
    <w:rsid w:val="002A342F"/>
    <w:rsid w:val="002E241C"/>
    <w:rsid w:val="003044C1"/>
    <w:rsid w:val="003A4E2D"/>
    <w:rsid w:val="003C206B"/>
    <w:rsid w:val="003D0C70"/>
    <w:rsid w:val="003D1D59"/>
    <w:rsid w:val="003E0A61"/>
    <w:rsid w:val="003E1216"/>
    <w:rsid w:val="003F7969"/>
    <w:rsid w:val="00422D4E"/>
    <w:rsid w:val="00424C6F"/>
    <w:rsid w:val="00433B08"/>
    <w:rsid w:val="00456368"/>
    <w:rsid w:val="004C4CFA"/>
    <w:rsid w:val="004E55D3"/>
    <w:rsid w:val="004E6F49"/>
    <w:rsid w:val="004F072B"/>
    <w:rsid w:val="004F0F9F"/>
    <w:rsid w:val="00527DCE"/>
    <w:rsid w:val="005502C9"/>
    <w:rsid w:val="005671BC"/>
    <w:rsid w:val="00573D8A"/>
    <w:rsid w:val="00574D40"/>
    <w:rsid w:val="005878E5"/>
    <w:rsid w:val="005A3485"/>
    <w:rsid w:val="005C75E8"/>
    <w:rsid w:val="00610CEC"/>
    <w:rsid w:val="00616143"/>
    <w:rsid w:val="00634590"/>
    <w:rsid w:val="00657E38"/>
    <w:rsid w:val="00680E8A"/>
    <w:rsid w:val="00685BD6"/>
    <w:rsid w:val="006A2C40"/>
    <w:rsid w:val="006B4D4B"/>
    <w:rsid w:val="006B602A"/>
    <w:rsid w:val="006D02C4"/>
    <w:rsid w:val="006F49D0"/>
    <w:rsid w:val="00735B62"/>
    <w:rsid w:val="00761979"/>
    <w:rsid w:val="00766CF9"/>
    <w:rsid w:val="00776D53"/>
    <w:rsid w:val="00780F2F"/>
    <w:rsid w:val="00786A88"/>
    <w:rsid w:val="0079355C"/>
    <w:rsid w:val="007D198D"/>
    <w:rsid w:val="007E282F"/>
    <w:rsid w:val="008217A7"/>
    <w:rsid w:val="008352CB"/>
    <w:rsid w:val="00840B59"/>
    <w:rsid w:val="00850C7C"/>
    <w:rsid w:val="00863B9A"/>
    <w:rsid w:val="008A3AC2"/>
    <w:rsid w:val="008B66E8"/>
    <w:rsid w:val="008B7D7C"/>
    <w:rsid w:val="008E30C3"/>
    <w:rsid w:val="008F0FEE"/>
    <w:rsid w:val="00924775"/>
    <w:rsid w:val="00940E50"/>
    <w:rsid w:val="009433FC"/>
    <w:rsid w:val="0097160B"/>
    <w:rsid w:val="009A1211"/>
    <w:rsid w:val="009A57C3"/>
    <w:rsid w:val="009B2718"/>
    <w:rsid w:val="009F3D2C"/>
    <w:rsid w:val="00A03230"/>
    <w:rsid w:val="00A3679C"/>
    <w:rsid w:val="00A47BEA"/>
    <w:rsid w:val="00A625D7"/>
    <w:rsid w:val="00A87FB7"/>
    <w:rsid w:val="00AB1E4B"/>
    <w:rsid w:val="00AD2D19"/>
    <w:rsid w:val="00B06909"/>
    <w:rsid w:val="00B128DD"/>
    <w:rsid w:val="00B135A1"/>
    <w:rsid w:val="00B13DE8"/>
    <w:rsid w:val="00B1610F"/>
    <w:rsid w:val="00B20813"/>
    <w:rsid w:val="00B250A4"/>
    <w:rsid w:val="00B326CB"/>
    <w:rsid w:val="00B56E94"/>
    <w:rsid w:val="00B64EF3"/>
    <w:rsid w:val="00B96082"/>
    <w:rsid w:val="00BF65D9"/>
    <w:rsid w:val="00C3035B"/>
    <w:rsid w:val="00C37A1C"/>
    <w:rsid w:val="00C5493B"/>
    <w:rsid w:val="00C630E6"/>
    <w:rsid w:val="00C70FB7"/>
    <w:rsid w:val="00C769D8"/>
    <w:rsid w:val="00C907C5"/>
    <w:rsid w:val="00CA608B"/>
    <w:rsid w:val="00CB400A"/>
    <w:rsid w:val="00CC1F7A"/>
    <w:rsid w:val="00CD0963"/>
    <w:rsid w:val="00CE5CBE"/>
    <w:rsid w:val="00D16015"/>
    <w:rsid w:val="00D17FBE"/>
    <w:rsid w:val="00D4088E"/>
    <w:rsid w:val="00D8192B"/>
    <w:rsid w:val="00D85FFA"/>
    <w:rsid w:val="00DB4AB7"/>
    <w:rsid w:val="00DE73DC"/>
    <w:rsid w:val="00E225B0"/>
    <w:rsid w:val="00E2625A"/>
    <w:rsid w:val="00E27A82"/>
    <w:rsid w:val="00E305F2"/>
    <w:rsid w:val="00E4482E"/>
    <w:rsid w:val="00E475A0"/>
    <w:rsid w:val="00E615B3"/>
    <w:rsid w:val="00E62A17"/>
    <w:rsid w:val="00E65250"/>
    <w:rsid w:val="00E91AA6"/>
    <w:rsid w:val="00EA0554"/>
    <w:rsid w:val="00EA394A"/>
    <w:rsid w:val="00EA6734"/>
    <w:rsid w:val="00F06AA4"/>
    <w:rsid w:val="00F23364"/>
    <w:rsid w:val="00F23A90"/>
    <w:rsid w:val="00F405B5"/>
    <w:rsid w:val="00F55AFD"/>
    <w:rsid w:val="00F945BD"/>
    <w:rsid w:val="00FC7DF6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211E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2017-03-08T11:13:00Z</cp:lastPrinted>
  <dcterms:created xsi:type="dcterms:W3CDTF">2018-06-20T07:56:00Z</dcterms:created>
  <dcterms:modified xsi:type="dcterms:W3CDTF">2018-06-20T08:07:00Z</dcterms:modified>
</cp:coreProperties>
</file>