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D85" w:rsidRPr="00284DE5" w:rsidRDefault="00A92050" w:rsidP="00A92050">
      <w:pPr>
        <w:jc w:val="center"/>
        <w:rPr>
          <w:b/>
          <w:sz w:val="28"/>
          <w:szCs w:val="28"/>
        </w:rPr>
      </w:pPr>
      <w:r w:rsidRPr="00284DE5">
        <w:rPr>
          <w:b/>
          <w:sz w:val="28"/>
          <w:szCs w:val="28"/>
        </w:rPr>
        <w:t>Pozměňovací a jiné návrhy</w:t>
      </w:r>
    </w:p>
    <w:p w:rsidR="003C3FE2" w:rsidRDefault="003C3FE2" w:rsidP="00A92050">
      <w:pPr>
        <w:jc w:val="center"/>
        <w:rPr>
          <w:b/>
        </w:rPr>
      </w:pPr>
    </w:p>
    <w:p w:rsidR="003C3FE2" w:rsidRPr="003C3FE2" w:rsidRDefault="003C3FE2" w:rsidP="003C3FE2">
      <w:pPr>
        <w:jc w:val="center"/>
        <w:rPr>
          <w:b/>
          <w:spacing w:val="-3"/>
        </w:rPr>
      </w:pPr>
      <w:r w:rsidRPr="003C3FE2">
        <w:rPr>
          <w:b/>
          <w:spacing w:val="-3"/>
        </w:rPr>
        <w:t xml:space="preserve">k návrhu poslanců Václava Klause, Petra Fialy, Zbyňka Stanjury a dalších na vydání zákona, kterým se mění zákon č. 561/2004 Sb., o předškolním, základním, středním, vyšším odborném a jiném vzdělávání (školský zákon), ve znění pozdějších předpisů 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3C3FE2">
        <w:rPr>
          <w:b/>
        </w:rPr>
        <w:t>61</w:t>
      </w:r>
      <w:r>
        <w:rPr>
          <w:b/>
        </w:rPr>
        <w:t>)</w:t>
      </w: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 xml:space="preserve">Pozměňovací návrhy obsažené v usnesení garančního výboru </w:t>
      </w:r>
      <w:r w:rsidR="00284DE5">
        <w:t xml:space="preserve">pro vědu, vzdělání, kulturu, mládež a tělovýchovu </w:t>
      </w:r>
      <w:r>
        <w:t>č.</w:t>
      </w:r>
      <w:r w:rsidR="00284DE5">
        <w:t xml:space="preserve"> 44 </w:t>
      </w:r>
      <w:r>
        <w:t xml:space="preserve">ze </w:t>
      </w:r>
      <w:r w:rsidR="00284DE5">
        <w:t>7.</w:t>
      </w:r>
      <w:r>
        <w:t xml:space="preserve"> schůze konané dne </w:t>
      </w:r>
      <w:r w:rsidR="00284DE5">
        <w:t>9. května</w:t>
      </w:r>
      <w:r>
        <w:t xml:space="preserve"> 201</w:t>
      </w:r>
      <w:r w:rsidR="00284DE5">
        <w:t>8</w:t>
      </w:r>
      <w:r>
        <w:t xml:space="preserve"> (tisk</w:t>
      </w:r>
      <w:r w:rsidR="00284DE5">
        <w:t> 61</w:t>
      </w:r>
      <w:r>
        <w:t>/</w:t>
      </w:r>
      <w:r w:rsidR="00284DE5">
        <w:t>4 </w:t>
      </w:r>
      <w:r>
        <w:t>)</w:t>
      </w:r>
    </w:p>
    <w:p w:rsidR="003C3FE2" w:rsidRPr="006B4768" w:rsidRDefault="003C3FE2" w:rsidP="003C3FE2">
      <w:pPr>
        <w:ind w:left="2835" w:hanging="2835"/>
        <w:rPr>
          <w:spacing w:val="-3"/>
        </w:rPr>
      </w:pPr>
    </w:p>
    <w:p w:rsidR="003C3FE2" w:rsidRPr="006B4768" w:rsidRDefault="00FB7B13" w:rsidP="00FB7B13">
      <w:pPr>
        <w:rPr>
          <w:b/>
        </w:rPr>
      </w:pPr>
      <w:r>
        <w:rPr>
          <w:b/>
        </w:rPr>
        <w:t xml:space="preserve">A. 1. </w:t>
      </w:r>
      <w:r w:rsidR="003C3FE2" w:rsidRPr="006B4768">
        <w:rPr>
          <w:b/>
        </w:rPr>
        <w:t>V</w:t>
      </w:r>
      <w:r>
        <w:rPr>
          <w:b/>
        </w:rPr>
        <w:t> </w:t>
      </w:r>
      <w:r w:rsidR="003C3FE2">
        <w:rPr>
          <w:b/>
        </w:rPr>
        <w:t>části první č</w:t>
      </w:r>
      <w:r w:rsidR="003C3FE2" w:rsidRPr="006B4768">
        <w:rPr>
          <w:b/>
        </w:rPr>
        <w:t xml:space="preserve">lánku I se body 1, 2, 3, 4, 5, 6, 7 a 8 </w:t>
      </w:r>
      <w:r w:rsidR="003C3FE2">
        <w:rPr>
          <w:b/>
        </w:rPr>
        <w:t>zrušují</w:t>
      </w:r>
      <w:r w:rsidR="003C3FE2" w:rsidRPr="006B4768">
        <w:rPr>
          <w:b/>
        </w:rPr>
        <w:t xml:space="preserve">. </w:t>
      </w:r>
    </w:p>
    <w:p w:rsidR="003C3FE2" w:rsidRPr="006B4768" w:rsidRDefault="003C3FE2" w:rsidP="003C3FE2">
      <w:pPr>
        <w:ind w:left="567"/>
        <w:rPr>
          <w:b/>
        </w:rPr>
      </w:pPr>
    </w:p>
    <w:p w:rsidR="003C3FE2" w:rsidRDefault="00FB7B13" w:rsidP="00FB7B13">
      <w:pPr>
        <w:rPr>
          <w:b/>
        </w:rPr>
      </w:pPr>
      <w:r>
        <w:rPr>
          <w:b/>
        </w:rPr>
        <w:t xml:space="preserve">A. 2. </w:t>
      </w:r>
      <w:r w:rsidR="003C3FE2">
        <w:rPr>
          <w:b/>
        </w:rPr>
        <w:t>V části první č</w:t>
      </w:r>
      <w:r w:rsidR="003C3FE2" w:rsidRPr="006B4768">
        <w:rPr>
          <w:b/>
        </w:rPr>
        <w:t>lánku I se</w:t>
      </w:r>
      <w:r w:rsidR="003C3FE2">
        <w:rPr>
          <w:b/>
        </w:rPr>
        <w:t xml:space="preserve"> vkládá </w:t>
      </w:r>
      <w:r w:rsidR="003C3FE2" w:rsidRPr="006B4768">
        <w:rPr>
          <w:b/>
        </w:rPr>
        <w:t xml:space="preserve">nový bod, který zní: </w:t>
      </w:r>
    </w:p>
    <w:p w:rsidR="003C3FE2" w:rsidRDefault="003C3FE2" w:rsidP="003C3FE2">
      <w:pPr>
        <w:ind w:left="567"/>
        <w:rPr>
          <w:b/>
        </w:rPr>
      </w:pPr>
    </w:p>
    <w:p w:rsidR="003C3FE2" w:rsidRPr="006B4768" w:rsidRDefault="003C3FE2" w:rsidP="003C3FE2">
      <w:r>
        <w:t>„</w:t>
      </w:r>
      <w:r w:rsidRPr="006B4768">
        <w:t>1. V § 34 odst</w:t>
      </w:r>
      <w:r>
        <w:t>.</w:t>
      </w:r>
      <w:r w:rsidRPr="006B4768">
        <w:t xml:space="preserve"> 1 </w:t>
      </w:r>
      <w:r>
        <w:t xml:space="preserve">se </w:t>
      </w:r>
      <w:r w:rsidRPr="006B4768">
        <w:t>věta první</w:t>
      </w:r>
      <w:r>
        <w:t xml:space="preserve"> nahrazuje větami:</w:t>
      </w:r>
      <w:r w:rsidR="00FB7B13">
        <w:t xml:space="preserve"> </w:t>
      </w:r>
      <w:r w:rsidRPr="006B4768">
        <w:t>„Předškolní vzdělávání se organizuje pro děti ve věku zpravidla od 3 do 6 let, nejdříve však pro děti od 2 let. Dítě mladší 3 let nemá na přijetí do mateřské školy právní nárok.“.“</w:t>
      </w:r>
      <w:r w:rsidR="005F34A7">
        <w:t>.</w:t>
      </w:r>
    </w:p>
    <w:p w:rsidR="003C3FE2" w:rsidRPr="006B4768" w:rsidRDefault="003C3FE2" w:rsidP="003C3FE2">
      <w:pPr>
        <w:ind w:firstLine="708"/>
      </w:pPr>
    </w:p>
    <w:p w:rsidR="003C3FE2" w:rsidRPr="00EB61F6" w:rsidRDefault="00FB7B13" w:rsidP="003C3FE2">
      <w:pPr>
        <w:ind w:left="567" w:hanging="567"/>
        <w:rPr>
          <w:b/>
          <w:spacing w:val="-3"/>
        </w:rPr>
      </w:pPr>
      <w:r>
        <w:rPr>
          <w:b/>
          <w:spacing w:val="-3"/>
        </w:rPr>
        <w:t xml:space="preserve">A. </w:t>
      </w:r>
      <w:r w:rsidR="003C3FE2" w:rsidRPr="00EB61F6">
        <w:rPr>
          <w:b/>
          <w:spacing w:val="-3"/>
        </w:rPr>
        <w:t>3.</w:t>
      </w:r>
      <w:r w:rsidR="005F34A7">
        <w:rPr>
          <w:b/>
          <w:spacing w:val="-3"/>
        </w:rPr>
        <w:t xml:space="preserve"> </w:t>
      </w:r>
      <w:r w:rsidR="003C3FE2" w:rsidRPr="00EB61F6">
        <w:rPr>
          <w:b/>
          <w:spacing w:val="-3"/>
        </w:rPr>
        <w:t>V části první se za článek II. vkládá nový článek III, který zní:</w:t>
      </w:r>
    </w:p>
    <w:p w:rsidR="003C3FE2" w:rsidRPr="00EB61F6" w:rsidRDefault="003C3FE2" w:rsidP="003C3FE2">
      <w:pPr>
        <w:ind w:left="2835" w:hanging="2835"/>
        <w:rPr>
          <w:b/>
          <w:spacing w:val="-3"/>
        </w:rPr>
      </w:pPr>
    </w:p>
    <w:p w:rsidR="003C3FE2" w:rsidRPr="00EE3E2E" w:rsidRDefault="003C3FE2" w:rsidP="003C3FE2">
      <w:pPr>
        <w:ind w:left="2835" w:hanging="2835"/>
        <w:jc w:val="center"/>
        <w:rPr>
          <w:spacing w:val="-3"/>
        </w:rPr>
      </w:pPr>
      <w:r w:rsidRPr="00EE3E2E">
        <w:rPr>
          <w:spacing w:val="-3"/>
        </w:rPr>
        <w:t>„</w:t>
      </w:r>
      <w:r>
        <w:rPr>
          <w:spacing w:val="-3"/>
        </w:rPr>
        <w:t>Č</w:t>
      </w:r>
      <w:r w:rsidRPr="00EE3E2E">
        <w:rPr>
          <w:spacing w:val="-3"/>
        </w:rPr>
        <w:t>l. III</w:t>
      </w:r>
    </w:p>
    <w:p w:rsidR="003C3FE2" w:rsidRPr="00EE3E2E" w:rsidRDefault="003C3FE2" w:rsidP="003C3FE2">
      <w:pPr>
        <w:ind w:left="2835" w:hanging="2835"/>
        <w:rPr>
          <w:spacing w:val="-3"/>
        </w:rPr>
      </w:pPr>
    </w:p>
    <w:p w:rsidR="003C3FE2" w:rsidRPr="00EE3E2E" w:rsidRDefault="003C3FE2" w:rsidP="009C4BEE">
      <w:pPr>
        <w:ind w:firstLine="708"/>
        <w:rPr>
          <w:spacing w:val="-3"/>
        </w:rPr>
      </w:pPr>
      <w:r w:rsidRPr="00EE3E2E">
        <w:rPr>
          <w:spacing w:val="-3"/>
        </w:rPr>
        <w:t>V zákoně č. 101/2017 Sb., kterým se mění zákon č. 561/2004 Sb., o předškolním, základním, středním, vyšším odborném a jiném vzdělávání (školský zákon), ve znění pozdějších předpisů, se v čl. IV slova „1. září 2018“ nahrazují slovy „1. září 2020“.</w:t>
      </w:r>
      <w:r w:rsidR="009C4BEE">
        <w:rPr>
          <w:spacing w:val="-3"/>
        </w:rPr>
        <w:t>“.</w:t>
      </w:r>
      <w:r w:rsidRPr="00EE3E2E">
        <w:rPr>
          <w:spacing w:val="-3"/>
        </w:rPr>
        <w:t xml:space="preserve"> </w:t>
      </w:r>
    </w:p>
    <w:p w:rsidR="003C3FE2" w:rsidRPr="00EE3E2E" w:rsidRDefault="003C3FE2" w:rsidP="003C3FE2">
      <w:pPr>
        <w:ind w:left="2835" w:hanging="2835"/>
        <w:rPr>
          <w:spacing w:val="-3"/>
        </w:rPr>
      </w:pPr>
      <w:r w:rsidRPr="00EE3E2E">
        <w:rPr>
          <w:spacing w:val="-3"/>
        </w:rPr>
        <w:t>Dosavadní článek III se označuje jako článek IV.</w:t>
      </w:r>
    </w:p>
    <w:p w:rsidR="003C3FE2" w:rsidRDefault="003C3FE2" w:rsidP="003C3FE2">
      <w:pPr>
        <w:ind w:left="2835" w:hanging="2835"/>
        <w:rPr>
          <w:spacing w:val="-3"/>
        </w:rPr>
      </w:pPr>
    </w:p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284DE5">
        <w:rPr>
          <w:b/>
          <w:sz w:val="28"/>
          <w:szCs w:val="28"/>
        </w:rPr>
        <w:t>12. června</w:t>
      </w:r>
      <w:r w:rsidRPr="00A92050">
        <w:rPr>
          <w:b/>
          <w:sz w:val="28"/>
          <w:szCs w:val="28"/>
        </w:rPr>
        <w:t xml:space="preserve"> 201</w:t>
      </w:r>
      <w:r w:rsidR="00284DE5">
        <w:rPr>
          <w:b/>
          <w:sz w:val="28"/>
          <w:szCs w:val="28"/>
        </w:rPr>
        <w:t>8</w:t>
      </w:r>
    </w:p>
    <w:p w:rsidR="00A92050" w:rsidRPr="00A92050" w:rsidRDefault="00A92050" w:rsidP="00A92050"/>
    <w:p w:rsidR="00A92050" w:rsidRDefault="00A92050" w:rsidP="00595C9D">
      <w:pPr>
        <w:pStyle w:val="Oznaenpozmn"/>
        <w:tabs>
          <w:tab w:val="clear" w:pos="425"/>
        </w:tabs>
        <w:spacing w:after="0"/>
        <w:ind w:left="567" w:hanging="567"/>
      </w:pPr>
      <w:r>
        <w:t>Poslanec</w:t>
      </w:r>
      <w:r w:rsidR="00DC060F">
        <w:t xml:space="preserve"> Stanislav Fridrich</w:t>
      </w:r>
    </w:p>
    <w:p w:rsidR="00DC060F" w:rsidRDefault="00D77426" w:rsidP="00595C9D">
      <w:pPr>
        <w:rPr>
          <w:b/>
        </w:rPr>
      </w:pPr>
      <w:r w:rsidRPr="00595C9D">
        <w:rPr>
          <w:b/>
        </w:rPr>
        <w:t>(SD 782)</w:t>
      </w:r>
    </w:p>
    <w:p w:rsidR="00595C9D" w:rsidRPr="00595C9D" w:rsidRDefault="00595C9D" w:rsidP="00595C9D">
      <w:pPr>
        <w:rPr>
          <w:b/>
        </w:rPr>
      </w:pPr>
    </w:p>
    <w:p w:rsidR="00D77426" w:rsidRPr="00463613" w:rsidRDefault="00FB7B13" w:rsidP="00595C9D">
      <w:pPr>
        <w:rPr>
          <w:rFonts w:eastAsia="Calibri"/>
          <w:b/>
          <w:bCs/>
        </w:rPr>
      </w:pPr>
      <w:r w:rsidRPr="00FB7B13">
        <w:rPr>
          <w:rFonts w:eastAsia="Calibri"/>
          <w:b/>
          <w:bCs/>
        </w:rPr>
        <w:t xml:space="preserve">B. </w:t>
      </w:r>
      <w:r w:rsidR="00D77426" w:rsidRPr="00FB7B13">
        <w:rPr>
          <w:rFonts w:eastAsia="Calibri"/>
          <w:b/>
          <w:bCs/>
        </w:rPr>
        <w:t>1</w:t>
      </w:r>
      <w:r w:rsidR="00D77426" w:rsidRPr="00595C9D">
        <w:rPr>
          <w:rFonts w:eastAsia="Calibri"/>
          <w:bCs/>
        </w:rPr>
        <w:t xml:space="preserve">. </w:t>
      </w:r>
      <w:r w:rsidR="00D77426" w:rsidRPr="00463613">
        <w:rPr>
          <w:rFonts w:eastAsia="Calibri"/>
          <w:b/>
          <w:bCs/>
        </w:rPr>
        <w:t>Za článek II se vkládá nový článek III, který zní:</w:t>
      </w:r>
    </w:p>
    <w:p w:rsidR="00D77426" w:rsidRPr="00D77995" w:rsidRDefault="00D77426" w:rsidP="00595C9D">
      <w:pPr>
        <w:rPr>
          <w:rFonts w:eastAsia="Calibri"/>
          <w:b/>
          <w:bCs/>
        </w:rPr>
      </w:pPr>
    </w:p>
    <w:p w:rsidR="00D77426" w:rsidRPr="00595C9D" w:rsidRDefault="00D77426" w:rsidP="00595C9D">
      <w:pPr>
        <w:jc w:val="center"/>
        <w:rPr>
          <w:rFonts w:eastAsia="Calibri"/>
          <w:bCs/>
        </w:rPr>
      </w:pPr>
      <w:r w:rsidRPr="00595C9D">
        <w:rPr>
          <w:rFonts w:eastAsia="Calibri"/>
          <w:bCs/>
        </w:rPr>
        <w:t>„Čl. III</w:t>
      </w:r>
    </w:p>
    <w:p w:rsidR="00595C9D" w:rsidRDefault="00595C9D" w:rsidP="00595C9D">
      <w:pPr>
        <w:autoSpaceDE w:val="0"/>
        <w:autoSpaceDN w:val="0"/>
        <w:adjustRightInd w:val="0"/>
        <w:rPr>
          <w:rFonts w:eastAsia="Calibri"/>
        </w:rPr>
      </w:pPr>
    </w:p>
    <w:p w:rsidR="00D77426" w:rsidRPr="00D77995" w:rsidRDefault="00D77426" w:rsidP="00595C9D">
      <w:pPr>
        <w:autoSpaceDE w:val="0"/>
        <w:autoSpaceDN w:val="0"/>
        <w:adjustRightInd w:val="0"/>
        <w:ind w:firstLine="708"/>
        <w:rPr>
          <w:rFonts w:eastAsia="Calibri"/>
        </w:rPr>
      </w:pPr>
      <w:r w:rsidRPr="00D77995">
        <w:rPr>
          <w:rFonts w:eastAsia="Calibri"/>
        </w:rPr>
        <w:t>V zákoně č. 101/2017 Sb., kterým se mění zákon č. 561/2004 Sb., o předškolním, základním, středním, vyšším odborném a jiném vzdělávání (školský zákon), ve znění pozdějších předpisů, se v čl. II bodu 1 číslo „2018“ nahrazuje číslem „2019“.“</w:t>
      </w:r>
      <w:r w:rsidR="00FB7B13">
        <w:rPr>
          <w:rFonts w:eastAsia="Calibri"/>
        </w:rPr>
        <w:t>.</w:t>
      </w:r>
    </w:p>
    <w:p w:rsidR="00D77426" w:rsidRPr="00D77995" w:rsidRDefault="00D77426" w:rsidP="00595C9D">
      <w:pPr>
        <w:autoSpaceDE w:val="0"/>
        <w:autoSpaceDN w:val="0"/>
        <w:adjustRightInd w:val="0"/>
        <w:rPr>
          <w:rFonts w:eastAsia="Calibri"/>
        </w:rPr>
      </w:pPr>
    </w:p>
    <w:p w:rsidR="00D77426" w:rsidRPr="00D77995" w:rsidRDefault="00D77426" w:rsidP="00595C9D">
      <w:pPr>
        <w:autoSpaceDE w:val="0"/>
        <w:autoSpaceDN w:val="0"/>
        <w:adjustRightInd w:val="0"/>
        <w:rPr>
          <w:rFonts w:eastAsia="Calibri"/>
          <w:b/>
          <w:bCs/>
        </w:rPr>
      </w:pPr>
      <w:r w:rsidRPr="00D77995">
        <w:rPr>
          <w:rFonts w:eastAsia="Calibri"/>
        </w:rPr>
        <w:t>Dosavadní čl. III se označuje jako čl. IV.</w:t>
      </w:r>
    </w:p>
    <w:p w:rsidR="00DC060F" w:rsidRPr="00D77426" w:rsidRDefault="00DC060F" w:rsidP="00595C9D">
      <w:pPr>
        <w:rPr>
          <w:b/>
        </w:rPr>
      </w:pPr>
      <w:r w:rsidRPr="00D77426">
        <w:rPr>
          <w:b/>
        </w:rPr>
        <w:t>C</w:t>
      </w:r>
      <w:r w:rsidRPr="00D77426">
        <w:rPr>
          <w:b/>
        </w:rPr>
        <w:tab/>
        <w:t>Alena Gajdůšková</w:t>
      </w:r>
    </w:p>
    <w:p w:rsidR="00DC060F" w:rsidRPr="00595C9D" w:rsidRDefault="00D77426" w:rsidP="00595C9D">
      <w:pPr>
        <w:rPr>
          <w:b/>
        </w:rPr>
      </w:pPr>
      <w:r w:rsidRPr="00595C9D">
        <w:rPr>
          <w:b/>
        </w:rPr>
        <w:lastRenderedPageBreak/>
        <w:t>(SD 958)</w:t>
      </w:r>
    </w:p>
    <w:p w:rsidR="00D77426" w:rsidRDefault="00D77426" w:rsidP="00595C9D"/>
    <w:p w:rsidR="00D77426" w:rsidRPr="00463613" w:rsidRDefault="00FB7B13" w:rsidP="00463613">
      <w:pPr>
        <w:autoSpaceDE w:val="0"/>
        <w:autoSpaceDN w:val="0"/>
        <w:adjustRightInd w:val="0"/>
        <w:rPr>
          <w:b/>
        </w:rPr>
      </w:pPr>
      <w:r w:rsidRPr="00463613">
        <w:rPr>
          <w:b/>
        </w:rPr>
        <w:t xml:space="preserve">C. </w:t>
      </w:r>
      <w:r w:rsidR="00D77426" w:rsidRPr="00463613">
        <w:rPr>
          <w:b/>
        </w:rPr>
        <w:t>1. V Části první, článku I, bod 5 je současný text nahrazen textem novým, který zní:</w:t>
      </w:r>
    </w:p>
    <w:p w:rsidR="00D77426" w:rsidRPr="00D77426" w:rsidRDefault="00D77426" w:rsidP="00595C9D">
      <w:pPr>
        <w:autoSpaceDE w:val="0"/>
        <w:autoSpaceDN w:val="0"/>
        <w:adjustRightInd w:val="0"/>
      </w:pPr>
      <w:r w:rsidRPr="00D77426">
        <w:t>5. V § 35 odst. 3 se</w:t>
      </w:r>
      <w:r>
        <w:t xml:space="preserve"> </w:t>
      </w:r>
      <w:r w:rsidRPr="00D77426">
        <w:t>za slova „včetně rozsahu povinného předškolního vzdělávání“ před čárku vkládá formulace: „a včetně podmínek předškolního vzdělávání dětí mladších tří let“</w:t>
      </w:r>
      <w:r w:rsidR="00FB7B13">
        <w:t>.</w:t>
      </w:r>
    </w:p>
    <w:p w:rsidR="00D77426" w:rsidRDefault="00D77426" w:rsidP="00595C9D">
      <w:pPr>
        <w:autoSpaceDE w:val="0"/>
        <w:autoSpaceDN w:val="0"/>
        <w:adjustRightInd w:val="0"/>
        <w:ind w:firstLine="708"/>
      </w:pPr>
    </w:p>
    <w:p w:rsidR="00D77426" w:rsidRPr="00D77426" w:rsidRDefault="00FB7B13" w:rsidP="00463613">
      <w:pPr>
        <w:autoSpaceDE w:val="0"/>
        <w:autoSpaceDN w:val="0"/>
        <w:adjustRightInd w:val="0"/>
      </w:pPr>
      <w:r w:rsidRPr="00463613">
        <w:rPr>
          <w:b/>
        </w:rPr>
        <w:t xml:space="preserve">C. </w:t>
      </w:r>
      <w:r w:rsidR="00D77426" w:rsidRPr="00463613">
        <w:rPr>
          <w:b/>
        </w:rPr>
        <w:t xml:space="preserve">2. V Části druhé, Účinnost, článek III </w:t>
      </w:r>
      <w:r w:rsidR="00D77426" w:rsidRPr="00463613">
        <w:t>se na konec věty doplňuje nový text:</w:t>
      </w:r>
      <w:r w:rsidR="00595C9D">
        <w:t xml:space="preserve"> </w:t>
      </w:r>
      <w:r w:rsidR="00D77426" w:rsidRPr="00D77426">
        <w:t xml:space="preserve">„ a s výjimkou Článku I, bod 5, který nabývá účinnosti </w:t>
      </w:r>
      <w:r>
        <w:t xml:space="preserve">dnem </w:t>
      </w:r>
      <w:r w:rsidR="00D77426" w:rsidRPr="00D77426">
        <w:t xml:space="preserve">1. ledna 2019. </w:t>
      </w:r>
    </w:p>
    <w:p w:rsidR="00D77426" w:rsidRDefault="00D77426" w:rsidP="00595C9D"/>
    <w:p w:rsidR="00D77426" w:rsidRDefault="00D77426" w:rsidP="00595C9D"/>
    <w:p w:rsidR="00D77426" w:rsidRPr="00595C9D" w:rsidRDefault="00D77426" w:rsidP="00595C9D">
      <w:pPr>
        <w:rPr>
          <w:b/>
        </w:rPr>
      </w:pPr>
      <w:r w:rsidRPr="00595C9D">
        <w:rPr>
          <w:b/>
        </w:rPr>
        <w:t>(SD 959)</w:t>
      </w:r>
    </w:p>
    <w:p w:rsidR="00D77426" w:rsidRDefault="00D77426" w:rsidP="00595C9D"/>
    <w:p w:rsidR="00300DDD" w:rsidRPr="00463613" w:rsidRDefault="00FB7B13" w:rsidP="00463613">
      <w:pPr>
        <w:ind w:left="360" w:hanging="360"/>
        <w:rPr>
          <w:b/>
        </w:rPr>
      </w:pPr>
      <w:r w:rsidRPr="00463613">
        <w:rPr>
          <w:b/>
        </w:rPr>
        <w:t xml:space="preserve">C. 3. </w:t>
      </w:r>
      <w:r w:rsidR="00300DDD" w:rsidRPr="00463613">
        <w:rPr>
          <w:b/>
        </w:rPr>
        <w:t>Část první, článek 1 se doplňuje novým bodem 8, který včetně poznámek pod čarou zní:</w:t>
      </w:r>
    </w:p>
    <w:p w:rsidR="00300DDD" w:rsidRDefault="00300DDD" w:rsidP="00595C9D">
      <w:pPr>
        <w:rPr>
          <w:bCs/>
        </w:rPr>
      </w:pPr>
      <w:r>
        <w:t xml:space="preserve">8. V </w:t>
      </w:r>
      <w:r>
        <w:rPr>
          <w:bCs/>
        </w:rPr>
        <w:t xml:space="preserve">§ 179 se vkládá nový </w:t>
      </w:r>
      <w:r w:rsidRPr="004A6792">
        <w:rPr>
          <w:bCs/>
        </w:rPr>
        <w:t>odstavec (3), který zní:</w:t>
      </w:r>
    </w:p>
    <w:p w:rsidR="00463613" w:rsidRPr="00592255" w:rsidRDefault="00463613" w:rsidP="00463613"/>
    <w:p w:rsidR="00595C9D" w:rsidRPr="009C4BEE" w:rsidRDefault="009C4BEE" w:rsidP="00595C9D">
      <w:pPr>
        <w:ind w:firstLine="708"/>
        <w:rPr>
          <w:bCs/>
        </w:rPr>
      </w:pPr>
      <w:r>
        <w:rPr>
          <w:bCs/>
        </w:rPr>
        <w:t>„</w:t>
      </w:r>
      <w:r w:rsidR="00300DDD" w:rsidRPr="004A6792">
        <w:rPr>
          <w:bCs/>
        </w:rPr>
        <w:t>(3) Obec může zajistit podmínky pro předškolní vzdělávání dětí přijímaných podle §</w:t>
      </w:r>
      <w:r>
        <w:rPr>
          <w:bCs/>
        </w:rPr>
        <w:t> </w:t>
      </w:r>
      <w:r w:rsidR="00300DDD" w:rsidRPr="004A6792">
        <w:rPr>
          <w:bCs/>
        </w:rPr>
        <w:t xml:space="preserve">34 odst. 1 mladších tří let </w:t>
      </w:r>
      <w:r w:rsidR="00300DDD">
        <w:rPr>
          <w:bCs/>
        </w:rPr>
        <w:t xml:space="preserve">také buď </w:t>
      </w:r>
      <w:r w:rsidR="00300DDD" w:rsidRPr="004A6792">
        <w:rPr>
          <w:bCs/>
        </w:rPr>
        <w:t xml:space="preserve">zřízením dětské skupiny podle </w:t>
      </w:r>
      <w:r w:rsidR="00300DDD">
        <w:rPr>
          <w:bCs/>
        </w:rPr>
        <w:t>zvláštního zákona</w:t>
      </w:r>
      <w:r w:rsidR="00300DDD">
        <w:rPr>
          <w:bCs/>
          <w:vertAlign w:val="superscript"/>
        </w:rPr>
        <w:t>21c)</w:t>
      </w:r>
      <w:r w:rsidR="00300DDD">
        <w:rPr>
          <w:bCs/>
        </w:rPr>
        <w:t xml:space="preserve">, </w:t>
      </w:r>
      <w:r w:rsidR="00300DDD" w:rsidRPr="0000144F">
        <w:rPr>
          <w:bCs/>
        </w:rPr>
        <w:t>nebo uzav</w:t>
      </w:r>
      <w:r w:rsidR="00300DDD">
        <w:rPr>
          <w:bCs/>
        </w:rPr>
        <w:t>řením</w:t>
      </w:r>
      <w:r w:rsidR="00300DDD" w:rsidRPr="0000144F">
        <w:rPr>
          <w:bCs/>
        </w:rPr>
        <w:t xml:space="preserve"> smlouvy se zřizovateli dětských skupin pro veřejnost, kteří provozují služby péče o</w:t>
      </w:r>
      <w:r w:rsidR="005F34A7">
        <w:rPr>
          <w:bCs/>
        </w:rPr>
        <w:t> </w:t>
      </w:r>
      <w:r w:rsidR="00300DDD" w:rsidRPr="0000144F">
        <w:rPr>
          <w:bCs/>
        </w:rPr>
        <w:t>dět</w:t>
      </w:r>
      <w:r w:rsidR="00300DDD">
        <w:rPr>
          <w:bCs/>
        </w:rPr>
        <w:t>i</w:t>
      </w:r>
      <w:r w:rsidR="00300DDD" w:rsidRPr="0000144F">
        <w:rPr>
          <w:bCs/>
        </w:rPr>
        <w:t xml:space="preserve"> v</w:t>
      </w:r>
      <w:r w:rsidR="00FB7B13">
        <w:rPr>
          <w:bCs/>
        </w:rPr>
        <w:t> </w:t>
      </w:r>
      <w:r w:rsidR="00300DDD">
        <w:rPr>
          <w:bCs/>
        </w:rPr>
        <w:t>dětské skupině na jejich území podle zvláštního zákona</w:t>
      </w:r>
      <w:r w:rsidR="00300DDD">
        <w:rPr>
          <w:bCs/>
          <w:vertAlign w:val="superscript"/>
        </w:rPr>
        <w:t>21d)</w:t>
      </w:r>
      <w:r>
        <w:rPr>
          <w:bCs/>
        </w:rPr>
        <w:t>.</w:t>
      </w:r>
    </w:p>
    <w:p w:rsidR="00595C9D" w:rsidRPr="00595C9D" w:rsidRDefault="00595C9D" w:rsidP="00595C9D">
      <w:pPr>
        <w:rPr>
          <w:bCs/>
        </w:rPr>
      </w:pPr>
    </w:p>
    <w:p w:rsidR="00300DDD" w:rsidRDefault="00300DDD" w:rsidP="00595C9D">
      <w:pPr>
        <w:rPr>
          <w:bCs/>
        </w:rPr>
      </w:pPr>
      <w:r>
        <w:rPr>
          <w:bCs/>
        </w:rPr>
        <w:t>Poznámka pod čarou 21c):</w:t>
      </w:r>
    </w:p>
    <w:p w:rsidR="00300DDD" w:rsidRDefault="00300DDD" w:rsidP="00595C9D">
      <w:pPr>
        <w:ind w:left="708" w:hanging="708"/>
        <w:rPr>
          <w:bCs/>
        </w:rPr>
      </w:pPr>
      <w:r w:rsidRPr="00300DDD">
        <w:rPr>
          <w:vertAlign w:val="superscript"/>
        </w:rPr>
        <w:t>21c)</w:t>
      </w:r>
      <w:r w:rsidRPr="00300DDD">
        <w:rPr>
          <w:vertAlign w:val="superscript"/>
        </w:rPr>
        <w:tab/>
      </w:r>
      <w:r>
        <w:t xml:space="preserve">Zákon číslo </w:t>
      </w:r>
      <w:r>
        <w:rPr>
          <w:bCs/>
        </w:rPr>
        <w:t xml:space="preserve">247/2014 Sb., </w:t>
      </w:r>
      <w:r w:rsidRPr="00016E74">
        <w:rPr>
          <w:bCs/>
        </w:rPr>
        <w:t>o poskytování služby péče o dítě v</w:t>
      </w:r>
      <w:r w:rsidR="00FB7B13">
        <w:rPr>
          <w:bCs/>
        </w:rPr>
        <w:t> </w:t>
      </w:r>
      <w:r w:rsidRPr="00016E74">
        <w:rPr>
          <w:bCs/>
        </w:rPr>
        <w:t>dětské skupině a o změně souvisejících zákonů</w:t>
      </w:r>
      <w:r>
        <w:rPr>
          <w:bCs/>
        </w:rPr>
        <w:t>, § 3, odst. 2, písm. c).</w:t>
      </w:r>
    </w:p>
    <w:p w:rsidR="00595C9D" w:rsidRDefault="00595C9D" w:rsidP="00595C9D">
      <w:pPr>
        <w:ind w:left="708" w:hanging="708"/>
        <w:rPr>
          <w:bCs/>
        </w:rPr>
      </w:pPr>
    </w:p>
    <w:p w:rsidR="00300DDD" w:rsidRDefault="00300DDD" w:rsidP="00595C9D">
      <w:pPr>
        <w:rPr>
          <w:bCs/>
        </w:rPr>
      </w:pPr>
      <w:r>
        <w:rPr>
          <w:bCs/>
        </w:rPr>
        <w:t>Poznámka pod čarou 21d)</w:t>
      </w:r>
    </w:p>
    <w:p w:rsidR="00300DDD" w:rsidRDefault="00300DDD" w:rsidP="00595C9D">
      <w:pPr>
        <w:ind w:left="708" w:hanging="708"/>
        <w:rPr>
          <w:bCs/>
        </w:rPr>
      </w:pPr>
      <w:r w:rsidRPr="00300DDD">
        <w:rPr>
          <w:vertAlign w:val="superscript"/>
        </w:rPr>
        <w:t>21d)</w:t>
      </w:r>
      <w:r w:rsidRPr="00300DDD">
        <w:rPr>
          <w:vertAlign w:val="superscript"/>
        </w:rPr>
        <w:tab/>
      </w:r>
      <w:r>
        <w:t xml:space="preserve">Zákon číslo </w:t>
      </w:r>
      <w:r>
        <w:rPr>
          <w:bCs/>
        </w:rPr>
        <w:t xml:space="preserve">247/2014 Sb., </w:t>
      </w:r>
      <w:r w:rsidRPr="00016E74">
        <w:rPr>
          <w:bCs/>
        </w:rPr>
        <w:t>o poskytování služby péče o dítě v</w:t>
      </w:r>
      <w:r w:rsidR="00FB7B13">
        <w:rPr>
          <w:bCs/>
        </w:rPr>
        <w:t> </w:t>
      </w:r>
      <w:r w:rsidRPr="00016E74">
        <w:rPr>
          <w:bCs/>
        </w:rPr>
        <w:t>dětské skupině a o změně souvisejících zákonů</w:t>
      </w:r>
      <w:r>
        <w:rPr>
          <w:bCs/>
        </w:rPr>
        <w:t xml:space="preserve">, </w:t>
      </w:r>
      <w:r w:rsidRPr="0000144F">
        <w:rPr>
          <w:bCs/>
        </w:rPr>
        <w:t>§ 3, písm. a), b)</w:t>
      </w:r>
      <w:r>
        <w:rPr>
          <w:bCs/>
        </w:rPr>
        <w:t>, e), f) a g).</w:t>
      </w:r>
      <w:r w:rsidR="009C4BEE">
        <w:rPr>
          <w:bCs/>
        </w:rPr>
        <w:t>“.</w:t>
      </w:r>
    </w:p>
    <w:p w:rsidR="00595C9D" w:rsidRDefault="00595C9D" w:rsidP="00595C9D">
      <w:pPr>
        <w:ind w:left="708" w:hanging="708"/>
        <w:rPr>
          <w:bCs/>
        </w:rPr>
      </w:pPr>
    </w:p>
    <w:p w:rsidR="00300DDD" w:rsidRDefault="00300DDD" w:rsidP="00595C9D">
      <w:r>
        <w:t>Následující odstavce § 179 se přečíslovávají.</w:t>
      </w:r>
    </w:p>
    <w:p w:rsidR="00595C9D" w:rsidRDefault="00595C9D" w:rsidP="00595C9D"/>
    <w:p w:rsidR="00300DDD" w:rsidRDefault="00300DDD" w:rsidP="00595C9D">
      <w:pPr>
        <w:rPr>
          <w:b/>
        </w:rPr>
      </w:pPr>
      <w:r>
        <w:t>Následující body Sněmovního tisku 61 se přečíslovávají.</w:t>
      </w:r>
    </w:p>
    <w:p w:rsidR="00D77426" w:rsidRDefault="00D77426" w:rsidP="00595C9D"/>
    <w:p w:rsidR="00D77426" w:rsidRDefault="00D77426" w:rsidP="00595C9D"/>
    <w:p w:rsidR="00D77426" w:rsidRPr="00595C9D" w:rsidRDefault="00D77426" w:rsidP="00595C9D">
      <w:pPr>
        <w:rPr>
          <w:b/>
        </w:rPr>
      </w:pPr>
      <w:r w:rsidRPr="00595C9D">
        <w:rPr>
          <w:b/>
        </w:rPr>
        <w:t>(SD 960)</w:t>
      </w:r>
    </w:p>
    <w:p w:rsidR="00DC060F" w:rsidRPr="00595C9D" w:rsidRDefault="00DC060F" w:rsidP="00595C9D">
      <w:pPr>
        <w:rPr>
          <w:b/>
        </w:rPr>
      </w:pPr>
    </w:p>
    <w:p w:rsidR="00300DDD" w:rsidRPr="00463613" w:rsidRDefault="00FB7B13" w:rsidP="00463613">
      <w:pPr>
        <w:autoSpaceDE w:val="0"/>
        <w:autoSpaceDN w:val="0"/>
        <w:adjustRightInd w:val="0"/>
        <w:ind w:left="360" w:hanging="360"/>
        <w:rPr>
          <w:b/>
        </w:rPr>
      </w:pPr>
      <w:r w:rsidRPr="00463613">
        <w:rPr>
          <w:b/>
        </w:rPr>
        <w:t>C.</w:t>
      </w:r>
      <w:r w:rsidR="005F34A7">
        <w:rPr>
          <w:b/>
        </w:rPr>
        <w:t xml:space="preserve"> </w:t>
      </w:r>
      <w:r w:rsidRPr="00463613">
        <w:rPr>
          <w:b/>
        </w:rPr>
        <w:t xml:space="preserve">4. </w:t>
      </w:r>
      <w:r w:rsidR="00300DDD" w:rsidRPr="00463613">
        <w:rPr>
          <w:b/>
        </w:rPr>
        <w:t>Čl. I se ruší</w:t>
      </w:r>
      <w:r w:rsidR="00463613">
        <w:rPr>
          <w:b/>
        </w:rPr>
        <w:t>.</w:t>
      </w:r>
    </w:p>
    <w:p w:rsidR="00595C9D" w:rsidRPr="00595C9D" w:rsidRDefault="00595C9D" w:rsidP="00595C9D">
      <w:pPr>
        <w:autoSpaceDE w:val="0"/>
        <w:autoSpaceDN w:val="0"/>
        <w:adjustRightInd w:val="0"/>
      </w:pPr>
    </w:p>
    <w:p w:rsidR="00300DDD" w:rsidRPr="00463613" w:rsidRDefault="00FB7B13" w:rsidP="00463613">
      <w:pPr>
        <w:autoSpaceDE w:val="0"/>
        <w:autoSpaceDN w:val="0"/>
        <w:adjustRightInd w:val="0"/>
        <w:ind w:left="360" w:hanging="360"/>
        <w:rPr>
          <w:b/>
        </w:rPr>
      </w:pPr>
      <w:r w:rsidRPr="00463613">
        <w:rPr>
          <w:b/>
        </w:rPr>
        <w:t xml:space="preserve">C. 5. </w:t>
      </w:r>
      <w:r w:rsidR="00300DDD" w:rsidRPr="00463613">
        <w:rPr>
          <w:b/>
        </w:rPr>
        <w:t>Čl. II se ruší</w:t>
      </w:r>
      <w:r w:rsidR="00463613">
        <w:rPr>
          <w:b/>
        </w:rPr>
        <w:t>.</w:t>
      </w:r>
    </w:p>
    <w:p w:rsidR="00595C9D" w:rsidRPr="00595C9D" w:rsidRDefault="00595C9D" w:rsidP="00595C9D">
      <w:pPr>
        <w:autoSpaceDE w:val="0"/>
        <w:autoSpaceDN w:val="0"/>
        <w:adjustRightInd w:val="0"/>
      </w:pPr>
    </w:p>
    <w:p w:rsidR="00300DDD" w:rsidRPr="00463613" w:rsidRDefault="00FB7B13" w:rsidP="00463613">
      <w:pPr>
        <w:autoSpaceDE w:val="0"/>
        <w:autoSpaceDN w:val="0"/>
        <w:adjustRightInd w:val="0"/>
        <w:ind w:left="360" w:hanging="360"/>
        <w:rPr>
          <w:b/>
        </w:rPr>
      </w:pPr>
      <w:r w:rsidRPr="00463613">
        <w:rPr>
          <w:b/>
        </w:rPr>
        <w:t xml:space="preserve">C. 6. </w:t>
      </w:r>
      <w:r w:rsidR="00300DDD" w:rsidRPr="00463613">
        <w:rPr>
          <w:b/>
        </w:rPr>
        <w:t>Vkládá se nový Článek I</w:t>
      </w:r>
    </w:p>
    <w:p w:rsidR="00FB7B13" w:rsidRDefault="00FB7B13" w:rsidP="00FB7B13">
      <w:pPr>
        <w:autoSpaceDE w:val="0"/>
        <w:autoSpaceDN w:val="0"/>
        <w:adjustRightInd w:val="0"/>
        <w:ind w:left="360"/>
        <w:jc w:val="center"/>
      </w:pPr>
      <w:r>
        <w:t>„Č. I</w:t>
      </w:r>
    </w:p>
    <w:p w:rsidR="00463613" w:rsidRDefault="00463613" w:rsidP="00595C9D">
      <w:pPr>
        <w:autoSpaceDE w:val="0"/>
        <w:autoSpaceDN w:val="0"/>
        <w:adjustRightInd w:val="0"/>
      </w:pPr>
    </w:p>
    <w:p w:rsidR="00300DDD" w:rsidRDefault="00300DDD" w:rsidP="00463613">
      <w:pPr>
        <w:autoSpaceDE w:val="0"/>
        <w:autoSpaceDN w:val="0"/>
        <w:adjustRightInd w:val="0"/>
        <w:ind w:firstLine="708"/>
      </w:pPr>
      <w:r w:rsidRPr="00E27E6F">
        <w:t>V zákoně č. 178/2016 Sb., kterým se mění zákon č. 561/2004 Sb., o předškolním, základním, středním, vyšším odborném a jiném vzdělávání (školský zákon), ve znění pozdějších předpisů, a zákon č. 200/1990 Sb., o přestupcích, ve znění pozdějších předpisů se v části první čl. I bod 14. nahrazuje stávající znění novým zněním:</w:t>
      </w:r>
    </w:p>
    <w:p w:rsidR="00595C9D" w:rsidRPr="00E27E6F" w:rsidRDefault="00595C9D" w:rsidP="00595C9D">
      <w:pPr>
        <w:autoSpaceDE w:val="0"/>
        <w:autoSpaceDN w:val="0"/>
        <w:adjustRightInd w:val="0"/>
      </w:pPr>
    </w:p>
    <w:p w:rsidR="00300DDD" w:rsidRDefault="009C4BEE" w:rsidP="00595C9D">
      <w:pPr>
        <w:autoSpaceDE w:val="0"/>
        <w:autoSpaceDN w:val="0"/>
        <w:adjustRightInd w:val="0"/>
      </w:pPr>
      <w:r>
        <w:t>„</w:t>
      </w:r>
      <w:r w:rsidR="00300DDD" w:rsidRPr="00E27E6F">
        <w:t xml:space="preserve">14. V § 34 odst. 3 se věta poslední nahrazuje větou „Do mateřské školy zřízené obcí nebo svazkem obcí se přednostně přijímají děti s místem trvalého pobytu, v případě cizinců místem </w:t>
      </w:r>
      <w:r w:rsidR="00300DDD" w:rsidRPr="00E27E6F">
        <w:lastRenderedPageBreak/>
        <w:t>pobytu, v příslušném školském obvodu (§ 179 odst. 3) nebo umístěné v tomto obvodu v dětském domově, které před začátkem školního roku dosáhnou nejméně druhého roku věku</w:t>
      </w:r>
      <w:r w:rsidR="00300DDD" w:rsidRPr="00E27E6F">
        <w:rPr>
          <w:b/>
          <w:bCs/>
        </w:rPr>
        <w:t xml:space="preserve"> </w:t>
      </w:r>
      <w:r w:rsidR="00300DDD" w:rsidRPr="00E27E6F">
        <w:rPr>
          <w:bCs/>
        </w:rPr>
        <w:t>a současně do konce daného kalendářního roku dosáhnou třetího roku věku</w:t>
      </w:r>
      <w:r w:rsidR="00300DDD" w:rsidRPr="00E27E6F">
        <w:t>, a to do výše povoleného počtu dětí uvedeného ve školském rejstříku.“.</w:t>
      </w:r>
      <w:r>
        <w:t>“.</w:t>
      </w:r>
    </w:p>
    <w:p w:rsidR="00595C9D" w:rsidRPr="00E27E6F" w:rsidRDefault="00595C9D" w:rsidP="00595C9D">
      <w:pPr>
        <w:autoSpaceDE w:val="0"/>
        <w:autoSpaceDN w:val="0"/>
        <w:adjustRightInd w:val="0"/>
      </w:pPr>
    </w:p>
    <w:p w:rsidR="00300DDD" w:rsidRPr="00FB7B13" w:rsidRDefault="00300DDD" w:rsidP="00FB7B13">
      <w:pPr>
        <w:autoSpaceDE w:val="0"/>
        <w:autoSpaceDN w:val="0"/>
        <w:adjustRightInd w:val="0"/>
        <w:ind w:left="360"/>
      </w:pPr>
      <w:r w:rsidRPr="00FB7B13">
        <w:t>Následující články se přečíslují</w:t>
      </w:r>
    </w:p>
    <w:p w:rsidR="00595C9D" w:rsidRPr="00595C9D" w:rsidRDefault="00595C9D" w:rsidP="00595C9D">
      <w:pPr>
        <w:autoSpaceDE w:val="0"/>
        <w:autoSpaceDN w:val="0"/>
        <w:adjustRightInd w:val="0"/>
      </w:pPr>
    </w:p>
    <w:p w:rsidR="00300DDD" w:rsidRPr="00463613" w:rsidRDefault="00FB7B13" w:rsidP="00463613">
      <w:pPr>
        <w:autoSpaceDE w:val="0"/>
        <w:autoSpaceDN w:val="0"/>
        <w:adjustRightInd w:val="0"/>
        <w:ind w:left="360" w:hanging="360"/>
        <w:rPr>
          <w:b/>
        </w:rPr>
      </w:pPr>
      <w:r w:rsidRPr="00463613">
        <w:rPr>
          <w:b/>
        </w:rPr>
        <w:t xml:space="preserve">C. 7. </w:t>
      </w:r>
      <w:r w:rsidR="00300DDD" w:rsidRPr="00463613">
        <w:rPr>
          <w:b/>
        </w:rPr>
        <w:t>Účinnost, nově v Části druhé, Čl. II se nahrazuje zněním:</w:t>
      </w:r>
    </w:p>
    <w:p w:rsidR="00300DDD" w:rsidRPr="00E27E6F" w:rsidRDefault="00300DDD" w:rsidP="00595C9D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E6F">
        <w:rPr>
          <w:rFonts w:ascii="Times New Roman" w:hAnsi="Times New Roman" w:cs="Times New Roman"/>
          <w:sz w:val="24"/>
          <w:szCs w:val="24"/>
        </w:rPr>
        <w:t>„Tento zákon nabývá účinnosti dnem 1. září 2020</w:t>
      </w:r>
      <w:r w:rsidR="00FB7B13">
        <w:rPr>
          <w:rFonts w:ascii="Times New Roman" w:hAnsi="Times New Roman" w:cs="Times New Roman"/>
          <w:sz w:val="24"/>
          <w:szCs w:val="24"/>
        </w:rPr>
        <w:t>.</w:t>
      </w:r>
      <w:r w:rsidRPr="00E27E6F">
        <w:rPr>
          <w:rFonts w:ascii="Times New Roman" w:hAnsi="Times New Roman" w:cs="Times New Roman"/>
          <w:sz w:val="24"/>
          <w:szCs w:val="24"/>
        </w:rPr>
        <w:t>“.</w:t>
      </w:r>
    </w:p>
    <w:p w:rsidR="00300DDD" w:rsidRDefault="00300DDD" w:rsidP="00595C9D"/>
    <w:p w:rsidR="00595C9D" w:rsidRDefault="00595C9D" w:rsidP="00595C9D"/>
    <w:p w:rsidR="00DC060F" w:rsidRPr="00300DDD" w:rsidRDefault="00DC060F" w:rsidP="00595C9D">
      <w:pPr>
        <w:rPr>
          <w:b/>
        </w:rPr>
      </w:pPr>
      <w:r w:rsidRPr="00300DDD">
        <w:rPr>
          <w:b/>
        </w:rPr>
        <w:t>D</w:t>
      </w:r>
      <w:r w:rsidRPr="00300DDD">
        <w:rPr>
          <w:b/>
        </w:rPr>
        <w:tab/>
        <w:t>Poslanec Jan  Čižinský</w:t>
      </w:r>
    </w:p>
    <w:p w:rsidR="00DC060F" w:rsidRPr="00595C9D" w:rsidRDefault="00D77426" w:rsidP="00595C9D">
      <w:pPr>
        <w:rPr>
          <w:b/>
        </w:rPr>
      </w:pPr>
      <w:r w:rsidRPr="00595C9D">
        <w:rPr>
          <w:b/>
        </w:rPr>
        <w:t>(SD 956)</w:t>
      </w:r>
    </w:p>
    <w:p w:rsidR="00D77426" w:rsidRDefault="00D77426" w:rsidP="00595C9D"/>
    <w:p w:rsidR="00300DDD" w:rsidRPr="00D77995" w:rsidRDefault="00FB7B13" w:rsidP="00595C9D">
      <w:pPr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D. </w:t>
      </w:r>
      <w:r w:rsidR="00300DDD">
        <w:rPr>
          <w:rFonts w:eastAsia="Calibri"/>
          <w:b/>
          <w:bCs/>
        </w:rPr>
        <w:t>1. Za bod 6 článku I</w:t>
      </w:r>
      <w:r w:rsidR="00300DDD" w:rsidRPr="00D77995">
        <w:rPr>
          <w:rFonts w:eastAsia="Calibri"/>
          <w:b/>
          <w:bCs/>
        </w:rPr>
        <w:t xml:space="preserve"> se vkládá nový </w:t>
      </w:r>
      <w:r w:rsidR="00300DDD">
        <w:rPr>
          <w:rFonts w:eastAsia="Calibri"/>
          <w:b/>
          <w:bCs/>
        </w:rPr>
        <w:t>bod 7</w:t>
      </w:r>
      <w:r w:rsidR="00300DDD" w:rsidRPr="00D77995">
        <w:rPr>
          <w:rFonts w:eastAsia="Calibri"/>
          <w:b/>
          <w:bCs/>
        </w:rPr>
        <w:t>, který zní:</w:t>
      </w:r>
    </w:p>
    <w:p w:rsidR="00300DDD" w:rsidRPr="00D77995" w:rsidRDefault="00300DDD" w:rsidP="00595C9D">
      <w:pPr>
        <w:rPr>
          <w:rFonts w:eastAsia="Calibri"/>
          <w:b/>
          <w:bCs/>
        </w:rPr>
      </w:pPr>
    </w:p>
    <w:p w:rsidR="00300DDD" w:rsidRPr="00D77995" w:rsidRDefault="00300DDD" w:rsidP="00595C9D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„7. </w:t>
      </w:r>
      <w:r w:rsidRPr="00D10574">
        <w:rPr>
          <w:rFonts w:eastAsia="Calibri"/>
        </w:rPr>
        <w:t xml:space="preserve">V § 47 odst. 1 první věta zní: „Obec, svazek obcí, kraj a registrovaná církev a náboženská společnost, které bylo přiznáno oprávnění k výkonu zvláštního práva zřizovat církevní školy </w:t>
      </w:r>
      <w:r w:rsidRPr="00FB7B13">
        <w:rPr>
          <w:rFonts w:eastAsia="Calibri"/>
          <w:vertAlign w:val="superscript"/>
        </w:rPr>
        <w:t>6)</w:t>
      </w:r>
      <w:r w:rsidRPr="00D10574">
        <w:rPr>
          <w:rFonts w:eastAsia="Calibri"/>
        </w:rPr>
        <w:t xml:space="preserve">, mohou zřizovat přípravné třídy základní školy pro děti v posledním roce před zahájením povinné školní docházky, u kterých je předpoklad, že zařazení do přípravné třídy vyrovná jejich vývoj, </w:t>
      </w:r>
      <w:r w:rsidRPr="00FB7B13">
        <w:rPr>
          <w:rFonts w:eastAsia="Calibri"/>
        </w:rPr>
        <w:t xml:space="preserve">přednostně </w:t>
      </w:r>
      <w:r w:rsidRPr="00D10574">
        <w:rPr>
          <w:rFonts w:eastAsia="Calibri"/>
        </w:rPr>
        <w:t>děti, kterým byl povolen odklad povinné školní docházky.“</w:t>
      </w:r>
      <w:r w:rsidR="00FB7B13">
        <w:rPr>
          <w:rFonts w:eastAsia="Calibri"/>
        </w:rPr>
        <w:t>.“.</w:t>
      </w:r>
    </w:p>
    <w:p w:rsidR="00300DDD" w:rsidRPr="00D77995" w:rsidRDefault="00300DDD" w:rsidP="00595C9D">
      <w:pPr>
        <w:autoSpaceDE w:val="0"/>
        <w:autoSpaceDN w:val="0"/>
        <w:adjustRightInd w:val="0"/>
        <w:rPr>
          <w:rFonts w:eastAsia="Calibri"/>
        </w:rPr>
      </w:pPr>
    </w:p>
    <w:p w:rsidR="00300DDD" w:rsidRPr="00FB7B13" w:rsidRDefault="00300DDD" w:rsidP="00595C9D">
      <w:pPr>
        <w:rPr>
          <w:rFonts w:eastAsia="Calibri"/>
          <w:bCs/>
        </w:rPr>
      </w:pPr>
      <w:r w:rsidRPr="00FB7B13">
        <w:rPr>
          <w:rFonts w:eastAsia="Calibri"/>
          <w:bCs/>
        </w:rPr>
        <w:t>Následující body článku I se přečíslují.</w:t>
      </w:r>
    </w:p>
    <w:p w:rsidR="00D77426" w:rsidRDefault="00D77426" w:rsidP="00595C9D"/>
    <w:p w:rsidR="00DC060F" w:rsidRDefault="00DC060F" w:rsidP="00595C9D"/>
    <w:p w:rsidR="00DC060F" w:rsidRPr="00300DDD" w:rsidRDefault="00DC060F" w:rsidP="00595C9D">
      <w:pPr>
        <w:rPr>
          <w:b/>
        </w:rPr>
      </w:pPr>
      <w:r w:rsidRPr="00300DDD">
        <w:rPr>
          <w:b/>
        </w:rPr>
        <w:t>E</w:t>
      </w:r>
      <w:r w:rsidRPr="00300DDD">
        <w:rPr>
          <w:b/>
        </w:rPr>
        <w:tab/>
        <w:t>Poslanec Jiří Mihola</w:t>
      </w:r>
    </w:p>
    <w:p w:rsidR="00A92050" w:rsidRPr="00595C9D" w:rsidRDefault="00D77426" w:rsidP="00595C9D">
      <w:pPr>
        <w:rPr>
          <w:b/>
        </w:rPr>
      </w:pPr>
      <w:r w:rsidRPr="00595C9D">
        <w:rPr>
          <w:b/>
        </w:rPr>
        <w:t>(SD 952)</w:t>
      </w:r>
    </w:p>
    <w:p w:rsidR="00A92050" w:rsidRDefault="00A92050" w:rsidP="00595C9D"/>
    <w:p w:rsidR="00300DDD" w:rsidRPr="00463613" w:rsidRDefault="00FB7B13" w:rsidP="00463613">
      <w:pPr>
        <w:autoSpaceDE w:val="0"/>
        <w:autoSpaceDN w:val="0"/>
        <w:adjustRightInd w:val="0"/>
        <w:ind w:left="360" w:hanging="360"/>
        <w:rPr>
          <w:b/>
        </w:rPr>
      </w:pPr>
      <w:r w:rsidRPr="00463613">
        <w:rPr>
          <w:b/>
        </w:rPr>
        <w:t>E.</w:t>
      </w:r>
      <w:r w:rsidR="009C4BEE">
        <w:rPr>
          <w:b/>
        </w:rPr>
        <w:t xml:space="preserve"> </w:t>
      </w:r>
      <w:r w:rsidRPr="00463613">
        <w:rPr>
          <w:b/>
        </w:rPr>
        <w:t xml:space="preserve">1. </w:t>
      </w:r>
      <w:r w:rsidR="00300DDD" w:rsidRPr="00463613">
        <w:rPr>
          <w:b/>
        </w:rPr>
        <w:t>Čl. I se ruší</w:t>
      </w:r>
      <w:r w:rsidR="00463613">
        <w:rPr>
          <w:b/>
        </w:rPr>
        <w:t>.</w:t>
      </w:r>
    </w:p>
    <w:p w:rsidR="00595C9D" w:rsidRPr="00595C9D" w:rsidRDefault="00595C9D" w:rsidP="00595C9D">
      <w:pPr>
        <w:autoSpaceDE w:val="0"/>
        <w:autoSpaceDN w:val="0"/>
        <w:adjustRightInd w:val="0"/>
      </w:pPr>
    </w:p>
    <w:p w:rsidR="00300DDD" w:rsidRPr="00FB7B13" w:rsidRDefault="00300DDD" w:rsidP="00FB7B13">
      <w:pPr>
        <w:autoSpaceDE w:val="0"/>
        <w:autoSpaceDN w:val="0"/>
        <w:adjustRightInd w:val="0"/>
        <w:ind w:left="360"/>
      </w:pPr>
      <w:r w:rsidRPr="00FB7B13">
        <w:t>Následující články se přečíslují</w:t>
      </w:r>
    </w:p>
    <w:p w:rsidR="00595C9D" w:rsidRPr="00595C9D" w:rsidRDefault="00595C9D" w:rsidP="00595C9D">
      <w:pPr>
        <w:autoSpaceDE w:val="0"/>
        <w:autoSpaceDN w:val="0"/>
        <w:adjustRightInd w:val="0"/>
      </w:pPr>
    </w:p>
    <w:p w:rsidR="00300DDD" w:rsidRPr="00463613" w:rsidRDefault="00FB7B13" w:rsidP="00463613">
      <w:pPr>
        <w:autoSpaceDE w:val="0"/>
        <w:autoSpaceDN w:val="0"/>
        <w:adjustRightInd w:val="0"/>
        <w:ind w:left="360" w:hanging="360"/>
        <w:rPr>
          <w:b/>
        </w:rPr>
      </w:pPr>
      <w:r w:rsidRPr="00463613">
        <w:rPr>
          <w:b/>
        </w:rPr>
        <w:t>E.</w:t>
      </w:r>
      <w:r w:rsidR="009C4BEE">
        <w:rPr>
          <w:b/>
        </w:rPr>
        <w:t xml:space="preserve"> </w:t>
      </w:r>
      <w:r w:rsidRPr="00463613">
        <w:rPr>
          <w:b/>
        </w:rPr>
        <w:t xml:space="preserve">2. </w:t>
      </w:r>
      <w:r w:rsidR="00300DDD" w:rsidRPr="00463613">
        <w:rPr>
          <w:b/>
        </w:rPr>
        <w:t>Účinnost, nově v Čl. II se nahrazuje znění</w:t>
      </w:r>
      <w:r w:rsidR="009C4BEE">
        <w:rPr>
          <w:b/>
        </w:rPr>
        <w:t>m</w:t>
      </w:r>
      <w:r w:rsidR="00300DDD" w:rsidRPr="00463613">
        <w:rPr>
          <w:b/>
        </w:rPr>
        <w:t>:</w:t>
      </w:r>
    </w:p>
    <w:p w:rsidR="00300DDD" w:rsidRPr="00595C9D" w:rsidRDefault="00300DDD" w:rsidP="00595C9D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5C9D">
        <w:rPr>
          <w:rFonts w:ascii="Times New Roman" w:hAnsi="Times New Roman" w:cs="Times New Roman"/>
          <w:sz w:val="24"/>
          <w:szCs w:val="24"/>
        </w:rPr>
        <w:t>„Tento zákon nabývá účinnosti dnem 1. září 2020</w:t>
      </w:r>
      <w:r w:rsidR="00FB7B13">
        <w:rPr>
          <w:rFonts w:ascii="Times New Roman" w:hAnsi="Times New Roman" w:cs="Times New Roman"/>
          <w:sz w:val="24"/>
          <w:szCs w:val="24"/>
        </w:rPr>
        <w:t>.</w:t>
      </w:r>
      <w:r w:rsidRPr="00595C9D">
        <w:rPr>
          <w:rFonts w:ascii="Times New Roman" w:hAnsi="Times New Roman" w:cs="Times New Roman"/>
          <w:sz w:val="24"/>
          <w:szCs w:val="24"/>
        </w:rPr>
        <w:t>“.</w:t>
      </w:r>
    </w:p>
    <w:p w:rsidR="00463613" w:rsidRDefault="00463613" w:rsidP="00595C9D"/>
    <w:p w:rsidR="00463613" w:rsidRPr="00A92050" w:rsidRDefault="00463613" w:rsidP="00595C9D"/>
    <w:p w:rsidR="00A92050" w:rsidRPr="00300DDD" w:rsidRDefault="00D77426" w:rsidP="00595C9D">
      <w:pPr>
        <w:rPr>
          <w:b/>
        </w:rPr>
      </w:pPr>
      <w:r w:rsidRPr="00300DDD">
        <w:rPr>
          <w:b/>
        </w:rPr>
        <w:t>F</w:t>
      </w:r>
      <w:r w:rsidRPr="00300DDD">
        <w:rPr>
          <w:b/>
        </w:rPr>
        <w:tab/>
        <w:t>Poslankyně Lenka Kozlová</w:t>
      </w:r>
    </w:p>
    <w:p w:rsidR="00A92050" w:rsidRPr="00595C9D" w:rsidRDefault="00D77426" w:rsidP="00595C9D">
      <w:pPr>
        <w:rPr>
          <w:b/>
        </w:rPr>
      </w:pPr>
      <w:r w:rsidRPr="00595C9D">
        <w:rPr>
          <w:b/>
        </w:rPr>
        <w:t>(SD 953)</w:t>
      </w:r>
    </w:p>
    <w:p w:rsidR="00D77426" w:rsidRDefault="00D77426" w:rsidP="00595C9D"/>
    <w:p w:rsidR="00300DDD" w:rsidRPr="00463613" w:rsidRDefault="00FB7B13" w:rsidP="00595C9D">
      <w:pPr>
        <w:rPr>
          <w:b/>
        </w:rPr>
      </w:pPr>
      <w:r w:rsidRPr="00463613">
        <w:rPr>
          <w:b/>
        </w:rPr>
        <w:t>F.</w:t>
      </w:r>
      <w:r w:rsidR="00463613">
        <w:rPr>
          <w:b/>
        </w:rPr>
        <w:t xml:space="preserve"> </w:t>
      </w:r>
      <w:r w:rsidRPr="00463613">
        <w:rPr>
          <w:b/>
        </w:rPr>
        <w:t xml:space="preserve">1. </w:t>
      </w:r>
      <w:r w:rsidR="00300DDD" w:rsidRPr="00463613">
        <w:rPr>
          <w:b/>
        </w:rPr>
        <w:t>V části první, čl. I novelizační bod 1 nově zní:</w:t>
      </w:r>
    </w:p>
    <w:p w:rsidR="00300DDD" w:rsidRDefault="00300DDD" w:rsidP="00595C9D"/>
    <w:p w:rsidR="00300DDD" w:rsidRDefault="00300DDD" w:rsidP="00595C9D">
      <w:r>
        <w:t>„1. V § 34 odst. 1 věta druhá zní: „Předškolní vzdělávání je nepovinné, není-li dále stanoveno jinak.“.“</w:t>
      </w:r>
      <w:r w:rsidR="00FB7B13">
        <w:t>.</w:t>
      </w:r>
    </w:p>
    <w:p w:rsidR="00300DDD" w:rsidRDefault="00300DDD" w:rsidP="00595C9D"/>
    <w:p w:rsidR="00300DDD" w:rsidRPr="00463613" w:rsidRDefault="00FB7B13" w:rsidP="00595C9D">
      <w:pPr>
        <w:rPr>
          <w:b/>
        </w:rPr>
      </w:pPr>
      <w:r w:rsidRPr="00463613">
        <w:rPr>
          <w:b/>
        </w:rPr>
        <w:t>F.</w:t>
      </w:r>
      <w:r w:rsidR="00463613">
        <w:rPr>
          <w:b/>
        </w:rPr>
        <w:t xml:space="preserve"> </w:t>
      </w:r>
      <w:r w:rsidRPr="00463613">
        <w:rPr>
          <w:b/>
        </w:rPr>
        <w:t xml:space="preserve">2. </w:t>
      </w:r>
      <w:r w:rsidR="00300DDD" w:rsidRPr="00463613">
        <w:rPr>
          <w:b/>
        </w:rPr>
        <w:t>V části první, čl. I novelizační bod 2 nově zní:</w:t>
      </w:r>
    </w:p>
    <w:p w:rsidR="00300DDD" w:rsidRDefault="00300DDD" w:rsidP="00595C9D"/>
    <w:p w:rsidR="00300DDD" w:rsidRDefault="00300DDD" w:rsidP="00595C9D">
      <w:r>
        <w:t>„2. V §34a odstavec 1 včetně poznámky pod čarou 11 zní:</w:t>
      </w:r>
    </w:p>
    <w:p w:rsidR="00300DDD" w:rsidRDefault="00300DDD" w:rsidP="00595C9D">
      <w:pPr>
        <w:ind w:firstLine="708"/>
      </w:pPr>
      <w:r>
        <w:t>„(1) Povinné předškolní vzdělávání se vztahuje na děti s odkladem povinné školní docházky, kteří jsou v roce obvyklého započetí povinné školní docházky dle §36 odstavce 3 zároveň</w:t>
      </w:r>
    </w:p>
    <w:p w:rsidR="00300DDD" w:rsidRDefault="00300DDD" w:rsidP="00595C9D">
      <w:pPr>
        <w:ind w:left="567"/>
      </w:pPr>
      <w:r>
        <w:lastRenderedPageBreak/>
        <w:t>a) státními občany České republiky, kteří pobývají na území České republiky déle než 90 dnů,</w:t>
      </w:r>
    </w:p>
    <w:p w:rsidR="00300DDD" w:rsidRDefault="00300DDD" w:rsidP="00595C9D">
      <w:pPr>
        <w:ind w:left="567"/>
      </w:pPr>
      <w:r>
        <w:t>b) občany jiného členského státu Evropské unie, kteří na území České republiky pobývají déle než 90 dnů,</w:t>
      </w:r>
    </w:p>
    <w:p w:rsidR="00300DDD" w:rsidRDefault="00300DDD" w:rsidP="00595C9D">
      <w:pPr>
        <w:ind w:left="567"/>
      </w:pPr>
      <w:r>
        <w:t>c) jinými cizinci oprávněnými pobývat na území České republiky trvale nebo přechodně po dobu delší než 90 dnů, nebo</w:t>
      </w:r>
    </w:p>
    <w:p w:rsidR="00300DDD" w:rsidRDefault="00300DDD" w:rsidP="00595C9D">
      <w:pPr>
        <w:ind w:left="567"/>
      </w:pPr>
      <w:r>
        <w:t>d) účastníky řízení o udělení mezinárodní ochrany</w:t>
      </w:r>
      <w:r>
        <w:rPr>
          <w:vertAlign w:val="superscript"/>
        </w:rPr>
        <w:t>11)</w:t>
      </w:r>
      <w:r>
        <w:t>.</w:t>
      </w:r>
    </w:p>
    <w:p w:rsidR="00300DDD" w:rsidRDefault="00300DDD" w:rsidP="00595C9D">
      <w:r>
        <w:t>Povinné předškolní vzdělávání se nevztahuje na děti s hlubokým mentálním postižením.</w:t>
      </w:r>
    </w:p>
    <w:p w:rsidR="00300DDD" w:rsidRDefault="00300DDD" w:rsidP="00595C9D">
      <w:pPr>
        <w:rPr>
          <w:b/>
        </w:rPr>
      </w:pPr>
    </w:p>
    <w:p w:rsidR="00300DDD" w:rsidRDefault="00300DDD" w:rsidP="00595C9D">
      <w:r w:rsidRPr="00300DDD">
        <w:rPr>
          <w:vertAlign w:val="superscript"/>
        </w:rPr>
        <w:t>11)</w:t>
      </w:r>
      <w:r>
        <w:t xml:space="preserve"> Zákon č. 325/1999 Sb., o azylu a o změně zákona č. 283/1991 Sb., o Policii České republiky, ve znění pozdějších předpisů, (zákon o azylu), ve znění pozdějších předpisů.“.“</w:t>
      </w:r>
      <w:r w:rsidR="00FB7B13">
        <w:t>.</w:t>
      </w:r>
    </w:p>
    <w:p w:rsidR="00300DDD" w:rsidRDefault="00300DDD" w:rsidP="00595C9D"/>
    <w:p w:rsidR="00300DDD" w:rsidRPr="00463613" w:rsidRDefault="00FB7B13" w:rsidP="00595C9D">
      <w:pPr>
        <w:rPr>
          <w:b/>
        </w:rPr>
      </w:pPr>
      <w:r w:rsidRPr="00463613">
        <w:rPr>
          <w:b/>
        </w:rPr>
        <w:t xml:space="preserve">F. 3. </w:t>
      </w:r>
      <w:r w:rsidR="00300DDD" w:rsidRPr="00463613">
        <w:rPr>
          <w:b/>
        </w:rPr>
        <w:t>V části první, čl. I novelizační bod 3 nově zní:</w:t>
      </w:r>
    </w:p>
    <w:p w:rsidR="00300DDD" w:rsidRDefault="00300DDD" w:rsidP="00595C9D"/>
    <w:p w:rsidR="00300DDD" w:rsidRDefault="00300DDD" w:rsidP="00595C9D">
      <w:r>
        <w:t xml:space="preserve">„3. V §34a odstavec 5 se vkládá nové písmeno d), které zní: </w:t>
      </w:r>
    </w:p>
    <w:p w:rsidR="00300DDD" w:rsidRDefault="00300DDD" w:rsidP="00595C9D">
      <w:pPr>
        <w:rPr>
          <w:b/>
        </w:rPr>
      </w:pPr>
    </w:p>
    <w:p w:rsidR="00300DDD" w:rsidRDefault="00300DDD" w:rsidP="00595C9D">
      <w:pPr>
        <w:ind w:left="567"/>
      </w:pPr>
      <w:r>
        <w:t>„d) vzdělávání v zahraniční škole mimo území České republiky, ve které ministerstvo povolilo plnění povinné školní docházky dle § 38a.“.“</w:t>
      </w:r>
      <w:r w:rsidR="00FB7B13">
        <w:t>.</w:t>
      </w:r>
    </w:p>
    <w:p w:rsidR="00300DDD" w:rsidRDefault="00300DDD" w:rsidP="00595C9D"/>
    <w:p w:rsidR="00300DDD" w:rsidRPr="00463613" w:rsidRDefault="00FB7B13" w:rsidP="00595C9D">
      <w:pPr>
        <w:rPr>
          <w:b/>
        </w:rPr>
      </w:pPr>
      <w:r w:rsidRPr="00463613">
        <w:rPr>
          <w:b/>
        </w:rPr>
        <w:t xml:space="preserve">F. 4. </w:t>
      </w:r>
      <w:r w:rsidR="00300DDD" w:rsidRPr="00463613">
        <w:rPr>
          <w:b/>
        </w:rPr>
        <w:t>V části první, čl. I se novelizační body 4, 5, 6, 7 a 8 zrušují.</w:t>
      </w:r>
    </w:p>
    <w:p w:rsidR="00300DDD" w:rsidRDefault="00300DDD" w:rsidP="00595C9D"/>
    <w:p w:rsidR="00300DDD" w:rsidRDefault="00300DDD" w:rsidP="00595C9D"/>
    <w:p w:rsidR="00D77426" w:rsidRPr="00595C9D" w:rsidRDefault="00D77426" w:rsidP="00595C9D">
      <w:pPr>
        <w:rPr>
          <w:b/>
        </w:rPr>
      </w:pPr>
      <w:r w:rsidRPr="00595C9D">
        <w:rPr>
          <w:b/>
        </w:rPr>
        <w:t>(SD 954)</w:t>
      </w:r>
    </w:p>
    <w:p w:rsidR="00300DDD" w:rsidRDefault="00FB7B13" w:rsidP="00595C9D">
      <w:pPr>
        <w:rPr>
          <w:b/>
        </w:rPr>
      </w:pPr>
      <w:r w:rsidRPr="00463613">
        <w:rPr>
          <w:b/>
        </w:rPr>
        <w:t xml:space="preserve">F. 5. </w:t>
      </w:r>
      <w:r w:rsidR="00300DDD" w:rsidRPr="00463613">
        <w:rPr>
          <w:b/>
        </w:rPr>
        <w:t>V části první se za článek II. vkládá nový článek III, který zní:</w:t>
      </w:r>
    </w:p>
    <w:p w:rsidR="00463613" w:rsidRPr="00463613" w:rsidRDefault="00463613" w:rsidP="00595C9D">
      <w:pPr>
        <w:rPr>
          <w:b/>
        </w:rPr>
      </w:pPr>
    </w:p>
    <w:p w:rsidR="00300DDD" w:rsidRDefault="005F34A7" w:rsidP="00595C9D">
      <w:r>
        <w:t>„</w:t>
      </w:r>
      <w:r w:rsidR="00FB7B13">
        <w:t>1.</w:t>
      </w:r>
      <w:r w:rsidR="00300DDD">
        <w:t xml:space="preserve"> V § 34 odst. 1 věta druhá zní: „Předškolní vzdělávání je nepovinné, není-li dále stanoveno jinak.“.</w:t>
      </w:r>
    </w:p>
    <w:p w:rsidR="00300DDD" w:rsidRDefault="00300DDD" w:rsidP="00595C9D"/>
    <w:p w:rsidR="00300DDD" w:rsidRDefault="00300DDD" w:rsidP="00595C9D">
      <w:r>
        <w:t>2. V §</w:t>
      </w:r>
      <w:r w:rsidR="00463613">
        <w:t xml:space="preserve"> </w:t>
      </w:r>
      <w:r>
        <w:t>34a odstavec 1 včetně poznámky pod čarou 11 zní:</w:t>
      </w:r>
    </w:p>
    <w:p w:rsidR="00300DDD" w:rsidRDefault="00300DDD" w:rsidP="00595C9D">
      <w:pPr>
        <w:ind w:firstLine="708"/>
      </w:pPr>
      <w:r>
        <w:t>„(1) Povinné předškolní vzdělávání se vztahuje na děti s odkladem povinné školní docházky, kteří jsou v roce obvyklého započetí povinné školní docházky dle §36 odstavce 3 zároveň</w:t>
      </w:r>
    </w:p>
    <w:p w:rsidR="00300DDD" w:rsidRDefault="00300DDD" w:rsidP="00595C9D">
      <w:pPr>
        <w:ind w:left="567"/>
      </w:pPr>
      <w:r>
        <w:t>a) státními občany České republiky, kteří pobývají na území České republiky déle než 90 dnů,</w:t>
      </w:r>
    </w:p>
    <w:p w:rsidR="00300DDD" w:rsidRDefault="00300DDD" w:rsidP="00595C9D">
      <w:pPr>
        <w:ind w:left="567"/>
      </w:pPr>
      <w:r>
        <w:t>b) občany jiného členského státu Evropské unie, kteří na území České republiky pobývají déle než 90 dnů,</w:t>
      </w:r>
    </w:p>
    <w:p w:rsidR="00300DDD" w:rsidRDefault="00300DDD" w:rsidP="00595C9D">
      <w:pPr>
        <w:ind w:left="567"/>
      </w:pPr>
      <w:r>
        <w:t>c) jinými cizinci oprávněnými pobývat na území České republiky trvale nebo přechodně po dobu delší než 90 dnů, nebo</w:t>
      </w:r>
    </w:p>
    <w:p w:rsidR="00300DDD" w:rsidRDefault="00300DDD" w:rsidP="00595C9D">
      <w:pPr>
        <w:ind w:left="567"/>
      </w:pPr>
      <w:r>
        <w:t>d) účastníky řízení o udělení mezinárodní ochrany</w:t>
      </w:r>
      <w:r>
        <w:rPr>
          <w:vertAlign w:val="superscript"/>
        </w:rPr>
        <w:t>11)</w:t>
      </w:r>
      <w:r>
        <w:t>.</w:t>
      </w:r>
    </w:p>
    <w:p w:rsidR="00300DDD" w:rsidRDefault="00300DDD" w:rsidP="00595C9D">
      <w:r>
        <w:t>Povinné předškolní vzdělávání se nevztahuje na děti s hlubokým mentálním postižením.</w:t>
      </w:r>
    </w:p>
    <w:p w:rsidR="00300DDD" w:rsidRDefault="00300DDD" w:rsidP="00595C9D">
      <w:pPr>
        <w:rPr>
          <w:b/>
        </w:rPr>
      </w:pPr>
    </w:p>
    <w:p w:rsidR="00300DDD" w:rsidRDefault="00300DDD" w:rsidP="00595C9D">
      <w:r>
        <w:rPr>
          <w:vertAlign w:val="superscript"/>
        </w:rPr>
        <w:t>11)</w:t>
      </w:r>
      <w:r>
        <w:t xml:space="preserve"> Zákon č. 325/1999 Sb., o azylu a o změně zákona č. 283/1991 Sb., o Policii České republiky, ve znění pozdějších předpisů, (zákon o azylu), ve znění pozdějších předpisů.“.</w:t>
      </w:r>
    </w:p>
    <w:p w:rsidR="00300DDD" w:rsidRDefault="00300DDD" w:rsidP="00595C9D">
      <w:pPr>
        <w:rPr>
          <w:b/>
        </w:rPr>
      </w:pPr>
    </w:p>
    <w:p w:rsidR="00300DDD" w:rsidRDefault="00300DDD" w:rsidP="00595C9D">
      <w:r>
        <w:t xml:space="preserve">3. V §34a odstavec 5 se vkládá nové písmeno d), které zní: </w:t>
      </w:r>
    </w:p>
    <w:p w:rsidR="00300DDD" w:rsidRDefault="00300DDD" w:rsidP="00CE16BF">
      <w:pPr>
        <w:ind w:left="567"/>
      </w:pPr>
      <w:r>
        <w:t>„d) vzdělávání v zahraniční škole mimo území České republiky, ve které ministerstvo povolilo plnění povinné školní docházky dle § 38a.“.</w:t>
      </w:r>
      <w:r w:rsidR="00463613">
        <w:t>“.</w:t>
      </w:r>
    </w:p>
    <w:p w:rsidR="009C4BEE" w:rsidRDefault="009C4BEE" w:rsidP="00CE16BF">
      <w:pPr>
        <w:ind w:left="567"/>
      </w:pPr>
    </w:p>
    <w:p w:rsidR="009C4BEE" w:rsidRDefault="009C4BEE" w:rsidP="00CE16BF">
      <w:pPr>
        <w:ind w:left="567"/>
      </w:pPr>
    </w:p>
    <w:p w:rsidR="009C4BEE" w:rsidRDefault="009C4BEE" w:rsidP="00CE16BF">
      <w:pPr>
        <w:ind w:left="567"/>
      </w:pPr>
    </w:p>
    <w:p w:rsidR="00D77426" w:rsidRPr="00CE16BF" w:rsidRDefault="00D77426" w:rsidP="00595C9D">
      <w:pPr>
        <w:rPr>
          <w:b/>
        </w:rPr>
      </w:pPr>
      <w:r w:rsidRPr="00CE16BF">
        <w:rPr>
          <w:b/>
        </w:rPr>
        <w:lastRenderedPageBreak/>
        <w:t>(SD 957)</w:t>
      </w:r>
    </w:p>
    <w:p w:rsidR="00300DDD" w:rsidRPr="00463613" w:rsidRDefault="00463613" w:rsidP="00595C9D">
      <w:pPr>
        <w:rPr>
          <w:b/>
        </w:rPr>
      </w:pPr>
      <w:r w:rsidRPr="00463613">
        <w:rPr>
          <w:b/>
        </w:rPr>
        <w:t xml:space="preserve">F. 6. </w:t>
      </w:r>
      <w:r w:rsidR="00300DDD" w:rsidRPr="00463613">
        <w:rPr>
          <w:b/>
        </w:rPr>
        <w:t>Do části první, čl. I se vkládají nové body 7, 8 a 9, které zn</w:t>
      </w:r>
      <w:r w:rsidRPr="00463613">
        <w:rPr>
          <w:b/>
        </w:rPr>
        <w:t>ěj</w:t>
      </w:r>
      <w:r w:rsidR="00300DDD" w:rsidRPr="00463613">
        <w:rPr>
          <w:b/>
        </w:rPr>
        <w:t>í:</w:t>
      </w:r>
    </w:p>
    <w:p w:rsidR="00300DDD" w:rsidRDefault="00300DDD" w:rsidP="00595C9D"/>
    <w:p w:rsidR="00463613" w:rsidRDefault="00300DDD" w:rsidP="00595C9D">
      <w:r>
        <w:t xml:space="preserve">„7. V § 41 odst. 3 se písmeno a) zrušuje. </w:t>
      </w:r>
    </w:p>
    <w:p w:rsidR="00300DDD" w:rsidRDefault="00300DDD" w:rsidP="00595C9D">
      <w:r>
        <w:t>Písmena b) až d) se se nově označují jako písmena a) až c).</w:t>
      </w:r>
    </w:p>
    <w:p w:rsidR="00300DDD" w:rsidRDefault="00300DDD" w:rsidP="00595C9D"/>
    <w:p w:rsidR="00300DDD" w:rsidRDefault="00300DDD" w:rsidP="00595C9D">
      <w:r>
        <w:t>8. V § 41 odst. 3 se vkládá nové písmeno d), které zní:</w:t>
      </w:r>
    </w:p>
    <w:p w:rsidR="00300DDD" w:rsidRDefault="00300DDD" w:rsidP="00CE16BF">
      <w:pPr>
        <w:ind w:firstLine="708"/>
      </w:pPr>
      <w:r>
        <w:t>„d) neexistují závažné důvody pro zamítnutí žádosti o individuální vzdělávání.“</w:t>
      </w:r>
      <w:r w:rsidR="00463613">
        <w:t>.</w:t>
      </w:r>
    </w:p>
    <w:p w:rsidR="00300DDD" w:rsidRDefault="00300DDD" w:rsidP="00595C9D"/>
    <w:p w:rsidR="00300DDD" w:rsidRDefault="00300DDD" w:rsidP="00595C9D">
      <w:r>
        <w:t>9. Na konec § 41 odst. 3 se vkládá věta: „V případě nepovolení individuálního vzdělávání ředitel písemně sdělí důvody pro zamítnutí žádosti.“.“</w:t>
      </w:r>
      <w:r w:rsidR="00463613">
        <w:t>.</w:t>
      </w:r>
    </w:p>
    <w:p w:rsidR="00300DDD" w:rsidRDefault="00300DDD" w:rsidP="00595C9D">
      <w:r>
        <w:t>Následující body se přečíslují.</w:t>
      </w:r>
    </w:p>
    <w:p w:rsidR="00463613" w:rsidRDefault="00463613" w:rsidP="00595C9D"/>
    <w:p w:rsidR="00300DDD" w:rsidRPr="00463613" w:rsidRDefault="00463613" w:rsidP="00595C9D">
      <w:pPr>
        <w:rPr>
          <w:b/>
        </w:rPr>
      </w:pPr>
      <w:r w:rsidRPr="00463613">
        <w:rPr>
          <w:b/>
        </w:rPr>
        <w:t xml:space="preserve">F. 7. </w:t>
      </w:r>
      <w:r w:rsidR="00300DDD" w:rsidRPr="00463613">
        <w:rPr>
          <w:b/>
        </w:rPr>
        <w:t>Za dosavadní novelizační bod 7 se vkládá nový novelizační bod 8, který zní:</w:t>
      </w:r>
    </w:p>
    <w:p w:rsidR="00300DDD" w:rsidRDefault="00300DDD" w:rsidP="00595C9D"/>
    <w:p w:rsidR="00300DDD" w:rsidRDefault="00300DDD" w:rsidP="00595C9D">
      <w:r>
        <w:t xml:space="preserve">„8. V § 174 odst. 3 se slova </w:t>
      </w:r>
      <w:r w:rsidR="00595C9D">
        <w:t>„</w:t>
      </w:r>
      <w:r>
        <w:t>§ 41 odst. 3 písm. c)</w:t>
      </w:r>
      <w:r w:rsidR="00595C9D">
        <w:t>“</w:t>
      </w:r>
      <w:r>
        <w:t xml:space="preserve"> nahrazují slovy </w:t>
      </w:r>
      <w:r w:rsidR="00595C9D">
        <w:t>„</w:t>
      </w:r>
      <w:r>
        <w:t>§ 41 odst. 3 písm. b)“.“</w:t>
      </w:r>
      <w:r w:rsidR="00463613">
        <w:t>.</w:t>
      </w:r>
    </w:p>
    <w:p w:rsidR="00300DDD" w:rsidRDefault="00300DDD" w:rsidP="00595C9D">
      <w:r>
        <w:t>Následující bod se přečísluje.</w:t>
      </w:r>
    </w:p>
    <w:p w:rsidR="00595C9D" w:rsidRDefault="00595C9D" w:rsidP="00595C9D"/>
    <w:p w:rsidR="00595C9D" w:rsidRDefault="00595C9D" w:rsidP="00595C9D"/>
    <w:p w:rsidR="00595C9D" w:rsidRPr="00595C9D" w:rsidRDefault="00595C9D" w:rsidP="00595C9D">
      <w:pPr>
        <w:rPr>
          <w:b/>
        </w:rPr>
      </w:pPr>
      <w:r w:rsidRPr="00595C9D">
        <w:rPr>
          <w:b/>
        </w:rPr>
        <w:t>G</w:t>
      </w:r>
      <w:r w:rsidRPr="00595C9D">
        <w:rPr>
          <w:b/>
        </w:rPr>
        <w:tab/>
        <w:t>Poslanec Lukáš Bartoň</w:t>
      </w:r>
    </w:p>
    <w:p w:rsidR="00595C9D" w:rsidRPr="00595C9D" w:rsidRDefault="00595C9D" w:rsidP="00595C9D">
      <w:pPr>
        <w:rPr>
          <w:b/>
        </w:rPr>
      </w:pPr>
      <w:r w:rsidRPr="00595C9D">
        <w:rPr>
          <w:b/>
        </w:rPr>
        <w:t>(SD 951)</w:t>
      </w:r>
    </w:p>
    <w:p w:rsidR="00595C9D" w:rsidRDefault="00595C9D" w:rsidP="00595C9D"/>
    <w:p w:rsidR="00595C9D" w:rsidRDefault="00595C9D" w:rsidP="00595C9D">
      <w:pPr>
        <w:jc w:val="center"/>
        <w:rPr>
          <w:b/>
        </w:rPr>
      </w:pPr>
      <w:r>
        <w:rPr>
          <w:b/>
        </w:rPr>
        <w:t>Doprovodné usnesení</w:t>
      </w:r>
    </w:p>
    <w:p w:rsidR="00595C9D" w:rsidRDefault="00595C9D" w:rsidP="00595C9D"/>
    <w:p w:rsidR="00595C9D" w:rsidRDefault="00595C9D" w:rsidP="00463613">
      <w:pPr>
        <w:ind w:firstLine="708"/>
      </w:pPr>
      <w:r>
        <w:t>Poslanecká sněmovna konstatuje, že se dětské skupiny (dle zákona 247/2014 Sb.) osvědčily jako doplněk mateřských škol v péči pro předškolní děti. Po roce 2020 skončí příslušné projekty operačního programu evropských fondů řízeného Ministerstvem práce a sociálních věcí. Proto Sněmovna vyzývá vládu k přípravě zahrnutí stávající funkční podoby dětských skupin do financování z národních zdrojů po roce 2020. Zároveň žádá vládu o</w:t>
      </w:r>
      <w:r w:rsidR="005F34A7">
        <w:t> </w:t>
      </w:r>
      <w:r>
        <w:t>přípravu modelu financování mateřských škol tak, aby byly narovnány podmínky pro provoz mateřských škol s podmínkami pro dětské skupiny.</w:t>
      </w:r>
    </w:p>
    <w:p w:rsidR="00300DDD" w:rsidRDefault="00300DDD" w:rsidP="00595C9D"/>
    <w:p w:rsidR="00CE16BF" w:rsidRDefault="00CE16BF" w:rsidP="00595C9D"/>
    <w:p w:rsidR="005F34A7" w:rsidRDefault="005F34A7" w:rsidP="00595C9D"/>
    <w:p w:rsidR="005F34A7" w:rsidRDefault="005F34A7" w:rsidP="00595C9D"/>
    <w:p w:rsidR="005F34A7" w:rsidRPr="00A92050" w:rsidRDefault="005F34A7" w:rsidP="00595C9D"/>
    <w:p w:rsidR="00A92050" w:rsidRPr="00A92050" w:rsidRDefault="00A92050" w:rsidP="00595C9D">
      <w:pPr>
        <w:jc w:val="center"/>
      </w:pPr>
      <w:r w:rsidRPr="00A92050">
        <w:t>V Praze dne</w:t>
      </w:r>
      <w:r w:rsidR="00D17929">
        <w:t xml:space="preserve"> </w:t>
      </w:r>
      <w:r w:rsidR="004E6B77">
        <w:t>13.</w:t>
      </w:r>
      <w:r w:rsidR="00D17929">
        <w:t xml:space="preserve"> června 2018</w:t>
      </w:r>
    </w:p>
    <w:p w:rsidR="00A92050" w:rsidRPr="00A92050" w:rsidRDefault="00A92050" w:rsidP="00595C9D">
      <w:pPr>
        <w:jc w:val="center"/>
      </w:pPr>
    </w:p>
    <w:p w:rsidR="00A92050" w:rsidRDefault="00A92050" w:rsidP="00595C9D">
      <w:pPr>
        <w:jc w:val="center"/>
      </w:pPr>
    </w:p>
    <w:p w:rsidR="005F34A7" w:rsidRDefault="005F34A7" w:rsidP="00595C9D">
      <w:pPr>
        <w:jc w:val="center"/>
      </w:pPr>
    </w:p>
    <w:p w:rsidR="005F34A7" w:rsidRPr="00A92050" w:rsidRDefault="005F34A7" w:rsidP="00595C9D">
      <w:pPr>
        <w:jc w:val="center"/>
      </w:pPr>
    </w:p>
    <w:p w:rsidR="00A92050" w:rsidRPr="00D17929" w:rsidRDefault="00D17929" w:rsidP="00595C9D">
      <w:pPr>
        <w:jc w:val="center"/>
        <w:rPr>
          <w:b/>
        </w:rPr>
      </w:pPr>
      <w:r w:rsidRPr="00D17929">
        <w:rPr>
          <w:b/>
        </w:rPr>
        <w:t>Ing. Lukáš   B a r t o ň, Ph. D.</w:t>
      </w:r>
      <w:r w:rsidR="004E6B77">
        <w:rPr>
          <w:b/>
        </w:rPr>
        <w:t xml:space="preserve"> </w:t>
      </w:r>
      <w:bookmarkStart w:id="0" w:name="_GoBack"/>
      <w:r w:rsidR="004E6B77" w:rsidRPr="004E6B77">
        <w:t xml:space="preserve"> v.r.</w:t>
      </w:r>
      <w:bookmarkEnd w:id="0"/>
    </w:p>
    <w:p w:rsidR="00A92050" w:rsidRPr="00A92050" w:rsidRDefault="00A92050" w:rsidP="00595C9D">
      <w:pPr>
        <w:jc w:val="center"/>
      </w:pPr>
      <w:r w:rsidRPr="00A92050">
        <w:t>zpravodaj garančního výboru</w:t>
      </w:r>
      <w:r w:rsidR="00CE16BF">
        <w:t xml:space="preserve"> pro vědu, vzdělání, kulturu, mládež a tělovýchovu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E6B77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51166DEB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671CFA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74275527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AD6D2C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266D0A"/>
    <w:rsid w:val="00284DE5"/>
    <w:rsid w:val="00300DDD"/>
    <w:rsid w:val="003C3FE2"/>
    <w:rsid w:val="00463613"/>
    <w:rsid w:val="004E6B77"/>
    <w:rsid w:val="00595C9D"/>
    <w:rsid w:val="005F34A7"/>
    <w:rsid w:val="007E6806"/>
    <w:rsid w:val="009C4BEE"/>
    <w:rsid w:val="00A73D85"/>
    <w:rsid w:val="00A92050"/>
    <w:rsid w:val="00CE16BF"/>
    <w:rsid w:val="00D17929"/>
    <w:rsid w:val="00D77426"/>
    <w:rsid w:val="00DC060F"/>
    <w:rsid w:val="00FB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6B77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4E6B7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4E6B77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4E6B77"/>
  </w:style>
  <w:style w:type="paragraph" w:styleId="Zhlav">
    <w:name w:val="header"/>
    <w:basedOn w:val="Normln"/>
    <w:semiHidden/>
    <w:rsid w:val="004E6B7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4E6B7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4E6B7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4E6B7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4E6B7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4E6B7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4E6B7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4E6B7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4E6B7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4E6B7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4E6B77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4E6B7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4E6B7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4E6B77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4E6B77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4E6B77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4E6B77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4E6B77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4E6B77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4E6B77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4E6B77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4E6B77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4E6B77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4E6B77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E6B77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4E6B77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4E6B77"/>
    <w:rPr>
      <w:vertAlign w:val="superscript"/>
    </w:rPr>
  </w:style>
  <w:style w:type="paragraph" w:customStyle="1" w:styleId="Textodstavce">
    <w:name w:val="Text odstavce"/>
    <w:basedOn w:val="Normln"/>
    <w:rsid w:val="004E6B77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4E6B77"/>
    <w:pPr>
      <w:ind w:left="567" w:hanging="567"/>
    </w:pPr>
  </w:style>
  <w:style w:type="character" w:styleId="slostrnky">
    <w:name w:val="page number"/>
    <w:basedOn w:val="Standardnpsmoodstavce"/>
    <w:semiHidden/>
    <w:rsid w:val="004E6B77"/>
  </w:style>
  <w:style w:type="paragraph" w:styleId="Zpat">
    <w:name w:val="footer"/>
    <w:basedOn w:val="Normln"/>
    <w:semiHidden/>
    <w:rsid w:val="004E6B7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4E6B7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4E6B77"/>
    <w:rPr>
      <w:vertAlign w:val="superscript"/>
    </w:rPr>
  </w:style>
  <w:style w:type="paragraph" w:styleId="Titulek">
    <w:name w:val="caption"/>
    <w:basedOn w:val="Normln"/>
    <w:next w:val="Normln"/>
    <w:qFormat/>
    <w:rsid w:val="004E6B77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4E6B7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4E6B77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4E6B7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4E6B77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4E6B77"/>
    <w:rPr>
      <w:b/>
    </w:rPr>
  </w:style>
  <w:style w:type="paragraph" w:customStyle="1" w:styleId="Nadpislnku">
    <w:name w:val="Nadpis článku"/>
    <w:basedOn w:val="lnek"/>
    <w:next w:val="Textodstavce"/>
    <w:rsid w:val="004E6B77"/>
    <w:rPr>
      <w:b/>
    </w:rPr>
  </w:style>
  <w:style w:type="paragraph" w:styleId="Odstavecseseznamem">
    <w:name w:val="List Paragraph"/>
    <w:basedOn w:val="Normln"/>
    <w:uiPriority w:val="34"/>
    <w:qFormat/>
    <w:rsid w:val="00300DDD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5</Pages>
  <Words>1527</Words>
  <Characters>7614</Characters>
  <Application>Microsoft Office Word</Application>
  <DocSecurity>0</DocSecurity>
  <Lines>63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9123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Bartosova Marta</cp:lastModifiedBy>
  <cp:revision>2</cp:revision>
  <cp:lastPrinted>2018-06-13T08:50:00Z</cp:lastPrinted>
  <dcterms:created xsi:type="dcterms:W3CDTF">2018-06-13T12:43:00Z</dcterms:created>
  <dcterms:modified xsi:type="dcterms:W3CDTF">2018-06-13T12:43:00Z</dcterms:modified>
  <cp:category/>
</cp:coreProperties>
</file>