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834" w:rsidRDefault="00681834" w:rsidP="00377253">
      <w:pPr>
        <w:pStyle w:val="PS-hlavika1"/>
      </w:pPr>
    </w:p>
    <w:p w:rsidR="00681834" w:rsidRPr="003A7E71" w:rsidRDefault="003A7E71" w:rsidP="003A7E71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051320">
        <w:rPr>
          <w:b w:val="0"/>
          <w:i w:val="0"/>
        </w:rPr>
        <w:t>9217</w:t>
      </w:r>
    </w:p>
    <w:p w:rsidR="00681834" w:rsidRDefault="00681834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3A7E71" w:rsidP="000E730C">
      <w:pPr>
        <w:pStyle w:val="PS-slousnesen"/>
      </w:pPr>
      <w:r>
        <w:t>59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661248" w:rsidP="00377253">
      <w:pPr>
        <w:pStyle w:val="PS-hlavika1"/>
      </w:pPr>
      <w:r>
        <w:t>z</w:t>
      </w:r>
      <w:r w:rsidR="00DC29E4">
        <w:t xml:space="preserve"> </w:t>
      </w:r>
      <w:r w:rsidR="00761520">
        <w:t>1</w:t>
      </w:r>
      <w:r w:rsidR="00681834">
        <w:t>9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681834">
        <w:t xml:space="preserve">7. června </w:t>
      </w:r>
      <w:r w:rsidR="000C399A">
        <w:t>2018</w:t>
      </w:r>
    </w:p>
    <w:p w:rsidR="00681834" w:rsidRDefault="00681834" w:rsidP="00C64738">
      <w:pPr>
        <w:pStyle w:val="PS-uvodnodstavec"/>
        <w:spacing w:after="0"/>
      </w:pPr>
    </w:p>
    <w:p w:rsidR="00961CB6" w:rsidRPr="00961CB6" w:rsidRDefault="00961CB6" w:rsidP="00961CB6">
      <w:pPr>
        <w:spacing w:after="0" w:line="240" w:lineRule="auto"/>
        <w:jc w:val="center"/>
        <w:rPr>
          <w:szCs w:val="24"/>
        </w:rPr>
      </w:pPr>
      <w:r w:rsidRPr="00961CB6">
        <w:rPr>
          <w:szCs w:val="24"/>
        </w:rPr>
        <w:t>Vládní návrh zákona, kterým se mění některé zákony v souvislosti s přijetím zákona o zpracování osobních údajů (tisk 139)</w:t>
      </w:r>
    </w:p>
    <w:p w:rsidR="00681834" w:rsidRDefault="00681834" w:rsidP="00C64738">
      <w:pPr>
        <w:pStyle w:val="PS-uvodnodstavec"/>
        <w:spacing w:after="0"/>
      </w:pPr>
    </w:p>
    <w:p w:rsidR="00681834" w:rsidRPr="00681834" w:rsidRDefault="00681834" w:rsidP="00681834">
      <w:pPr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681834" w:rsidRDefault="00681834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9E5BB6">
        <w:t xml:space="preserve"> </w:t>
      </w:r>
      <w:r w:rsidR="006848FD">
        <w:t>náměstka ministra vnitra pro řízení sekce legislativy a státní správy JUDr. PhDr. Petra Mlsny, Ph.D.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p</w:t>
      </w:r>
      <w:r w:rsidR="00E22C6E">
        <w:t>osl.</w:t>
      </w:r>
      <w:r w:rsidR="00C637E3">
        <w:t xml:space="preserve"> </w:t>
      </w:r>
      <w:r w:rsidR="00681834">
        <w:t xml:space="preserve">Marka Bendy </w:t>
      </w:r>
      <w:r w:rsidR="00136BB7">
        <w:t xml:space="preserve">a </w:t>
      </w:r>
      <w:r w:rsidR="0040394C">
        <w:t xml:space="preserve">v obecné </w:t>
      </w:r>
      <w:r w:rsidR="00DC29E4">
        <w:t>rozpravě</w:t>
      </w:r>
    </w:p>
    <w:p w:rsidR="00C64738" w:rsidRP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A37FCA" w:rsidRDefault="00A37FCA" w:rsidP="00C64738"/>
    <w:p w:rsidR="00A37FCA" w:rsidRDefault="00A37FCA" w:rsidP="00C64738"/>
    <w:p w:rsidR="00A37FCA" w:rsidRDefault="00A37FCA" w:rsidP="00A37FCA"/>
    <w:p w:rsidR="00A37FCA" w:rsidRDefault="00A37FCA" w:rsidP="00A37FCA">
      <w:pPr>
        <w:pStyle w:val="PS-slovanseznam"/>
        <w:numPr>
          <w:ilvl w:val="0"/>
          <w:numId w:val="0"/>
        </w:numPr>
        <w:ind w:left="357"/>
      </w:pPr>
      <w:r>
        <w:rPr>
          <w:rStyle w:val="proloenChar"/>
        </w:rPr>
        <w:t xml:space="preserve">přerušuje </w:t>
      </w:r>
      <w:r>
        <w:t>projednávání tisku 13</w:t>
      </w:r>
      <w:r w:rsidR="0040394C">
        <w:t>9</w:t>
      </w:r>
      <w:r>
        <w:t xml:space="preserve"> do 14. června 2018. </w:t>
      </w:r>
    </w:p>
    <w:p w:rsidR="00A37FCA" w:rsidRDefault="00A37FCA" w:rsidP="00A37FCA">
      <w:pPr>
        <w:pStyle w:val="PS-slovanseznam"/>
        <w:numPr>
          <w:ilvl w:val="0"/>
          <w:numId w:val="0"/>
        </w:numPr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</w:p>
    <w:p w:rsidR="00A37FCA" w:rsidRDefault="00A37FCA" w:rsidP="00A37FCA">
      <w:pPr>
        <w:tabs>
          <w:tab w:val="center" w:pos="1843"/>
        </w:tabs>
        <w:spacing w:after="0" w:line="240" w:lineRule="auto"/>
        <w:ind w:left="357"/>
      </w:pPr>
      <w:r>
        <w:t xml:space="preserve"> Mgr. Marek VÝBORNÝ</w:t>
      </w:r>
      <w:r>
        <w:tab/>
        <w:t xml:space="preserve"> </w:t>
      </w:r>
      <w:r w:rsidR="00051320">
        <w:t xml:space="preserve">v. r. </w:t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Marek BENDA</w:t>
      </w:r>
      <w:r w:rsidR="00051320">
        <w:t xml:space="preserve"> v. r. </w:t>
      </w:r>
      <w:bookmarkStart w:id="0" w:name="_GoBack"/>
      <w:bookmarkEnd w:id="0"/>
    </w:p>
    <w:p w:rsidR="00A37FCA" w:rsidRDefault="00A37FCA" w:rsidP="00A37FCA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ověřovatel výboru</w:t>
      </w:r>
      <w:r w:rsidRPr="00106842">
        <w:tab/>
      </w:r>
      <w:r w:rsidRPr="00106842">
        <w:tab/>
      </w:r>
      <w:r>
        <w:tab/>
        <w:t xml:space="preserve">        </w:t>
      </w:r>
      <w:r>
        <w:tab/>
      </w:r>
      <w:r>
        <w:tab/>
        <w:t xml:space="preserve">     předseda a zpravodaj výboru</w:t>
      </w:r>
    </w:p>
    <w:p w:rsidR="00A37FCA" w:rsidRDefault="00A37FCA" w:rsidP="00A37FCA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A37FCA" w:rsidRDefault="00A37FCA" w:rsidP="00C64738"/>
    <w:sectPr w:rsidR="00A37FCA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FCA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D2740F"/>
    <w:multiLevelType w:val="hybridMultilevel"/>
    <w:tmpl w:val="7FF0AE6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3"/>
  </w:num>
  <w:num w:numId="10">
    <w:abstractNumId w:val="22"/>
  </w:num>
  <w:num w:numId="11">
    <w:abstractNumId w:val="13"/>
  </w:num>
  <w:num w:numId="12">
    <w:abstractNumId w:val="9"/>
  </w:num>
  <w:num w:numId="13">
    <w:abstractNumId w:val="11"/>
  </w:num>
  <w:num w:numId="14">
    <w:abstractNumId w:val="15"/>
  </w:num>
  <w:num w:numId="15">
    <w:abstractNumId w:val="8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9"/>
  </w:num>
  <w:num w:numId="21">
    <w:abstractNumId w:val="7"/>
  </w:num>
  <w:num w:numId="2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1320"/>
    <w:rsid w:val="00053FE1"/>
    <w:rsid w:val="0007134E"/>
    <w:rsid w:val="00072D44"/>
    <w:rsid w:val="00085972"/>
    <w:rsid w:val="00086EF1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77F6D"/>
    <w:rsid w:val="002816E9"/>
    <w:rsid w:val="00283E56"/>
    <w:rsid w:val="00294A64"/>
    <w:rsid w:val="002A2F32"/>
    <w:rsid w:val="002B0FB6"/>
    <w:rsid w:val="002B60B3"/>
    <w:rsid w:val="002C6BED"/>
    <w:rsid w:val="002F7511"/>
    <w:rsid w:val="00310E47"/>
    <w:rsid w:val="00314450"/>
    <w:rsid w:val="003258C8"/>
    <w:rsid w:val="00356011"/>
    <w:rsid w:val="00377253"/>
    <w:rsid w:val="00386BA1"/>
    <w:rsid w:val="003A7E71"/>
    <w:rsid w:val="003C1399"/>
    <w:rsid w:val="003D1635"/>
    <w:rsid w:val="003D2033"/>
    <w:rsid w:val="003E5F88"/>
    <w:rsid w:val="0040394C"/>
    <w:rsid w:val="00410447"/>
    <w:rsid w:val="0042193B"/>
    <w:rsid w:val="00427EAD"/>
    <w:rsid w:val="004315A9"/>
    <w:rsid w:val="004343AA"/>
    <w:rsid w:val="00451971"/>
    <w:rsid w:val="00451C05"/>
    <w:rsid w:val="004B7A78"/>
    <w:rsid w:val="004E384C"/>
    <w:rsid w:val="005113CB"/>
    <w:rsid w:val="005227BF"/>
    <w:rsid w:val="00566A4C"/>
    <w:rsid w:val="00567703"/>
    <w:rsid w:val="005B02B0"/>
    <w:rsid w:val="005C30D7"/>
    <w:rsid w:val="005E094C"/>
    <w:rsid w:val="005E1997"/>
    <w:rsid w:val="005F6CAE"/>
    <w:rsid w:val="00620764"/>
    <w:rsid w:val="00620998"/>
    <w:rsid w:val="006228AE"/>
    <w:rsid w:val="00660DAE"/>
    <w:rsid w:val="00661248"/>
    <w:rsid w:val="00681834"/>
    <w:rsid w:val="006848FD"/>
    <w:rsid w:val="006A17D0"/>
    <w:rsid w:val="006D055F"/>
    <w:rsid w:val="006E1759"/>
    <w:rsid w:val="007441B5"/>
    <w:rsid w:val="00761520"/>
    <w:rsid w:val="0077362D"/>
    <w:rsid w:val="00777C49"/>
    <w:rsid w:val="007830FC"/>
    <w:rsid w:val="007C5CB8"/>
    <w:rsid w:val="007C62DA"/>
    <w:rsid w:val="007D5EE1"/>
    <w:rsid w:val="007E150A"/>
    <w:rsid w:val="007E1D0B"/>
    <w:rsid w:val="007F7872"/>
    <w:rsid w:val="007F792D"/>
    <w:rsid w:val="00812496"/>
    <w:rsid w:val="00820EC7"/>
    <w:rsid w:val="008221A5"/>
    <w:rsid w:val="00830BFE"/>
    <w:rsid w:val="00850295"/>
    <w:rsid w:val="00864FE8"/>
    <w:rsid w:val="00890216"/>
    <w:rsid w:val="00891019"/>
    <w:rsid w:val="00891052"/>
    <w:rsid w:val="00893C29"/>
    <w:rsid w:val="008A1373"/>
    <w:rsid w:val="008A70B7"/>
    <w:rsid w:val="008B49FC"/>
    <w:rsid w:val="00903269"/>
    <w:rsid w:val="00917A79"/>
    <w:rsid w:val="00961CB6"/>
    <w:rsid w:val="0096545C"/>
    <w:rsid w:val="009664A1"/>
    <w:rsid w:val="009810F1"/>
    <w:rsid w:val="00983329"/>
    <w:rsid w:val="009A5080"/>
    <w:rsid w:val="009A5D61"/>
    <w:rsid w:val="009B75A1"/>
    <w:rsid w:val="009E5158"/>
    <w:rsid w:val="009E5BB6"/>
    <w:rsid w:val="00A05D95"/>
    <w:rsid w:val="00A340ED"/>
    <w:rsid w:val="00A37FCA"/>
    <w:rsid w:val="00A46CDA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87C8C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36A4D"/>
    <w:rsid w:val="00F443EA"/>
    <w:rsid w:val="00F52124"/>
    <w:rsid w:val="00F545FE"/>
    <w:rsid w:val="00F75580"/>
    <w:rsid w:val="00FA1FA7"/>
    <w:rsid w:val="00FD00EF"/>
    <w:rsid w:val="00FD2E65"/>
    <w:rsid w:val="00FD53E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0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5</cp:revision>
  <cp:lastPrinted>2018-06-06T15:30:00Z</cp:lastPrinted>
  <dcterms:created xsi:type="dcterms:W3CDTF">2018-06-08T08:30:00Z</dcterms:created>
  <dcterms:modified xsi:type="dcterms:W3CDTF">2018-06-08T13:11:00Z</dcterms:modified>
</cp:coreProperties>
</file>