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201</w:t>
      </w:r>
      <w:r w:rsidR="00424C6F">
        <w:t>8</w:t>
      </w:r>
    </w:p>
    <w:p w:rsidR="003E1216" w:rsidRDefault="00424C6F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2420B6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75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 xml:space="preserve">z </w:t>
      </w:r>
      <w:r w:rsidR="00FE66B4">
        <w:t>1</w:t>
      </w:r>
      <w:r w:rsidR="009E6EDA">
        <w:t>2</w:t>
      </w:r>
      <w:r w:rsidR="00C907C5">
        <w:t>. schůze</w:t>
      </w:r>
      <w:r w:rsidR="001D5F71">
        <w:t xml:space="preserve"> 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9E6EDA">
        <w:t>5</w:t>
      </w:r>
      <w:r w:rsidR="00634590">
        <w:t xml:space="preserve">. </w:t>
      </w:r>
      <w:r w:rsidR="009E6EDA">
        <w:t xml:space="preserve">června </w:t>
      </w:r>
      <w:r w:rsidR="00424C6F">
        <w:t>2018</w:t>
      </w:r>
    </w:p>
    <w:p w:rsidR="00840B59" w:rsidRPr="004C4CFA" w:rsidRDefault="00294AB1" w:rsidP="004C4CFA">
      <w:pPr>
        <w:pStyle w:val="PSnzevzkona"/>
        <w:spacing w:before="480"/>
        <w:rPr>
          <w:b/>
          <w:i/>
        </w:rPr>
      </w:pPr>
      <w:r w:rsidRPr="004F18AA">
        <w:rPr>
          <w:rFonts w:eastAsia="Times New Roman"/>
          <w:color w:val="000000"/>
          <w:spacing w:val="-2"/>
          <w:lang w:eastAsia="cs-CZ"/>
        </w:rPr>
        <w:t xml:space="preserve">k návrhu poslanců Martina Kolovratníka, Dana </w:t>
      </w:r>
      <w:proofErr w:type="spellStart"/>
      <w:r w:rsidRPr="004F18AA">
        <w:rPr>
          <w:rFonts w:eastAsia="Times New Roman"/>
          <w:color w:val="000000"/>
          <w:spacing w:val="-2"/>
          <w:lang w:eastAsia="cs-CZ"/>
        </w:rPr>
        <w:t>Ťoka</w:t>
      </w:r>
      <w:proofErr w:type="spellEnd"/>
      <w:r w:rsidRPr="004F18AA">
        <w:rPr>
          <w:rFonts w:eastAsia="Times New Roman"/>
          <w:color w:val="000000"/>
          <w:spacing w:val="-2"/>
          <w:lang w:eastAsia="cs-CZ"/>
        </w:rPr>
        <w:t xml:space="preserve">, Patrika </w:t>
      </w:r>
      <w:proofErr w:type="spellStart"/>
      <w:r w:rsidRPr="004F18AA">
        <w:rPr>
          <w:rFonts w:eastAsia="Times New Roman"/>
          <w:color w:val="000000"/>
          <w:spacing w:val="-2"/>
          <w:lang w:eastAsia="cs-CZ"/>
        </w:rPr>
        <w:t>Nachera</w:t>
      </w:r>
      <w:proofErr w:type="spellEnd"/>
      <w:r w:rsidRPr="004F18AA">
        <w:rPr>
          <w:rFonts w:eastAsia="Times New Roman"/>
          <w:color w:val="000000"/>
          <w:spacing w:val="-2"/>
          <w:lang w:eastAsia="cs-CZ"/>
        </w:rPr>
        <w:t xml:space="preserve">, Milana </w:t>
      </w:r>
      <w:proofErr w:type="spellStart"/>
      <w:r w:rsidRPr="004F18AA">
        <w:rPr>
          <w:rFonts w:eastAsia="Times New Roman"/>
          <w:color w:val="000000"/>
          <w:spacing w:val="-2"/>
          <w:lang w:eastAsia="cs-CZ"/>
        </w:rPr>
        <w:t>Ferance</w:t>
      </w:r>
      <w:proofErr w:type="spellEnd"/>
      <w:r w:rsidRPr="004F18AA">
        <w:rPr>
          <w:rFonts w:eastAsia="Times New Roman"/>
          <w:color w:val="000000"/>
          <w:spacing w:val="-2"/>
          <w:lang w:eastAsia="cs-CZ"/>
        </w:rPr>
        <w:t xml:space="preserve">, Kláry Dostálové, Romana Onderky, Jaroslava Foldyny, Květy </w:t>
      </w:r>
      <w:proofErr w:type="spellStart"/>
      <w:r w:rsidRPr="004F18AA">
        <w:rPr>
          <w:rFonts w:eastAsia="Times New Roman"/>
          <w:color w:val="000000"/>
          <w:spacing w:val="-2"/>
          <w:lang w:eastAsia="cs-CZ"/>
        </w:rPr>
        <w:t>Matušovské</w:t>
      </w:r>
      <w:proofErr w:type="spellEnd"/>
      <w:r w:rsidRPr="004F18AA">
        <w:rPr>
          <w:rFonts w:eastAsia="Times New Roman"/>
          <w:color w:val="000000"/>
          <w:spacing w:val="-2"/>
          <w:lang w:eastAsia="cs-CZ"/>
        </w:rPr>
        <w:t xml:space="preserve">, Leo </w:t>
      </w:r>
      <w:proofErr w:type="spellStart"/>
      <w:r w:rsidRPr="004F18AA">
        <w:rPr>
          <w:rFonts w:eastAsia="Times New Roman"/>
          <w:color w:val="000000"/>
          <w:spacing w:val="-2"/>
          <w:lang w:eastAsia="cs-CZ"/>
        </w:rPr>
        <w:t>Luzara</w:t>
      </w:r>
      <w:proofErr w:type="spellEnd"/>
      <w:r w:rsidRPr="004F18AA">
        <w:rPr>
          <w:rFonts w:eastAsia="Times New Roman"/>
          <w:color w:val="000000"/>
          <w:spacing w:val="-2"/>
          <w:lang w:eastAsia="cs-CZ"/>
        </w:rPr>
        <w:t xml:space="preserve">, Zdeňka Ondráčka, Radima Fialy, Heleny </w:t>
      </w:r>
      <w:proofErr w:type="spellStart"/>
      <w:r w:rsidRPr="004F18AA">
        <w:rPr>
          <w:rFonts w:eastAsia="Times New Roman"/>
          <w:color w:val="000000"/>
          <w:spacing w:val="-2"/>
          <w:lang w:eastAsia="cs-CZ"/>
        </w:rPr>
        <w:t>Langšádlové</w:t>
      </w:r>
      <w:proofErr w:type="spellEnd"/>
      <w:r w:rsidRPr="004F18AA">
        <w:rPr>
          <w:rFonts w:eastAsia="Times New Roman"/>
          <w:color w:val="000000"/>
          <w:spacing w:val="-2"/>
          <w:lang w:eastAsia="cs-CZ"/>
        </w:rPr>
        <w:t xml:space="preserve">, Ondřeje Polanského, Věry Kovářové, Lukáše Černohorského, Zbyňka </w:t>
      </w:r>
      <w:proofErr w:type="spellStart"/>
      <w:r w:rsidRPr="004F18AA">
        <w:rPr>
          <w:rFonts w:eastAsia="Times New Roman"/>
          <w:color w:val="000000"/>
          <w:spacing w:val="-2"/>
          <w:lang w:eastAsia="cs-CZ"/>
        </w:rPr>
        <w:t>Stanjury</w:t>
      </w:r>
      <w:proofErr w:type="spellEnd"/>
      <w:r w:rsidRPr="004F18AA">
        <w:rPr>
          <w:rFonts w:eastAsia="Times New Roman"/>
          <w:color w:val="000000"/>
          <w:spacing w:val="-2"/>
          <w:lang w:eastAsia="cs-CZ"/>
        </w:rPr>
        <w:t xml:space="preserve"> a Jiřího </w:t>
      </w:r>
      <w:proofErr w:type="spellStart"/>
      <w:r w:rsidRPr="004F18AA">
        <w:rPr>
          <w:rFonts w:eastAsia="Times New Roman"/>
          <w:color w:val="000000"/>
          <w:spacing w:val="-2"/>
          <w:lang w:eastAsia="cs-CZ"/>
        </w:rPr>
        <w:t>Miholy</w:t>
      </w:r>
      <w:proofErr w:type="spellEnd"/>
      <w:r w:rsidRPr="004F18AA">
        <w:rPr>
          <w:rFonts w:eastAsia="Times New Roman"/>
          <w:color w:val="000000"/>
          <w:spacing w:val="-2"/>
          <w:lang w:eastAsia="cs-CZ"/>
        </w:rPr>
        <w:t xml:space="preserve"> na vydání zákona, kterým se mění zákon </w:t>
      </w:r>
      <w:r w:rsidRPr="004F18AA">
        <w:rPr>
          <w:rFonts w:eastAsia="Times New Roman"/>
          <w:color w:val="000000"/>
          <w:spacing w:val="-2"/>
          <w:lang w:eastAsia="cs-CZ"/>
        </w:rPr>
        <w:br/>
        <w:t xml:space="preserve">č. 416/2009 Sb., o urychlení výstavby dopravní, vodní a energetické infrastruktury </w:t>
      </w:r>
      <w:r w:rsidRPr="004F18AA">
        <w:rPr>
          <w:rFonts w:eastAsia="Times New Roman"/>
          <w:color w:val="000000"/>
          <w:spacing w:val="-2"/>
          <w:lang w:eastAsia="cs-CZ"/>
        </w:rPr>
        <w:br/>
        <w:t>a infrastruktury elektronických komunikací, ve znění pozdějších předpisů, a další související</w:t>
      </w:r>
      <w:r>
        <w:rPr>
          <w:rFonts w:eastAsia="Times New Roman"/>
          <w:color w:val="000000"/>
          <w:spacing w:val="-2"/>
          <w:lang w:eastAsia="cs-CZ"/>
        </w:rPr>
        <w:t xml:space="preserve"> zákony </w:t>
      </w:r>
      <w:r w:rsidR="004C4CFA" w:rsidRPr="00102254">
        <w:rPr>
          <w:color w:val="000000" w:themeColor="text1"/>
        </w:rPr>
        <w:t xml:space="preserve">– </w:t>
      </w:r>
      <w:r>
        <w:rPr>
          <w:b/>
          <w:color w:val="000000" w:themeColor="text1"/>
        </w:rPr>
        <w:t>sněmovní tisk 76</w:t>
      </w:r>
    </w:p>
    <w:p w:rsidR="00E352FF" w:rsidRDefault="004478CD" w:rsidP="00B951D3">
      <w:pPr>
        <w:pStyle w:val="PStextHV"/>
        <w:spacing w:before="600" w:line="264" w:lineRule="auto"/>
        <w:ind w:firstLine="709"/>
      </w:pPr>
      <w:r>
        <w:t>Hospodářský výbor Poslanecké sněmovny Parlamentu ČR jako garanční výbor po projed-</w:t>
      </w:r>
      <w:proofErr w:type="spellStart"/>
      <w:r>
        <w:t>nání</w:t>
      </w:r>
      <w:proofErr w:type="spellEnd"/>
      <w:r>
        <w:t xml:space="preserve"> návrhu zákona po druhém čtení</w:t>
      </w:r>
    </w:p>
    <w:p w:rsidR="00E352FF" w:rsidRPr="00B951D3" w:rsidRDefault="004478CD" w:rsidP="00B951D3">
      <w:pPr>
        <w:numPr>
          <w:ilvl w:val="0"/>
          <w:numId w:val="8"/>
        </w:numPr>
        <w:spacing w:before="360" w:after="360" w:line="264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Poslanecké sněmovně Parlamentu ČR hlasovat ve třetím čtení</w:t>
      </w:r>
      <w:r>
        <w:rPr>
          <w:rFonts w:ascii="Times New Roman" w:hAnsi="Times New Roman"/>
          <w:sz w:val="24"/>
          <w:szCs w:val="24"/>
        </w:rPr>
        <w:t xml:space="preserve"> o návrzích podaných k návrhu zákona (podle sněmovního tisku </w:t>
      </w:r>
      <w:r>
        <w:rPr>
          <w:rFonts w:ascii="Times New Roman" w:hAnsi="Times New Roman"/>
          <w:b/>
          <w:sz w:val="24"/>
          <w:szCs w:val="24"/>
        </w:rPr>
        <w:t>76/8</w:t>
      </w:r>
      <w:r>
        <w:rPr>
          <w:rFonts w:ascii="Times New Roman" w:hAnsi="Times New Roman"/>
          <w:sz w:val="24"/>
          <w:szCs w:val="24"/>
        </w:rPr>
        <w:t>) v následujícím pořadí:</w:t>
      </w:r>
    </w:p>
    <w:p w:rsidR="00412C98" w:rsidRPr="00412C98" w:rsidRDefault="00412C98" w:rsidP="00EC4572">
      <w:pPr>
        <w:numPr>
          <w:ilvl w:val="0"/>
          <w:numId w:val="5"/>
        </w:numPr>
        <w:spacing w:before="100" w:beforeAutospacing="1"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cs-CZ"/>
        </w:rPr>
      </w:pP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 xml:space="preserve">PN ústavně právního výboru B2 </w:t>
      </w:r>
    </w:p>
    <w:p w:rsidR="00412C98" w:rsidRPr="00412C98" w:rsidRDefault="00412C98" w:rsidP="00412C98">
      <w:pPr>
        <w:spacing w:before="100" w:beforeAutospacing="1" w:after="0" w:line="36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eastAsia="cs-CZ"/>
        </w:rPr>
      </w:pP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 xml:space="preserve">Pokud přijat, </w:t>
      </w:r>
    </w:p>
    <w:p w:rsidR="00412C98" w:rsidRPr="00412C98" w:rsidRDefault="00412C98" w:rsidP="00EC4572">
      <w:pPr>
        <w:numPr>
          <w:ilvl w:val="1"/>
          <w:numId w:val="6"/>
        </w:numPr>
        <w:spacing w:before="100" w:beforeAutospacing="1"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cs-CZ"/>
        </w:rPr>
      </w:pP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 xml:space="preserve">je A4 hospodářského výboru </w:t>
      </w:r>
      <w:proofErr w:type="spellStart"/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>nehlasovatlený</w:t>
      </w:r>
      <w:proofErr w:type="spellEnd"/>
    </w:p>
    <w:p w:rsidR="00412C98" w:rsidRPr="00412C98" w:rsidRDefault="00412C98" w:rsidP="00412C98">
      <w:pPr>
        <w:ind w:firstLine="708"/>
        <w:rPr>
          <w:rFonts w:ascii="Times New Roman" w:eastAsia="Times New Roman" w:hAnsi="Times New Roman"/>
          <w:sz w:val="24"/>
          <w:szCs w:val="24"/>
          <w:lang w:eastAsia="cs-CZ"/>
        </w:rPr>
      </w:pP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 xml:space="preserve">Pokud nepřijat, hlasovat hospodářský výbor A – </w:t>
      </w:r>
      <w:proofErr w:type="gramStart"/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>viz. dále</w:t>
      </w:r>
      <w:proofErr w:type="gramEnd"/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 xml:space="preserve"> bod 10</w:t>
      </w:r>
    </w:p>
    <w:p w:rsidR="00412C98" w:rsidRPr="00412C98" w:rsidRDefault="00412C98" w:rsidP="00EC4572">
      <w:pPr>
        <w:numPr>
          <w:ilvl w:val="0"/>
          <w:numId w:val="5"/>
        </w:numPr>
        <w:spacing w:before="100" w:beforeAutospacing="1"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cs-CZ"/>
        </w:rPr>
      </w:pP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>PN ústavně právního výboru B1</w:t>
      </w:r>
    </w:p>
    <w:p w:rsidR="00412C98" w:rsidRPr="00412C98" w:rsidRDefault="00412C98" w:rsidP="00412C98">
      <w:pPr>
        <w:spacing w:before="100" w:beforeAutospacing="1" w:after="0" w:line="36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eastAsia="cs-CZ"/>
        </w:rPr>
      </w:pP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 xml:space="preserve">Pokud nepřijat, je PN F2 </w:t>
      </w:r>
      <w:proofErr w:type="spellStart"/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>nehlasovatelný</w:t>
      </w:r>
      <w:proofErr w:type="spellEnd"/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</w:p>
    <w:p w:rsidR="00412C98" w:rsidRPr="00412C98" w:rsidRDefault="00412C98" w:rsidP="00412C98">
      <w:pPr>
        <w:spacing w:before="100" w:beforeAutospacing="1" w:after="0" w:line="36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eastAsia="cs-CZ"/>
        </w:rPr>
      </w:pP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>Pokud přijat, hlasovat F2</w:t>
      </w:r>
    </w:p>
    <w:p w:rsidR="00412C98" w:rsidRPr="00412C98" w:rsidRDefault="00412C98" w:rsidP="00EC4572">
      <w:pPr>
        <w:numPr>
          <w:ilvl w:val="0"/>
          <w:numId w:val="5"/>
        </w:numPr>
        <w:spacing w:before="100" w:beforeAutospacing="1"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cs-CZ"/>
        </w:rPr>
      </w:pP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>PN pana poslance Kolovratníka F2</w:t>
      </w:r>
    </w:p>
    <w:p w:rsidR="00412C98" w:rsidRPr="00412C98" w:rsidRDefault="00412C98" w:rsidP="00EC4572">
      <w:pPr>
        <w:numPr>
          <w:ilvl w:val="0"/>
          <w:numId w:val="5"/>
        </w:numPr>
        <w:spacing w:before="100" w:beforeAutospacing="1"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cs-CZ"/>
        </w:rPr>
      </w:pP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>PN pana poslance Zahradníka C</w:t>
      </w:r>
    </w:p>
    <w:p w:rsidR="00412C98" w:rsidRPr="00412C98" w:rsidRDefault="00412C98" w:rsidP="00EC4572">
      <w:pPr>
        <w:numPr>
          <w:ilvl w:val="0"/>
          <w:numId w:val="5"/>
        </w:numPr>
        <w:spacing w:before="100" w:beforeAutospacing="1"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cs-CZ"/>
        </w:rPr>
      </w:pP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 xml:space="preserve">PN pana poslance </w:t>
      </w:r>
      <w:proofErr w:type="spellStart"/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>Ferjenčíka</w:t>
      </w:r>
      <w:proofErr w:type="spellEnd"/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FE5CBB">
        <w:rPr>
          <w:rFonts w:ascii="Times New Roman" w:eastAsia="Times New Roman" w:hAnsi="Times New Roman"/>
          <w:sz w:val="24"/>
          <w:szCs w:val="24"/>
          <w:lang w:eastAsia="cs-CZ"/>
        </w:rPr>
        <w:t>D1</w:t>
      </w:r>
    </w:p>
    <w:p w:rsidR="00412C98" w:rsidRPr="00412C98" w:rsidRDefault="00412C98" w:rsidP="00EC4572">
      <w:pPr>
        <w:numPr>
          <w:ilvl w:val="0"/>
          <w:numId w:val="5"/>
        </w:numPr>
        <w:spacing w:before="100" w:beforeAutospacing="1"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cs-CZ"/>
        </w:rPr>
      </w:pP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 xml:space="preserve">PN pana poslance </w:t>
      </w:r>
      <w:proofErr w:type="spellStart"/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>Ferjenčíka</w:t>
      </w:r>
      <w:proofErr w:type="spellEnd"/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FE5CBB">
        <w:rPr>
          <w:rFonts w:ascii="Times New Roman" w:eastAsia="Times New Roman" w:hAnsi="Times New Roman"/>
          <w:sz w:val="24"/>
          <w:szCs w:val="24"/>
          <w:lang w:eastAsia="cs-CZ"/>
        </w:rPr>
        <w:t>D2</w:t>
      </w: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</w:p>
    <w:p w:rsidR="00412C98" w:rsidRPr="00412C98" w:rsidRDefault="00412C98" w:rsidP="00EC4572">
      <w:pPr>
        <w:numPr>
          <w:ilvl w:val="0"/>
          <w:numId w:val="5"/>
        </w:numPr>
        <w:spacing w:before="100" w:beforeAutospacing="1"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cs-CZ"/>
        </w:rPr>
      </w:pP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>PN pana poslance Grospiče E</w:t>
      </w:r>
    </w:p>
    <w:p w:rsidR="00412C98" w:rsidRPr="00412C98" w:rsidRDefault="00412C98" w:rsidP="00EC4572">
      <w:pPr>
        <w:numPr>
          <w:ilvl w:val="0"/>
          <w:numId w:val="5"/>
        </w:numPr>
        <w:spacing w:before="100" w:beforeAutospacing="1"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>PN pana poslance Kolovratníka F3</w:t>
      </w:r>
    </w:p>
    <w:p w:rsidR="00412C98" w:rsidRPr="00412C98" w:rsidRDefault="00412C98" w:rsidP="00EC4572">
      <w:pPr>
        <w:numPr>
          <w:ilvl w:val="0"/>
          <w:numId w:val="5"/>
        </w:numPr>
        <w:spacing w:before="100" w:beforeAutospacing="1"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cs-CZ"/>
        </w:rPr>
      </w:pP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>PN paní poslankyně Balcerové a pana poslance Čižinského G</w:t>
      </w:r>
    </w:p>
    <w:p w:rsidR="00412C98" w:rsidRPr="00412C98" w:rsidRDefault="00412C98" w:rsidP="00EC4572">
      <w:pPr>
        <w:numPr>
          <w:ilvl w:val="0"/>
          <w:numId w:val="5"/>
        </w:numPr>
        <w:spacing w:before="100" w:beforeAutospacing="1"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cs-CZ"/>
        </w:rPr>
      </w:pP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lastRenderedPageBreak/>
        <w:t>PN hospodářského výboru A, ve znění přijatých PN</w:t>
      </w:r>
    </w:p>
    <w:p w:rsidR="00412C98" w:rsidRPr="00412C98" w:rsidRDefault="00412C98" w:rsidP="00EC4572">
      <w:pPr>
        <w:numPr>
          <w:ilvl w:val="0"/>
          <w:numId w:val="5"/>
        </w:numPr>
        <w:spacing w:before="100" w:beforeAutospacing="1"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>PN pana poslance Kolovratníka F1</w:t>
      </w:r>
    </w:p>
    <w:p w:rsidR="00E352FF" w:rsidRPr="00E352FF" w:rsidRDefault="00412C98" w:rsidP="00E352FF">
      <w:pPr>
        <w:numPr>
          <w:ilvl w:val="0"/>
          <w:numId w:val="5"/>
        </w:numPr>
        <w:spacing w:before="100" w:beforeAutospacing="1" w:after="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12C98">
        <w:rPr>
          <w:rFonts w:ascii="Times New Roman" w:eastAsia="Times New Roman" w:hAnsi="Times New Roman"/>
          <w:sz w:val="24"/>
          <w:szCs w:val="24"/>
          <w:lang w:eastAsia="cs-CZ"/>
        </w:rPr>
        <w:t>Na závěr hlasovat o návrhu zákona jako celku</w:t>
      </w:r>
    </w:p>
    <w:p w:rsidR="00E352FF" w:rsidRPr="00E352FF" w:rsidRDefault="00734D63" w:rsidP="00E352FF">
      <w:pPr>
        <w:pStyle w:val="Odstavecseseznamem"/>
        <w:numPr>
          <w:ilvl w:val="0"/>
          <w:numId w:val="2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2FCA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242FCA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734D63" w:rsidRPr="00B951D3" w:rsidRDefault="00FB7348" w:rsidP="00734D63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B951D3">
        <w:rPr>
          <w:rFonts w:ascii="Times New Roman" w:hAnsi="Times New Roman"/>
          <w:color w:val="auto"/>
          <w:sz w:val="24"/>
          <w:szCs w:val="24"/>
        </w:rPr>
        <w:t>pozměňovací návrhy A1 – A3</w:t>
      </w:r>
      <w:r w:rsidR="00734D63" w:rsidRPr="00B951D3">
        <w:rPr>
          <w:rFonts w:ascii="Times New Roman" w:hAnsi="Times New Roman"/>
          <w:color w:val="auto"/>
          <w:sz w:val="24"/>
          <w:szCs w:val="24"/>
        </w:rPr>
        <w:tab/>
      </w:r>
      <w:r w:rsidR="00734D63" w:rsidRPr="00B951D3">
        <w:rPr>
          <w:rFonts w:ascii="Times New Roman" w:hAnsi="Times New Roman"/>
          <w:color w:val="auto"/>
          <w:sz w:val="24"/>
          <w:szCs w:val="24"/>
        </w:rPr>
        <w:tab/>
      </w:r>
      <w:r w:rsidR="00734D63" w:rsidRPr="00B951D3">
        <w:rPr>
          <w:rFonts w:ascii="Times New Roman" w:hAnsi="Times New Roman"/>
          <w:color w:val="auto"/>
          <w:sz w:val="24"/>
          <w:szCs w:val="24"/>
        </w:rPr>
        <w:tab/>
      </w:r>
      <w:r w:rsidR="00734D63" w:rsidRPr="00B951D3">
        <w:rPr>
          <w:rFonts w:ascii="Times New Roman" w:hAnsi="Times New Roman"/>
          <w:color w:val="auto"/>
          <w:sz w:val="24"/>
          <w:szCs w:val="24"/>
        </w:rPr>
        <w:tab/>
        <w:t>doporučuje</w:t>
      </w:r>
    </w:p>
    <w:p w:rsidR="00FB7348" w:rsidRPr="00B951D3" w:rsidRDefault="00FB7348" w:rsidP="00734D63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B951D3">
        <w:rPr>
          <w:rFonts w:ascii="Times New Roman" w:hAnsi="Times New Roman"/>
          <w:color w:val="auto"/>
          <w:sz w:val="24"/>
          <w:szCs w:val="24"/>
        </w:rPr>
        <w:t>pozměňovací návrh A4</w:t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ab/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ab/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ab/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ab/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ab/>
        <w:t>nedoporučuje</w:t>
      </w:r>
    </w:p>
    <w:p w:rsidR="00FB7348" w:rsidRPr="00B951D3" w:rsidRDefault="00FB7348" w:rsidP="00734D63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B951D3">
        <w:rPr>
          <w:rFonts w:ascii="Times New Roman" w:hAnsi="Times New Roman"/>
          <w:color w:val="auto"/>
          <w:sz w:val="24"/>
          <w:szCs w:val="24"/>
        </w:rPr>
        <w:t>pozměňovací návrhy A5 – A23</w:t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ab/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ab/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ab/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ab/>
        <w:t>doporučuje</w:t>
      </w:r>
    </w:p>
    <w:p w:rsidR="00014F51" w:rsidRPr="00B951D3" w:rsidRDefault="000F4103" w:rsidP="00734D63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B951D3">
        <w:rPr>
          <w:rFonts w:ascii="Times New Roman" w:hAnsi="Times New Roman"/>
          <w:color w:val="auto"/>
          <w:sz w:val="24"/>
          <w:szCs w:val="24"/>
        </w:rPr>
        <w:t xml:space="preserve">pozměňovací návrhy B1 </w:t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="00014F51" w:rsidRPr="00B951D3">
        <w:rPr>
          <w:rFonts w:ascii="Times New Roman" w:hAnsi="Times New Roman"/>
          <w:color w:val="auto"/>
          <w:sz w:val="24"/>
          <w:szCs w:val="24"/>
        </w:rPr>
        <w:t>doporučuje</w:t>
      </w:r>
    </w:p>
    <w:p w:rsidR="00014F51" w:rsidRPr="00B951D3" w:rsidRDefault="00014F51" w:rsidP="00014F51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B951D3">
        <w:rPr>
          <w:rFonts w:ascii="Times New Roman" w:hAnsi="Times New Roman"/>
          <w:color w:val="auto"/>
          <w:sz w:val="24"/>
          <w:szCs w:val="24"/>
        </w:rPr>
        <w:t>pozměňovací návrhy B2</w:t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  <w:t>doporučuje</w:t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</w:p>
    <w:p w:rsidR="00014F51" w:rsidRPr="00B951D3" w:rsidRDefault="00014F51" w:rsidP="00014F51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B951D3">
        <w:rPr>
          <w:rFonts w:ascii="Times New Roman" w:hAnsi="Times New Roman"/>
          <w:color w:val="auto"/>
          <w:sz w:val="24"/>
          <w:szCs w:val="24"/>
        </w:rPr>
        <w:t>pozměňovací návrhy C1</w:t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 xml:space="preserve"> – C2</w:t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ab/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ab/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ab/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ab/>
        <w:t>ne</w:t>
      </w:r>
      <w:r w:rsidRPr="00B951D3">
        <w:rPr>
          <w:rFonts w:ascii="Times New Roman" w:hAnsi="Times New Roman"/>
          <w:color w:val="auto"/>
          <w:sz w:val="24"/>
          <w:szCs w:val="24"/>
        </w:rPr>
        <w:t>doporučuje</w:t>
      </w:r>
    </w:p>
    <w:p w:rsidR="00014F51" w:rsidRPr="00B951D3" w:rsidRDefault="00014F51" w:rsidP="00734D63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B951D3">
        <w:rPr>
          <w:rFonts w:ascii="Times New Roman" w:hAnsi="Times New Roman"/>
          <w:color w:val="auto"/>
          <w:sz w:val="24"/>
          <w:szCs w:val="24"/>
        </w:rPr>
        <w:t>pozměňovací návrhy D1</w:t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>ne</w:t>
      </w:r>
      <w:r w:rsidRPr="00B951D3">
        <w:rPr>
          <w:rFonts w:ascii="Times New Roman" w:hAnsi="Times New Roman"/>
          <w:color w:val="auto"/>
          <w:sz w:val="24"/>
          <w:szCs w:val="24"/>
        </w:rPr>
        <w:t>doporučuje</w:t>
      </w:r>
    </w:p>
    <w:p w:rsidR="00014F51" w:rsidRPr="00B951D3" w:rsidRDefault="00014F51" w:rsidP="00734D63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B951D3">
        <w:rPr>
          <w:rFonts w:ascii="Times New Roman" w:hAnsi="Times New Roman"/>
          <w:color w:val="auto"/>
          <w:sz w:val="24"/>
          <w:szCs w:val="24"/>
        </w:rPr>
        <w:t>pozměňovací návrhy D2</w:t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>ne</w:t>
      </w:r>
      <w:r w:rsidRPr="00B951D3">
        <w:rPr>
          <w:rFonts w:ascii="Times New Roman" w:hAnsi="Times New Roman"/>
          <w:color w:val="auto"/>
          <w:sz w:val="24"/>
          <w:szCs w:val="24"/>
        </w:rPr>
        <w:t>doporučuje</w:t>
      </w:r>
    </w:p>
    <w:p w:rsidR="00014F51" w:rsidRPr="00B951D3" w:rsidRDefault="00014F51" w:rsidP="00734D63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B951D3">
        <w:rPr>
          <w:rFonts w:ascii="Times New Roman" w:hAnsi="Times New Roman"/>
          <w:color w:val="auto"/>
          <w:sz w:val="24"/>
          <w:szCs w:val="24"/>
        </w:rPr>
        <w:t>pozměňovací návrhy E</w:t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>ne</w:t>
      </w:r>
      <w:r w:rsidRPr="00B951D3">
        <w:rPr>
          <w:rFonts w:ascii="Times New Roman" w:hAnsi="Times New Roman"/>
          <w:color w:val="auto"/>
          <w:sz w:val="24"/>
          <w:szCs w:val="24"/>
        </w:rPr>
        <w:t>doporučuje</w:t>
      </w:r>
    </w:p>
    <w:p w:rsidR="00014F51" w:rsidRPr="00B951D3" w:rsidRDefault="00014F51" w:rsidP="00734D63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B951D3">
        <w:rPr>
          <w:rFonts w:ascii="Times New Roman" w:hAnsi="Times New Roman"/>
          <w:color w:val="auto"/>
          <w:sz w:val="24"/>
          <w:szCs w:val="24"/>
        </w:rPr>
        <w:t>pozměňovací návrhy F1</w:t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  <w:t>doporučuje</w:t>
      </w:r>
    </w:p>
    <w:p w:rsidR="00014F51" w:rsidRPr="00B951D3" w:rsidRDefault="00014F51" w:rsidP="00734D63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B951D3">
        <w:rPr>
          <w:rFonts w:ascii="Times New Roman" w:hAnsi="Times New Roman"/>
          <w:color w:val="auto"/>
          <w:sz w:val="24"/>
          <w:szCs w:val="24"/>
        </w:rPr>
        <w:t>pozměňovací návrhy F2</w:t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  <w:t>doporučuje</w:t>
      </w:r>
    </w:p>
    <w:p w:rsidR="00014F51" w:rsidRPr="00B951D3" w:rsidRDefault="00014F51" w:rsidP="00734D63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B951D3">
        <w:rPr>
          <w:rFonts w:ascii="Times New Roman" w:hAnsi="Times New Roman"/>
          <w:color w:val="auto"/>
          <w:sz w:val="24"/>
          <w:szCs w:val="24"/>
        </w:rPr>
        <w:t>pozměňovací návrhy F3</w:t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  <w:t>doporučuje</w:t>
      </w:r>
    </w:p>
    <w:p w:rsidR="00014F51" w:rsidRPr="00B951D3" w:rsidRDefault="00014F51" w:rsidP="00734D63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B951D3">
        <w:rPr>
          <w:rFonts w:ascii="Times New Roman" w:hAnsi="Times New Roman"/>
          <w:color w:val="auto"/>
          <w:sz w:val="24"/>
          <w:szCs w:val="24"/>
        </w:rPr>
        <w:t>pozměňovací návrhy G</w:t>
      </w:r>
      <w:r w:rsidR="00734D63" w:rsidRPr="00B951D3">
        <w:rPr>
          <w:rFonts w:ascii="Times New Roman" w:hAnsi="Times New Roman"/>
          <w:color w:val="auto"/>
          <w:sz w:val="24"/>
          <w:szCs w:val="24"/>
        </w:rPr>
        <w:tab/>
      </w:r>
      <w:r w:rsidR="00734D63" w:rsidRPr="00B951D3">
        <w:rPr>
          <w:rFonts w:ascii="Times New Roman" w:hAnsi="Times New Roman"/>
          <w:color w:val="auto"/>
          <w:sz w:val="24"/>
          <w:szCs w:val="24"/>
        </w:rPr>
        <w:tab/>
      </w:r>
      <w:r w:rsidR="00734D63" w:rsidRPr="00B951D3">
        <w:rPr>
          <w:rFonts w:ascii="Times New Roman" w:hAnsi="Times New Roman"/>
          <w:color w:val="auto"/>
          <w:sz w:val="24"/>
          <w:szCs w:val="24"/>
        </w:rPr>
        <w:tab/>
      </w:r>
      <w:r w:rsidR="00734D63"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="000F4103" w:rsidRPr="00B951D3">
        <w:rPr>
          <w:rFonts w:ascii="Times New Roman" w:hAnsi="Times New Roman"/>
          <w:color w:val="auto"/>
          <w:sz w:val="24"/>
          <w:szCs w:val="24"/>
        </w:rPr>
        <w:t>ne</w:t>
      </w:r>
      <w:r w:rsidRPr="00B951D3">
        <w:rPr>
          <w:rFonts w:ascii="Times New Roman" w:hAnsi="Times New Roman"/>
          <w:color w:val="auto"/>
          <w:sz w:val="24"/>
          <w:szCs w:val="24"/>
        </w:rPr>
        <w:t>doporučuje</w:t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</w:p>
    <w:p w:rsidR="00E352FF" w:rsidRPr="00B951D3" w:rsidRDefault="00734D63" w:rsidP="00B951D3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B951D3">
        <w:rPr>
          <w:rFonts w:ascii="Times New Roman" w:hAnsi="Times New Roman"/>
          <w:color w:val="auto"/>
          <w:sz w:val="24"/>
          <w:szCs w:val="24"/>
        </w:rPr>
        <w:t>zákona jako celek</w:t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Pr="00B951D3">
        <w:rPr>
          <w:rFonts w:ascii="Times New Roman" w:hAnsi="Times New Roman"/>
          <w:color w:val="auto"/>
          <w:sz w:val="24"/>
          <w:szCs w:val="24"/>
        </w:rPr>
        <w:tab/>
      </w:r>
      <w:r w:rsidR="00014F51" w:rsidRPr="00B951D3">
        <w:rPr>
          <w:rFonts w:ascii="Times New Roman" w:hAnsi="Times New Roman"/>
          <w:color w:val="auto"/>
          <w:sz w:val="24"/>
          <w:szCs w:val="24"/>
        </w:rPr>
        <w:tab/>
        <w:t>doporučuje</w:t>
      </w:r>
    </w:p>
    <w:p w:rsidR="00E352FF" w:rsidRPr="00B951D3" w:rsidRDefault="00734D63" w:rsidP="00E352FF">
      <w:pPr>
        <w:pStyle w:val="Odstavecseseznamem"/>
        <w:numPr>
          <w:ilvl w:val="0"/>
          <w:numId w:val="3"/>
        </w:numPr>
        <w:spacing w:before="480" w:after="24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 w:rsidR="00BB1B7C">
        <w:rPr>
          <w:rFonts w:ascii="Times New Roman" w:hAnsi="Times New Roman"/>
          <w:sz w:val="24"/>
          <w:szCs w:val="24"/>
        </w:rPr>
        <w:t xml:space="preserve"> zpravodaj</w:t>
      </w:r>
      <w:r w:rsidR="00DB16D0">
        <w:rPr>
          <w:rFonts w:ascii="Times New Roman" w:hAnsi="Times New Roman"/>
          <w:sz w:val="24"/>
          <w:szCs w:val="24"/>
        </w:rPr>
        <w:t>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734D63" w:rsidRPr="00242FCA" w:rsidRDefault="00734D63" w:rsidP="00EC4572">
      <w:pPr>
        <w:pStyle w:val="Odstavecseseznamem"/>
        <w:numPr>
          <w:ilvl w:val="0"/>
          <w:numId w:val="4"/>
        </w:numPr>
        <w:suppressAutoHyphens/>
        <w:spacing w:before="36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 w:rsidR="00EB45A4">
        <w:rPr>
          <w:rFonts w:ascii="Times New Roman" w:hAnsi="Times New Roman"/>
          <w:sz w:val="24"/>
          <w:szCs w:val="24"/>
          <w:lang w:eastAsia="cs-CZ"/>
        </w:rPr>
        <w:t>zpravodaje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přednášel stanoviska výboru;</w:t>
      </w:r>
    </w:p>
    <w:p w:rsidR="00E352FF" w:rsidRPr="009E6EDA" w:rsidRDefault="00734D63" w:rsidP="00B951D3">
      <w:pPr>
        <w:pStyle w:val="PStextHV"/>
        <w:numPr>
          <w:ilvl w:val="0"/>
          <w:numId w:val="4"/>
        </w:numPr>
        <w:spacing w:before="100" w:beforeAutospacing="1"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4E55D3" w:rsidRDefault="008B66E8" w:rsidP="00E352F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4C4CFA">
        <w:rPr>
          <w:rFonts w:ascii="Times New Roman" w:hAnsi="Times New Roman"/>
          <w:sz w:val="24"/>
          <w:szCs w:val="24"/>
          <w:lang w:eastAsia="cs-CZ"/>
        </w:rPr>
        <w:t xml:space="preserve">Ondřej POLANSKÝ </w:t>
      </w:r>
      <w:r w:rsidR="00F174D5">
        <w:rPr>
          <w:rFonts w:ascii="Times New Roman" w:hAnsi="Times New Roman"/>
          <w:sz w:val="24"/>
          <w:szCs w:val="24"/>
          <w:lang w:eastAsia="cs-CZ"/>
        </w:rPr>
        <w:t>v. r.</w:t>
      </w:r>
      <w:r w:rsidR="004C4CFA">
        <w:rPr>
          <w:rFonts w:ascii="Times New Roman" w:hAnsi="Times New Roman"/>
          <w:sz w:val="24"/>
          <w:szCs w:val="24"/>
          <w:lang w:eastAsia="cs-CZ"/>
        </w:rPr>
        <w:tab/>
      </w:r>
      <w:r w:rsidR="004C4CFA">
        <w:rPr>
          <w:rFonts w:ascii="Times New Roman" w:hAnsi="Times New Roman"/>
          <w:sz w:val="24"/>
          <w:szCs w:val="24"/>
          <w:lang w:eastAsia="cs-CZ"/>
        </w:rPr>
        <w:tab/>
      </w:r>
      <w:r w:rsidR="00125077">
        <w:rPr>
          <w:rFonts w:ascii="Times New Roman" w:hAnsi="Times New Roman"/>
          <w:sz w:val="24"/>
          <w:szCs w:val="24"/>
          <w:lang w:eastAsia="cs-CZ"/>
        </w:rPr>
        <w:t>Ivan ADAMEC</w:t>
      </w:r>
      <w:r w:rsidR="00F174D5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E352FF" w:rsidRDefault="004E55D3" w:rsidP="00E352FF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125077" w:rsidRDefault="00125077" w:rsidP="00E352F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 xml:space="preserve">Radim FIALA </w:t>
      </w:r>
      <w:r w:rsidR="00F174D5">
        <w:rPr>
          <w:rFonts w:ascii="Times New Roman" w:hAnsi="Times New Roman"/>
          <w:sz w:val="24"/>
          <w:szCs w:val="24"/>
          <w:lang w:eastAsia="cs-CZ"/>
        </w:rPr>
        <w:t>v. r.</w:t>
      </w:r>
    </w:p>
    <w:p w:rsidR="00125077" w:rsidRPr="00125077" w:rsidRDefault="00125077" w:rsidP="00E352F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p w:rsidR="00125077" w:rsidRDefault="00125077" w:rsidP="00E352FF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125077" w:rsidRPr="00125077" w:rsidRDefault="00125077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</w:p>
    <w:sectPr w:rsidR="00125077" w:rsidRPr="00125077" w:rsidSect="00B951D3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580" w:rsidRDefault="00D76580" w:rsidP="004E6F49">
      <w:pPr>
        <w:spacing w:after="0" w:line="240" w:lineRule="auto"/>
      </w:pPr>
      <w:r>
        <w:separator/>
      </w:r>
    </w:p>
  </w:endnote>
  <w:endnote w:type="continuationSeparator" w:id="0">
    <w:p w:rsidR="00D76580" w:rsidRDefault="00D76580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F49" w:rsidRDefault="004E6F49">
    <w:pPr>
      <w:pStyle w:val="Zpat"/>
      <w:jc w:val="right"/>
    </w:pPr>
  </w:p>
  <w:p w:rsidR="004E6F49" w:rsidRDefault="004E6F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580" w:rsidRDefault="00D76580" w:rsidP="004E6F49">
      <w:pPr>
        <w:spacing w:after="0" w:line="240" w:lineRule="auto"/>
      </w:pPr>
      <w:r>
        <w:separator/>
      </w:r>
    </w:p>
  </w:footnote>
  <w:footnote w:type="continuationSeparator" w:id="0">
    <w:p w:rsidR="00D76580" w:rsidRDefault="00D76580" w:rsidP="004E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B22E9"/>
    <w:multiLevelType w:val="hybridMultilevel"/>
    <w:tmpl w:val="D52EF54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B425C"/>
    <w:multiLevelType w:val="hybridMultilevel"/>
    <w:tmpl w:val="A7001972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B50635"/>
    <w:multiLevelType w:val="hybridMultilevel"/>
    <w:tmpl w:val="B406EB2E"/>
    <w:lvl w:ilvl="0" w:tplc="5CCEE6F4">
      <w:start w:val="2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66892"/>
    <w:multiLevelType w:val="multilevel"/>
    <w:tmpl w:val="122A3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14F51"/>
    <w:rsid w:val="00033026"/>
    <w:rsid w:val="00043544"/>
    <w:rsid w:val="000466AA"/>
    <w:rsid w:val="00062F92"/>
    <w:rsid w:val="00063EAB"/>
    <w:rsid w:val="00080B6F"/>
    <w:rsid w:val="00095E2C"/>
    <w:rsid w:val="000A0654"/>
    <w:rsid w:val="000C1FEA"/>
    <w:rsid w:val="000D2A3A"/>
    <w:rsid w:val="000F4103"/>
    <w:rsid w:val="00122551"/>
    <w:rsid w:val="00125077"/>
    <w:rsid w:val="00142CFB"/>
    <w:rsid w:val="00175A52"/>
    <w:rsid w:val="00192CEC"/>
    <w:rsid w:val="00193722"/>
    <w:rsid w:val="001A0E63"/>
    <w:rsid w:val="001D03E2"/>
    <w:rsid w:val="001D5F71"/>
    <w:rsid w:val="001E6467"/>
    <w:rsid w:val="001F0002"/>
    <w:rsid w:val="001F4314"/>
    <w:rsid w:val="00210690"/>
    <w:rsid w:val="00221D69"/>
    <w:rsid w:val="002248A1"/>
    <w:rsid w:val="002420B6"/>
    <w:rsid w:val="00294AB1"/>
    <w:rsid w:val="0029657F"/>
    <w:rsid w:val="002A342F"/>
    <w:rsid w:val="002D3807"/>
    <w:rsid w:val="002D5784"/>
    <w:rsid w:val="002D686F"/>
    <w:rsid w:val="003A4E2D"/>
    <w:rsid w:val="003C206B"/>
    <w:rsid w:val="003D1D59"/>
    <w:rsid w:val="003E0A61"/>
    <w:rsid w:val="003E1216"/>
    <w:rsid w:val="003F7969"/>
    <w:rsid w:val="00412C98"/>
    <w:rsid w:val="00424C6F"/>
    <w:rsid w:val="00433B08"/>
    <w:rsid w:val="00440FDA"/>
    <w:rsid w:val="004478CD"/>
    <w:rsid w:val="00456368"/>
    <w:rsid w:val="00461571"/>
    <w:rsid w:val="004B20BA"/>
    <w:rsid w:val="004B6A84"/>
    <w:rsid w:val="004C4CFA"/>
    <w:rsid w:val="004C561C"/>
    <w:rsid w:val="004D2B01"/>
    <w:rsid w:val="004E55D3"/>
    <w:rsid w:val="004E6F49"/>
    <w:rsid w:val="004F072B"/>
    <w:rsid w:val="004F0F9F"/>
    <w:rsid w:val="004F4F61"/>
    <w:rsid w:val="00507C9A"/>
    <w:rsid w:val="00510493"/>
    <w:rsid w:val="00527DCE"/>
    <w:rsid w:val="005502C9"/>
    <w:rsid w:val="00567469"/>
    <w:rsid w:val="00574D40"/>
    <w:rsid w:val="005878E5"/>
    <w:rsid w:val="005C75E8"/>
    <w:rsid w:val="005F2383"/>
    <w:rsid w:val="00610CEC"/>
    <w:rsid w:val="00616143"/>
    <w:rsid w:val="00617252"/>
    <w:rsid w:val="00634590"/>
    <w:rsid w:val="00657E38"/>
    <w:rsid w:val="00672B8F"/>
    <w:rsid w:val="00680E8A"/>
    <w:rsid w:val="00685BD6"/>
    <w:rsid w:val="006A2C40"/>
    <w:rsid w:val="006B4D4B"/>
    <w:rsid w:val="006D02C4"/>
    <w:rsid w:val="006F49D0"/>
    <w:rsid w:val="007142E7"/>
    <w:rsid w:val="0071716B"/>
    <w:rsid w:val="00734D63"/>
    <w:rsid w:val="00743DFE"/>
    <w:rsid w:val="00761979"/>
    <w:rsid w:val="00766CF9"/>
    <w:rsid w:val="00780F2F"/>
    <w:rsid w:val="00786A88"/>
    <w:rsid w:val="0079355C"/>
    <w:rsid w:val="007B4E9B"/>
    <w:rsid w:val="007C023A"/>
    <w:rsid w:val="007D198D"/>
    <w:rsid w:val="007E282F"/>
    <w:rsid w:val="007F73F4"/>
    <w:rsid w:val="008217A7"/>
    <w:rsid w:val="008352CB"/>
    <w:rsid w:val="00840B59"/>
    <w:rsid w:val="00862737"/>
    <w:rsid w:val="00863B9A"/>
    <w:rsid w:val="008B35CA"/>
    <w:rsid w:val="008B66E8"/>
    <w:rsid w:val="008B7D7C"/>
    <w:rsid w:val="008E0D59"/>
    <w:rsid w:val="008E30C3"/>
    <w:rsid w:val="008F0FEE"/>
    <w:rsid w:val="00924775"/>
    <w:rsid w:val="00940E50"/>
    <w:rsid w:val="009433FC"/>
    <w:rsid w:val="0097160B"/>
    <w:rsid w:val="009A1211"/>
    <w:rsid w:val="009A57C3"/>
    <w:rsid w:val="009B2718"/>
    <w:rsid w:val="009E6EDA"/>
    <w:rsid w:val="00A03230"/>
    <w:rsid w:val="00A046C0"/>
    <w:rsid w:val="00A200D7"/>
    <w:rsid w:val="00A2767B"/>
    <w:rsid w:val="00A3679C"/>
    <w:rsid w:val="00A47BEA"/>
    <w:rsid w:val="00A625D7"/>
    <w:rsid w:val="00A91D21"/>
    <w:rsid w:val="00AB1E4B"/>
    <w:rsid w:val="00AD2D19"/>
    <w:rsid w:val="00AF0787"/>
    <w:rsid w:val="00B06909"/>
    <w:rsid w:val="00B128DD"/>
    <w:rsid w:val="00B135A1"/>
    <w:rsid w:val="00B13DE8"/>
    <w:rsid w:val="00B1610F"/>
    <w:rsid w:val="00B20813"/>
    <w:rsid w:val="00B250A4"/>
    <w:rsid w:val="00B326CB"/>
    <w:rsid w:val="00B56E94"/>
    <w:rsid w:val="00B64EF3"/>
    <w:rsid w:val="00B951D3"/>
    <w:rsid w:val="00B96082"/>
    <w:rsid w:val="00BB1B7C"/>
    <w:rsid w:val="00BB25BB"/>
    <w:rsid w:val="00BE6786"/>
    <w:rsid w:val="00BF65D9"/>
    <w:rsid w:val="00C04BB5"/>
    <w:rsid w:val="00C3035B"/>
    <w:rsid w:val="00C34AE7"/>
    <w:rsid w:val="00C5493B"/>
    <w:rsid w:val="00C630E6"/>
    <w:rsid w:val="00C64887"/>
    <w:rsid w:val="00C70FB7"/>
    <w:rsid w:val="00C717B9"/>
    <w:rsid w:val="00C907C5"/>
    <w:rsid w:val="00CA3ECE"/>
    <w:rsid w:val="00CA608B"/>
    <w:rsid w:val="00CB400A"/>
    <w:rsid w:val="00CC1F7A"/>
    <w:rsid w:val="00CD0963"/>
    <w:rsid w:val="00CE5CBE"/>
    <w:rsid w:val="00D16015"/>
    <w:rsid w:val="00D17FBE"/>
    <w:rsid w:val="00D21357"/>
    <w:rsid w:val="00D76580"/>
    <w:rsid w:val="00D8192B"/>
    <w:rsid w:val="00D85FFA"/>
    <w:rsid w:val="00DB16D0"/>
    <w:rsid w:val="00DB4AB7"/>
    <w:rsid w:val="00DE73DC"/>
    <w:rsid w:val="00E225B0"/>
    <w:rsid w:val="00E2625A"/>
    <w:rsid w:val="00E27A82"/>
    <w:rsid w:val="00E305F2"/>
    <w:rsid w:val="00E352FF"/>
    <w:rsid w:val="00E4482E"/>
    <w:rsid w:val="00E475A0"/>
    <w:rsid w:val="00E615B3"/>
    <w:rsid w:val="00E65250"/>
    <w:rsid w:val="00E74DE7"/>
    <w:rsid w:val="00E91AA6"/>
    <w:rsid w:val="00EA0554"/>
    <w:rsid w:val="00EA394A"/>
    <w:rsid w:val="00EA6734"/>
    <w:rsid w:val="00EB45A4"/>
    <w:rsid w:val="00EC4572"/>
    <w:rsid w:val="00EF45EA"/>
    <w:rsid w:val="00F06AA4"/>
    <w:rsid w:val="00F174D5"/>
    <w:rsid w:val="00F23364"/>
    <w:rsid w:val="00F238DB"/>
    <w:rsid w:val="00F23A90"/>
    <w:rsid w:val="00F368FB"/>
    <w:rsid w:val="00F405B5"/>
    <w:rsid w:val="00F55AFD"/>
    <w:rsid w:val="00F87FE5"/>
    <w:rsid w:val="00F945BD"/>
    <w:rsid w:val="00FB7348"/>
    <w:rsid w:val="00FE5CBB"/>
    <w:rsid w:val="00FE66B4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3B7CE-6BD9-4B56-8AAC-86C502E7D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111</TotalTime>
  <Pages>2</Pages>
  <Words>399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DibelkovaH</cp:lastModifiedBy>
  <cp:revision>26</cp:revision>
  <cp:lastPrinted>2018-06-06T09:06:00Z</cp:lastPrinted>
  <dcterms:created xsi:type="dcterms:W3CDTF">2018-05-07T13:21:00Z</dcterms:created>
  <dcterms:modified xsi:type="dcterms:W3CDTF">2018-06-06T09:07:00Z</dcterms:modified>
</cp:coreProperties>
</file>