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D85" w:rsidRDefault="00A92050" w:rsidP="00A92050">
      <w:pPr>
        <w:jc w:val="center"/>
        <w:rPr>
          <w:b/>
        </w:rPr>
      </w:pPr>
      <w:bookmarkStart w:id="0" w:name="_GoBack"/>
      <w:bookmarkEnd w:id="0"/>
      <w:r>
        <w:rPr>
          <w:b/>
        </w:rPr>
        <w:t>Pozměňovací a jiné návrhy</w:t>
      </w:r>
    </w:p>
    <w:p w:rsidR="00305B43" w:rsidRDefault="00305B43" w:rsidP="00A92050">
      <w:pPr>
        <w:jc w:val="center"/>
        <w:rPr>
          <w:b/>
        </w:rPr>
      </w:pPr>
    </w:p>
    <w:p w:rsidR="00305B43" w:rsidRPr="00414D98" w:rsidRDefault="00305B43" w:rsidP="00305B43">
      <w:pPr>
        <w:rPr>
          <w:b/>
        </w:rPr>
      </w:pPr>
      <w:r w:rsidRPr="00414D98">
        <w:rPr>
          <w:b/>
          <w:color w:val="000000"/>
          <w:spacing w:val="-2"/>
        </w:rPr>
        <w:t>k návrhu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w:t>
      </w:r>
    </w:p>
    <w:p w:rsidR="00A92050" w:rsidRDefault="00A92050" w:rsidP="00A92050">
      <w:pPr>
        <w:jc w:val="center"/>
        <w:rPr>
          <w:b/>
        </w:rPr>
      </w:pPr>
    </w:p>
    <w:p w:rsidR="00A92050" w:rsidRDefault="00A92050" w:rsidP="00A92050">
      <w:pPr>
        <w:jc w:val="center"/>
        <w:rPr>
          <w:b/>
        </w:rPr>
      </w:pPr>
      <w:r>
        <w:rPr>
          <w:b/>
        </w:rPr>
        <w:t xml:space="preserve">(tisk </w:t>
      </w:r>
      <w:r w:rsidR="00305B43">
        <w:rPr>
          <w:b/>
        </w:rPr>
        <w:t>76</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305B43">
        <w:t xml:space="preserve">hospodářského </w:t>
      </w:r>
      <w:r>
        <w:t xml:space="preserve">výboru č. </w:t>
      </w:r>
      <w:r w:rsidR="00305B43">
        <w:t xml:space="preserve">51 </w:t>
      </w:r>
      <w:r>
        <w:t xml:space="preserve">z </w:t>
      </w:r>
      <w:r w:rsidR="00305B43">
        <w:t>10</w:t>
      </w:r>
      <w:r>
        <w:t xml:space="preserve">. schůze konané dne </w:t>
      </w:r>
      <w:r w:rsidR="00305B43">
        <w:t>24. dubna 2018</w:t>
      </w:r>
      <w:r>
        <w:t xml:space="preserve"> (tisk </w:t>
      </w:r>
      <w:r w:rsidR="00305B43">
        <w:t>76</w:t>
      </w:r>
      <w:r>
        <w:t>/</w:t>
      </w:r>
      <w:r w:rsidR="00305B43">
        <w:t>6</w:t>
      </w:r>
      <w:r>
        <w:t xml:space="preserve"> )</w:t>
      </w:r>
    </w:p>
    <w:p w:rsidR="00305B43" w:rsidRPr="00CA14B9" w:rsidRDefault="00414D98" w:rsidP="00414D98">
      <w:pPr>
        <w:pStyle w:val="Oznaenpozmn"/>
        <w:numPr>
          <w:ilvl w:val="0"/>
          <w:numId w:val="0"/>
        </w:numPr>
        <w:spacing w:after="0"/>
      </w:pPr>
      <w:r>
        <w:t xml:space="preserve">1. </w:t>
      </w:r>
      <w:r w:rsidR="00305B43" w:rsidRPr="00CA14B9">
        <w:t>V čl. I se za dosavadní bod 1 vkládá nový bod, který zní:</w:t>
      </w:r>
    </w:p>
    <w:p w:rsidR="00305B43" w:rsidRPr="00645858" w:rsidRDefault="00305B43" w:rsidP="00414D98">
      <w:pPr>
        <w:ind w:firstLine="284"/>
      </w:pPr>
      <w:r w:rsidRPr="00645858">
        <w:t>„X. V § 2 se doplňují odstavce 5 a 6, které znějí:</w:t>
      </w:r>
    </w:p>
    <w:p w:rsidR="00305B43" w:rsidRDefault="00305B43" w:rsidP="00414D98">
      <w:pPr>
        <w:ind w:firstLine="567"/>
        <w:rPr>
          <w:rFonts w:eastAsiaTheme="minorHAnsi"/>
        </w:rPr>
      </w:pPr>
      <w:r w:rsidRPr="00645858">
        <w:t>„</w:t>
      </w:r>
      <w:r w:rsidRPr="00645858">
        <w:rPr>
          <w:color w:val="212121"/>
          <w:shd w:val="clear" w:color="auto" w:fill="FFFFFF"/>
        </w:rPr>
        <w:t>(</w:t>
      </w:r>
      <w:r w:rsidRPr="00645858">
        <w:rPr>
          <w:rFonts w:eastAsiaTheme="minorHAnsi"/>
        </w:rPr>
        <w:t>5) V řízení podle stavebního zákona, které je řízením s velkým počtem účastníků, se oznámení o zahájení řízení doručuje postupem podle stavebního zákona. Ostatní písemnosti se doručují jednotlivě pouze žadateli, obci, na jejímž území má být záměr uskutečněn, a dotčeným orgánům; ostatním účastníkům řízení se doručují veřejnou vyhláškou, o čemž se tito účastníci poučí v oznámení o zahájení řízení, je-li jim doručováno jednotlivě.</w:t>
      </w:r>
    </w:p>
    <w:p w:rsidR="00414D98" w:rsidRPr="00645858" w:rsidRDefault="00414D98" w:rsidP="00414D98">
      <w:pPr>
        <w:ind w:firstLine="567"/>
      </w:pPr>
    </w:p>
    <w:p w:rsidR="00305B43" w:rsidRPr="00645858" w:rsidRDefault="00305B43" w:rsidP="00414D98">
      <w:pPr>
        <w:ind w:firstLine="567"/>
      </w:pPr>
      <w:r w:rsidRPr="00645858">
        <w:t>(6) Zemřela-li osoba, která byla nebo by měla být účastníkem řízení podle stavebního zákona, jemuž má být doručena písemnost jednotlivě, nebo účastníkem vyvlastňovacího řízení, a úřadu příslušnému k vedení tohoto řízení se do 60 dnů ode dne, kdy zjistil, že zemřela, nepodaří zjistit osoby, které by se v důsledku její smrti staly účastníky řízení, ustanoví jim opatrovníka; to neplatí, má-li být podle správního řádu namísto ustanovení opatrovníka písemnost doručena veřejnou vyhláškou.“.“.</w:t>
      </w:r>
    </w:p>
    <w:p w:rsidR="00305B43" w:rsidRDefault="00305B43" w:rsidP="00414D98">
      <w:pPr>
        <w:ind w:firstLine="709"/>
      </w:pPr>
      <w:r w:rsidRPr="00645858">
        <w:t>Následující body se přečíslují.</w:t>
      </w:r>
    </w:p>
    <w:p w:rsidR="00414D98" w:rsidRPr="00645858" w:rsidRDefault="00414D98" w:rsidP="00414D98">
      <w:pPr>
        <w:ind w:firstLine="709"/>
      </w:pPr>
    </w:p>
    <w:p w:rsidR="00305B43" w:rsidRPr="00CA14B9" w:rsidRDefault="00414D98" w:rsidP="00414D98">
      <w:pPr>
        <w:pStyle w:val="Oznaenpozmn"/>
        <w:numPr>
          <w:ilvl w:val="0"/>
          <w:numId w:val="0"/>
        </w:numPr>
        <w:spacing w:after="0"/>
      </w:pPr>
      <w:r>
        <w:t xml:space="preserve">2. </w:t>
      </w:r>
      <w:r w:rsidR="00305B43" w:rsidRPr="00CA14B9">
        <w:t>V čl. I se za dosavadní bod 1 vkládá nový bod, který zní:</w:t>
      </w:r>
    </w:p>
    <w:p w:rsidR="00305B43" w:rsidRDefault="00305B43" w:rsidP="000954E3">
      <w:pPr>
        <w:pStyle w:val="Odstavecseseznamem"/>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 xml:space="preserve">„X. </w:t>
      </w:r>
      <w:r w:rsidRPr="00E44ECC">
        <w:rPr>
          <w:rFonts w:ascii="Times New Roman" w:hAnsi="Times New Roman"/>
          <w:color w:val="000000"/>
          <w:sz w:val="24"/>
          <w:szCs w:val="24"/>
        </w:rPr>
        <w:t>Na konci nadpisu § 2d se doplňují slova „a staveb infrastruktury elektronických komunikací“.</w:t>
      </w:r>
    </w:p>
    <w:p w:rsidR="00305B43" w:rsidRDefault="00305B43" w:rsidP="00414D98">
      <w:pPr>
        <w:ind w:firstLine="709"/>
      </w:pPr>
      <w:r w:rsidRPr="00645858">
        <w:t>Následující body se přečíslují.</w:t>
      </w:r>
    </w:p>
    <w:p w:rsidR="000954E3" w:rsidRPr="00645858" w:rsidRDefault="000954E3" w:rsidP="00414D98">
      <w:pPr>
        <w:ind w:firstLine="709"/>
      </w:pPr>
    </w:p>
    <w:p w:rsidR="00305B43" w:rsidRPr="00CA14B9" w:rsidRDefault="00414D98" w:rsidP="00414D98">
      <w:pPr>
        <w:pStyle w:val="Oznaenpozmn"/>
        <w:numPr>
          <w:ilvl w:val="0"/>
          <w:numId w:val="0"/>
        </w:numPr>
        <w:spacing w:after="0"/>
      </w:pPr>
      <w:r>
        <w:t xml:space="preserve">3. </w:t>
      </w:r>
      <w:r w:rsidR="00305B43" w:rsidRPr="00CA14B9">
        <w:t>V</w:t>
      </w:r>
      <w:r>
        <w:t> </w:t>
      </w:r>
      <w:r w:rsidR="00305B43" w:rsidRPr="00CA14B9">
        <w:t>čl. I se za dosavadní bod 1 vkládá nový bod, který zní:</w:t>
      </w:r>
    </w:p>
    <w:p w:rsidR="00305B43" w:rsidRDefault="00305B43" w:rsidP="000954E3">
      <w:pPr>
        <w:ind w:firstLine="567"/>
        <w:rPr>
          <w:color w:val="000000"/>
        </w:rPr>
      </w:pPr>
      <w:r>
        <w:rPr>
          <w:color w:val="000000"/>
        </w:rPr>
        <w:t xml:space="preserve">„X. </w:t>
      </w:r>
      <w:r w:rsidRPr="001F5A9C">
        <w:rPr>
          <w:color w:val="000000"/>
        </w:rPr>
        <w:t>V § 2d odst. 1 se za slova „§ 1 odst. 4 písm. f) a g)“ doplňují slova „a staveb infrastruktury elektronických komunikací“.</w:t>
      </w:r>
    </w:p>
    <w:p w:rsidR="00305B43" w:rsidRDefault="00305B43" w:rsidP="00414D98">
      <w:pPr>
        <w:ind w:firstLine="709"/>
      </w:pPr>
      <w:r w:rsidRPr="00645858">
        <w:t>Následující body se přečíslují.</w:t>
      </w:r>
    </w:p>
    <w:p w:rsidR="000954E3" w:rsidRPr="00645858" w:rsidRDefault="000954E3" w:rsidP="00414D98">
      <w:pPr>
        <w:ind w:firstLine="709"/>
      </w:pPr>
    </w:p>
    <w:p w:rsidR="00305B43" w:rsidRPr="00645858" w:rsidRDefault="00414D98" w:rsidP="00414D98">
      <w:pPr>
        <w:pStyle w:val="Oznaenpozmn"/>
        <w:numPr>
          <w:ilvl w:val="0"/>
          <w:numId w:val="0"/>
        </w:numPr>
        <w:spacing w:after="0"/>
      </w:pPr>
      <w:r>
        <w:t xml:space="preserve">4. </w:t>
      </w:r>
      <w:r w:rsidR="00305B43" w:rsidRPr="00645858">
        <w:t>V</w:t>
      </w:r>
      <w:r>
        <w:t> </w:t>
      </w:r>
      <w:r w:rsidR="00305B43">
        <w:t xml:space="preserve">čl. I dosavadním bodě 2 se do </w:t>
      </w:r>
      <w:r w:rsidR="00305B43" w:rsidRPr="00645858">
        <w:t>§ 2e</w:t>
      </w:r>
      <w:r w:rsidR="00305B43">
        <w:t xml:space="preserve"> </w:t>
      </w:r>
      <w:r w:rsidR="00305B43" w:rsidRPr="00645858">
        <w:t xml:space="preserve">doplňuje odstavec </w:t>
      </w:r>
      <w:r w:rsidR="00305B43">
        <w:t>x</w:t>
      </w:r>
      <w:r w:rsidR="00305B43" w:rsidRPr="00645858">
        <w:t>, který zní:</w:t>
      </w:r>
    </w:p>
    <w:p w:rsidR="00305B43" w:rsidRDefault="00305B43" w:rsidP="000954E3">
      <w:pPr>
        <w:pStyle w:val="Normlnweb"/>
        <w:spacing w:before="0" w:beforeAutospacing="0"/>
        <w:ind w:firstLine="567"/>
        <w:jc w:val="both"/>
      </w:pPr>
      <w:r>
        <w:t>„</w:t>
      </w:r>
      <w:r w:rsidRPr="00645858">
        <w:t>(</w:t>
      </w:r>
      <w:r>
        <w:t>x</w:t>
      </w:r>
      <w:r w:rsidRPr="00645858">
        <w:t>) V</w:t>
      </w:r>
      <w:r w:rsidR="00414D98">
        <w:t> </w:t>
      </w:r>
      <w:r w:rsidRPr="00645858">
        <w:t>územním řízení, jehož předmětem je stavba dopravní infrastruktury, se závazné stanovisko orgánu územního plánování podle § 96b stavebního zákona nevydává.</w:t>
      </w:r>
      <w:r>
        <w:t>“.</w:t>
      </w:r>
    </w:p>
    <w:p w:rsidR="000954E3" w:rsidRPr="00645858" w:rsidRDefault="000954E3" w:rsidP="000954E3">
      <w:pPr>
        <w:pStyle w:val="Normlnweb"/>
        <w:spacing w:before="0" w:beforeAutospacing="0"/>
        <w:ind w:firstLine="567"/>
        <w:jc w:val="both"/>
      </w:pPr>
    </w:p>
    <w:p w:rsidR="00305B43" w:rsidRPr="005049CA" w:rsidRDefault="00414D98" w:rsidP="00414D98">
      <w:pPr>
        <w:pStyle w:val="Oznaenpozmn"/>
        <w:numPr>
          <w:ilvl w:val="0"/>
          <w:numId w:val="0"/>
        </w:numPr>
        <w:spacing w:after="0"/>
      </w:pPr>
      <w:r>
        <w:t xml:space="preserve">5. </w:t>
      </w:r>
      <w:r w:rsidR="00305B43" w:rsidRPr="005049CA">
        <w:t>V</w:t>
      </w:r>
      <w:r>
        <w:t> </w:t>
      </w:r>
      <w:r w:rsidR="00305B43" w:rsidRPr="005049CA">
        <w:t>článku I v</w:t>
      </w:r>
      <w:r>
        <w:t> </w:t>
      </w:r>
      <w:r w:rsidR="00305B43" w:rsidRPr="005049CA">
        <w:t>dosavadním novelizačním bodě 2 nový § 2e zní:</w:t>
      </w:r>
    </w:p>
    <w:p w:rsidR="00305B43" w:rsidRDefault="00305B43" w:rsidP="000954E3">
      <w:pPr>
        <w:pStyle w:val="Odstavecseseznamem"/>
        <w:autoSpaceDE w:val="0"/>
        <w:spacing w:after="0" w:line="240" w:lineRule="auto"/>
        <w:ind w:left="709" w:hanging="709"/>
        <w:contextualSpacing w:val="0"/>
        <w:jc w:val="center"/>
        <w:rPr>
          <w:rFonts w:ascii="Times New Roman" w:hAnsi="Times New Roman"/>
          <w:color w:val="00000A"/>
          <w:sz w:val="24"/>
          <w:szCs w:val="24"/>
        </w:rPr>
      </w:pPr>
      <w:r w:rsidRPr="005049CA">
        <w:rPr>
          <w:rFonts w:ascii="Times New Roman" w:hAnsi="Times New Roman"/>
          <w:color w:val="00000A"/>
          <w:sz w:val="24"/>
          <w:szCs w:val="24"/>
        </w:rPr>
        <w:lastRenderedPageBreak/>
        <w:t>„§ 2e</w:t>
      </w:r>
    </w:p>
    <w:p w:rsidR="000954E3" w:rsidRPr="005049CA" w:rsidRDefault="000954E3" w:rsidP="000954E3">
      <w:pPr>
        <w:pStyle w:val="Odstavecseseznamem"/>
        <w:autoSpaceDE w:val="0"/>
        <w:spacing w:after="0" w:line="240" w:lineRule="auto"/>
        <w:ind w:left="709" w:hanging="709"/>
        <w:contextualSpacing w:val="0"/>
        <w:jc w:val="center"/>
        <w:rPr>
          <w:rFonts w:ascii="Times New Roman" w:hAnsi="Times New Roman"/>
          <w:sz w:val="24"/>
          <w:szCs w:val="24"/>
        </w:rPr>
      </w:pPr>
    </w:p>
    <w:p w:rsidR="00305B43" w:rsidRDefault="00305B43" w:rsidP="000954E3">
      <w:pPr>
        <w:pStyle w:val="Odstavecseseznamem"/>
        <w:autoSpaceDE w:val="0"/>
        <w:spacing w:after="0" w:line="240" w:lineRule="auto"/>
        <w:ind w:left="0" w:firstLine="567"/>
        <w:contextualSpacing w:val="0"/>
        <w:jc w:val="both"/>
        <w:rPr>
          <w:rFonts w:ascii="Times New Roman" w:hAnsi="Times New Roman"/>
          <w:sz w:val="24"/>
          <w:szCs w:val="24"/>
        </w:rPr>
      </w:pPr>
      <w:r w:rsidRPr="005049CA">
        <w:rPr>
          <w:rFonts w:ascii="Times New Roman" w:hAnsi="Times New Roman"/>
          <w:sz w:val="24"/>
          <w:szCs w:val="24"/>
        </w:rPr>
        <w:t>(1) Příslušný k</w:t>
      </w:r>
      <w:r w:rsidR="00414D98">
        <w:rPr>
          <w:rFonts w:ascii="Times New Roman" w:hAnsi="Times New Roman"/>
          <w:sz w:val="24"/>
          <w:szCs w:val="24"/>
        </w:rPr>
        <w:t> </w:t>
      </w:r>
      <w:r w:rsidRPr="005049CA">
        <w:rPr>
          <w:rFonts w:ascii="Times New Roman" w:hAnsi="Times New Roman"/>
          <w:sz w:val="24"/>
          <w:szCs w:val="24"/>
        </w:rPr>
        <w:t>vedení územního řízení a řízení o vyvlastnění, jehož předmětem je stavba dopravní infrastruktury, je krajský úřad kraje, na jehož území se má stavba uskutečnit. Má-li se stavba dopravní infrastruktury uskutečnit na území hlavního města Prahy, je příslušným k</w:t>
      </w:r>
      <w:r w:rsidR="00414D98">
        <w:rPr>
          <w:rFonts w:ascii="Times New Roman" w:hAnsi="Times New Roman"/>
          <w:sz w:val="24"/>
          <w:szCs w:val="24"/>
        </w:rPr>
        <w:t> </w:t>
      </w:r>
      <w:r w:rsidRPr="005049CA">
        <w:rPr>
          <w:rFonts w:ascii="Times New Roman" w:hAnsi="Times New Roman"/>
          <w:sz w:val="24"/>
          <w:szCs w:val="24"/>
        </w:rPr>
        <w:t>vedení územního řízení a řízení o vyvlastnění, jehož předmětem je stavba dopravní infrastruktury, Magistrát hlavního města Prahy.</w:t>
      </w:r>
    </w:p>
    <w:p w:rsidR="000954E3" w:rsidRPr="005049CA" w:rsidRDefault="000954E3" w:rsidP="000954E3">
      <w:pPr>
        <w:pStyle w:val="Odstavecseseznamem"/>
        <w:autoSpaceDE w:val="0"/>
        <w:spacing w:after="0" w:line="240" w:lineRule="auto"/>
        <w:ind w:left="0" w:firstLine="567"/>
        <w:contextualSpacing w:val="0"/>
        <w:jc w:val="both"/>
        <w:rPr>
          <w:rFonts w:ascii="Times New Roman" w:hAnsi="Times New Roman"/>
          <w:sz w:val="24"/>
          <w:szCs w:val="24"/>
        </w:rPr>
      </w:pPr>
    </w:p>
    <w:p w:rsidR="00305B43" w:rsidRDefault="00305B43" w:rsidP="000954E3">
      <w:pPr>
        <w:pStyle w:val="Odstavecseseznamem"/>
        <w:autoSpaceDE w:val="0"/>
        <w:spacing w:after="0" w:line="240" w:lineRule="auto"/>
        <w:ind w:left="0" w:firstLine="567"/>
        <w:contextualSpacing w:val="0"/>
        <w:jc w:val="both"/>
        <w:rPr>
          <w:rFonts w:ascii="Times New Roman" w:hAnsi="Times New Roman"/>
          <w:sz w:val="24"/>
          <w:szCs w:val="24"/>
        </w:rPr>
      </w:pPr>
      <w:r w:rsidRPr="005049CA">
        <w:rPr>
          <w:rFonts w:ascii="Times New Roman" w:hAnsi="Times New Roman"/>
          <w:sz w:val="24"/>
          <w:szCs w:val="24"/>
        </w:rPr>
        <w:t>(2) Má-li se stavba dopravní infrastruktury uskutečnit na území více krajů, povede řízení ten z</w:t>
      </w:r>
      <w:r w:rsidR="00414D98">
        <w:rPr>
          <w:rFonts w:ascii="Times New Roman" w:hAnsi="Times New Roman"/>
          <w:sz w:val="24"/>
          <w:szCs w:val="24"/>
        </w:rPr>
        <w:t> </w:t>
      </w:r>
      <w:r w:rsidRPr="005049CA">
        <w:rPr>
          <w:rFonts w:ascii="Times New Roman" w:hAnsi="Times New Roman"/>
          <w:sz w:val="24"/>
          <w:szCs w:val="24"/>
        </w:rPr>
        <w:t>úřadů podle odstavce 1, u kterého byla podána žádost.</w:t>
      </w:r>
    </w:p>
    <w:p w:rsidR="000954E3" w:rsidRPr="005049CA" w:rsidRDefault="000954E3" w:rsidP="000954E3">
      <w:pPr>
        <w:pStyle w:val="Odstavecseseznamem"/>
        <w:autoSpaceDE w:val="0"/>
        <w:spacing w:after="0" w:line="240" w:lineRule="auto"/>
        <w:ind w:left="0" w:firstLine="567"/>
        <w:contextualSpacing w:val="0"/>
        <w:jc w:val="both"/>
        <w:rPr>
          <w:rFonts w:ascii="Times New Roman" w:hAnsi="Times New Roman"/>
          <w:sz w:val="24"/>
          <w:szCs w:val="24"/>
        </w:rPr>
      </w:pPr>
    </w:p>
    <w:p w:rsidR="00305B43" w:rsidRPr="005049CA" w:rsidRDefault="00305B43" w:rsidP="000954E3">
      <w:pPr>
        <w:pStyle w:val="Odstavecseseznamem"/>
        <w:autoSpaceDE w:val="0"/>
        <w:spacing w:after="0" w:line="240" w:lineRule="auto"/>
        <w:ind w:left="0" w:firstLine="567"/>
        <w:contextualSpacing w:val="0"/>
        <w:jc w:val="both"/>
        <w:rPr>
          <w:rFonts w:ascii="Times New Roman" w:hAnsi="Times New Roman"/>
          <w:sz w:val="24"/>
          <w:szCs w:val="24"/>
        </w:rPr>
      </w:pPr>
      <w:r w:rsidRPr="005049CA">
        <w:rPr>
          <w:rFonts w:ascii="Times New Roman" w:hAnsi="Times New Roman"/>
          <w:sz w:val="24"/>
          <w:szCs w:val="24"/>
        </w:rPr>
        <w:t>(3) Odvolacím správním orgánem a orgánem příslušným k</w:t>
      </w:r>
      <w:r w:rsidR="00414D98">
        <w:rPr>
          <w:rFonts w:ascii="Times New Roman" w:hAnsi="Times New Roman"/>
          <w:sz w:val="24"/>
          <w:szCs w:val="24"/>
        </w:rPr>
        <w:t> </w:t>
      </w:r>
      <w:r w:rsidRPr="005049CA">
        <w:rPr>
          <w:rFonts w:ascii="Times New Roman" w:hAnsi="Times New Roman"/>
          <w:sz w:val="24"/>
          <w:szCs w:val="24"/>
        </w:rPr>
        <w:t>vedení přezkumného řízení u rozhodnutí vydaných v</w:t>
      </w:r>
      <w:r w:rsidR="00414D98">
        <w:rPr>
          <w:rFonts w:ascii="Times New Roman" w:hAnsi="Times New Roman"/>
          <w:sz w:val="24"/>
          <w:szCs w:val="24"/>
        </w:rPr>
        <w:t> </w:t>
      </w:r>
      <w:r w:rsidRPr="005049CA">
        <w:rPr>
          <w:rFonts w:ascii="Times New Roman" w:hAnsi="Times New Roman"/>
          <w:sz w:val="24"/>
          <w:szCs w:val="24"/>
        </w:rPr>
        <w:t xml:space="preserve">řízeních podle odstavce 1 a 2 je </w:t>
      </w:r>
    </w:p>
    <w:p w:rsidR="00305B43" w:rsidRPr="005049CA" w:rsidRDefault="00305B43" w:rsidP="000954E3">
      <w:pPr>
        <w:pStyle w:val="Odstavecseseznamem"/>
        <w:autoSpaceDE w:val="0"/>
        <w:spacing w:after="0" w:line="240" w:lineRule="auto"/>
        <w:ind w:left="0" w:firstLine="567"/>
        <w:contextualSpacing w:val="0"/>
        <w:jc w:val="both"/>
        <w:rPr>
          <w:rFonts w:ascii="Times New Roman" w:hAnsi="Times New Roman"/>
          <w:sz w:val="24"/>
          <w:szCs w:val="24"/>
        </w:rPr>
      </w:pPr>
      <w:r w:rsidRPr="005049CA">
        <w:rPr>
          <w:rFonts w:ascii="Times New Roman" w:hAnsi="Times New Roman"/>
          <w:sz w:val="24"/>
          <w:szCs w:val="24"/>
        </w:rPr>
        <w:t>(a) u dopravní infrastruktury podle § 1 odst. 2 písm. a) a b) Ministerstvo dopravy,</w:t>
      </w:r>
    </w:p>
    <w:p w:rsidR="00305B43" w:rsidRDefault="00305B43" w:rsidP="000954E3">
      <w:pPr>
        <w:pStyle w:val="Odstavecseseznamem"/>
        <w:autoSpaceDE w:val="0"/>
        <w:spacing w:after="0" w:line="240" w:lineRule="auto"/>
        <w:ind w:left="0" w:firstLine="567"/>
        <w:contextualSpacing w:val="0"/>
        <w:jc w:val="both"/>
        <w:rPr>
          <w:rFonts w:ascii="Times New Roman" w:hAnsi="Times New Roman"/>
          <w:sz w:val="24"/>
          <w:szCs w:val="24"/>
        </w:rPr>
      </w:pPr>
      <w:r w:rsidRPr="005049CA">
        <w:rPr>
          <w:rFonts w:ascii="Times New Roman" w:hAnsi="Times New Roman"/>
          <w:sz w:val="24"/>
          <w:szCs w:val="24"/>
        </w:rPr>
        <w:t>(b) v</w:t>
      </w:r>
      <w:r w:rsidR="00414D98">
        <w:rPr>
          <w:rFonts w:ascii="Times New Roman" w:hAnsi="Times New Roman"/>
          <w:sz w:val="24"/>
          <w:szCs w:val="24"/>
        </w:rPr>
        <w:t> </w:t>
      </w:r>
      <w:r w:rsidRPr="005049CA">
        <w:rPr>
          <w:rFonts w:ascii="Times New Roman" w:hAnsi="Times New Roman"/>
          <w:sz w:val="24"/>
          <w:szCs w:val="24"/>
        </w:rPr>
        <w:t>ostatních případech Ministerstvo pro místní rozvoj.“.</w:t>
      </w:r>
    </w:p>
    <w:p w:rsidR="000954E3" w:rsidRPr="005049CA" w:rsidRDefault="000954E3" w:rsidP="000954E3">
      <w:pPr>
        <w:pStyle w:val="Odstavecseseznamem"/>
        <w:autoSpaceDE w:val="0"/>
        <w:spacing w:after="0" w:line="240" w:lineRule="auto"/>
        <w:ind w:left="0" w:firstLine="567"/>
        <w:contextualSpacing w:val="0"/>
        <w:jc w:val="both"/>
        <w:rPr>
          <w:rFonts w:ascii="Times New Roman" w:hAnsi="Times New Roman"/>
          <w:sz w:val="24"/>
          <w:szCs w:val="24"/>
        </w:rPr>
      </w:pPr>
    </w:p>
    <w:p w:rsidR="00305B43" w:rsidRDefault="00414D98" w:rsidP="00414D98">
      <w:pPr>
        <w:pStyle w:val="Oznaenpozmn"/>
        <w:numPr>
          <w:ilvl w:val="0"/>
          <w:numId w:val="0"/>
        </w:numPr>
        <w:spacing w:after="0"/>
        <w:rPr>
          <w:b w:val="0"/>
        </w:rPr>
      </w:pPr>
      <w:r>
        <w:t xml:space="preserve">6. </w:t>
      </w:r>
      <w:r w:rsidR="00305B43" w:rsidRPr="000954E3">
        <w:t>V</w:t>
      </w:r>
      <w:r w:rsidRPr="000954E3">
        <w:t> </w:t>
      </w:r>
      <w:r w:rsidR="00305B43" w:rsidRPr="000954E3">
        <w:t>čl. I dosavadním bodu 2 s</w:t>
      </w:r>
      <w:r w:rsidR="00305B43" w:rsidRPr="00414D98">
        <w:rPr>
          <w:b w:val="0"/>
        </w:rPr>
        <w:t>e v § 2f za slova „nemovitých věcí a“ vkládají slova „nejméně 14 dní“, za slova „předem jim“ se vkládají slova „provádění měření nebo průzkumných prací na jejich nemovité věci“, slova „zapsané v</w:t>
      </w:r>
      <w:r w:rsidRPr="00414D98">
        <w:rPr>
          <w:b w:val="0"/>
        </w:rPr>
        <w:t> </w:t>
      </w:r>
      <w:r w:rsidR="00305B43" w:rsidRPr="00414D98">
        <w:rPr>
          <w:b w:val="0"/>
        </w:rPr>
        <w:t xml:space="preserve">katastru nemovitostí“ se nahrazují slovy „podle § 3 odst. 2“, slova „důvod a termín vstupu na jejich nemovité věci“ se zrušují, za větu třetí se vkládá věta čtvrtá, která zní „V oznámení podle předchozí věty musí být uveden důvod provádění měření nebo průzkumných prací na nemovité věci, popis činností, které mají být provedeny, rozsah, způsob, termín a upřesnění místa jejich provedení, označení oprávněného investora, jeho kontaktní údaje, datum vyhotovení oznámení a jméno, příjmení, funkce a podpis osoby oprávněné zastupovat oprávněného investora.“ </w:t>
      </w:r>
      <w:r w:rsidRPr="00414D98">
        <w:rPr>
          <w:b w:val="0"/>
        </w:rPr>
        <w:t>A</w:t>
      </w:r>
      <w:r w:rsidR="00305B43" w:rsidRPr="00414D98">
        <w:rPr>
          <w:b w:val="0"/>
        </w:rPr>
        <w:t xml:space="preserve"> slovo „náhradu</w:t>
      </w:r>
      <w:r w:rsidR="00305B43" w:rsidRPr="00414D98">
        <w:rPr>
          <w:b w:val="0"/>
          <w:vertAlign w:val="superscript"/>
        </w:rPr>
        <w:t>10)</w:t>
      </w:r>
      <w:r w:rsidR="00305B43" w:rsidRPr="00414D98">
        <w:rPr>
          <w:b w:val="0"/>
        </w:rPr>
        <w:t>“ se nahrazuje slovy „náhradu ve výši dvojnásobku částky stanovené podle zákona o oceňování majetku</w:t>
      </w:r>
      <w:r w:rsidR="00305B43" w:rsidRPr="00414D98">
        <w:rPr>
          <w:b w:val="0"/>
          <w:vertAlign w:val="superscript"/>
        </w:rPr>
        <w:t>10)</w:t>
      </w:r>
      <w:r w:rsidR="00305B43" w:rsidRPr="00414D98">
        <w:rPr>
          <w:b w:val="0"/>
        </w:rPr>
        <w:t>“.</w:t>
      </w:r>
    </w:p>
    <w:p w:rsidR="000954E3" w:rsidRPr="000954E3" w:rsidRDefault="000954E3" w:rsidP="000954E3"/>
    <w:p w:rsidR="00305B43" w:rsidRDefault="00414D98" w:rsidP="00414D98">
      <w:pPr>
        <w:pStyle w:val="Oznaenpozmn"/>
        <w:numPr>
          <w:ilvl w:val="0"/>
          <w:numId w:val="0"/>
        </w:numPr>
        <w:spacing w:after="0"/>
        <w:rPr>
          <w:b w:val="0"/>
        </w:rPr>
      </w:pPr>
      <w:r w:rsidRPr="000954E3">
        <w:t>7.</w:t>
      </w:r>
      <w:r>
        <w:t xml:space="preserve"> </w:t>
      </w:r>
      <w:r w:rsidR="00305B43" w:rsidRPr="000954E3">
        <w:t>V</w:t>
      </w:r>
      <w:r w:rsidRPr="000954E3">
        <w:t> </w:t>
      </w:r>
      <w:r w:rsidR="00305B43" w:rsidRPr="000954E3">
        <w:t>čl. I dosavadním bodu 2</w:t>
      </w:r>
      <w:r w:rsidR="00305B43" w:rsidRPr="00414D98">
        <w:rPr>
          <w:b w:val="0"/>
        </w:rPr>
        <w:t xml:space="preserve"> se v § 2g odstavci 1 za slova „její přeložku“ vkládají slova „</w:t>
      </w:r>
      <w:r w:rsidR="000954E3">
        <w:rPr>
          <w:b w:val="0"/>
        </w:rPr>
        <w:t xml:space="preserve"> </w:t>
      </w:r>
      <w:r w:rsidR="00305B43" w:rsidRPr="00414D98">
        <w:rPr>
          <w:b w:val="0"/>
        </w:rPr>
        <w:t>, překládku nebo jinou její změnu (dále jen „přeložka“)“, za slova „věcná práva zajistil“ se vkládají slova „jeho jménem“ a na konci odstavce 1 se doplňuje věta „Zajišťuje-li věcná práva jménem vlastníka, provozovatele nebo správce dopravní nebo technické infrastruktury stavebník stavby dopravní infrastruktury, použije se pro oceňování těchto práv ustanovení § 3b obdobně.“.</w:t>
      </w:r>
    </w:p>
    <w:p w:rsidR="000954E3" w:rsidRPr="000954E3" w:rsidRDefault="000954E3" w:rsidP="000954E3"/>
    <w:p w:rsidR="00305B43" w:rsidRDefault="00414D98" w:rsidP="000954E3">
      <w:pPr>
        <w:pStyle w:val="Oznaenpozmn"/>
        <w:numPr>
          <w:ilvl w:val="0"/>
          <w:numId w:val="0"/>
        </w:numPr>
        <w:spacing w:after="0"/>
        <w:rPr>
          <w:b w:val="0"/>
        </w:rPr>
      </w:pPr>
      <w:r>
        <w:t xml:space="preserve">8. </w:t>
      </w:r>
      <w:r w:rsidR="00305B43" w:rsidRPr="000954E3">
        <w:t>V</w:t>
      </w:r>
      <w:r w:rsidRPr="000954E3">
        <w:t> </w:t>
      </w:r>
      <w:r w:rsidR="00305B43" w:rsidRPr="000954E3">
        <w:t>čl. I dosavadním bodu 2</w:t>
      </w:r>
      <w:r w:rsidR="00305B43" w:rsidRPr="000954E3">
        <w:rPr>
          <w:b w:val="0"/>
        </w:rPr>
        <w:t xml:space="preserve"> se v § 2g  odstavci 1, 4 a 5 za slova „stavby dopravní infrastruktury“ se vkládají slova „nebo vybrané stavby energetické infrastruktury“. </w:t>
      </w:r>
    </w:p>
    <w:p w:rsidR="000954E3" w:rsidRPr="000954E3" w:rsidRDefault="000954E3" w:rsidP="000954E3"/>
    <w:p w:rsidR="00305B43" w:rsidRPr="00E44ECC" w:rsidRDefault="00414D98" w:rsidP="000954E3">
      <w:pPr>
        <w:pStyle w:val="Oznaenpozmn"/>
        <w:numPr>
          <w:ilvl w:val="0"/>
          <w:numId w:val="0"/>
        </w:numPr>
        <w:spacing w:after="0"/>
      </w:pPr>
      <w:r>
        <w:t xml:space="preserve">9. </w:t>
      </w:r>
      <w:r w:rsidR="00305B43" w:rsidRPr="000954E3">
        <w:t>V</w:t>
      </w:r>
      <w:r w:rsidRPr="000954E3">
        <w:t> </w:t>
      </w:r>
      <w:r w:rsidR="00305B43" w:rsidRPr="000954E3">
        <w:t>čl. I se za dosavadní bod 2</w:t>
      </w:r>
      <w:r w:rsidR="00305B43" w:rsidRPr="000954E3">
        <w:rPr>
          <w:b w:val="0"/>
        </w:rPr>
        <w:t xml:space="preserve"> vkládá nový bod, který zní:</w:t>
      </w:r>
    </w:p>
    <w:p w:rsidR="00305B43" w:rsidRDefault="00305B43" w:rsidP="000954E3">
      <w:pPr>
        <w:pStyle w:val="Odstavecseseznamem"/>
        <w:spacing w:after="0" w:line="240" w:lineRule="auto"/>
        <w:ind w:left="567" w:hanging="567"/>
        <w:contextualSpacing w:val="0"/>
        <w:jc w:val="both"/>
        <w:rPr>
          <w:rFonts w:ascii="Times New Roman" w:hAnsi="Times New Roman"/>
          <w:sz w:val="24"/>
          <w:szCs w:val="24"/>
        </w:rPr>
      </w:pPr>
      <w:r w:rsidRPr="00E44ECC">
        <w:rPr>
          <w:rFonts w:ascii="Times New Roman" w:hAnsi="Times New Roman"/>
          <w:sz w:val="24"/>
          <w:szCs w:val="24"/>
        </w:rPr>
        <w:t>„X. V § 2h se dosavadní text označuje jako odstavec 1 a doplňuje se odstavec 2, který zní:</w:t>
      </w:r>
    </w:p>
    <w:p w:rsidR="000954E3" w:rsidRPr="00E44ECC" w:rsidRDefault="000954E3" w:rsidP="000954E3">
      <w:pPr>
        <w:pStyle w:val="Odstavecseseznamem"/>
        <w:spacing w:after="0" w:line="240" w:lineRule="auto"/>
        <w:ind w:left="567" w:hanging="567"/>
        <w:contextualSpacing w:val="0"/>
        <w:jc w:val="both"/>
        <w:rPr>
          <w:rFonts w:ascii="Times New Roman" w:hAnsi="Times New Roman"/>
          <w:sz w:val="24"/>
          <w:szCs w:val="24"/>
        </w:rPr>
      </w:pPr>
    </w:p>
    <w:p w:rsidR="00305B43" w:rsidRPr="00E44ECC" w:rsidRDefault="00305B43" w:rsidP="000954E3">
      <w:pPr>
        <w:pStyle w:val="Odstavecseseznamem"/>
        <w:spacing w:after="0" w:line="240" w:lineRule="auto"/>
        <w:ind w:left="0" w:firstLine="567"/>
        <w:contextualSpacing w:val="0"/>
        <w:jc w:val="both"/>
        <w:rPr>
          <w:rFonts w:ascii="Times New Roman" w:hAnsi="Times New Roman"/>
          <w:sz w:val="24"/>
          <w:szCs w:val="24"/>
        </w:rPr>
      </w:pPr>
      <w:r w:rsidRPr="00E44ECC">
        <w:rPr>
          <w:rFonts w:ascii="Times New Roman" w:hAnsi="Times New Roman"/>
          <w:sz w:val="24"/>
          <w:szCs w:val="24"/>
        </w:rPr>
        <w:t>„(2) Při převodu majetku v</w:t>
      </w:r>
      <w:r w:rsidR="00414D98">
        <w:rPr>
          <w:rFonts w:ascii="Times New Roman" w:hAnsi="Times New Roman"/>
          <w:sz w:val="24"/>
          <w:szCs w:val="24"/>
        </w:rPr>
        <w:t> </w:t>
      </w:r>
      <w:r w:rsidRPr="00E44ECC">
        <w:rPr>
          <w:rFonts w:ascii="Times New Roman" w:hAnsi="Times New Roman"/>
          <w:sz w:val="24"/>
          <w:szCs w:val="24"/>
        </w:rPr>
        <w:t>souvislosti s</w:t>
      </w:r>
      <w:r w:rsidR="00414D98">
        <w:rPr>
          <w:rFonts w:ascii="Times New Roman" w:hAnsi="Times New Roman"/>
          <w:sz w:val="24"/>
          <w:szCs w:val="24"/>
        </w:rPr>
        <w:t> </w:t>
      </w:r>
      <w:r w:rsidRPr="00E44ECC">
        <w:rPr>
          <w:rFonts w:ascii="Times New Roman" w:hAnsi="Times New Roman"/>
          <w:sz w:val="24"/>
          <w:szCs w:val="24"/>
        </w:rPr>
        <w:t>uskutečněním stavby dopravní infrastruktury se nevyžaduje udělení souhlasu, výjimky nebo schválení podle zákona o majetku státu.“.“.</w:t>
      </w:r>
    </w:p>
    <w:p w:rsidR="00305B43" w:rsidRDefault="00305B43" w:rsidP="000954E3">
      <w:pPr>
        <w:pStyle w:val="Odstavecseseznamem"/>
        <w:spacing w:after="0" w:line="240" w:lineRule="auto"/>
        <w:ind w:left="1792" w:hanging="1083"/>
        <w:contextualSpacing w:val="0"/>
        <w:jc w:val="both"/>
        <w:rPr>
          <w:rFonts w:ascii="Times New Roman" w:hAnsi="Times New Roman"/>
          <w:sz w:val="24"/>
          <w:szCs w:val="24"/>
        </w:rPr>
      </w:pPr>
      <w:r w:rsidRPr="00E44ECC">
        <w:rPr>
          <w:rFonts w:ascii="Times New Roman" w:hAnsi="Times New Roman"/>
          <w:sz w:val="24"/>
          <w:szCs w:val="24"/>
        </w:rPr>
        <w:t>Následující body se přečíslují.</w:t>
      </w:r>
    </w:p>
    <w:p w:rsidR="000954E3" w:rsidRPr="00E44ECC" w:rsidRDefault="000954E3" w:rsidP="000954E3">
      <w:pPr>
        <w:pStyle w:val="Odstavecseseznamem"/>
        <w:spacing w:after="0" w:line="240" w:lineRule="auto"/>
        <w:ind w:left="1792" w:hanging="1083"/>
        <w:contextualSpacing w:val="0"/>
        <w:jc w:val="both"/>
        <w:rPr>
          <w:rFonts w:ascii="Times New Roman" w:hAnsi="Times New Roman"/>
          <w:sz w:val="24"/>
          <w:szCs w:val="24"/>
        </w:rPr>
      </w:pPr>
    </w:p>
    <w:p w:rsidR="00305B43" w:rsidRPr="00853A77" w:rsidRDefault="00414D98" w:rsidP="000954E3">
      <w:pPr>
        <w:pStyle w:val="Oznaenpozmn"/>
        <w:numPr>
          <w:ilvl w:val="0"/>
          <w:numId w:val="0"/>
        </w:numPr>
        <w:spacing w:after="0"/>
      </w:pPr>
      <w:r>
        <w:t xml:space="preserve">10. </w:t>
      </w:r>
      <w:r w:rsidR="00305B43" w:rsidRPr="00853A77">
        <w:t>V</w:t>
      </w:r>
      <w:r>
        <w:t> </w:t>
      </w:r>
      <w:r w:rsidR="00305B43" w:rsidRPr="00853A77">
        <w:t>čl. I se za dosavadní bod 2 vkládá nový bod, který zní:</w:t>
      </w:r>
    </w:p>
    <w:p w:rsidR="00305B43" w:rsidRPr="00645858" w:rsidRDefault="00305B43" w:rsidP="000954E3">
      <w:r w:rsidRPr="00645858">
        <w:t>„X. Za § 2g se vkládá nový § 2h, který zní:</w:t>
      </w:r>
    </w:p>
    <w:p w:rsidR="00305B43" w:rsidRDefault="00305B43" w:rsidP="000954E3">
      <w:pPr>
        <w:ind w:firstLine="709"/>
        <w:jc w:val="center"/>
      </w:pPr>
      <w:r w:rsidRPr="00645858">
        <w:t>„§ 2h</w:t>
      </w:r>
    </w:p>
    <w:p w:rsidR="000954E3" w:rsidRPr="00645858" w:rsidRDefault="000954E3" w:rsidP="000954E3">
      <w:pPr>
        <w:ind w:firstLine="709"/>
        <w:jc w:val="center"/>
      </w:pPr>
    </w:p>
    <w:p w:rsidR="00305B43" w:rsidRPr="00645858" w:rsidRDefault="00305B43" w:rsidP="000954E3">
      <w:pPr>
        <w:ind w:firstLine="567"/>
      </w:pPr>
      <w:r w:rsidRPr="00645858">
        <w:lastRenderedPageBreak/>
        <w:t>Žádost o vydání souhlasu s</w:t>
      </w:r>
      <w:r w:rsidR="00414D98">
        <w:t> </w:t>
      </w:r>
      <w:r w:rsidRPr="00645858">
        <w:t>odnětím zemědělské půdy ze zemědělského půdního fondu pro účely stavby dopravní nebo energetické infrastruktury se podává u orgánu ochrany zemědělského půdního fondu, který je příslušný k</w:t>
      </w:r>
      <w:r w:rsidR="00414D98">
        <w:t> </w:t>
      </w:r>
      <w:r w:rsidRPr="00645858">
        <w:t>jejímu vyřízení.“.“.</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Default="00414D98" w:rsidP="000954E3">
      <w:pPr>
        <w:pStyle w:val="Oznaenpozmn"/>
        <w:numPr>
          <w:ilvl w:val="0"/>
          <w:numId w:val="0"/>
        </w:numPr>
        <w:spacing w:after="0"/>
      </w:pPr>
      <w:r>
        <w:t xml:space="preserve">11. </w:t>
      </w:r>
      <w:r w:rsidR="00305B43">
        <w:t>V</w:t>
      </w:r>
      <w:r>
        <w:t> </w:t>
      </w:r>
      <w:r w:rsidR="00305B43">
        <w:t>čl. I se za dosavadní bod 2 vkládá nový bod, který zní:</w:t>
      </w:r>
    </w:p>
    <w:p w:rsidR="00305B43" w:rsidRPr="00853A77" w:rsidRDefault="00305B43" w:rsidP="000954E3">
      <w:pPr>
        <w:pStyle w:val="Odstavecseseznamem"/>
        <w:spacing w:after="0" w:line="240" w:lineRule="auto"/>
        <w:ind w:left="709" w:hanging="142"/>
        <w:contextualSpacing w:val="0"/>
        <w:jc w:val="both"/>
        <w:rPr>
          <w:rFonts w:ascii="Times New Roman" w:hAnsi="Times New Roman"/>
          <w:color w:val="000000"/>
          <w:sz w:val="24"/>
          <w:szCs w:val="24"/>
        </w:rPr>
      </w:pPr>
      <w:r>
        <w:rPr>
          <w:rFonts w:ascii="Times New Roman" w:hAnsi="Times New Roman"/>
          <w:color w:val="000000"/>
          <w:sz w:val="24"/>
          <w:szCs w:val="24"/>
        </w:rPr>
        <w:t xml:space="preserve">„X. </w:t>
      </w:r>
      <w:r w:rsidRPr="00853A77">
        <w:rPr>
          <w:rFonts w:ascii="Times New Roman" w:hAnsi="Times New Roman"/>
          <w:color w:val="000000"/>
          <w:sz w:val="24"/>
          <w:szCs w:val="24"/>
        </w:rPr>
        <w:t xml:space="preserve">Za § 2h se vkládá nový § 2i, který včetně poznámky pod čarou č. 16 zní: </w:t>
      </w:r>
    </w:p>
    <w:p w:rsidR="00305B43" w:rsidRDefault="00305B43" w:rsidP="000954E3">
      <w:pPr>
        <w:pStyle w:val="Odstavecseseznamem"/>
        <w:spacing w:after="0" w:line="240" w:lineRule="auto"/>
        <w:ind w:left="425" w:firstLine="284"/>
        <w:contextualSpacing w:val="0"/>
        <w:jc w:val="center"/>
        <w:rPr>
          <w:rFonts w:ascii="Times New Roman" w:hAnsi="Times New Roman"/>
          <w:sz w:val="24"/>
          <w:szCs w:val="24"/>
        </w:rPr>
      </w:pPr>
      <w:r w:rsidRPr="00645858">
        <w:rPr>
          <w:rFonts w:ascii="Times New Roman" w:hAnsi="Times New Roman"/>
          <w:sz w:val="24"/>
          <w:szCs w:val="24"/>
        </w:rPr>
        <w:t>„§ 2i</w:t>
      </w:r>
    </w:p>
    <w:p w:rsidR="000954E3" w:rsidRPr="00645858" w:rsidRDefault="000954E3" w:rsidP="000954E3">
      <w:pPr>
        <w:pStyle w:val="Odstavecseseznamem"/>
        <w:spacing w:after="0" w:line="240" w:lineRule="auto"/>
        <w:ind w:left="425" w:firstLine="284"/>
        <w:contextualSpacing w:val="0"/>
        <w:jc w:val="center"/>
        <w:rPr>
          <w:rFonts w:ascii="Times New Roman" w:hAnsi="Times New Roman"/>
          <w:sz w:val="24"/>
          <w:szCs w:val="24"/>
        </w:rPr>
      </w:pPr>
    </w:p>
    <w:p w:rsidR="00305B43" w:rsidRDefault="00305B43" w:rsidP="000954E3">
      <w:pPr>
        <w:pStyle w:val="Odstavecseseznamem"/>
        <w:spacing w:after="0" w:line="240" w:lineRule="auto"/>
        <w:ind w:left="426" w:firstLine="283"/>
        <w:contextualSpacing w:val="0"/>
        <w:jc w:val="center"/>
        <w:rPr>
          <w:rFonts w:ascii="Times New Roman" w:hAnsi="Times New Roman"/>
          <w:b/>
          <w:sz w:val="24"/>
          <w:szCs w:val="24"/>
        </w:rPr>
      </w:pPr>
      <w:r w:rsidRPr="000954E3">
        <w:rPr>
          <w:rFonts w:ascii="Times New Roman" w:hAnsi="Times New Roman"/>
          <w:b/>
          <w:sz w:val="24"/>
          <w:szCs w:val="24"/>
        </w:rPr>
        <w:t>Budování infrastruktury elektronických komunikací</w:t>
      </w:r>
    </w:p>
    <w:p w:rsidR="000954E3" w:rsidRPr="000954E3" w:rsidRDefault="000954E3" w:rsidP="000954E3">
      <w:pPr>
        <w:pStyle w:val="Odstavecseseznamem"/>
        <w:spacing w:after="0" w:line="240" w:lineRule="auto"/>
        <w:ind w:left="426" w:firstLine="283"/>
        <w:contextualSpacing w:val="0"/>
        <w:jc w:val="center"/>
        <w:rPr>
          <w:rFonts w:ascii="Times New Roman" w:hAnsi="Times New Roman"/>
          <w:b/>
          <w:sz w:val="24"/>
          <w:szCs w:val="24"/>
        </w:rPr>
      </w:pPr>
    </w:p>
    <w:p w:rsidR="00305B43" w:rsidRPr="004261C8" w:rsidRDefault="00305B43" w:rsidP="000954E3">
      <w:pPr>
        <w:ind w:firstLine="567"/>
      </w:pPr>
      <w:r>
        <w:t xml:space="preserve">(1) </w:t>
      </w:r>
      <w:r w:rsidRPr="004261C8">
        <w:t>Rozhodnutí o umístění stavby ani územní souhlas podle stavebního zákona nevyžadují přípojky elektronických komunikací do délky 100 metrů; to neplatí v</w:t>
      </w:r>
      <w:r w:rsidR="00414D98">
        <w:t> </w:t>
      </w:r>
      <w:r w:rsidRPr="004261C8">
        <w:t>případech, kdy je vyžadováno závazné stanovisko k</w:t>
      </w:r>
      <w:r w:rsidR="00414D98">
        <w:t> </w:t>
      </w:r>
      <w:r w:rsidRPr="004261C8">
        <w:t>posouzení vlivů provedení záměru na životní prostředí podle zákona o posuzování vlivů na životní prostředí</w:t>
      </w:r>
      <w:r w:rsidRPr="004261C8">
        <w:rPr>
          <w:vertAlign w:val="superscript"/>
        </w:rPr>
        <w:t>16)</w:t>
      </w:r>
      <w:r w:rsidRPr="004261C8">
        <w:t>.</w:t>
      </w:r>
    </w:p>
    <w:p w:rsidR="00305B43" w:rsidRDefault="00305B43" w:rsidP="000954E3">
      <w:pPr>
        <w:pStyle w:val="Odstavecseseznamem"/>
        <w:spacing w:after="0" w:line="240" w:lineRule="auto"/>
        <w:ind w:left="0" w:firstLine="567"/>
        <w:contextualSpacing w:val="0"/>
        <w:jc w:val="both"/>
        <w:rPr>
          <w:rFonts w:ascii="Times New Roman" w:hAnsi="Times New Roman"/>
          <w:sz w:val="24"/>
          <w:szCs w:val="24"/>
        </w:rPr>
      </w:pPr>
      <w:r>
        <w:rPr>
          <w:rFonts w:ascii="Times New Roman" w:hAnsi="Times New Roman"/>
          <w:sz w:val="24"/>
          <w:szCs w:val="24"/>
        </w:rPr>
        <w:t xml:space="preserve">(2) </w:t>
      </w:r>
      <w:r w:rsidRPr="00645858">
        <w:rPr>
          <w:rFonts w:ascii="Times New Roman" w:hAnsi="Times New Roman"/>
          <w:sz w:val="24"/>
          <w:szCs w:val="24"/>
        </w:rPr>
        <w:t>K</w:t>
      </w:r>
      <w:r w:rsidR="00414D98">
        <w:rPr>
          <w:rFonts w:ascii="Times New Roman" w:hAnsi="Times New Roman"/>
          <w:sz w:val="24"/>
          <w:szCs w:val="24"/>
        </w:rPr>
        <w:t> </w:t>
      </w:r>
      <w:r w:rsidRPr="00645858">
        <w:rPr>
          <w:rFonts w:ascii="Times New Roman" w:hAnsi="Times New Roman"/>
          <w:sz w:val="24"/>
          <w:szCs w:val="24"/>
        </w:rPr>
        <w:t>užívání stavby infrastruktury elektronických komunikací se nevyžaduje kolaudační souhlas ani kolaudační rozhodnutí podle stavebního zákona. Stavebník předloží do 60 dnů ode dne zahájení užívání stavby příslušnému stavebnímu úřadu údaje určující polohu definičního bodu stavby, dokumentaci skutečného provedení stavby, pokud při jejím provádění došlo k</w:t>
      </w:r>
      <w:r w:rsidR="00414D98">
        <w:rPr>
          <w:rFonts w:ascii="Times New Roman" w:hAnsi="Times New Roman"/>
          <w:sz w:val="24"/>
          <w:szCs w:val="24"/>
        </w:rPr>
        <w:t> </w:t>
      </w:r>
      <w:r w:rsidRPr="00645858">
        <w:rPr>
          <w:rFonts w:ascii="Times New Roman" w:hAnsi="Times New Roman"/>
          <w:sz w:val="24"/>
          <w:szCs w:val="24"/>
        </w:rPr>
        <w:t>nepodstatným odchylkám oproti ověřené dokumentaci nebo ověřené projektové dokumentaci, a ge</w:t>
      </w:r>
      <w:r>
        <w:rPr>
          <w:rFonts w:ascii="Times New Roman" w:hAnsi="Times New Roman"/>
          <w:sz w:val="24"/>
          <w:szCs w:val="24"/>
        </w:rPr>
        <w:t>ometrický plán umístění stavby.</w:t>
      </w:r>
    </w:p>
    <w:p w:rsidR="000954E3" w:rsidRDefault="000954E3" w:rsidP="00327D2F">
      <w:pPr>
        <w:pStyle w:val="Odstavecseseznamem"/>
        <w:spacing w:after="0" w:line="240" w:lineRule="auto"/>
        <w:ind w:left="0"/>
        <w:contextualSpacing w:val="0"/>
        <w:jc w:val="both"/>
        <w:rPr>
          <w:rFonts w:ascii="Times New Roman" w:hAnsi="Times New Roman"/>
          <w:sz w:val="24"/>
          <w:szCs w:val="24"/>
        </w:rPr>
      </w:pPr>
      <w:r>
        <w:rPr>
          <w:rFonts w:ascii="Times New Roman" w:hAnsi="Times New Roman"/>
          <w:sz w:val="24"/>
          <w:szCs w:val="24"/>
        </w:rPr>
        <w:t>____________</w:t>
      </w:r>
    </w:p>
    <w:p w:rsidR="00305B43" w:rsidRPr="009B3B5B" w:rsidRDefault="00305B43" w:rsidP="000954E3">
      <w:r w:rsidRPr="004261C8">
        <w:rPr>
          <w:sz w:val="20"/>
          <w:vertAlign w:val="superscript"/>
        </w:rPr>
        <w:t>16)</w:t>
      </w:r>
      <w:r w:rsidRPr="004261C8">
        <w:rPr>
          <w:sz w:val="20"/>
        </w:rPr>
        <w:t xml:space="preserve"> § 45i odst. 2 zákona č. 114/1992 Sb., o ochraně přírody a krajiny, ve znění pozdějších předpisů.</w:t>
      </w:r>
      <w:r w:rsidRPr="004261C8">
        <w:rPr>
          <w:sz w:val="20"/>
        </w:rPr>
        <w:br/>
        <w:t>Zákon č. 100/2001 Sb., o posuzování vlivů na životní prostředí a o změně některých souvisejících zákonů (zákon o posuzování vlivů na životní prostředí), ve znění pozdějších předpisů.</w:t>
      </w:r>
      <w:r>
        <w:t>“.“.</w:t>
      </w:r>
    </w:p>
    <w:p w:rsidR="00305B43" w:rsidRDefault="00305B43" w:rsidP="000954E3">
      <w:pPr>
        <w:ind w:firstLine="709"/>
      </w:pPr>
      <w:r w:rsidRPr="00B0642C">
        <w:t>Následující body se přečíslují.</w:t>
      </w:r>
    </w:p>
    <w:p w:rsidR="000954E3" w:rsidRPr="00B0642C" w:rsidRDefault="000954E3" w:rsidP="000954E3">
      <w:pPr>
        <w:ind w:firstLine="709"/>
      </w:pPr>
    </w:p>
    <w:p w:rsidR="00305B43" w:rsidRPr="00853A77" w:rsidRDefault="00414D98" w:rsidP="000954E3">
      <w:pPr>
        <w:pStyle w:val="Oznaenpozmn"/>
        <w:numPr>
          <w:ilvl w:val="0"/>
          <w:numId w:val="0"/>
        </w:numPr>
        <w:spacing w:after="0"/>
      </w:pPr>
      <w:r>
        <w:t xml:space="preserve">12. </w:t>
      </w:r>
      <w:r w:rsidR="00305B43" w:rsidRPr="00853A77">
        <w:t>V čl. I se za dosavadní bod 2 vkládá nový bod, který zní:</w:t>
      </w:r>
    </w:p>
    <w:p w:rsidR="00305B43" w:rsidRPr="00645858" w:rsidRDefault="00305B43" w:rsidP="000954E3">
      <w:r w:rsidRPr="00645858">
        <w:t>„X. V § 3 se doplňuje odstavec 6, který zní:</w:t>
      </w:r>
    </w:p>
    <w:p w:rsidR="00305B43" w:rsidRPr="00645858" w:rsidRDefault="00305B43" w:rsidP="000954E3">
      <w:pPr>
        <w:ind w:firstLine="567"/>
      </w:pPr>
      <w:r w:rsidRPr="00645858">
        <w:t>„(6) Jde-li o práva potřebná pro uskutečnění stavby dopravní nebo energetické infrastruktury, je podmínka přípustnosti vyvlastnění spočívající v nemožnosti získat tato práva dohodou nebo jiným způsobem splněna, pokud byl vyvlastňovanému doručen návrh na uzavření smlouvy o získání práv k pozemku nebo ke stavbě, která jsou předmětem vyvlastnění, a smlouva nebyla ve lhůtě 90 dnů ode dne doručení návrhu uzavřena, přestože se vyvlastnitel nejméně 30 dnů před podáním žádosti o vyvlastnění pokusil s vyvlastňovaným o návrhu smlouvy jednat.“.</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Pr="00454491" w:rsidRDefault="000954E3" w:rsidP="000954E3">
      <w:pPr>
        <w:pStyle w:val="Oznaenpozmn"/>
        <w:numPr>
          <w:ilvl w:val="0"/>
          <w:numId w:val="0"/>
        </w:numPr>
        <w:spacing w:after="0"/>
      </w:pPr>
      <w:r>
        <w:t xml:space="preserve">13. </w:t>
      </w:r>
      <w:r w:rsidR="00305B43" w:rsidRPr="00454491">
        <w:t>V čl. I se za dosavadní bod 3 vkládá nový bod, který zní:</w:t>
      </w:r>
    </w:p>
    <w:p w:rsidR="00305B43" w:rsidRPr="00454491" w:rsidRDefault="00305B43" w:rsidP="000954E3">
      <w:pPr>
        <w:pStyle w:val="Odstavecseseznamem"/>
        <w:spacing w:after="0" w:line="240" w:lineRule="auto"/>
        <w:ind w:left="0"/>
        <w:contextualSpacing w:val="0"/>
        <w:jc w:val="both"/>
        <w:rPr>
          <w:rFonts w:ascii="Times New Roman" w:hAnsi="Times New Roman"/>
          <w:sz w:val="24"/>
          <w:szCs w:val="24"/>
        </w:rPr>
      </w:pPr>
      <w:r w:rsidRPr="00454491">
        <w:rPr>
          <w:rFonts w:ascii="Times New Roman" w:hAnsi="Times New Roman"/>
          <w:sz w:val="24"/>
          <w:szCs w:val="24"/>
        </w:rPr>
        <w:t>„X. Na konci § 3a se doplňuje věta, která zní:</w:t>
      </w:r>
    </w:p>
    <w:p w:rsidR="00305B43" w:rsidRPr="00454491" w:rsidRDefault="00305B43" w:rsidP="000954E3">
      <w:pPr>
        <w:pStyle w:val="Odstavecseseznamem"/>
        <w:spacing w:after="0" w:line="240" w:lineRule="auto"/>
        <w:ind w:left="0"/>
        <w:jc w:val="both"/>
        <w:rPr>
          <w:rFonts w:ascii="Times New Roman" w:hAnsi="Times New Roman"/>
          <w:sz w:val="24"/>
          <w:szCs w:val="24"/>
        </w:rPr>
      </w:pPr>
      <w:r w:rsidRPr="00454491">
        <w:rPr>
          <w:rFonts w:ascii="Times New Roman" w:hAnsi="Times New Roman"/>
          <w:color w:val="1F497D"/>
          <w:sz w:val="24"/>
          <w:szCs w:val="24"/>
        </w:rPr>
        <w:t>„</w:t>
      </w:r>
      <w:r w:rsidRPr="00454491">
        <w:rPr>
          <w:rFonts w:ascii="Times New Roman" w:hAnsi="Times New Roman"/>
          <w:sz w:val="24"/>
          <w:szCs w:val="24"/>
        </w:rPr>
        <w:t>Získávají-li se práva podle věty první převodem spol</w:t>
      </w:r>
      <w:r>
        <w:rPr>
          <w:rFonts w:ascii="Times New Roman" w:hAnsi="Times New Roman"/>
          <w:sz w:val="24"/>
          <w:szCs w:val="24"/>
        </w:rPr>
        <w:t xml:space="preserve">uvlastnického podílu, předkupní </w:t>
      </w:r>
      <w:r w:rsidRPr="00454491">
        <w:rPr>
          <w:rFonts w:ascii="Times New Roman" w:hAnsi="Times New Roman"/>
          <w:sz w:val="24"/>
          <w:szCs w:val="24"/>
        </w:rPr>
        <w:t xml:space="preserve">právo spoluvlastníka k tomuto podílu vzniklé </w:t>
      </w:r>
      <w:r>
        <w:rPr>
          <w:rFonts w:ascii="Times New Roman" w:hAnsi="Times New Roman"/>
          <w:sz w:val="24"/>
          <w:szCs w:val="24"/>
        </w:rPr>
        <w:t xml:space="preserve">ze zákona nebo zřízené smlouvou </w:t>
      </w:r>
      <w:r w:rsidRPr="00454491">
        <w:rPr>
          <w:rFonts w:ascii="Times New Roman" w:hAnsi="Times New Roman"/>
          <w:sz w:val="24"/>
          <w:szCs w:val="24"/>
        </w:rPr>
        <w:t>se neuplatní.“.“.</w:t>
      </w:r>
    </w:p>
    <w:p w:rsidR="00305B43" w:rsidRDefault="00305B43" w:rsidP="000954E3">
      <w:pPr>
        <w:pStyle w:val="Odstavecseseznamem"/>
        <w:spacing w:after="0" w:line="240" w:lineRule="auto"/>
        <w:contextualSpacing w:val="0"/>
        <w:jc w:val="both"/>
        <w:rPr>
          <w:rFonts w:ascii="Times New Roman" w:hAnsi="Times New Roman"/>
          <w:sz w:val="24"/>
          <w:szCs w:val="24"/>
        </w:rPr>
      </w:pPr>
      <w:r w:rsidRPr="00454491">
        <w:rPr>
          <w:rFonts w:ascii="Times New Roman" w:hAnsi="Times New Roman"/>
          <w:sz w:val="24"/>
          <w:szCs w:val="24"/>
        </w:rPr>
        <w:t>Následující body se přečíslují.</w:t>
      </w:r>
    </w:p>
    <w:p w:rsidR="000954E3" w:rsidRPr="00454491" w:rsidRDefault="000954E3" w:rsidP="000954E3">
      <w:pPr>
        <w:pStyle w:val="Odstavecseseznamem"/>
        <w:spacing w:after="0" w:line="240" w:lineRule="auto"/>
        <w:contextualSpacing w:val="0"/>
        <w:jc w:val="both"/>
        <w:rPr>
          <w:rFonts w:ascii="Times New Roman" w:hAnsi="Times New Roman"/>
          <w:sz w:val="24"/>
          <w:szCs w:val="24"/>
        </w:rPr>
      </w:pPr>
    </w:p>
    <w:p w:rsidR="00305B43" w:rsidRPr="00853A77" w:rsidRDefault="000954E3" w:rsidP="000954E3">
      <w:pPr>
        <w:pStyle w:val="Oznaenpozmn"/>
        <w:numPr>
          <w:ilvl w:val="0"/>
          <w:numId w:val="0"/>
        </w:numPr>
        <w:spacing w:after="0"/>
      </w:pPr>
      <w:r>
        <w:t xml:space="preserve">14. </w:t>
      </w:r>
      <w:r w:rsidR="00305B43" w:rsidRPr="00853A77">
        <w:t>V čl. I se za dosavadní bod 2 vkládá nový bod, který zní:</w:t>
      </w:r>
    </w:p>
    <w:p w:rsidR="00305B43" w:rsidRPr="00645858" w:rsidRDefault="00305B43" w:rsidP="000954E3">
      <w:r w:rsidRPr="00645858">
        <w:t>„X. V § 3b odst. 2 se slova „a účelu užití“ zrušují.“.</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Pr="00853A77" w:rsidRDefault="000954E3" w:rsidP="000954E3">
      <w:pPr>
        <w:pStyle w:val="Oznaenpozmn"/>
        <w:numPr>
          <w:ilvl w:val="0"/>
          <w:numId w:val="0"/>
        </w:numPr>
        <w:spacing w:after="0"/>
      </w:pPr>
      <w:r>
        <w:t xml:space="preserve">15. </w:t>
      </w:r>
      <w:r w:rsidR="00305B43" w:rsidRPr="00853A77">
        <w:t>V čl. I se za dosavadní bod 3 vkládají nové body, které znějí:</w:t>
      </w:r>
    </w:p>
    <w:p w:rsidR="00305B43" w:rsidRPr="00645858" w:rsidRDefault="00305B43" w:rsidP="000954E3">
      <w:r w:rsidRPr="00645858">
        <w:t>„X. V § 3b se za odstavec 5 vkládá nový odstavec 6, který zní:</w:t>
      </w:r>
    </w:p>
    <w:p w:rsidR="00305B43" w:rsidRPr="00645858" w:rsidRDefault="00305B43" w:rsidP="000954E3">
      <w:pPr>
        <w:ind w:firstLine="567"/>
      </w:pPr>
      <w:r w:rsidRPr="00645858">
        <w:lastRenderedPageBreak/>
        <w:t>„(6) Postup podle odstavců 1 až 5 lze rozšířit i na právo k pozemku nebo stavbě, které není nezbytné pro uskutečnění stavby dopravní infrastruktury, pokud by v důsledku převodu práv podle § 3a tento pozemek nebo stavbu nebylo možné užívat vůbec nebo jen s nepřiměřenými obtížemi.“.</w:t>
      </w:r>
    </w:p>
    <w:p w:rsidR="00305B43" w:rsidRDefault="00305B43" w:rsidP="000954E3">
      <w:pPr>
        <w:ind w:firstLine="709"/>
      </w:pPr>
      <w:r w:rsidRPr="00645858">
        <w:t>Dosavadní odstavec 6 se označuje jako odstavec 7.</w:t>
      </w:r>
    </w:p>
    <w:p w:rsidR="000954E3" w:rsidRPr="00645858" w:rsidRDefault="000954E3" w:rsidP="000954E3">
      <w:pPr>
        <w:ind w:firstLine="709"/>
      </w:pPr>
    </w:p>
    <w:p w:rsidR="00305B43" w:rsidRPr="00645858" w:rsidRDefault="00305B43" w:rsidP="000954E3">
      <w:r w:rsidRPr="00645858">
        <w:t>X. V § 3b odst. 7 se číslo „5“ nahrazuje číslem „6“.“.</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Pr="00AC0343" w:rsidRDefault="000954E3" w:rsidP="000954E3">
      <w:pPr>
        <w:pStyle w:val="Oznaenpozmn"/>
        <w:numPr>
          <w:ilvl w:val="0"/>
          <w:numId w:val="0"/>
        </w:numPr>
        <w:spacing w:after="0"/>
      </w:pPr>
      <w:r>
        <w:t xml:space="preserve">16. </w:t>
      </w:r>
      <w:r w:rsidR="00305B43" w:rsidRPr="00AC0343">
        <w:t>V čl. I se za dosavadní bod 3 vkládá nový bod, který zní:</w:t>
      </w:r>
    </w:p>
    <w:p w:rsidR="00305B43" w:rsidRPr="00645858" w:rsidRDefault="00305B43" w:rsidP="000954E3">
      <w:pPr>
        <w:ind w:firstLine="709"/>
      </w:pPr>
      <w:r w:rsidRPr="00645858">
        <w:t>„X. § 3d zní:</w:t>
      </w:r>
    </w:p>
    <w:p w:rsidR="00305B43" w:rsidRPr="00645858" w:rsidRDefault="00305B43" w:rsidP="000954E3">
      <w:pPr>
        <w:ind w:firstLine="708"/>
        <w:jc w:val="center"/>
      </w:pPr>
      <w:r w:rsidRPr="00645858">
        <w:t>„§ 3d</w:t>
      </w:r>
    </w:p>
    <w:p w:rsidR="00305B43" w:rsidRDefault="00305B43" w:rsidP="000954E3">
      <w:pPr>
        <w:ind w:firstLine="567"/>
      </w:pPr>
      <w:r w:rsidRPr="00645858">
        <w:t>Směnnou smlouvou lze práva potřebná pro uskutečnění stavby dopravní infrastruktury získat pouze výměnou za práva k pozemku ve vlastnictví České republiky nebo právnické osoby zřízené zákonem nebo zřízené nebo založené státem, vůči níž je stát ovládající osobou. Pro ocenění se použije § 3b odst. 2.“.“.</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Pr="00AC0343" w:rsidRDefault="000954E3" w:rsidP="000954E3">
      <w:pPr>
        <w:pStyle w:val="Oznaenpozmn"/>
        <w:numPr>
          <w:ilvl w:val="0"/>
          <w:numId w:val="0"/>
        </w:numPr>
        <w:spacing w:after="0"/>
      </w:pPr>
      <w:r>
        <w:t xml:space="preserve">17. </w:t>
      </w:r>
      <w:r w:rsidR="00305B43" w:rsidRPr="00AC0343">
        <w:t>V čl. I dosavadní bod 4 zní:</w:t>
      </w:r>
    </w:p>
    <w:p w:rsidR="00305B43" w:rsidRPr="00645858" w:rsidRDefault="00305B43" w:rsidP="000954E3">
      <w:r w:rsidRPr="00645858">
        <w:t>„X. Za § 4 se vkládá § 4a, který včetně poznámky pod čarou č. 15 zní:</w:t>
      </w:r>
    </w:p>
    <w:p w:rsidR="00305B43" w:rsidRDefault="00305B43" w:rsidP="000954E3">
      <w:pPr>
        <w:ind w:firstLine="708"/>
        <w:jc w:val="center"/>
      </w:pPr>
      <w:r w:rsidRPr="00645858">
        <w:t>„§ 4a</w:t>
      </w:r>
    </w:p>
    <w:p w:rsidR="000954E3" w:rsidRPr="00645858" w:rsidRDefault="000954E3" w:rsidP="000954E3">
      <w:pPr>
        <w:ind w:firstLine="708"/>
        <w:jc w:val="center"/>
      </w:pPr>
    </w:p>
    <w:p w:rsidR="00305B43" w:rsidRDefault="00305B43" w:rsidP="000954E3">
      <w:pPr>
        <w:ind w:firstLine="567"/>
      </w:pPr>
      <w:r w:rsidRPr="00645858">
        <w:t>(1) Dospěje-li vyvlastňovací úřad ve vyvlastňovacím řízení, které se týká práva k pozemku nebo ke stavbě potřebného k uskutečnění stavby dopravní infrastruktury vymezené v zásadách územního rozvoje a uvedené v příloze k tomuto zákonu, k závěru, že podmínky pro vyvlastnění jsou s výjimkou určení výše náhrady za vyvlastnění splněny, vydá na žádost vyvlastnitele mezitímní rozhodnutí</w:t>
      </w:r>
      <w:r w:rsidRPr="00645858">
        <w:rPr>
          <w:vertAlign w:val="superscript"/>
        </w:rPr>
        <w:t>15)</w:t>
      </w:r>
      <w:r w:rsidRPr="00645858">
        <w:t xml:space="preserve"> obsahující výroky podle § 24 odst. 3 zákona o vyvlastnění (dále jen „mezitímní rozhodnutí“).</w:t>
      </w:r>
    </w:p>
    <w:p w:rsidR="000954E3" w:rsidRPr="00645858" w:rsidRDefault="000954E3" w:rsidP="000954E3">
      <w:pPr>
        <w:ind w:firstLine="567"/>
      </w:pPr>
    </w:p>
    <w:p w:rsidR="00305B43" w:rsidRDefault="00305B43" w:rsidP="000954E3">
      <w:pPr>
        <w:ind w:firstLine="567"/>
      </w:pPr>
      <w:r w:rsidRPr="00645858">
        <w:t>(2) Odvolání proti mezitímnímu rozhodnutí není přípustné.</w:t>
      </w:r>
    </w:p>
    <w:p w:rsidR="000954E3" w:rsidRPr="00645858" w:rsidRDefault="000954E3" w:rsidP="000954E3">
      <w:pPr>
        <w:ind w:firstLine="567"/>
      </w:pPr>
    </w:p>
    <w:p w:rsidR="00305B43" w:rsidRDefault="00305B43" w:rsidP="000954E3">
      <w:pPr>
        <w:ind w:firstLine="567"/>
      </w:pPr>
      <w:r w:rsidRPr="00645858">
        <w:t>(3) O žalobě proti mezitímnímu rozhodnutí rozhodne soud ve lhůtě 60 dnů; to platí obdobně i pro řízení o opravných prostředcích proti rozhodnutí soudu o žalobě.</w:t>
      </w:r>
    </w:p>
    <w:p w:rsidR="000954E3" w:rsidRPr="00645858" w:rsidRDefault="000954E3" w:rsidP="000954E3">
      <w:pPr>
        <w:ind w:firstLine="567"/>
      </w:pPr>
    </w:p>
    <w:p w:rsidR="00305B43" w:rsidRDefault="00305B43" w:rsidP="000954E3">
      <w:pPr>
        <w:ind w:firstLine="567"/>
      </w:pPr>
      <w:r w:rsidRPr="00645858">
        <w:t>(4) Návrh na přiznání odkladného účinku žaloby proti mezitímnímu rozhodnutí lze podat pouze společně se žalobou. Návrh na přiznání odkladného účinku opravného prostředku proti rozhodnutí soudu o žalobě podle předchozí věty lze podat pouze společně s opravným prostředkem. K později podanému návrhu na přiznání odkladného účinku soud nepřihlíží.</w:t>
      </w:r>
    </w:p>
    <w:p w:rsidR="000954E3" w:rsidRPr="00645858" w:rsidRDefault="000954E3" w:rsidP="000954E3">
      <w:pPr>
        <w:ind w:firstLine="567"/>
      </w:pPr>
    </w:p>
    <w:p w:rsidR="00305B43" w:rsidRPr="00645858" w:rsidRDefault="00305B43" w:rsidP="000954E3">
      <w:pPr>
        <w:ind w:firstLine="567"/>
      </w:pPr>
      <w:r w:rsidRPr="00645858">
        <w:t>(5) Nebylo-li mezitímní rozhodnutí soudem zrušeno, vyvlastnitel zaplatí vyvlastňovanému zálohu na náhradu za vyvlastnění ve výši stanovené znaleckým posudkem, který připojil k návrhu smlouvy o získání práv k pozemku nebo ke stavbě, do 60 dnů od právní moci</w:t>
      </w:r>
    </w:p>
    <w:p w:rsidR="00305B43" w:rsidRPr="00645858" w:rsidRDefault="00305B43" w:rsidP="000954E3">
      <w:pPr>
        <w:ind w:firstLine="567"/>
      </w:pPr>
      <w:r w:rsidRPr="00645858">
        <w:t>a) mezitímního rozhodnutí,</w:t>
      </w:r>
    </w:p>
    <w:p w:rsidR="00305B43" w:rsidRPr="00645858" w:rsidRDefault="00305B43" w:rsidP="000954E3">
      <w:pPr>
        <w:ind w:firstLine="567"/>
      </w:pPr>
      <w:r w:rsidRPr="00645858">
        <w:t>b) rozhodnutí soudu o žalobě proti mezitímnímu rozhodnutí, byla-li podána, nebo</w:t>
      </w:r>
    </w:p>
    <w:p w:rsidR="00305B43" w:rsidRDefault="00305B43" w:rsidP="000954E3">
      <w:pPr>
        <w:widowControl w:val="0"/>
        <w:autoSpaceDE w:val="0"/>
        <w:ind w:firstLine="567"/>
      </w:pPr>
      <w:r w:rsidRPr="00645858">
        <w:t>c) rozhodnutí soudu o opravném prostředku proti rozhodnutí soudu o žalobě, byl-li podán.</w:t>
      </w:r>
    </w:p>
    <w:p w:rsidR="000954E3" w:rsidRPr="00645858" w:rsidRDefault="000954E3" w:rsidP="000954E3">
      <w:pPr>
        <w:widowControl w:val="0"/>
        <w:autoSpaceDE w:val="0"/>
        <w:ind w:firstLine="567"/>
      </w:pPr>
    </w:p>
    <w:p w:rsidR="00305B43" w:rsidRPr="00645858" w:rsidRDefault="00305B43" w:rsidP="000954E3">
      <w:pPr>
        <w:widowControl w:val="0"/>
        <w:autoSpaceDE w:val="0"/>
        <w:ind w:firstLine="567"/>
      </w:pPr>
      <w:r w:rsidRPr="00645858">
        <w:t>(6) Byla-li podána žaloba proti mezitímnímu rozhodnutí nebo byl-li podán opravný prostředek proti rozhodnutí soudu o této žalobě, vyvlastňovací úřad nevydá rozhodnutí o zbytku věci dříve, než nabude právní moci rozhodnutí soudu o žalobě nebo opravném prostředku.</w:t>
      </w:r>
    </w:p>
    <w:p w:rsidR="00305B43" w:rsidRDefault="00305B43" w:rsidP="000954E3">
      <w:pPr>
        <w:widowControl w:val="0"/>
        <w:autoSpaceDE w:val="0"/>
        <w:ind w:firstLine="567"/>
        <w:rPr>
          <w:spacing w:val="-2"/>
        </w:rPr>
      </w:pPr>
      <w:r w:rsidRPr="00645858">
        <w:lastRenderedPageBreak/>
        <w:t xml:space="preserve">(7) Je-li náhrada za vyvlastnění stanovená v rozhodnutí o zbytku věci vyšší než zaplacená záloha na náhradu za vyvlastnění, vyvlastnitel vyrovná rozdíl nejpozději do 60 dnů od právní moci rozhodnutí o zbytku věci. Je-li náhrada za vyvlastnění stanovená v rozhodnutí o zbytku věci nižší než zaplacená záloha na náhradu za vyvlastnění, </w:t>
      </w:r>
      <w:r w:rsidRPr="00AB6503">
        <w:rPr>
          <w:spacing w:val="-2"/>
        </w:rPr>
        <w:t>vyvlastňovaný vrátí rozdíl nejpozději do 60 dnů od právní moci rozhodnutí o zbytku věci.</w:t>
      </w:r>
    </w:p>
    <w:p w:rsidR="000954E3" w:rsidRPr="00AB6503" w:rsidRDefault="000954E3" w:rsidP="000954E3">
      <w:pPr>
        <w:widowControl w:val="0"/>
        <w:autoSpaceDE w:val="0"/>
        <w:ind w:firstLine="567"/>
        <w:rPr>
          <w:spacing w:val="-2"/>
        </w:rPr>
      </w:pPr>
    </w:p>
    <w:p w:rsidR="00305B43" w:rsidRPr="00645858" w:rsidRDefault="00305B43" w:rsidP="000954E3">
      <w:pPr>
        <w:widowControl w:val="0"/>
        <w:autoSpaceDE w:val="0"/>
        <w:ind w:firstLine="567"/>
      </w:pPr>
      <w:r w:rsidRPr="00645858">
        <w:t>(8) Zanikají-li vyvlastněním současně i věcná břemena váznoucí na pozemku nebo stavbě, odstavce 5 a 7 se uplatní obdobně i vůči oprávněnému z věcného břemene, jehož práva vyvlastněním zanikají.</w:t>
      </w:r>
    </w:p>
    <w:p w:rsidR="00305B43" w:rsidRPr="00645858" w:rsidRDefault="00305B43" w:rsidP="000954E3">
      <w:r w:rsidRPr="00645858">
        <w:t>_______</w:t>
      </w:r>
      <w:r>
        <w:t>_______________</w:t>
      </w:r>
    </w:p>
    <w:p w:rsidR="00305B43" w:rsidRDefault="00305B43" w:rsidP="000954E3">
      <w:pPr>
        <w:rPr>
          <w:sz w:val="20"/>
        </w:rPr>
      </w:pPr>
      <w:r w:rsidRPr="00F939DD">
        <w:rPr>
          <w:sz w:val="20"/>
          <w:vertAlign w:val="superscript"/>
        </w:rPr>
        <w:t>15)</w:t>
      </w:r>
      <w:r w:rsidRPr="00F939DD">
        <w:rPr>
          <w:sz w:val="20"/>
        </w:rPr>
        <w:t xml:space="preserve"> § 148 zákona č. 500/2004 Sb., správní řád, ve znění pozdějších předpisů.“.“.</w:t>
      </w:r>
    </w:p>
    <w:p w:rsidR="000954E3" w:rsidRPr="00F939DD" w:rsidRDefault="000954E3" w:rsidP="000954E3">
      <w:pPr>
        <w:rPr>
          <w:sz w:val="20"/>
        </w:rPr>
      </w:pPr>
    </w:p>
    <w:p w:rsidR="00305B43" w:rsidRPr="00AC0343" w:rsidRDefault="000954E3" w:rsidP="000954E3">
      <w:pPr>
        <w:pStyle w:val="Oznaenpozmn"/>
        <w:numPr>
          <w:ilvl w:val="0"/>
          <w:numId w:val="0"/>
        </w:numPr>
        <w:spacing w:after="0"/>
      </w:pPr>
      <w:r>
        <w:t xml:space="preserve">18. </w:t>
      </w:r>
      <w:r w:rsidR="00305B43" w:rsidRPr="00AC0343">
        <w:t>V čl. I se za dosavadní bod 4 vkládá nový bod, který zní:</w:t>
      </w:r>
    </w:p>
    <w:p w:rsidR="00305B43" w:rsidRPr="00645858" w:rsidRDefault="00305B43" w:rsidP="000954E3">
      <w:r w:rsidRPr="00645858">
        <w:t>„X. § 5 zní:</w:t>
      </w:r>
    </w:p>
    <w:p w:rsidR="00305B43" w:rsidRDefault="00305B43" w:rsidP="000954E3">
      <w:pPr>
        <w:ind w:firstLine="709"/>
        <w:jc w:val="center"/>
      </w:pPr>
      <w:r w:rsidRPr="00645858">
        <w:t>„§ 5</w:t>
      </w:r>
    </w:p>
    <w:p w:rsidR="000954E3" w:rsidRPr="00645858" w:rsidRDefault="000954E3" w:rsidP="000954E3">
      <w:pPr>
        <w:ind w:firstLine="709"/>
        <w:jc w:val="center"/>
      </w:pPr>
    </w:p>
    <w:p w:rsidR="00305B43" w:rsidRPr="00645858" w:rsidRDefault="00305B43" w:rsidP="000954E3">
      <w:pPr>
        <w:ind w:firstLine="567"/>
      </w:pPr>
      <w:r w:rsidRPr="00645858">
        <w:t>Pokud uskutečnění stavby dopravní, vodní nebo energetické infrastruktury brání nájem nebo pacht vztahující se k pozemku nebo stavbě ve vlastnictví stavebníka, je stavebník oprávněn nájem nebo pacht vypovědět bez ohledu na sjednanou dobu trvání nájmu nebo pachtu. Nájem nebo pacht skončí uplynutím výpovědní doby, která je 3 měsíce, bez ohledu na konec pachtovního roku. Nájemce nebo pachtýř má nárok na náhradu škody způsobené ukončením nájmu nebo pachtu.“.“.</w:t>
      </w:r>
    </w:p>
    <w:p w:rsidR="00305B43" w:rsidRDefault="00305B43" w:rsidP="000954E3">
      <w:pPr>
        <w:ind w:firstLine="709"/>
      </w:pPr>
      <w:r w:rsidRPr="00645858">
        <w:t>Následující body se přečíslují.</w:t>
      </w:r>
    </w:p>
    <w:p w:rsidR="000954E3" w:rsidRPr="00645858" w:rsidRDefault="000954E3" w:rsidP="000954E3">
      <w:pPr>
        <w:ind w:firstLine="709"/>
      </w:pPr>
    </w:p>
    <w:p w:rsidR="00305B43" w:rsidRPr="00645858" w:rsidRDefault="000954E3" w:rsidP="000954E3">
      <w:pPr>
        <w:pStyle w:val="Oznaenpozmn"/>
        <w:numPr>
          <w:ilvl w:val="0"/>
          <w:numId w:val="0"/>
        </w:numPr>
        <w:spacing w:after="0"/>
      </w:pPr>
      <w:r>
        <w:t xml:space="preserve">19. </w:t>
      </w:r>
      <w:r w:rsidR="00305B43" w:rsidRPr="00645858">
        <w:t>V</w:t>
      </w:r>
      <w:r w:rsidR="00305B43">
        <w:t> </w:t>
      </w:r>
      <w:r w:rsidR="00305B43" w:rsidRPr="00645858">
        <w:t>čl</w:t>
      </w:r>
      <w:r w:rsidR="00305B43">
        <w:t xml:space="preserve">. </w:t>
      </w:r>
      <w:r w:rsidR="00305B43" w:rsidRPr="00645858">
        <w:t>I dosavadní bod 5 zní:</w:t>
      </w:r>
    </w:p>
    <w:p w:rsidR="00305B43" w:rsidRPr="00645858" w:rsidRDefault="00305B43" w:rsidP="000954E3">
      <w:pPr>
        <w:pStyle w:val="ListParagraph1"/>
        <w:spacing w:after="0" w:line="240" w:lineRule="auto"/>
        <w:ind w:left="0" w:right="57" w:firstLine="709"/>
        <w:jc w:val="both"/>
        <w:rPr>
          <w:rFonts w:ascii="Times New Roman" w:hAnsi="Times New Roman"/>
          <w:sz w:val="24"/>
          <w:szCs w:val="24"/>
        </w:rPr>
      </w:pPr>
      <w:r w:rsidRPr="00645858">
        <w:rPr>
          <w:rFonts w:ascii="Times New Roman" w:hAnsi="Times New Roman"/>
          <w:sz w:val="24"/>
          <w:szCs w:val="24"/>
        </w:rPr>
        <w:t xml:space="preserve">„5. Doplňuje se příloha, která zní: </w:t>
      </w:r>
    </w:p>
    <w:p w:rsidR="00305B43" w:rsidRPr="00645858" w:rsidRDefault="00305B43" w:rsidP="000954E3">
      <w:pPr>
        <w:autoSpaceDE w:val="0"/>
        <w:autoSpaceDN w:val="0"/>
        <w:adjustRightInd w:val="0"/>
        <w:jc w:val="right"/>
      </w:pPr>
      <w:r w:rsidRPr="00645858">
        <w:t>„Příloha k zákonu č. 416/2009 Sb.</w:t>
      </w:r>
    </w:p>
    <w:p w:rsidR="00305B43" w:rsidRPr="00AC0343" w:rsidRDefault="00305B43" w:rsidP="000954E3">
      <w:pPr>
        <w:widowControl w:val="0"/>
        <w:autoSpaceDE w:val="0"/>
        <w:ind w:firstLine="709"/>
        <w:rPr>
          <w:b/>
        </w:rPr>
      </w:pPr>
      <w:r>
        <w:rPr>
          <w:b/>
        </w:rPr>
        <w:t xml:space="preserve">1. </w:t>
      </w:r>
      <w:r w:rsidRPr="00AC0343">
        <w:rPr>
          <w:b/>
        </w:rPr>
        <w:t>Dálnice a silnice</w:t>
      </w:r>
    </w:p>
    <w:p w:rsidR="00305B43" w:rsidRPr="00645858" w:rsidRDefault="00305B43" w:rsidP="000954E3">
      <w:pPr>
        <w:widowControl w:val="0"/>
        <w:autoSpaceDE w:val="0"/>
        <w:ind w:firstLine="709"/>
      </w:pPr>
      <w:r w:rsidRPr="00645858">
        <w:t>1.1 Dálnice</w:t>
      </w:r>
    </w:p>
    <w:p w:rsidR="00305B43" w:rsidRPr="00645858" w:rsidRDefault="00305B43" w:rsidP="000954E3">
      <w:pPr>
        <w:ind w:left="709"/>
      </w:pPr>
      <w:r w:rsidRPr="00645858">
        <w:t>D0 (Pražský okruh), D1, D2, D3, D4, D5, D6, D7, D8, D10, D11, D35, D43, D48, D49, D52, D55,</w:t>
      </w:r>
    </w:p>
    <w:p w:rsidR="00305B43" w:rsidRPr="00645858" w:rsidRDefault="00305B43" w:rsidP="000954E3">
      <w:pPr>
        <w:widowControl w:val="0"/>
        <w:autoSpaceDE w:val="0"/>
        <w:ind w:firstLine="709"/>
      </w:pPr>
      <w:r w:rsidRPr="00645858">
        <w:t>1.2 Silnice I. třídy</w:t>
      </w:r>
    </w:p>
    <w:p w:rsidR="00305B43" w:rsidRDefault="00305B43" w:rsidP="000954E3">
      <w:pPr>
        <w:ind w:firstLine="709"/>
      </w:pPr>
      <w:r w:rsidRPr="00645858">
        <w:t xml:space="preserve">I/12, I/33, I/35, I/42, I/49, </w:t>
      </w:r>
    </w:p>
    <w:p w:rsidR="000954E3" w:rsidRPr="00645858" w:rsidRDefault="000954E3" w:rsidP="000954E3">
      <w:pPr>
        <w:ind w:firstLine="709"/>
        <w:rPr>
          <w:b/>
        </w:rPr>
      </w:pPr>
    </w:p>
    <w:p w:rsidR="00305B43" w:rsidRPr="00AC0343" w:rsidRDefault="00305B43" w:rsidP="000954E3">
      <w:pPr>
        <w:autoSpaceDE w:val="0"/>
        <w:autoSpaceDN w:val="0"/>
        <w:adjustRightInd w:val="0"/>
        <w:ind w:firstLine="709"/>
        <w:rPr>
          <w:b/>
        </w:rPr>
      </w:pPr>
      <w:r w:rsidRPr="00AC0343">
        <w:rPr>
          <w:b/>
        </w:rPr>
        <w:t>2. Dráhy</w:t>
      </w:r>
    </w:p>
    <w:p w:rsidR="00305B43" w:rsidRPr="00645858" w:rsidRDefault="00305B43" w:rsidP="000954E3">
      <w:pPr>
        <w:ind w:firstLine="709"/>
      </w:pPr>
      <w:r w:rsidRPr="00645858">
        <w:t>železniční trať Praha – Plzeň – Domažlice – státní hranice,</w:t>
      </w:r>
    </w:p>
    <w:p w:rsidR="00305B43" w:rsidRPr="00645858" w:rsidRDefault="00305B43" w:rsidP="000954E3">
      <w:pPr>
        <w:ind w:left="709"/>
      </w:pPr>
      <w:r w:rsidRPr="00645858">
        <w:t>železniční trať Ústí nad Labem – Cheb,</w:t>
      </w:r>
    </w:p>
    <w:p w:rsidR="00305B43" w:rsidRPr="00645858" w:rsidRDefault="00305B43" w:rsidP="000954E3">
      <w:pPr>
        <w:ind w:left="709"/>
      </w:pPr>
      <w:r w:rsidRPr="00645858">
        <w:t>železniční trať Plzeň – České Budějovice,</w:t>
      </w:r>
    </w:p>
    <w:p w:rsidR="00305B43" w:rsidRPr="00645858" w:rsidRDefault="00305B43" w:rsidP="000954E3">
      <w:pPr>
        <w:ind w:left="709"/>
      </w:pPr>
      <w:r w:rsidRPr="00645858">
        <w:t>železniční trať Praha – České Budějovice - Horní Dvořiště – státní hranice,</w:t>
      </w:r>
    </w:p>
    <w:p w:rsidR="00305B43" w:rsidRPr="00645858" w:rsidRDefault="00305B43" w:rsidP="000954E3">
      <w:pPr>
        <w:ind w:left="709"/>
      </w:pPr>
      <w:r w:rsidRPr="00645858">
        <w:t>železniční spojení Praha – Kladno vč. napojení letiště Václava Havla Praha,</w:t>
      </w:r>
    </w:p>
    <w:p w:rsidR="00305B43" w:rsidRPr="00645858" w:rsidRDefault="00305B43" w:rsidP="000954E3">
      <w:pPr>
        <w:ind w:left="709"/>
      </w:pPr>
      <w:r w:rsidRPr="00645858">
        <w:t>železniční trať Praha Vysočany – Lysá nad Labem,</w:t>
      </w:r>
    </w:p>
    <w:p w:rsidR="00305B43" w:rsidRPr="00645858" w:rsidRDefault="00305B43" w:rsidP="000954E3">
      <w:pPr>
        <w:ind w:left="709"/>
      </w:pPr>
      <w:r w:rsidRPr="00645858">
        <w:t>železniční trať Hradec Králové – Pardubice – Chrudim,</w:t>
      </w:r>
    </w:p>
    <w:p w:rsidR="00305B43" w:rsidRPr="00645858" w:rsidRDefault="00305B43" w:rsidP="000954E3">
      <w:pPr>
        <w:ind w:left="709"/>
      </w:pPr>
      <w:r w:rsidRPr="00645858">
        <w:t>železniční trať Praha – Česká Třebová – Brno,</w:t>
      </w:r>
    </w:p>
    <w:p w:rsidR="00305B43" w:rsidRPr="00645858" w:rsidRDefault="00305B43" w:rsidP="000954E3">
      <w:pPr>
        <w:ind w:left="709"/>
      </w:pPr>
      <w:r w:rsidRPr="00645858">
        <w:t>železniční trať Velký Osek – Hradec Králové – Choceň,</w:t>
      </w:r>
    </w:p>
    <w:p w:rsidR="00305B43" w:rsidRPr="00645858" w:rsidRDefault="00305B43" w:rsidP="000954E3">
      <w:pPr>
        <w:ind w:left="709"/>
      </w:pPr>
      <w:r w:rsidRPr="00645858">
        <w:t>železniční trať Týniště nad Orlicí – Častolovice – Solnice,</w:t>
      </w:r>
    </w:p>
    <w:p w:rsidR="00305B43" w:rsidRPr="00645858" w:rsidRDefault="00305B43" w:rsidP="000954E3">
      <w:pPr>
        <w:ind w:left="709"/>
      </w:pPr>
      <w:r w:rsidRPr="00645858">
        <w:t>železniční trať Prostřední Žleb – Děčín – Mělník – Kolín – Havlíčkův Brod – Brno,</w:t>
      </w:r>
    </w:p>
    <w:p w:rsidR="00305B43" w:rsidRPr="00645858" w:rsidRDefault="00305B43" w:rsidP="000954E3">
      <w:pPr>
        <w:ind w:left="709"/>
      </w:pPr>
      <w:r w:rsidRPr="00645858">
        <w:t>železniční trať Brno – Zastávka u Brna – Okříšky,</w:t>
      </w:r>
    </w:p>
    <w:p w:rsidR="00305B43" w:rsidRPr="00645858" w:rsidRDefault="00305B43" w:rsidP="000954E3">
      <w:pPr>
        <w:ind w:left="709"/>
      </w:pPr>
      <w:r w:rsidRPr="00645858">
        <w:t>RS 1 Praha – Brno – Přerov – Ostrava – hranice PL,</w:t>
      </w:r>
    </w:p>
    <w:p w:rsidR="00305B43" w:rsidRPr="00645858" w:rsidRDefault="00305B43" w:rsidP="000954E3">
      <w:pPr>
        <w:ind w:left="709"/>
      </w:pPr>
      <w:r w:rsidRPr="00645858">
        <w:t>RS 2 Brno – Břeclav – st.hr. SK/AT,</w:t>
      </w:r>
    </w:p>
    <w:p w:rsidR="00305B43" w:rsidRPr="00645858" w:rsidRDefault="00305B43" w:rsidP="000954E3">
      <w:pPr>
        <w:ind w:left="709"/>
      </w:pPr>
      <w:r w:rsidRPr="00645858">
        <w:t>RS 4 Drážďany – Ústí n. Labem – Praha vč. odbočky Kralupy (Nová Ves) – Louny – Most,</w:t>
      </w:r>
    </w:p>
    <w:p w:rsidR="00305B43" w:rsidRPr="00645858" w:rsidRDefault="00305B43" w:rsidP="000954E3">
      <w:pPr>
        <w:ind w:left="709"/>
      </w:pPr>
      <w:r w:rsidRPr="00645858">
        <w:lastRenderedPageBreak/>
        <w:t>železniční trať Otrokovice – Vizovice,</w:t>
      </w:r>
    </w:p>
    <w:p w:rsidR="00305B43" w:rsidRPr="00645858" w:rsidRDefault="00305B43" w:rsidP="000954E3">
      <w:pPr>
        <w:ind w:left="709"/>
      </w:pPr>
      <w:r w:rsidRPr="00645858">
        <w:t>železniční trať Hranice na Moravě – Horní Lideč,</w:t>
      </w:r>
    </w:p>
    <w:p w:rsidR="00305B43" w:rsidRPr="00645858" w:rsidRDefault="00305B43" w:rsidP="000954E3">
      <w:pPr>
        <w:ind w:left="709"/>
      </w:pPr>
      <w:r w:rsidRPr="00645858">
        <w:t xml:space="preserve">stavby v rámci železničního uzlu Praha (ohraničeno železničními stanicemi Praha-Ruzyně, Praha-Zličín, Praha-Řeporyje, Praha-Radotín, Praha-Zbraslav, Praha-Uhříněves, Praha-Běchovice, Praha-Horní Počernice, Praha-Čakovice, Roztoky </w:t>
      </w:r>
      <w:r>
        <w:br/>
      </w:r>
      <w:r w:rsidRPr="00645858">
        <w:t>u Prahy),</w:t>
      </w:r>
    </w:p>
    <w:p w:rsidR="00305B43" w:rsidRPr="00645858" w:rsidRDefault="00305B43" w:rsidP="000954E3">
      <w:pPr>
        <w:ind w:left="709"/>
      </w:pPr>
      <w:r w:rsidRPr="00645858">
        <w:t>stavby v rámci železničního uzlu Brno (ohraničeného železničními stanicemi Brno-Maloměřice, Starý Lískovec, Modřice, Chrlice, Ponětovice),</w:t>
      </w:r>
    </w:p>
    <w:p w:rsidR="00305B43" w:rsidRPr="00645858" w:rsidRDefault="00305B43" w:rsidP="000954E3">
      <w:pPr>
        <w:ind w:left="709"/>
      </w:pPr>
      <w:r w:rsidRPr="00645858">
        <w:t>stavby v rámci železničního uzlu Ostrava (ohraničeného železničními stanicemi Polanka nad Odrou, Vratimov, Český Těšín, Petrovice u Karviné, hraniční přechod Bohumín/Chalupki, Ostrava-Třebovice),</w:t>
      </w:r>
    </w:p>
    <w:p w:rsidR="00305B43" w:rsidRPr="00645858" w:rsidRDefault="00305B43" w:rsidP="000954E3">
      <w:pPr>
        <w:ind w:left="709"/>
      </w:pPr>
      <w:r w:rsidRPr="00645858">
        <w:t>železniční trať Olomouc – Šumperk,</w:t>
      </w:r>
    </w:p>
    <w:p w:rsidR="00305B43" w:rsidRDefault="00305B43" w:rsidP="000954E3">
      <w:pPr>
        <w:ind w:left="709"/>
      </w:pPr>
      <w:r w:rsidRPr="00645858">
        <w:t>dráhy speciální,</w:t>
      </w:r>
    </w:p>
    <w:p w:rsidR="000954E3" w:rsidRPr="00645858" w:rsidRDefault="000954E3" w:rsidP="000954E3">
      <w:pPr>
        <w:ind w:left="709"/>
      </w:pPr>
    </w:p>
    <w:p w:rsidR="00305B43" w:rsidRPr="00645858" w:rsidRDefault="00305B43" w:rsidP="000954E3">
      <w:pPr>
        <w:autoSpaceDE w:val="0"/>
        <w:autoSpaceDN w:val="0"/>
        <w:adjustRightInd w:val="0"/>
        <w:ind w:left="709"/>
        <w:rPr>
          <w:b/>
          <w:lang w:val="en-US"/>
        </w:rPr>
      </w:pPr>
      <w:r w:rsidRPr="00645858">
        <w:rPr>
          <w:b/>
          <w:lang w:val="en-US"/>
        </w:rPr>
        <w:t>3. Infrastruktura pro vodní dopravu</w:t>
      </w:r>
    </w:p>
    <w:p w:rsidR="00305B43" w:rsidRPr="00645858" w:rsidRDefault="00305B43" w:rsidP="000954E3">
      <w:pPr>
        <w:autoSpaceDE w:val="0"/>
        <w:autoSpaceDN w:val="0"/>
        <w:adjustRightInd w:val="0"/>
        <w:ind w:left="709"/>
      </w:pPr>
      <w:r w:rsidRPr="00645858">
        <w:t xml:space="preserve">plavební stupeň Děčín, </w:t>
      </w:r>
    </w:p>
    <w:p w:rsidR="00305B43" w:rsidRDefault="00305B43" w:rsidP="000954E3">
      <w:pPr>
        <w:autoSpaceDE w:val="0"/>
        <w:autoSpaceDN w:val="0"/>
        <w:adjustRightInd w:val="0"/>
        <w:ind w:firstLine="709"/>
      </w:pPr>
      <w:r w:rsidRPr="00645858">
        <w:t>plavební stupeň Přelouč,</w:t>
      </w:r>
    </w:p>
    <w:p w:rsidR="000954E3" w:rsidRPr="00645858" w:rsidRDefault="000954E3" w:rsidP="000954E3">
      <w:pPr>
        <w:autoSpaceDE w:val="0"/>
        <w:autoSpaceDN w:val="0"/>
        <w:adjustRightInd w:val="0"/>
        <w:ind w:firstLine="709"/>
      </w:pPr>
    </w:p>
    <w:p w:rsidR="00305B43" w:rsidRPr="0089039A" w:rsidRDefault="00305B43" w:rsidP="000954E3">
      <w:pPr>
        <w:autoSpaceDE w:val="0"/>
        <w:autoSpaceDN w:val="0"/>
        <w:adjustRightInd w:val="0"/>
        <w:ind w:firstLine="709"/>
        <w:rPr>
          <w:b/>
        </w:rPr>
      </w:pPr>
      <w:r w:rsidRPr="0089039A">
        <w:rPr>
          <w:b/>
        </w:rPr>
        <w:t>4. Infrastruktura pro leteckou dopravu</w:t>
      </w:r>
    </w:p>
    <w:p w:rsidR="00305B43" w:rsidRPr="00645858" w:rsidRDefault="00305B43" w:rsidP="000954E3">
      <w:pPr>
        <w:autoSpaceDE w:val="0"/>
        <w:autoSpaceDN w:val="0"/>
        <w:adjustRightInd w:val="0"/>
        <w:ind w:firstLine="709"/>
      </w:pPr>
      <w:r w:rsidRPr="00645858">
        <w:t>paralelní dráha ke vzletům a přistávání letadel na letišti Václava Havla Praha,</w:t>
      </w:r>
    </w:p>
    <w:p w:rsidR="00305B43" w:rsidRDefault="00305B43" w:rsidP="000954E3">
      <w:pPr>
        <w:autoSpaceDE w:val="0"/>
        <w:autoSpaceDN w:val="0"/>
        <w:adjustRightInd w:val="0"/>
        <w:ind w:firstLine="709"/>
      </w:pPr>
      <w:r w:rsidRPr="00645858">
        <w:t>nové oplocení letiště Václava Havla Praha.“.“.</w:t>
      </w:r>
    </w:p>
    <w:p w:rsidR="000954E3" w:rsidRDefault="000954E3" w:rsidP="000954E3">
      <w:pPr>
        <w:autoSpaceDE w:val="0"/>
        <w:autoSpaceDN w:val="0"/>
        <w:adjustRightInd w:val="0"/>
        <w:ind w:firstLine="709"/>
      </w:pPr>
    </w:p>
    <w:p w:rsidR="00305B43" w:rsidRPr="00AC0343" w:rsidRDefault="000954E3" w:rsidP="000954E3">
      <w:pPr>
        <w:pStyle w:val="Oznaenpozmn"/>
        <w:numPr>
          <w:ilvl w:val="0"/>
          <w:numId w:val="0"/>
        </w:numPr>
        <w:spacing w:after="0"/>
      </w:pPr>
      <w:r>
        <w:t xml:space="preserve">20. </w:t>
      </w:r>
      <w:r w:rsidR="00305B43" w:rsidRPr="00AC0343">
        <w:t xml:space="preserve">V čl. II se doplňuje nový bod 2, který zní: </w:t>
      </w:r>
    </w:p>
    <w:p w:rsidR="00305B43" w:rsidRDefault="00305B43" w:rsidP="000954E3">
      <w:pPr>
        <w:pStyle w:val="Odstavecseseznamem"/>
        <w:spacing w:after="0" w:line="240" w:lineRule="auto"/>
        <w:ind w:left="709"/>
        <w:contextualSpacing w:val="0"/>
        <w:jc w:val="both"/>
        <w:rPr>
          <w:rFonts w:ascii="Times New Roman" w:hAnsi="Times New Roman"/>
          <w:sz w:val="24"/>
          <w:szCs w:val="24"/>
        </w:rPr>
      </w:pPr>
      <w:r w:rsidRPr="00645858">
        <w:rPr>
          <w:rFonts w:ascii="Times New Roman" w:hAnsi="Times New Roman"/>
          <w:sz w:val="24"/>
          <w:szCs w:val="24"/>
        </w:rPr>
        <w:t>„2. Postupy, které nejsou správním řízením, zahájené přede dnem nabytí účinnosti tohoto zákona, se dokončí podle dosavadních právních předpisů.“</w:t>
      </w:r>
    </w:p>
    <w:p w:rsidR="000954E3" w:rsidRDefault="000954E3" w:rsidP="000954E3">
      <w:pPr>
        <w:pStyle w:val="Odstavecseseznamem"/>
        <w:spacing w:after="0" w:line="240" w:lineRule="auto"/>
        <w:ind w:left="709"/>
        <w:contextualSpacing w:val="0"/>
        <w:jc w:val="both"/>
        <w:rPr>
          <w:rFonts w:ascii="Times New Roman" w:hAnsi="Times New Roman"/>
          <w:sz w:val="24"/>
          <w:szCs w:val="24"/>
        </w:rPr>
      </w:pPr>
    </w:p>
    <w:p w:rsidR="00305B43" w:rsidRPr="00AC0343" w:rsidRDefault="000954E3" w:rsidP="000954E3">
      <w:pPr>
        <w:pStyle w:val="Oznaenpozmn"/>
        <w:numPr>
          <w:ilvl w:val="0"/>
          <w:numId w:val="0"/>
        </w:numPr>
        <w:spacing w:after="0"/>
      </w:pPr>
      <w:r>
        <w:t xml:space="preserve">21. </w:t>
      </w:r>
      <w:r w:rsidR="00305B43" w:rsidRPr="00AC0343">
        <w:t>V čl. IV se dosavadní text označuje jako bod 1 a doplňují se nové body, které znějí:</w:t>
      </w:r>
    </w:p>
    <w:p w:rsidR="00305B43" w:rsidRDefault="00305B43" w:rsidP="000954E3">
      <w:r w:rsidRPr="00645858">
        <w:t>„X. V zákoně č. 13/1997 Sb., o pozemních komunikacích, ve znění zákona č. 152/2011 Sb., § 38</w:t>
      </w:r>
      <w:r>
        <w:t xml:space="preserve"> </w:t>
      </w:r>
      <w:r w:rsidRPr="00645858">
        <w:t>odstavec 1 zní:</w:t>
      </w:r>
    </w:p>
    <w:p w:rsidR="000954E3" w:rsidRPr="00645858" w:rsidRDefault="000954E3" w:rsidP="000954E3"/>
    <w:p w:rsidR="00305B43" w:rsidRDefault="00305B43" w:rsidP="000954E3">
      <w:pPr>
        <w:ind w:firstLine="567"/>
      </w:pPr>
      <w:r w:rsidRPr="00645858">
        <w:t>„(1) Pokud v důsledku jiné investiční výstavby bude dlouhodobě nebo trvale znemožněno užívání pozemní komunikace nebo její části, je objednatel této výstavby povinen na svůj náklad provést přeložku pozemní komunikace nebo postavit náhradní pozemní komunikaci. Vlastníkem této pozemní komunikace je vlastník překládané nebo nahrazené pozemní komunikace. Nabyl-li objednatel vlastnické právo k pozemku, na který byla tato pozemní komunikace umístěna, popřípadě silničnímu pomocnému pozemku, převede jej bezúplatně vlastníkovi překládané nebo nahrazené pozemní komunikace.“.</w:t>
      </w:r>
    </w:p>
    <w:p w:rsidR="00A9698A" w:rsidRPr="00645858" w:rsidRDefault="00A9698A" w:rsidP="000954E3">
      <w:pPr>
        <w:ind w:firstLine="567"/>
      </w:pPr>
    </w:p>
    <w:p w:rsidR="00305B43" w:rsidRDefault="00305B43" w:rsidP="00A9698A">
      <w:r w:rsidRPr="00645858">
        <w:t>X. V zákoně č. 13/1997 Sb., o pozemních komunikacích, ve znění zákona č. 80/2006 Sb., v § 44 odst. 2 větě první se slova „úseku dálnice nebo silnice včetně silničního“ zrušují.“.</w:t>
      </w:r>
    </w:p>
    <w:p w:rsidR="00A9698A" w:rsidRPr="00645858" w:rsidRDefault="00A9698A" w:rsidP="00A9698A"/>
    <w:p w:rsidR="00305B43" w:rsidRPr="00AC0343" w:rsidRDefault="00A9698A" w:rsidP="00A9698A">
      <w:pPr>
        <w:pStyle w:val="Oznaenpozmn"/>
        <w:numPr>
          <w:ilvl w:val="0"/>
          <w:numId w:val="0"/>
        </w:numPr>
        <w:spacing w:after="0"/>
      </w:pPr>
      <w:r>
        <w:t xml:space="preserve">22. </w:t>
      </w:r>
      <w:r w:rsidR="00305B43" w:rsidRPr="00AC0343">
        <w:t>Za část třetí se vkládá nová část čtvrtá, která zní:</w:t>
      </w:r>
    </w:p>
    <w:p w:rsidR="00305B43" w:rsidRPr="00645858" w:rsidRDefault="00305B43" w:rsidP="000954E3">
      <w:pPr>
        <w:ind w:left="709"/>
        <w:jc w:val="center"/>
      </w:pPr>
      <w:r w:rsidRPr="00645858">
        <w:t>„ČÁST ČTVRTÁ</w:t>
      </w:r>
    </w:p>
    <w:p w:rsidR="00305B43" w:rsidRPr="00A9698A" w:rsidRDefault="00305B43" w:rsidP="000954E3">
      <w:pPr>
        <w:ind w:left="709"/>
        <w:jc w:val="center"/>
        <w:rPr>
          <w:b/>
        </w:rPr>
      </w:pPr>
      <w:r w:rsidRPr="00A9698A">
        <w:rPr>
          <w:b/>
        </w:rPr>
        <w:t>Změna zákona o vyvlastnění</w:t>
      </w:r>
    </w:p>
    <w:p w:rsidR="00305B43" w:rsidRDefault="00305B43" w:rsidP="000954E3">
      <w:pPr>
        <w:ind w:left="709"/>
        <w:jc w:val="center"/>
      </w:pPr>
      <w:r w:rsidRPr="00645858">
        <w:t>Čl. V</w:t>
      </w:r>
    </w:p>
    <w:p w:rsidR="00A9698A" w:rsidRPr="00645858" w:rsidRDefault="00A9698A" w:rsidP="000954E3">
      <w:pPr>
        <w:ind w:left="709"/>
        <w:jc w:val="center"/>
      </w:pPr>
    </w:p>
    <w:p w:rsidR="00305B43" w:rsidRPr="00645858" w:rsidRDefault="00305B43" w:rsidP="00A9698A">
      <w:pPr>
        <w:ind w:firstLine="567"/>
      </w:pPr>
      <w:r w:rsidRPr="00645858">
        <w:t>V § 10 odst. 5 zákona č. 184/2006 Sb., o odnětí nebo omezení vlastnického práva k pozemku nebo ke stavbě (zákon o vyvlastnění), ve znění zákona č. 405/2012 Sb., se slova „a účelu užití“ zrušují.“.</w:t>
      </w:r>
    </w:p>
    <w:p w:rsidR="00305B43" w:rsidRDefault="00305B43" w:rsidP="000954E3">
      <w:pPr>
        <w:ind w:left="709"/>
      </w:pPr>
      <w:r w:rsidRPr="009165C1">
        <w:lastRenderedPageBreak/>
        <w:t>Dosavadní část čtvrtá se se označuje jako část pátá a dosavadní čl. V se označuje jako čl. VI.</w:t>
      </w:r>
    </w:p>
    <w:p w:rsidR="00A9698A" w:rsidRPr="009165C1" w:rsidRDefault="00A9698A" w:rsidP="000954E3">
      <w:pPr>
        <w:ind w:left="709"/>
      </w:pPr>
    </w:p>
    <w:p w:rsidR="00305B43" w:rsidRPr="00AC0343" w:rsidRDefault="00A9698A" w:rsidP="00A9698A">
      <w:pPr>
        <w:pStyle w:val="Oznaenpozmn"/>
        <w:numPr>
          <w:ilvl w:val="0"/>
          <w:numId w:val="0"/>
        </w:numPr>
        <w:spacing w:after="0"/>
      </w:pPr>
      <w:r>
        <w:t xml:space="preserve">23. </w:t>
      </w:r>
      <w:r w:rsidR="00305B43" w:rsidRPr="00AC0343">
        <w:t>V části čtvrté dosavadní článek V zní:</w:t>
      </w:r>
    </w:p>
    <w:p w:rsidR="00305B43" w:rsidRPr="00645858" w:rsidRDefault="00305B43" w:rsidP="000954E3">
      <w:pPr>
        <w:ind w:left="709" w:right="57" w:firstLine="709"/>
        <w:jc w:val="center"/>
        <w:rPr>
          <w:b/>
        </w:rPr>
      </w:pPr>
      <w:r w:rsidRPr="00645858">
        <w:t>„ČÁST ČTVRTÁ</w:t>
      </w:r>
    </w:p>
    <w:p w:rsidR="00305B43" w:rsidRPr="00A9698A" w:rsidRDefault="00305B43" w:rsidP="000954E3">
      <w:pPr>
        <w:ind w:left="709" w:right="57" w:firstLine="709"/>
        <w:jc w:val="center"/>
        <w:rPr>
          <w:b/>
        </w:rPr>
      </w:pPr>
      <w:r w:rsidRPr="00A9698A">
        <w:rPr>
          <w:b/>
        </w:rPr>
        <w:t>ÚČINNOST</w:t>
      </w:r>
    </w:p>
    <w:p w:rsidR="00305B43" w:rsidRPr="00645858" w:rsidRDefault="00305B43" w:rsidP="000954E3">
      <w:pPr>
        <w:ind w:left="709" w:right="57" w:firstLine="709"/>
        <w:jc w:val="center"/>
      </w:pPr>
      <w:r w:rsidRPr="00645858">
        <w:t>Čl. V</w:t>
      </w:r>
    </w:p>
    <w:p w:rsidR="00305B43" w:rsidRPr="00645858" w:rsidRDefault="00305B43" w:rsidP="00A9698A">
      <w:pPr>
        <w:ind w:right="57" w:firstLine="567"/>
      </w:pPr>
      <w:r w:rsidRPr="00645858">
        <w:t>Tento zákon nabývá účinnosti patnáctým dnem po jeho vyhlášení, s výjimkou ustanovení o příslušnosti k vedení územního řízení a řízení o vyvlastnění, které nabývá účinnosti prvním dnem dvanáctého měsíce následujícího po jeho vyhlášení.“.</w:t>
      </w:r>
    </w:p>
    <w:p w:rsidR="00A92050" w:rsidRPr="00A92050" w:rsidRDefault="00A92050" w:rsidP="000954E3"/>
    <w:p w:rsidR="00A92050" w:rsidRPr="00A92050" w:rsidRDefault="00A92050" w:rsidP="000954E3"/>
    <w:p w:rsidR="004E7F26" w:rsidRDefault="004E7F26" w:rsidP="004E7F26">
      <w:pPr>
        <w:pStyle w:val="Oznaenpozmn"/>
        <w:tabs>
          <w:tab w:val="clear" w:pos="425"/>
        </w:tabs>
        <w:ind w:left="567" w:hanging="567"/>
      </w:pPr>
      <w:r>
        <w:t>Pozměňovací návrhy obsažené v usnesení ústavně právního výboru č. 48 ze 17. schůze konané dne 9. května 2018 (tisk 76/7 )</w:t>
      </w:r>
    </w:p>
    <w:p w:rsidR="00A92050" w:rsidRDefault="00A92050" w:rsidP="000954E3"/>
    <w:p w:rsidR="004E7F26" w:rsidRDefault="004E7F26" w:rsidP="000954E3"/>
    <w:p w:rsidR="004E7F26" w:rsidRDefault="004E7F26" w:rsidP="000954E3"/>
    <w:p w:rsidR="004E7F26" w:rsidRPr="00D60174" w:rsidRDefault="00D60174" w:rsidP="00D60174">
      <w:pPr>
        <w:autoSpaceDE w:val="0"/>
        <w:ind w:left="567" w:hanging="567"/>
        <w:rPr>
          <w:u w:val="single"/>
        </w:rPr>
      </w:pPr>
      <w:r>
        <w:rPr>
          <w:u w:val="single"/>
        </w:rPr>
        <w:t xml:space="preserve">1. </w:t>
      </w:r>
      <w:r w:rsidR="004E7F26" w:rsidRPr="00D60174">
        <w:rPr>
          <w:u w:val="single"/>
        </w:rPr>
        <w:t>V článku I se vkládá nový bod, který zní:</w:t>
      </w:r>
    </w:p>
    <w:p w:rsidR="004E7F26" w:rsidRPr="0009791D" w:rsidRDefault="004E7F26" w:rsidP="004E7F26">
      <w:pPr>
        <w:autoSpaceDE w:val="0"/>
        <w:ind w:firstLine="567"/>
      </w:pPr>
      <w:r w:rsidRPr="0009791D">
        <w:t xml:space="preserve">„X. </w:t>
      </w:r>
      <w:r>
        <w:t xml:space="preserve">  </w:t>
      </w:r>
      <w:r w:rsidRPr="0009791D">
        <w:t>V § 2 se doplňuje odstavec 5, který zní:</w:t>
      </w:r>
    </w:p>
    <w:p w:rsidR="004E7F26" w:rsidRDefault="004E7F26" w:rsidP="004E7F26">
      <w:pPr>
        <w:autoSpaceDE w:val="0"/>
        <w:ind w:firstLine="567"/>
      </w:pPr>
      <w:r w:rsidRPr="0009791D">
        <w:t>„(5) Pokud je správní rozhodnutí v řízení podle § 1 podmíněno závazným stanoviskem a dotčený orgán příslušný k vydání závazného stanoviska toto závazné stanovisko nevydá ani ve lhůtě 60 dní ode dne, kdy o to byl správním orgánem příslušným k vedení řízení podle § 1 vyzván, platí, že rozhodnutí není podmíněno tímto závazným stanoviskem a k případnému později vydanému závaznému stanovisku se nepřihlíží.“.</w:t>
      </w:r>
      <w:r>
        <w:t>“.</w:t>
      </w:r>
    </w:p>
    <w:p w:rsidR="004E7F26" w:rsidRDefault="004E7F26" w:rsidP="004E7F26">
      <w:pPr>
        <w:autoSpaceDE w:val="0"/>
        <w:ind w:firstLine="567"/>
      </w:pPr>
    </w:p>
    <w:p w:rsidR="004E7F26" w:rsidRPr="0009791D" w:rsidRDefault="004E7F26" w:rsidP="004E7F26">
      <w:pPr>
        <w:pStyle w:val="Odstavecseseznamem"/>
        <w:numPr>
          <w:ilvl w:val="0"/>
          <w:numId w:val="8"/>
        </w:numPr>
        <w:autoSpaceDE w:val="0"/>
        <w:spacing w:after="0" w:line="240" w:lineRule="auto"/>
        <w:ind w:left="0" w:firstLine="567"/>
        <w:jc w:val="both"/>
        <w:rPr>
          <w:rFonts w:ascii="Times New Roman" w:hAnsi="Times New Roman"/>
          <w:sz w:val="24"/>
          <w:szCs w:val="24"/>
        </w:rPr>
      </w:pPr>
      <w:r w:rsidRPr="0009791D">
        <w:rPr>
          <w:rFonts w:ascii="Times New Roman" w:hAnsi="Times New Roman"/>
          <w:sz w:val="24"/>
          <w:szCs w:val="24"/>
        </w:rPr>
        <w:t>Ostatní body se přečíslují.</w:t>
      </w:r>
    </w:p>
    <w:p w:rsidR="004E7F26" w:rsidRDefault="004E7F26" w:rsidP="004E7F26">
      <w:pPr>
        <w:pStyle w:val="PS-slovanseznam"/>
        <w:numPr>
          <w:ilvl w:val="0"/>
          <w:numId w:val="0"/>
        </w:numPr>
        <w:spacing w:after="0" w:line="240" w:lineRule="auto"/>
        <w:ind w:left="357"/>
      </w:pPr>
    </w:p>
    <w:p w:rsidR="002F252A" w:rsidRDefault="00D60174" w:rsidP="00D60174">
      <w:pPr>
        <w:pStyle w:val="PS-slovanseznam"/>
        <w:numPr>
          <w:ilvl w:val="0"/>
          <w:numId w:val="0"/>
        </w:numPr>
        <w:spacing w:after="0" w:line="240" w:lineRule="auto"/>
        <w:ind w:left="357" w:hanging="357"/>
      </w:pPr>
      <w:r>
        <w:t xml:space="preserve">2. </w:t>
      </w:r>
      <w:r w:rsidR="002F252A">
        <w:t>V</w:t>
      </w:r>
      <w:r>
        <w:t xml:space="preserve"> usnesení hospodářského výboru </w:t>
      </w:r>
      <w:r w:rsidR="002F252A">
        <w:t xml:space="preserve">(tisk </w:t>
      </w:r>
      <w:r>
        <w:t>76/6</w:t>
      </w:r>
      <w:r w:rsidR="002F252A">
        <w:t>)</w:t>
      </w:r>
      <w:r>
        <w:t xml:space="preserve"> se doporučuje vypustit bod 4</w:t>
      </w:r>
      <w:r w:rsidR="002F252A">
        <w:t>.</w:t>
      </w:r>
    </w:p>
    <w:p w:rsidR="004E7F26" w:rsidRDefault="002F252A" w:rsidP="00D60174">
      <w:pPr>
        <w:pStyle w:val="PS-slovanseznam"/>
        <w:numPr>
          <w:ilvl w:val="0"/>
          <w:numId w:val="0"/>
        </w:numPr>
        <w:spacing w:after="0" w:line="240" w:lineRule="auto"/>
        <w:ind w:left="357" w:hanging="357"/>
      </w:pPr>
      <w:r>
        <w:t>O</w:t>
      </w:r>
      <w:r w:rsidR="00D60174">
        <w:t>statní body</w:t>
      </w:r>
      <w:r>
        <w:t xml:space="preserve"> se</w:t>
      </w:r>
      <w:r w:rsidR="00D60174">
        <w:t xml:space="preserve"> přečísl</w:t>
      </w:r>
      <w:r>
        <w:t>ují</w:t>
      </w:r>
      <w:r w:rsidR="00D60174">
        <w:t>.</w:t>
      </w:r>
    </w:p>
    <w:p w:rsidR="004E7F26" w:rsidRDefault="004E7F26" w:rsidP="000954E3"/>
    <w:p w:rsidR="004E7F26" w:rsidRDefault="004E7F26" w:rsidP="000954E3"/>
    <w:p w:rsidR="004E7F26" w:rsidRPr="00A92050" w:rsidRDefault="004E7F26" w:rsidP="000954E3"/>
    <w:p w:rsidR="00A92050" w:rsidRPr="00A92050" w:rsidRDefault="00A92050" w:rsidP="000954E3">
      <w:pPr>
        <w:jc w:val="center"/>
        <w:rPr>
          <w:b/>
          <w:sz w:val="28"/>
          <w:szCs w:val="28"/>
        </w:rPr>
      </w:pPr>
      <w:r w:rsidRPr="00A92050">
        <w:rPr>
          <w:b/>
          <w:sz w:val="28"/>
          <w:szCs w:val="28"/>
        </w:rPr>
        <w:t xml:space="preserve">Pozměňovací návrhy přednesené ve druhém čtení dne </w:t>
      </w:r>
      <w:r w:rsidR="004E7F26">
        <w:rPr>
          <w:b/>
          <w:sz w:val="28"/>
          <w:szCs w:val="28"/>
        </w:rPr>
        <w:t>30. května 2018</w:t>
      </w:r>
    </w:p>
    <w:p w:rsidR="00A92050" w:rsidRPr="00A92050" w:rsidRDefault="00A92050" w:rsidP="000954E3"/>
    <w:p w:rsidR="00A92050" w:rsidRPr="00A92050" w:rsidRDefault="00A92050" w:rsidP="000954E3"/>
    <w:p w:rsidR="00A92050" w:rsidRDefault="00A92050" w:rsidP="000954E3">
      <w:pPr>
        <w:pStyle w:val="Oznaenpozmn"/>
        <w:tabs>
          <w:tab w:val="clear" w:pos="425"/>
        </w:tabs>
        <w:spacing w:after="0"/>
        <w:ind w:left="567" w:hanging="567"/>
      </w:pPr>
      <w:r>
        <w:t>Poslanec</w:t>
      </w:r>
      <w:r w:rsidR="006416FC">
        <w:t xml:space="preserve"> Jan Zahradník</w:t>
      </w:r>
    </w:p>
    <w:p w:rsidR="006416FC" w:rsidRPr="006416FC" w:rsidRDefault="006416FC" w:rsidP="006416FC">
      <w:r>
        <w:t>(SD 860)</w:t>
      </w:r>
    </w:p>
    <w:p w:rsidR="00A92050" w:rsidRPr="00A92050" w:rsidRDefault="00A92050" w:rsidP="000954E3"/>
    <w:p w:rsidR="006416FC" w:rsidRPr="00842869" w:rsidRDefault="006416FC" w:rsidP="006416FC">
      <w:pPr>
        <w:pStyle w:val="Odstavecseseznamem"/>
        <w:numPr>
          <w:ilvl w:val="0"/>
          <w:numId w:val="9"/>
        </w:numPr>
        <w:autoSpaceDE w:val="0"/>
        <w:autoSpaceDN w:val="0"/>
        <w:adjustRightInd w:val="0"/>
        <w:spacing w:after="0" w:line="240" w:lineRule="auto"/>
        <w:rPr>
          <w:rFonts w:ascii="Times New Roman" w:hAnsi="Times New Roman"/>
          <w:b/>
          <w:bCs/>
          <w:sz w:val="28"/>
          <w:szCs w:val="28"/>
        </w:rPr>
      </w:pPr>
      <w:r w:rsidRPr="00842869">
        <w:rPr>
          <w:rFonts w:ascii="Times New Roman" w:hAnsi="Times New Roman"/>
          <w:bCs/>
          <w:sz w:val="28"/>
          <w:szCs w:val="28"/>
        </w:rPr>
        <w:t xml:space="preserve">V novelizačním bodě 5. v části 1.2 se </w:t>
      </w:r>
      <w:r>
        <w:rPr>
          <w:rFonts w:ascii="Times New Roman" w:hAnsi="Times New Roman"/>
          <w:bCs/>
          <w:sz w:val="28"/>
          <w:szCs w:val="28"/>
        </w:rPr>
        <w:t xml:space="preserve">za text „I/49 Vizovice – státní hranice“ </w:t>
      </w:r>
      <w:r w:rsidRPr="00842869">
        <w:rPr>
          <w:rFonts w:ascii="Times New Roman" w:hAnsi="Times New Roman"/>
          <w:bCs/>
          <w:sz w:val="28"/>
          <w:szCs w:val="28"/>
        </w:rPr>
        <w:t>doplňuj</w:t>
      </w:r>
      <w:r>
        <w:rPr>
          <w:rFonts w:ascii="Times New Roman" w:hAnsi="Times New Roman"/>
          <w:bCs/>
          <w:sz w:val="28"/>
          <w:szCs w:val="28"/>
        </w:rPr>
        <w:t>e čárka a text</w:t>
      </w:r>
      <w:r w:rsidRPr="00842869">
        <w:rPr>
          <w:rFonts w:ascii="Times New Roman" w:hAnsi="Times New Roman"/>
          <w:bCs/>
          <w:sz w:val="28"/>
          <w:szCs w:val="28"/>
        </w:rPr>
        <w:t xml:space="preserve">: </w:t>
      </w:r>
      <w:r w:rsidRPr="009C526B">
        <w:rPr>
          <w:rFonts w:ascii="Times New Roman" w:hAnsi="Times New Roman"/>
          <w:bCs/>
          <w:sz w:val="28"/>
          <w:szCs w:val="28"/>
        </w:rPr>
        <w:t>„I/13 (úsek I/35 - I/6), I/20 (celá trasa D6 - I/34), I/34 (úsek I/20 - I/37), I/37 (úsek I/34 - D35)“</w:t>
      </w:r>
      <w:r>
        <w:rPr>
          <w:rFonts w:ascii="Times New Roman" w:hAnsi="Times New Roman"/>
          <w:bCs/>
          <w:sz w:val="28"/>
          <w:szCs w:val="28"/>
        </w:rPr>
        <w:t>.</w:t>
      </w:r>
    </w:p>
    <w:p w:rsidR="006416FC" w:rsidRDefault="006416FC" w:rsidP="006416FC">
      <w:pPr>
        <w:autoSpaceDE w:val="0"/>
        <w:autoSpaceDN w:val="0"/>
        <w:adjustRightInd w:val="0"/>
        <w:rPr>
          <w:b/>
          <w:bCs/>
          <w:sz w:val="28"/>
          <w:szCs w:val="28"/>
        </w:rPr>
      </w:pPr>
    </w:p>
    <w:p w:rsidR="006416FC" w:rsidRPr="00F766B3" w:rsidRDefault="006416FC" w:rsidP="006416FC">
      <w:pPr>
        <w:pStyle w:val="Odstavecseseznamem"/>
        <w:numPr>
          <w:ilvl w:val="0"/>
          <w:numId w:val="9"/>
        </w:numPr>
        <w:autoSpaceDE w:val="0"/>
        <w:autoSpaceDN w:val="0"/>
        <w:adjustRightInd w:val="0"/>
        <w:spacing w:after="0" w:line="240" w:lineRule="auto"/>
        <w:rPr>
          <w:rFonts w:ascii="Times New Roman" w:hAnsi="Times New Roman"/>
          <w:bCs/>
          <w:sz w:val="28"/>
          <w:szCs w:val="28"/>
        </w:rPr>
      </w:pPr>
      <w:r w:rsidRPr="00F766B3">
        <w:rPr>
          <w:rFonts w:ascii="Times New Roman" w:hAnsi="Times New Roman"/>
          <w:bCs/>
          <w:sz w:val="28"/>
          <w:szCs w:val="28"/>
        </w:rPr>
        <w:t>V novelizačním bodě</w:t>
      </w:r>
      <w:r>
        <w:rPr>
          <w:rFonts w:ascii="Times New Roman" w:hAnsi="Times New Roman"/>
          <w:bCs/>
          <w:sz w:val="28"/>
          <w:szCs w:val="28"/>
        </w:rPr>
        <w:t xml:space="preserve"> 5. v části 2.1 se za text „Železniční trať Praha – České Budějovice – Horní Dvořiště – státní hranice“ doplňuje text „vč. odbočky Veselí n/Luž – České Velenice – státní hranice“.</w:t>
      </w:r>
    </w:p>
    <w:p w:rsidR="00A92050" w:rsidRPr="00A92050" w:rsidRDefault="00A92050" w:rsidP="000954E3"/>
    <w:p w:rsidR="00A92050" w:rsidRDefault="00A92050" w:rsidP="000954E3"/>
    <w:p w:rsidR="006416FC" w:rsidRDefault="006416FC" w:rsidP="000954E3"/>
    <w:p w:rsidR="006416FC" w:rsidRPr="00A92050" w:rsidRDefault="006416FC" w:rsidP="000954E3"/>
    <w:p w:rsidR="00A92050" w:rsidRPr="006416FC" w:rsidRDefault="006416FC" w:rsidP="000954E3">
      <w:pPr>
        <w:rPr>
          <w:b/>
        </w:rPr>
      </w:pPr>
      <w:r w:rsidRPr="006416FC">
        <w:rPr>
          <w:b/>
        </w:rPr>
        <w:t>D</w:t>
      </w:r>
      <w:r w:rsidRPr="006416FC">
        <w:rPr>
          <w:b/>
        </w:rPr>
        <w:tab/>
        <w:t>Poslanec Mikuláš Ferjenčík</w:t>
      </w:r>
    </w:p>
    <w:p w:rsidR="006416FC" w:rsidRDefault="00327D2F" w:rsidP="000954E3">
      <w:r w:rsidRPr="00327D2F">
        <w:rPr>
          <w:b/>
        </w:rPr>
        <w:t xml:space="preserve">D. 1. </w:t>
      </w:r>
      <w:r w:rsidR="006416FC">
        <w:t>(SD 876)</w:t>
      </w:r>
    </w:p>
    <w:p w:rsidR="006416FC" w:rsidRDefault="006416FC" w:rsidP="000954E3"/>
    <w:p w:rsidR="00B43748" w:rsidRDefault="00B43748" w:rsidP="00B43748">
      <w:pPr>
        <w:rPr>
          <w:rFonts w:ascii="EB Garamond" w:eastAsia="EB Garamond" w:hAnsi="EB Garamond" w:cs="EB Garamond"/>
        </w:rPr>
      </w:pPr>
      <w:r>
        <w:rPr>
          <w:rFonts w:ascii="EB Garamond" w:eastAsia="EB Garamond" w:hAnsi="EB Garamond" w:cs="EB Garamond"/>
        </w:rPr>
        <w:t>Bod č. 1 pozměňovacího návrhu hospodářského výboru se zrušuje.</w:t>
      </w:r>
    </w:p>
    <w:p w:rsidR="006416FC" w:rsidRDefault="006416FC" w:rsidP="000954E3"/>
    <w:p w:rsidR="006416FC" w:rsidRDefault="00327D2F" w:rsidP="000954E3">
      <w:r w:rsidRPr="00327D2F">
        <w:rPr>
          <w:b/>
        </w:rPr>
        <w:t>D. 2.</w:t>
      </w:r>
      <w:r>
        <w:t xml:space="preserve"> </w:t>
      </w:r>
      <w:r w:rsidR="006416FC">
        <w:t>(SD 878)</w:t>
      </w:r>
    </w:p>
    <w:p w:rsidR="006416FC" w:rsidRDefault="006416FC" w:rsidP="000954E3"/>
    <w:p w:rsidR="00B43748" w:rsidRDefault="00B43748" w:rsidP="00B43748">
      <w:pPr>
        <w:rPr>
          <w:rFonts w:ascii="EB Garamond" w:eastAsia="EB Garamond" w:hAnsi="EB Garamond" w:cs="EB Garamond"/>
        </w:rPr>
      </w:pPr>
      <w:r>
        <w:rPr>
          <w:rFonts w:ascii="EB Garamond" w:eastAsia="EB Garamond" w:hAnsi="EB Garamond" w:cs="EB Garamond"/>
        </w:rPr>
        <w:t>V bodě 19. pozměňovacího návrhu hospodářského výboru se slova “</w:t>
      </w:r>
      <w:r>
        <w:rPr>
          <w:rFonts w:ascii="EB Garamond" w:eastAsia="EB Garamond" w:hAnsi="EB Garamond" w:cs="EB Garamond"/>
          <w:i/>
        </w:rPr>
        <w:t>plavební stupeň Přelouč</w:t>
      </w:r>
      <w:r>
        <w:rPr>
          <w:rFonts w:ascii="EB Garamond" w:eastAsia="EB Garamond" w:hAnsi="EB Garamond" w:cs="EB Garamond"/>
        </w:rPr>
        <w:t>” zrušují.</w:t>
      </w:r>
    </w:p>
    <w:p w:rsidR="006416FC" w:rsidRDefault="006416FC" w:rsidP="000954E3"/>
    <w:p w:rsidR="005F042A" w:rsidRDefault="005F042A" w:rsidP="000954E3"/>
    <w:p w:rsidR="006416FC" w:rsidRPr="006416FC" w:rsidRDefault="006416FC" w:rsidP="000954E3">
      <w:pPr>
        <w:rPr>
          <w:b/>
        </w:rPr>
      </w:pPr>
      <w:r w:rsidRPr="006416FC">
        <w:rPr>
          <w:b/>
        </w:rPr>
        <w:t>E</w:t>
      </w:r>
      <w:r w:rsidRPr="006416FC">
        <w:rPr>
          <w:b/>
        </w:rPr>
        <w:tab/>
        <w:t>Poslanec Stanislav Grospič</w:t>
      </w:r>
    </w:p>
    <w:p w:rsidR="006416FC" w:rsidRDefault="006416FC" w:rsidP="000954E3">
      <w:r>
        <w:t>(SD</w:t>
      </w:r>
      <w:r w:rsidR="005F042A">
        <w:t xml:space="preserve"> 827)</w:t>
      </w:r>
    </w:p>
    <w:p w:rsidR="005F042A" w:rsidRDefault="005F042A" w:rsidP="000954E3"/>
    <w:p w:rsidR="005F042A" w:rsidRDefault="005F042A" w:rsidP="005F042A">
      <w:pPr>
        <w:rPr>
          <w:rFonts w:cstheme="minorHAnsi"/>
        </w:rPr>
      </w:pPr>
      <w:r w:rsidRPr="0010684E">
        <w:rPr>
          <w:rFonts w:cstheme="minorHAnsi"/>
        </w:rPr>
        <w:t>Příloha k zákonu č. 416/2009 Sb.</w:t>
      </w:r>
      <w:r>
        <w:rPr>
          <w:rFonts w:cstheme="minorHAnsi"/>
        </w:rPr>
        <w:t xml:space="preserve"> se mění takto: </w:t>
      </w:r>
    </w:p>
    <w:p w:rsidR="005F042A" w:rsidRDefault="005F042A" w:rsidP="005F042A">
      <w:pPr>
        <w:rPr>
          <w:rFonts w:cstheme="minorHAnsi"/>
        </w:rPr>
      </w:pPr>
      <w:r>
        <w:rPr>
          <w:rFonts w:cstheme="minorHAnsi"/>
        </w:rPr>
        <w:t>V bodě 2. DRÁHY</w:t>
      </w:r>
    </w:p>
    <w:p w:rsidR="005F042A" w:rsidRDefault="005F042A" w:rsidP="005F042A">
      <w:pPr>
        <w:rPr>
          <w:rFonts w:cstheme="minorHAnsi"/>
        </w:rPr>
      </w:pPr>
      <w:r>
        <w:rPr>
          <w:rFonts w:cstheme="minorHAnsi"/>
        </w:rPr>
        <w:t xml:space="preserve">              2.1. Dráhy konvenční</w:t>
      </w:r>
    </w:p>
    <w:p w:rsidR="005F042A" w:rsidRDefault="005F042A" w:rsidP="005F042A">
      <w:pPr>
        <w:rPr>
          <w:rFonts w:cstheme="minorHAnsi"/>
        </w:rPr>
      </w:pPr>
      <w:r>
        <w:rPr>
          <w:rFonts w:cstheme="minorHAnsi"/>
        </w:rPr>
        <w:t>se na konec  bodu doplňuje text:</w:t>
      </w:r>
    </w:p>
    <w:p w:rsidR="005F042A" w:rsidRDefault="005F042A" w:rsidP="005F042A">
      <w:pPr>
        <w:rPr>
          <w:rFonts w:cstheme="minorHAnsi"/>
        </w:rPr>
      </w:pPr>
      <w:r>
        <w:rPr>
          <w:rFonts w:cstheme="minorHAnsi"/>
        </w:rPr>
        <w:t>železniční trať Praha – Lysá nad Labem – Milovice – Mladá Boleslav</w:t>
      </w:r>
    </w:p>
    <w:p w:rsidR="005F042A" w:rsidRDefault="005F042A" w:rsidP="000954E3"/>
    <w:p w:rsidR="005F042A" w:rsidRDefault="005F042A" w:rsidP="000954E3"/>
    <w:p w:rsidR="005F042A" w:rsidRPr="005F042A" w:rsidRDefault="005F042A" w:rsidP="000954E3">
      <w:pPr>
        <w:rPr>
          <w:b/>
        </w:rPr>
      </w:pPr>
      <w:r w:rsidRPr="005F042A">
        <w:rPr>
          <w:b/>
        </w:rPr>
        <w:t>F</w:t>
      </w:r>
      <w:r w:rsidRPr="005F042A">
        <w:rPr>
          <w:b/>
        </w:rPr>
        <w:tab/>
        <w:t>Poslanec Martin Kolovratník</w:t>
      </w:r>
    </w:p>
    <w:p w:rsidR="005F042A" w:rsidRDefault="00327D2F" w:rsidP="000954E3">
      <w:r w:rsidRPr="00327D2F">
        <w:rPr>
          <w:b/>
        </w:rPr>
        <w:t>F. 1.</w:t>
      </w:r>
      <w:r>
        <w:t xml:space="preserve"> </w:t>
      </w:r>
      <w:r w:rsidR="005F042A">
        <w:t>(SD 822)</w:t>
      </w:r>
    </w:p>
    <w:p w:rsidR="005F042A" w:rsidRDefault="005F042A" w:rsidP="000954E3"/>
    <w:p w:rsidR="005F042A" w:rsidRDefault="005F042A" w:rsidP="005F042A">
      <w:pPr>
        <w:jc w:val="center"/>
      </w:pPr>
      <w:r>
        <w:t>ČÁST DRUHÁ</w:t>
      </w:r>
    </w:p>
    <w:p w:rsidR="005F042A" w:rsidRPr="007A4112" w:rsidRDefault="005F042A" w:rsidP="005F042A">
      <w:pPr>
        <w:jc w:val="center"/>
        <w:rPr>
          <w:b/>
        </w:rPr>
      </w:pPr>
      <w:r>
        <w:rPr>
          <w:b/>
        </w:rPr>
        <w:t>Změna stavebního zákona</w:t>
      </w:r>
    </w:p>
    <w:p w:rsidR="005F042A" w:rsidRDefault="005F042A" w:rsidP="005F042A">
      <w:pPr>
        <w:jc w:val="center"/>
      </w:pPr>
      <w:r>
        <w:t>Čl. III</w:t>
      </w:r>
    </w:p>
    <w:p w:rsidR="005F042A" w:rsidRDefault="005F042A" w:rsidP="005F042A">
      <w:r>
        <w:t>Zákon č. 183/2006 Sb., o územním plánování a stavebním řádu (stavební zákon), ve znění pozdějších předpisů, se mění takto:</w:t>
      </w:r>
    </w:p>
    <w:p w:rsidR="005F042A" w:rsidRDefault="005F042A" w:rsidP="005F042A">
      <w:r>
        <w:t xml:space="preserve">1. V § 96b odst. 1 větě první </w:t>
      </w:r>
      <w:r w:rsidRPr="0077759E">
        <w:t>se za text „, 129“ vkládá text</w:t>
      </w:r>
      <w:r>
        <w:t xml:space="preserve"> „ odst. 2 a 3“.</w:t>
      </w:r>
    </w:p>
    <w:p w:rsidR="005F042A" w:rsidRDefault="005F042A" w:rsidP="005F042A">
      <w:r>
        <w:t>2. V § 96b odst. 1 se věta druhá nahrazuje větou „Závazné stanovisko orgánu územního plánování se nevydává pro</w:t>
      </w:r>
    </w:p>
    <w:p w:rsidR="005F042A" w:rsidRDefault="005F042A" w:rsidP="005F042A">
      <w:pPr>
        <w:ind w:left="284" w:hanging="284"/>
      </w:pPr>
      <w:r>
        <w:t>a)</w:t>
      </w:r>
      <w:r>
        <w:tab/>
        <w:t xml:space="preserve">záměry uvedené v § 79 odst. 2, </w:t>
      </w:r>
    </w:p>
    <w:p w:rsidR="005F042A" w:rsidRDefault="005F042A" w:rsidP="005F042A">
      <w:pPr>
        <w:ind w:left="284" w:hanging="284"/>
      </w:pPr>
      <w:r>
        <w:t>b)</w:t>
      </w:r>
      <w:r>
        <w:tab/>
        <w:t>záměry uvedené v § 80 odst. 3,</w:t>
      </w:r>
    </w:p>
    <w:p w:rsidR="005F042A" w:rsidRDefault="005F042A" w:rsidP="005F042A">
      <w:pPr>
        <w:ind w:left="284" w:hanging="284"/>
      </w:pPr>
      <w:r>
        <w:t>c)</w:t>
      </w:r>
      <w:r>
        <w:tab/>
        <w:t>záměry uvedené v § 103 odst. 1 písm. c) až e), které nezasahují do nezastavěného území,</w:t>
      </w:r>
    </w:p>
    <w:p w:rsidR="005F042A" w:rsidRDefault="005F042A" w:rsidP="005F042A">
      <w:pPr>
        <w:ind w:left="284" w:hanging="284"/>
      </w:pPr>
      <w:r>
        <w:t>d)</w:t>
      </w:r>
      <w:r>
        <w:tab/>
        <w:t>dělení a scelování pozemků v nezastavěném území, nejedná-li se o pozemkové úpravy</w:t>
      </w:r>
      <w:r w:rsidRPr="0041700A">
        <w:rPr>
          <w:vertAlign w:val="superscript"/>
        </w:rPr>
        <w:t>33)</w:t>
      </w:r>
      <w:r>
        <w:t>,</w:t>
      </w:r>
    </w:p>
    <w:p w:rsidR="005F042A" w:rsidRDefault="005F042A" w:rsidP="005F042A">
      <w:pPr>
        <w:ind w:left="284" w:hanging="284"/>
      </w:pPr>
      <w:r>
        <w:t>e)</w:t>
      </w:r>
      <w:r>
        <w:tab/>
        <w:t>studny individuálního zásobování vodou,</w:t>
      </w:r>
    </w:p>
    <w:p w:rsidR="005F042A" w:rsidRDefault="005F042A" w:rsidP="005F042A">
      <w:pPr>
        <w:ind w:left="284" w:hanging="284"/>
      </w:pPr>
      <w:r>
        <w:t>f)</w:t>
      </w:r>
      <w:r>
        <w:tab/>
        <w:t>stavby nebo zařízení na zastavěných stavebních pozemcích rodinných domů související s bydlením či bydlení podmiňující a terénní úpravy potřebné k řádnému a bezpečnému užívání těchto pozemků, staveb a zařízení na nich,</w:t>
      </w:r>
    </w:p>
    <w:p w:rsidR="005F042A" w:rsidRDefault="005F042A" w:rsidP="005F042A">
      <w:pPr>
        <w:ind w:left="284" w:hanging="284"/>
      </w:pPr>
      <w:r>
        <w:t>g)</w:t>
      </w:r>
      <w:r>
        <w:tab/>
        <w:t>stavby pro podnikatelskou činnost do 25 m</w:t>
      </w:r>
      <w:r w:rsidRPr="00AC7C5C">
        <w:rPr>
          <w:vertAlign w:val="superscript"/>
        </w:rPr>
        <w:t>2</w:t>
      </w:r>
      <w:r>
        <w:t xml:space="preserve"> zastavěné plochy a do 5 m výšky s jedním nadzemním podlažím, podsklepené nejvýše do hloubky 3 m</w:t>
      </w:r>
      <w:r w:rsidRPr="00BF1BA5">
        <w:t xml:space="preserve"> </w:t>
      </w:r>
      <w:r>
        <w:t>na zastavěných stavebních pozemcích rodinných domů,</w:t>
      </w:r>
    </w:p>
    <w:p w:rsidR="005F042A" w:rsidRDefault="005F042A" w:rsidP="005F042A">
      <w:pPr>
        <w:ind w:left="284" w:hanging="284"/>
      </w:pPr>
      <w:r>
        <w:t>h)</w:t>
      </w:r>
      <w:r>
        <w:tab/>
        <w:t xml:space="preserve">stavby nebo zařízení na zastavěných stavebních pozemcích staveb pro rodinnou rekreaci související s rodinnou rekreací či rodinnou rekreaci podmiňující a terénní úpravy potřebné k řádnému a bezpečnému užívání </w:t>
      </w:r>
      <w:r w:rsidRPr="004B3BD2">
        <w:t>těchto</w:t>
      </w:r>
      <w:r>
        <w:t xml:space="preserve"> pozemků, staveb a zařízení na nich.</w:t>
      </w:r>
    </w:p>
    <w:p w:rsidR="005F042A" w:rsidRDefault="005F042A" w:rsidP="005F042A">
      <w:r>
        <w:t>3. V § 96b odst. 3 větě druhé se slova „stanoví podmínky“ nahrazují slovy „může stanovit podmínky pro“.</w:t>
      </w:r>
    </w:p>
    <w:p w:rsidR="005F042A" w:rsidRDefault="005F042A" w:rsidP="005F042A">
      <w:r>
        <w:t>4. V § 96b odst. 5 se slovo „úřad“ nahrazuje slovem „orgán“.</w:t>
      </w:r>
    </w:p>
    <w:p w:rsidR="005F042A" w:rsidRDefault="005F042A" w:rsidP="005F042A">
      <w:r>
        <w:lastRenderedPageBreak/>
        <w:t>5. V § 96b se odstavec 7 zrušuje.</w:t>
      </w:r>
    </w:p>
    <w:p w:rsidR="005F042A" w:rsidRDefault="005F042A" w:rsidP="005F042A">
      <w:r>
        <w:t>Dosavadní odstavec 8 se označuje jako odstavec 7.</w:t>
      </w:r>
    </w:p>
    <w:p w:rsidR="005F042A" w:rsidRDefault="005F042A" w:rsidP="005F042A">
      <w:pPr>
        <w:jc w:val="center"/>
      </w:pPr>
    </w:p>
    <w:p w:rsidR="005F042A" w:rsidRDefault="005F042A" w:rsidP="005F042A">
      <w:pPr>
        <w:jc w:val="center"/>
      </w:pPr>
      <w:r>
        <w:t>Čl. IV</w:t>
      </w:r>
    </w:p>
    <w:p w:rsidR="005F042A" w:rsidRDefault="005F042A" w:rsidP="005F042A">
      <w:pPr>
        <w:jc w:val="center"/>
      </w:pPr>
      <w:r>
        <w:t>Účinnost</w:t>
      </w:r>
    </w:p>
    <w:p w:rsidR="005F042A" w:rsidRDefault="005F042A" w:rsidP="005F042A">
      <w:r>
        <w:t>Tento zákon nabývá účinnosti prvním dnem kalendářního měsíce následujícího po jeho vyhlášení.</w:t>
      </w:r>
    </w:p>
    <w:p w:rsidR="005F042A" w:rsidRDefault="005F042A" w:rsidP="005F042A"/>
    <w:p w:rsidR="005F042A" w:rsidRDefault="00327D2F" w:rsidP="000954E3">
      <w:r w:rsidRPr="00327D2F">
        <w:rPr>
          <w:b/>
        </w:rPr>
        <w:t>F. 2.</w:t>
      </w:r>
      <w:r>
        <w:t xml:space="preserve"> </w:t>
      </w:r>
      <w:r w:rsidR="005F042A">
        <w:t>(SD 812)</w:t>
      </w:r>
    </w:p>
    <w:p w:rsidR="005F042A" w:rsidRDefault="005F042A" w:rsidP="005F042A">
      <w:pPr>
        <w:pStyle w:val="Normlnweb"/>
        <w:ind w:firstLine="567"/>
        <w:jc w:val="both"/>
        <w:rPr>
          <w:rFonts w:ascii="Times New Roman,Bold" w:hAnsi="Times New Roman,Bold"/>
        </w:rPr>
      </w:pPr>
      <w:r>
        <w:rPr>
          <w:rFonts w:ascii="Times New Roman,Bold" w:hAnsi="Times New Roman,Bold"/>
        </w:rPr>
        <w:t>V pozměňovacím návrhu obsaženém v článku II usnesení</w:t>
      </w:r>
      <w:r w:rsidR="002F252A">
        <w:rPr>
          <w:rFonts w:ascii="Times New Roman,Bold" w:hAnsi="Times New Roman,Bold"/>
        </w:rPr>
        <w:t xml:space="preserve"> ústavně právního výboru (tisk 76/7)</w:t>
      </w:r>
      <w:r>
        <w:rPr>
          <w:rFonts w:ascii="Times New Roman,Bold" w:hAnsi="Times New Roman,Bold"/>
        </w:rPr>
        <w:t>, tedy v § 2 v doplňovaném odstavci 5 se na konci tohoto odstavce doplňuje věta: „</w:t>
      </w:r>
      <w:r>
        <w:rPr>
          <w:rFonts w:ascii="Times New Roman2" w:hAnsi="Times New Roman2"/>
        </w:rPr>
        <w:t>Ustanovení věty první se pro vydání závazného stanoviska k posouzení vlivů provedení záměru na životní prostředí nepoužije.</w:t>
      </w:r>
    </w:p>
    <w:p w:rsidR="005F042A" w:rsidRDefault="005F042A" w:rsidP="000954E3"/>
    <w:p w:rsidR="005F042A" w:rsidRDefault="00327D2F" w:rsidP="000954E3">
      <w:r w:rsidRPr="00327D2F">
        <w:rPr>
          <w:b/>
        </w:rPr>
        <w:t>F. 3.</w:t>
      </w:r>
      <w:r>
        <w:t xml:space="preserve"> </w:t>
      </w:r>
      <w:r w:rsidR="005F042A">
        <w:t>(SD 811)</w:t>
      </w:r>
    </w:p>
    <w:p w:rsidR="005F042A" w:rsidRDefault="005F042A" w:rsidP="000954E3"/>
    <w:p w:rsidR="005F042A" w:rsidRDefault="005F042A" w:rsidP="005F042A">
      <w:pPr>
        <w:pStyle w:val="Textbody"/>
        <w:spacing w:after="0" w:line="240" w:lineRule="auto"/>
        <w:jc w:val="both"/>
      </w:pPr>
      <w:r>
        <w:t>K čl. I bodu 5, kterým se do návrhu zákona doplňuje příloha:</w:t>
      </w:r>
    </w:p>
    <w:p w:rsidR="005F042A" w:rsidRDefault="005F042A" w:rsidP="005F042A">
      <w:pPr>
        <w:pStyle w:val="Textbody"/>
        <w:spacing w:after="0" w:line="240" w:lineRule="auto"/>
        <w:jc w:val="both"/>
      </w:pPr>
      <w:r>
        <w:t>V příloze v části 2 Dráhy nahradit v textu „</w:t>
      </w:r>
      <w:r w:rsidRPr="00BE2143">
        <w:t>stavby v rámci železničního uzlu Ostrava (ohraničeného železničními stanicemi Polanka nad Odrou, Vratimov, Český Těšín, Petrovice u Karviné, hraniční přechod Bohumín/Chalupki, Ostrava-Třebovice)</w:t>
      </w:r>
      <w:r>
        <w:t>“ slovo „Vratimov“ slovy „Frýdek-Místek“.</w:t>
      </w:r>
    </w:p>
    <w:p w:rsidR="005F042A" w:rsidRDefault="005F042A" w:rsidP="000954E3"/>
    <w:p w:rsidR="005F042A" w:rsidRDefault="005F042A" w:rsidP="000954E3"/>
    <w:p w:rsidR="005F042A" w:rsidRPr="005F042A" w:rsidRDefault="005F042A" w:rsidP="000954E3">
      <w:pPr>
        <w:rPr>
          <w:b/>
        </w:rPr>
      </w:pPr>
      <w:r w:rsidRPr="005F042A">
        <w:rPr>
          <w:b/>
        </w:rPr>
        <w:t>G</w:t>
      </w:r>
      <w:r w:rsidRPr="005F042A">
        <w:rPr>
          <w:b/>
        </w:rPr>
        <w:tab/>
        <w:t>Poslankyně Dana Balcarová</w:t>
      </w:r>
      <w:r w:rsidR="00327D2F">
        <w:rPr>
          <w:b/>
        </w:rPr>
        <w:t xml:space="preserve">, </w:t>
      </w:r>
      <w:r w:rsidR="002F252A">
        <w:rPr>
          <w:b/>
        </w:rPr>
        <w:t xml:space="preserve">poslanec </w:t>
      </w:r>
      <w:r w:rsidR="00327D2F">
        <w:rPr>
          <w:b/>
        </w:rPr>
        <w:t xml:space="preserve">Jan Čižinský </w:t>
      </w:r>
    </w:p>
    <w:p w:rsidR="005F042A" w:rsidRDefault="005F042A" w:rsidP="000954E3"/>
    <w:p w:rsidR="005F042A" w:rsidRPr="00A92050" w:rsidRDefault="004C0400" w:rsidP="000954E3">
      <w:r>
        <w:t>V bodě 19 pozměňovacího návrhu hospodářského výboru</w:t>
      </w:r>
      <w:r w:rsidR="002F252A">
        <w:t xml:space="preserve"> (tisk 76/6)</w:t>
      </w:r>
      <w:r>
        <w:t xml:space="preserve"> se slova „plavební stupeň Děčín“ zrušují.</w:t>
      </w:r>
    </w:p>
    <w:p w:rsidR="006416FC" w:rsidRDefault="006416FC" w:rsidP="000954E3">
      <w:pPr>
        <w:jc w:val="center"/>
      </w:pPr>
    </w:p>
    <w:p w:rsidR="006416FC" w:rsidRDefault="006416FC" w:rsidP="000954E3">
      <w:pPr>
        <w:jc w:val="center"/>
      </w:pPr>
    </w:p>
    <w:p w:rsidR="006416FC" w:rsidRDefault="006416FC" w:rsidP="000954E3">
      <w:pPr>
        <w:jc w:val="center"/>
      </w:pPr>
    </w:p>
    <w:p w:rsidR="006416FC" w:rsidRDefault="006416FC" w:rsidP="000954E3">
      <w:pPr>
        <w:jc w:val="center"/>
      </w:pPr>
    </w:p>
    <w:p w:rsidR="006416FC" w:rsidRDefault="006416FC" w:rsidP="000954E3">
      <w:pPr>
        <w:jc w:val="center"/>
      </w:pPr>
    </w:p>
    <w:p w:rsidR="006416FC" w:rsidRDefault="006416FC" w:rsidP="000954E3">
      <w:pPr>
        <w:jc w:val="center"/>
      </w:pPr>
    </w:p>
    <w:p w:rsidR="006416FC" w:rsidRDefault="006416FC" w:rsidP="000954E3">
      <w:pPr>
        <w:jc w:val="center"/>
      </w:pPr>
    </w:p>
    <w:p w:rsidR="006416FC" w:rsidRDefault="006416FC" w:rsidP="000954E3">
      <w:pPr>
        <w:jc w:val="center"/>
      </w:pPr>
    </w:p>
    <w:p w:rsidR="00A92050" w:rsidRPr="00A92050" w:rsidRDefault="00A92050" w:rsidP="000954E3">
      <w:pPr>
        <w:jc w:val="center"/>
      </w:pPr>
      <w:r w:rsidRPr="00A92050">
        <w:t>V Praze dne</w:t>
      </w:r>
      <w:r w:rsidR="002B4D1A">
        <w:t xml:space="preserve"> </w:t>
      </w:r>
      <w:r w:rsidR="008B486F">
        <w:t>31.</w:t>
      </w:r>
      <w:r w:rsidR="002B4D1A">
        <w:t xml:space="preserve"> května 2018</w:t>
      </w:r>
    </w:p>
    <w:p w:rsidR="00A92050" w:rsidRPr="00A92050" w:rsidRDefault="00A92050" w:rsidP="000954E3">
      <w:pPr>
        <w:jc w:val="center"/>
      </w:pPr>
    </w:p>
    <w:p w:rsidR="00A92050" w:rsidRPr="00A92050" w:rsidRDefault="00A92050" w:rsidP="000954E3">
      <w:pPr>
        <w:jc w:val="center"/>
      </w:pPr>
    </w:p>
    <w:p w:rsidR="00A92050" w:rsidRPr="006A3D3C" w:rsidRDefault="006A3D3C" w:rsidP="000954E3">
      <w:pPr>
        <w:jc w:val="center"/>
        <w:rPr>
          <w:b/>
        </w:rPr>
      </w:pPr>
      <w:r w:rsidRPr="006A3D3C">
        <w:rPr>
          <w:b/>
        </w:rPr>
        <w:t xml:space="preserve">Mgr. Ivan   A d a m e c </w:t>
      </w:r>
      <w:r w:rsidR="009203F9">
        <w:rPr>
          <w:b/>
        </w:rPr>
        <w:t xml:space="preserve">  v.r.</w:t>
      </w:r>
    </w:p>
    <w:p w:rsidR="00A92050" w:rsidRDefault="00A92050" w:rsidP="000954E3">
      <w:pPr>
        <w:jc w:val="center"/>
      </w:pPr>
      <w:r w:rsidRPr="00A92050">
        <w:t>zpravodaj garančního</w:t>
      </w:r>
      <w:r w:rsidR="002B4D1A">
        <w:t xml:space="preserve"> hospodářského</w:t>
      </w:r>
      <w:r w:rsidRPr="00A92050">
        <w:t xml:space="preserve"> výboru</w:t>
      </w:r>
    </w:p>
    <w:p w:rsidR="00327D2F" w:rsidRDefault="00327D2F" w:rsidP="000954E3">
      <w:pPr>
        <w:jc w:val="center"/>
      </w:pPr>
    </w:p>
    <w:p w:rsidR="00327D2F" w:rsidRDefault="00327D2F" w:rsidP="000954E3">
      <w:pPr>
        <w:jc w:val="center"/>
      </w:pPr>
    </w:p>
    <w:p w:rsidR="00327D2F" w:rsidRDefault="00327D2F" w:rsidP="000954E3">
      <w:pPr>
        <w:jc w:val="center"/>
      </w:pPr>
    </w:p>
    <w:p w:rsidR="00327D2F" w:rsidRPr="00327D2F" w:rsidRDefault="00327D2F" w:rsidP="000954E3">
      <w:pPr>
        <w:jc w:val="center"/>
        <w:rPr>
          <w:b/>
        </w:rPr>
      </w:pPr>
      <w:r>
        <w:rPr>
          <w:b/>
        </w:rPr>
        <w:t xml:space="preserve">Bc. </w:t>
      </w:r>
      <w:r w:rsidRPr="00327D2F">
        <w:rPr>
          <w:b/>
        </w:rPr>
        <w:t>Mikuláš  F e r j e n č í k</w:t>
      </w:r>
      <w:r w:rsidR="009203F9">
        <w:rPr>
          <w:b/>
        </w:rPr>
        <w:t>  v.r.</w:t>
      </w:r>
    </w:p>
    <w:p w:rsidR="00327D2F" w:rsidRPr="00A92050" w:rsidRDefault="00327D2F" w:rsidP="000954E3">
      <w:pPr>
        <w:jc w:val="center"/>
      </w:pPr>
      <w:r>
        <w:t>zpravodaj ústavně právního výboru</w:t>
      </w:r>
    </w:p>
    <w:sectPr w:rsidR="00327D2F"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B Garamond">
    <w:altName w:val="Times New Roman"/>
    <w:charset w:val="00"/>
    <w:family w:val="auto"/>
    <w:pitch w:val="default"/>
  </w:font>
  <w:font w:name="Times New Roman,Bold">
    <w:altName w:val="Times New Roman"/>
    <w:panose1 w:val="00000000000000000000"/>
    <w:charset w:val="00"/>
    <w:family w:val="roman"/>
    <w:notTrueType/>
    <w:pitch w:val="default"/>
  </w:font>
  <w:font w:name="Times New Roman2">
    <w:altName w:val="Times New Roman"/>
    <w:charset w:val="00"/>
    <w:family w:val="auto"/>
    <w:pitch w:val="variable"/>
    <w:sig w:usb0="E00002FF" w:usb1="5000205A"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A3B76">
      <w:rPr>
        <w:rStyle w:val="slostrnky"/>
        <w:noProof/>
      </w:rPr>
      <w:t>9</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46165"/>
    <w:multiLevelType w:val="hybridMultilevel"/>
    <w:tmpl w:val="6742BC98"/>
    <w:lvl w:ilvl="0" w:tplc="8D487F2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nsid w:val="303D523D"/>
    <w:multiLevelType w:val="hybridMultilevel"/>
    <w:tmpl w:val="E1EE0A4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nsid w:val="393C61AF"/>
    <w:multiLevelType w:val="hybridMultilevel"/>
    <w:tmpl w:val="9B4C4138"/>
    <w:lvl w:ilvl="0" w:tplc="299254CE">
      <w:start w:val="1"/>
      <w:numFmt w:val="decimal"/>
      <w:lvlText w:val="%1."/>
      <w:lvlJc w:val="left"/>
      <w:pPr>
        <w:ind w:left="1789" w:hanging="360"/>
      </w:pPr>
      <w:rPr>
        <w:b/>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7">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nsid w:val="3B846FB2"/>
    <w:multiLevelType w:val="hybridMultilevel"/>
    <w:tmpl w:val="DAACA1BC"/>
    <w:lvl w:ilvl="0" w:tplc="349A4A60">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2"/>
  </w:num>
  <w:num w:numId="3">
    <w:abstractNumId w:val="1"/>
  </w:num>
  <w:num w:numId="4">
    <w:abstractNumId w:val="3"/>
  </w:num>
  <w:num w:numId="5">
    <w:abstractNumId w:val="9"/>
  </w:num>
  <w:num w:numId="6">
    <w:abstractNumId w:val="6"/>
  </w:num>
  <w:num w:numId="7">
    <w:abstractNumId w:val="7"/>
  </w:num>
  <w:num w:numId="8">
    <w:abstractNumId w:val="4"/>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954E3"/>
    <w:rsid w:val="00266D0A"/>
    <w:rsid w:val="002B4D1A"/>
    <w:rsid w:val="002F252A"/>
    <w:rsid w:val="00305B43"/>
    <w:rsid w:val="00327D2F"/>
    <w:rsid w:val="00414D98"/>
    <w:rsid w:val="004C0400"/>
    <w:rsid w:val="004E7F26"/>
    <w:rsid w:val="005F042A"/>
    <w:rsid w:val="006416FC"/>
    <w:rsid w:val="006A3D3C"/>
    <w:rsid w:val="008B486F"/>
    <w:rsid w:val="009203F9"/>
    <w:rsid w:val="00A73D85"/>
    <w:rsid w:val="00A92050"/>
    <w:rsid w:val="00A9698A"/>
    <w:rsid w:val="00B43748"/>
    <w:rsid w:val="00D60174"/>
    <w:rsid w:val="00EA3B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B76"/>
    <w:pPr>
      <w:jc w:val="both"/>
    </w:pPr>
    <w:rPr>
      <w:sz w:val="24"/>
      <w:szCs w:val="24"/>
    </w:rPr>
  </w:style>
  <w:style w:type="paragraph" w:styleId="Nadpis1">
    <w:name w:val="heading 1"/>
    <w:basedOn w:val="Normln"/>
    <w:next w:val="Normln"/>
    <w:qFormat/>
    <w:rsid w:val="00EA3B76"/>
    <w:pPr>
      <w:keepNext/>
      <w:spacing w:before="240" w:after="60"/>
      <w:outlineLvl w:val="0"/>
    </w:pPr>
    <w:rPr>
      <w:rFonts w:ascii="Arial" w:hAnsi="Arial"/>
      <w:b/>
      <w:kern w:val="28"/>
      <w:sz w:val="28"/>
    </w:rPr>
  </w:style>
  <w:style w:type="character" w:default="1" w:styleId="Standardnpsmoodstavce">
    <w:name w:val="Default Paragraph Font"/>
    <w:semiHidden/>
    <w:rsid w:val="00EA3B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A3B76"/>
  </w:style>
  <w:style w:type="paragraph" w:styleId="Zhlav">
    <w:name w:val="header"/>
    <w:basedOn w:val="Normln"/>
    <w:semiHidden/>
    <w:rsid w:val="00EA3B76"/>
    <w:pPr>
      <w:tabs>
        <w:tab w:val="center" w:pos="4536"/>
        <w:tab w:val="right" w:pos="9072"/>
      </w:tabs>
    </w:pPr>
  </w:style>
  <w:style w:type="paragraph" w:customStyle="1" w:styleId="Textparagrafu">
    <w:name w:val="Text paragrafu"/>
    <w:basedOn w:val="Normln"/>
    <w:rsid w:val="00EA3B76"/>
    <w:pPr>
      <w:spacing w:before="240"/>
      <w:ind w:firstLine="425"/>
      <w:outlineLvl w:val="5"/>
    </w:pPr>
  </w:style>
  <w:style w:type="paragraph" w:customStyle="1" w:styleId="Paragraf">
    <w:name w:val="Paragraf"/>
    <w:basedOn w:val="Normln"/>
    <w:next w:val="Textodstavce"/>
    <w:rsid w:val="00EA3B76"/>
    <w:pPr>
      <w:keepNext/>
      <w:keepLines/>
      <w:spacing w:before="240"/>
      <w:jc w:val="center"/>
      <w:outlineLvl w:val="5"/>
    </w:pPr>
  </w:style>
  <w:style w:type="paragraph" w:customStyle="1" w:styleId="Oddl">
    <w:name w:val="Oddíl"/>
    <w:basedOn w:val="Normln"/>
    <w:next w:val="Nadpisoddlu"/>
    <w:rsid w:val="00EA3B76"/>
    <w:pPr>
      <w:keepNext/>
      <w:keepLines/>
      <w:spacing w:before="240"/>
      <w:jc w:val="center"/>
      <w:outlineLvl w:val="4"/>
    </w:pPr>
  </w:style>
  <w:style w:type="paragraph" w:customStyle="1" w:styleId="Nadpisoddlu">
    <w:name w:val="Nadpis oddílu"/>
    <w:basedOn w:val="Normln"/>
    <w:next w:val="Paragraf"/>
    <w:rsid w:val="00EA3B76"/>
    <w:pPr>
      <w:keepNext/>
      <w:keepLines/>
      <w:jc w:val="center"/>
      <w:outlineLvl w:val="4"/>
    </w:pPr>
    <w:rPr>
      <w:b/>
    </w:rPr>
  </w:style>
  <w:style w:type="paragraph" w:customStyle="1" w:styleId="Dl">
    <w:name w:val="Díl"/>
    <w:basedOn w:val="Normln"/>
    <w:next w:val="Nadpisdlu"/>
    <w:rsid w:val="00EA3B76"/>
    <w:pPr>
      <w:keepNext/>
      <w:keepLines/>
      <w:spacing w:before="240"/>
      <w:jc w:val="center"/>
      <w:outlineLvl w:val="3"/>
    </w:pPr>
  </w:style>
  <w:style w:type="paragraph" w:customStyle="1" w:styleId="Nadpisdlu">
    <w:name w:val="Nadpis dílu"/>
    <w:basedOn w:val="Normln"/>
    <w:next w:val="Oddl"/>
    <w:rsid w:val="00EA3B76"/>
    <w:pPr>
      <w:keepNext/>
      <w:keepLines/>
      <w:jc w:val="center"/>
      <w:outlineLvl w:val="3"/>
    </w:pPr>
    <w:rPr>
      <w:b/>
    </w:rPr>
  </w:style>
  <w:style w:type="paragraph" w:customStyle="1" w:styleId="Hlava">
    <w:name w:val="Hlava"/>
    <w:basedOn w:val="Normln"/>
    <w:next w:val="Nadpishlavy"/>
    <w:rsid w:val="00EA3B76"/>
    <w:pPr>
      <w:keepNext/>
      <w:keepLines/>
      <w:spacing w:before="240"/>
      <w:jc w:val="center"/>
      <w:outlineLvl w:val="2"/>
    </w:pPr>
  </w:style>
  <w:style w:type="paragraph" w:customStyle="1" w:styleId="Nadpishlavy">
    <w:name w:val="Nadpis hlavy"/>
    <w:basedOn w:val="Normln"/>
    <w:next w:val="Dl"/>
    <w:rsid w:val="00EA3B76"/>
    <w:pPr>
      <w:keepNext/>
      <w:keepLines/>
      <w:jc w:val="center"/>
      <w:outlineLvl w:val="2"/>
    </w:pPr>
    <w:rPr>
      <w:b/>
    </w:rPr>
  </w:style>
  <w:style w:type="paragraph" w:customStyle="1" w:styleId="ST">
    <w:name w:val="ČÁST"/>
    <w:basedOn w:val="Normln"/>
    <w:next w:val="NADPISSTI"/>
    <w:rsid w:val="00EA3B76"/>
    <w:pPr>
      <w:keepNext/>
      <w:keepLines/>
      <w:spacing w:before="240" w:after="120"/>
      <w:jc w:val="center"/>
      <w:outlineLvl w:val="1"/>
    </w:pPr>
    <w:rPr>
      <w:caps/>
    </w:rPr>
  </w:style>
  <w:style w:type="paragraph" w:customStyle="1" w:styleId="NADPISSTI">
    <w:name w:val="NADPIS ČÁSTI"/>
    <w:basedOn w:val="Normln"/>
    <w:next w:val="Hlava"/>
    <w:rsid w:val="00EA3B76"/>
    <w:pPr>
      <w:keepNext/>
      <w:keepLines/>
      <w:jc w:val="center"/>
      <w:outlineLvl w:val="1"/>
    </w:pPr>
    <w:rPr>
      <w:b/>
    </w:rPr>
  </w:style>
  <w:style w:type="paragraph" w:customStyle="1" w:styleId="ZKON">
    <w:name w:val="ZÁKON"/>
    <w:basedOn w:val="Normln"/>
    <w:next w:val="nadpiszkona"/>
    <w:rsid w:val="00EA3B76"/>
    <w:pPr>
      <w:keepNext/>
      <w:keepLines/>
      <w:jc w:val="center"/>
      <w:outlineLvl w:val="0"/>
    </w:pPr>
    <w:rPr>
      <w:b/>
      <w:caps/>
    </w:rPr>
  </w:style>
  <w:style w:type="paragraph" w:customStyle="1" w:styleId="nadpiszkona">
    <w:name w:val="nadpis zákona"/>
    <w:basedOn w:val="Normln"/>
    <w:next w:val="Parlament"/>
    <w:rsid w:val="00EA3B76"/>
    <w:pPr>
      <w:keepNext/>
      <w:keepLines/>
      <w:spacing w:before="120"/>
      <w:jc w:val="center"/>
      <w:outlineLvl w:val="0"/>
    </w:pPr>
    <w:rPr>
      <w:b/>
    </w:rPr>
  </w:style>
  <w:style w:type="paragraph" w:customStyle="1" w:styleId="Parlament">
    <w:name w:val="Parlament"/>
    <w:basedOn w:val="Normln"/>
    <w:next w:val="ST"/>
    <w:rsid w:val="00EA3B76"/>
    <w:pPr>
      <w:keepNext/>
      <w:keepLines/>
      <w:spacing w:before="360" w:after="240"/>
    </w:pPr>
  </w:style>
  <w:style w:type="paragraph" w:customStyle="1" w:styleId="Textlnku">
    <w:name w:val="Text článku"/>
    <w:basedOn w:val="Normln"/>
    <w:rsid w:val="00EA3B76"/>
    <w:pPr>
      <w:spacing w:before="240"/>
      <w:ind w:firstLine="425"/>
      <w:outlineLvl w:val="5"/>
    </w:pPr>
  </w:style>
  <w:style w:type="paragraph" w:customStyle="1" w:styleId="lnek">
    <w:name w:val="Článek"/>
    <w:basedOn w:val="Normln"/>
    <w:next w:val="Textodstavce"/>
    <w:rsid w:val="00EA3B76"/>
    <w:pPr>
      <w:keepNext/>
      <w:keepLines/>
      <w:spacing w:before="240"/>
      <w:jc w:val="center"/>
      <w:outlineLvl w:val="5"/>
    </w:pPr>
  </w:style>
  <w:style w:type="paragraph" w:customStyle="1" w:styleId="CELEX">
    <w:name w:val="CELEX"/>
    <w:basedOn w:val="Normln"/>
    <w:next w:val="Normln"/>
    <w:rsid w:val="00EA3B76"/>
    <w:pPr>
      <w:spacing w:before="60"/>
    </w:pPr>
    <w:rPr>
      <w:i/>
      <w:sz w:val="20"/>
    </w:rPr>
  </w:style>
  <w:style w:type="paragraph" w:customStyle="1" w:styleId="funkce">
    <w:name w:val="funkce"/>
    <w:basedOn w:val="Normln"/>
    <w:rsid w:val="00EA3B76"/>
    <w:pPr>
      <w:keepLines/>
      <w:jc w:val="center"/>
    </w:pPr>
  </w:style>
  <w:style w:type="paragraph" w:customStyle="1" w:styleId="Psmeno">
    <w:name w:val="&quot;Písmeno&quot;"/>
    <w:basedOn w:val="Normln"/>
    <w:next w:val="Normln"/>
    <w:rsid w:val="00EA3B76"/>
    <w:pPr>
      <w:keepNext/>
      <w:keepLines/>
      <w:ind w:left="425" w:hanging="425"/>
    </w:pPr>
  </w:style>
  <w:style w:type="paragraph" w:customStyle="1" w:styleId="Oznaenpozmn">
    <w:name w:val="Označení pozm.n."/>
    <w:basedOn w:val="Normln"/>
    <w:next w:val="Normln"/>
    <w:rsid w:val="00EA3B76"/>
    <w:pPr>
      <w:numPr>
        <w:numId w:val="2"/>
      </w:numPr>
      <w:spacing w:after="120"/>
    </w:pPr>
    <w:rPr>
      <w:b/>
    </w:rPr>
  </w:style>
  <w:style w:type="paragraph" w:customStyle="1" w:styleId="Textpozmn">
    <w:name w:val="Text pozm.n."/>
    <w:basedOn w:val="Normln"/>
    <w:next w:val="Normln"/>
    <w:rsid w:val="00EA3B76"/>
    <w:pPr>
      <w:numPr>
        <w:numId w:val="3"/>
      </w:numPr>
      <w:tabs>
        <w:tab w:val="clear" w:pos="425"/>
        <w:tab w:val="left" w:pos="851"/>
      </w:tabs>
      <w:spacing w:after="120"/>
      <w:ind w:left="850"/>
    </w:pPr>
  </w:style>
  <w:style w:type="paragraph" w:customStyle="1" w:styleId="Novelizanbod">
    <w:name w:val="Novelizační bod"/>
    <w:basedOn w:val="Normln"/>
    <w:next w:val="Normln"/>
    <w:rsid w:val="00EA3B76"/>
    <w:pPr>
      <w:keepNext/>
      <w:keepLines/>
      <w:numPr>
        <w:numId w:val="4"/>
      </w:numPr>
      <w:tabs>
        <w:tab w:val="left" w:pos="851"/>
      </w:tabs>
      <w:spacing w:before="480" w:after="120"/>
    </w:pPr>
  </w:style>
  <w:style w:type="paragraph" w:customStyle="1" w:styleId="Novelizanbodvpozmn">
    <w:name w:val="Novelizační bod v pozm.n."/>
    <w:basedOn w:val="Normln"/>
    <w:next w:val="Normln"/>
    <w:rsid w:val="00EA3B7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A3B76"/>
    <w:pPr>
      <w:keepNext/>
      <w:keepLines/>
      <w:spacing w:after="120"/>
      <w:jc w:val="center"/>
    </w:pPr>
    <w:rPr>
      <w:b/>
      <w:sz w:val="32"/>
    </w:rPr>
  </w:style>
  <w:style w:type="paragraph" w:customStyle="1" w:styleId="Textbodu">
    <w:name w:val="Text bodu"/>
    <w:basedOn w:val="Normln"/>
    <w:rsid w:val="00EA3B76"/>
    <w:pPr>
      <w:numPr>
        <w:ilvl w:val="2"/>
        <w:numId w:val="5"/>
      </w:numPr>
      <w:outlineLvl w:val="8"/>
    </w:pPr>
  </w:style>
  <w:style w:type="paragraph" w:customStyle="1" w:styleId="Textpsmene">
    <w:name w:val="Text písmene"/>
    <w:basedOn w:val="Normln"/>
    <w:rsid w:val="00EA3B76"/>
    <w:pPr>
      <w:numPr>
        <w:ilvl w:val="1"/>
        <w:numId w:val="5"/>
      </w:numPr>
      <w:outlineLvl w:val="7"/>
    </w:pPr>
  </w:style>
  <w:style w:type="character" w:customStyle="1" w:styleId="Odkaznapoznpodarou">
    <w:name w:val="Odkaz na pozn. pod čarou"/>
    <w:rsid w:val="00EA3B76"/>
    <w:rPr>
      <w:vertAlign w:val="superscript"/>
    </w:rPr>
  </w:style>
  <w:style w:type="paragraph" w:customStyle="1" w:styleId="Textodstavce">
    <w:name w:val="Text odstavce"/>
    <w:basedOn w:val="Normln"/>
    <w:rsid w:val="00EA3B76"/>
    <w:pPr>
      <w:numPr>
        <w:numId w:val="5"/>
      </w:numPr>
      <w:tabs>
        <w:tab w:val="left" w:pos="851"/>
      </w:tabs>
      <w:spacing w:before="120" w:after="120"/>
      <w:outlineLvl w:val="6"/>
    </w:pPr>
  </w:style>
  <w:style w:type="paragraph" w:customStyle="1" w:styleId="Textbodunovely">
    <w:name w:val="Text bodu novely"/>
    <w:basedOn w:val="Normln"/>
    <w:next w:val="Normln"/>
    <w:rsid w:val="00EA3B76"/>
    <w:pPr>
      <w:ind w:left="567" w:hanging="567"/>
    </w:pPr>
  </w:style>
  <w:style w:type="character" w:styleId="slostrnky">
    <w:name w:val="page number"/>
    <w:basedOn w:val="Standardnpsmoodstavce"/>
    <w:semiHidden/>
    <w:rsid w:val="00EA3B76"/>
  </w:style>
  <w:style w:type="paragraph" w:styleId="Zpat">
    <w:name w:val="footer"/>
    <w:basedOn w:val="Normln"/>
    <w:semiHidden/>
    <w:rsid w:val="00EA3B76"/>
    <w:pPr>
      <w:tabs>
        <w:tab w:val="center" w:pos="4536"/>
        <w:tab w:val="right" w:pos="9072"/>
      </w:tabs>
    </w:pPr>
  </w:style>
  <w:style w:type="paragraph" w:styleId="Textpoznpodarou">
    <w:name w:val="footnote text"/>
    <w:basedOn w:val="Normln"/>
    <w:semiHidden/>
    <w:rsid w:val="00EA3B76"/>
    <w:pPr>
      <w:tabs>
        <w:tab w:val="left" w:pos="425"/>
      </w:tabs>
      <w:ind w:left="425" w:hanging="425"/>
    </w:pPr>
    <w:rPr>
      <w:sz w:val="20"/>
    </w:rPr>
  </w:style>
  <w:style w:type="character" w:styleId="Znakapoznpodarou">
    <w:name w:val="footnote reference"/>
    <w:semiHidden/>
    <w:rsid w:val="00EA3B76"/>
    <w:rPr>
      <w:vertAlign w:val="superscript"/>
    </w:rPr>
  </w:style>
  <w:style w:type="paragraph" w:styleId="Titulek">
    <w:name w:val="caption"/>
    <w:basedOn w:val="Normln"/>
    <w:next w:val="Normln"/>
    <w:qFormat/>
    <w:rsid w:val="00EA3B76"/>
    <w:pPr>
      <w:spacing w:before="120" w:after="120"/>
    </w:pPr>
    <w:rPr>
      <w:b/>
    </w:rPr>
  </w:style>
  <w:style w:type="paragraph" w:customStyle="1" w:styleId="Nvrh">
    <w:name w:val="Návrh"/>
    <w:basedOn w:val="Normln"/>
    <w:next w:val="ZKON"/>
    <w:rsid w:val="00EA3B76"/>
    <w:pPr>
      <w:keepNext/>
      <w:keepLines/>
      <w:spacing w:after="240"/>
      <w:jc w:val="center"/>
      <w:outlineLvl w:val="0"/>
    </w:pPr>
    <w:rPr>
      <w:spacing w:val="40"/>
    </w:rPr>
  </w:style>
  <w:style w:type="paragraph" w:customStyle="1" w:styleId="Podpis">
    <w:name w:val="Podpis_"/>
    <w:basedOn w:val="Normln"/>
    <w:next w:val="funkce"/>
    <w:rsid w:val="00EA3B76"/>
    <w:pPr>
      <w:keepNext/>
      <w:keepLines/>
      <w:spacing w:before="720"/>
      <w:jc w:val="center"/>
    </w:pPr>
  </w:style>
  <w:style w:type="paragraph" w:customStyle="1" w:styleId="VARIANTA">
    <w:name w:val="VARIANTA"/>
    <w:basedOn w:val="Normln"/>
    <w:next w:val="Normln"/>
    <w:rsid w:val="00EA3B76"/>
    <w:pPr>
      <w:keepNext/>
      <w:spacing w:before="120" w:after="120"/>
    </w:pPr>
    <w:rPr>
      <w:caps/>
      <w:spacing w:val="60"/>
    </w:rPr>
  </w:style>
  <w:style w:type="paragraph" w:customStyle="1" w:styleId="VARIANTA-konec">
    <w:name w:val="VARIANTA - konec"/>
    <w:basedOn w:val="Normln"/>
    <w:next w:val="Normln"/>
    <w:rsid w:val="00EA3B76"/>
    <w:rPr>
      <w:caps/>
      <w:spacing w:val="60"/>
    </w:rPr>
  </w:style>
  <w:style w:type="paragraph" w:customStyle="1" w:styleId="Nadpisparagrafu">
    <w:name w:val="Nadpis paragrafu"/>
    <w:basedOn w:val="Paragraf"/>
    <w:next w:val="Textodstavce"/>
    <w:rsid w:val="00EA3B76"/>
    <w:rPr>
      <w:b/>
    </w:rPr>
  </w:style>
  <w:style w:type="paragraph" w:customStyle="1" w:styleId="Nadpislnku">
    <w:name w:val="Nadpis článku"/>
    <w:basedOn w:val="lnek"/>
    <w:next w:val="Textodstavce"/>
    <w:rsid w:val="00EA3B76"/>
    <w:rPr>
      <w:b/>
    </w:rPr>
  </w:style>
  <w:style w:type="paragraph" w:styleId="Normlnweb">
    <w:name w:val="Normal (Web)"/>
    <w:basedOn w:val="Normln"/>
    <w:uiPriority w:val="99"/>
    <w:semiHidden/>
    <w:unhideWhenUsed/>
    <w:rsid w:val="00305B43"/>
    <w:pPr>
      <w:spacing w:before="100" w:beforeAutospacing="1"/>
      <w:jc w:val="left"/>
    </w:pPr>
    <w:rPr>
      <w:color w:val="000000"/>
    </w:rPr>
  </w:style>
  <w:style w:type="paragraph" w:styleId="Odstavecseseznamem">
    <w:name w:val="List Paragraph"/>
    <w:basedOn w:val="Normln"/>
    <w:link w:val="OdstavecseseznamemChar"/>
    <w:uiPriority w:val="34"/>
    <w:qFormat/>
    <w:rsid w:val="00305B43"/>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305B43"/>
    <w:rPr>
      <w:rFonts w:ascii="Calibri" w:eastAsia="Calibri" w:hAnsi="Calibri"/>
      <w:sz w:val="22"/>
      <w:szCs w:val="22"/>
      <w:lang w:eastAsia="en-US"/>
    </w:rPr>
  </w:style>
  <w:style w:type="paragraph" w:customStyle="1" w:styleId="ListParagraph1">
    <w:name w:val="List Paragraph1"/>
    <w:basedOn w:val="Normln"/>
    <w:rsid w:val="00305B43"/>
    <w:pPr>
      <w:suppressAutoHyphens/>
      <w:spacing w:after="200" w:line="276" w:lineRule="auto"/>
      <w:ind w:left="720"/>
      <w:jc w:val="left"/>
    </w:pPr>
    <w:rPr>
      <w:rFonts w:ascii="Calibri" w:hAnsi="Calibri"/>
      <w:sz w:val="22"/>
      <w:szCs w:val="22"/>
      <w:lang w:eastAsia="ar-SA"/>
    </w:rPr>
  </w:style>
  <w:style w:type="paragraph" w:customStyle="1" w:styleId="PShlavika1">
    <w:name w:val="PS hlavička 1"/>
    <w:basedOn w:val="Normln"/>
    <w:next w:val="Normln"/>
    <w:qFormat/>
    <w:rsid w:val="00305B43"/>
    <w:pPr>
      <w:spacing w:line="259" w:lineRule="auto"/>
      <w:jc w:val="center"/>
    </w:pPr>
    <w:rPr>
      <w:rFonts w:eastAsia="Calibri"/>
      <w:b/>
      <w:i/>
      <w:lang w:eastAsia="en-US"/>
    </w:rPr>
  </w:style>
  <w:style w:type="paragraph" w:customStyle="1" w:styleId="PShlavika2">
    <w:name w:val="PS hlavička 2"/>
    <w:basedOn w:val="Normln"/>
    <w:next w:val="PShlavika1"/>
    <w:qFormat/>
    <w:rsid w:val="00305B43"/>
    <w:pPr>
      <w:spacing w:line="259" w:lineRule="auto"/>
      <w:jc w:val="center"/>
    </w:pPr>
    <w:rPr>
      <w:rFonts w:eastAsia="Calibri"/>
      <w:b/>
      <w:bCs/>
      <w:i/>
      <w:iCs/>
      <w:sz w:val="36"/>
      <w:szCs w:val="36"/>
      <w:lang w:eastAsia="en-US"/>
    </w:rPr>
  </w:style>
  <w:style w:type="paragraph" w:customStyle="1" w:styleId="PSslousnesen">
    <w:name w:val="PS číslo usnesení"/>
    <w:basedOn w:val="Normln"/>
    <w:next w:val="Normln"/>
    <w:qFormat/>
    <w:rsid w:val="00305B43"/>
    <w:pPr>
      <w:spacing w:before="120" w:after="120" w:line="259" w:lineRule="auto"/>
      <w:jc w:val="center"/>
    </w:pPr>
    <w:rPr>
      <w:rFonts w:eastAsia="Calibri"/>
      <w:b/>
      <w:bCs/>
      <w:i/>
      <w:iCs/>
      <w:szCs w:val="22"/>
      <w:lang w:eastAsia="en-US"/>
    </w:rPr>
  </w:style>
  <w:style w:type="paragraph" w:customStyle="1" w:styleId="PShlavika3">
    <w:name w:val="PS hlavička 3"/>
    <w:basedOn w:val="Normln"/>
    <w:next w:val="Normln"/>
    <w:rsid w:val="00305B43"/>
    <w:pPr>
      <w:spacing w:line="259" w:lineRule="auto"/>
      <w:jc w:val="center"/>
    </w:pPr>
    <w:rPr>
      <w:rFonts w:eastAsia="Calibri"/>
      <w:b/>
      <w:bCs/>
      <w:i/>
      <w:iCs/>
      <w:sz w:val="32"/>
      <w:szCs w:val="32"/>
      <w:lang w:eastAsia="en-US"/>
    </w:rPr>
  </w:style>
  <w:style w:type="paragraph" w:customStyle="1" w:styleId="PS-slovanseznam">
    <w:name w:val="PS-číslovaný seznam"/>
    <w:basedOn w:val="Normln"/>
    <w:link w:val="PS-slovanseznamChar"/>
    <w:qFormat/>
    <w:rsid w:val="004E7F26"/>
    <w:pPr>
      <w:numPr>
        <w:numId w:val="7"/>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basedOn w:val="Standardnpsmoodstavce"/>
    <w:link w:val="PS-slovanseznam"/>
    <w:rsid w:val="004E7F26"/>
    <w:rPr>
      <w:rFonts w:eastAsia="Calibri"/>
      <w:sz w:val="24"/>
      <w:szCs w:val="22"/>
      <w:lang w:eastAsia="en-US"/>
    </w:rPr>
  </w:style>
  <w:style w:type="paragraph" w:customStyle="1" w:styleId="Textbody">
    <w:name w:val="Text body"/>
    <w:basedOn w:val="Normln"/>
    <w:rsid w:val="005F042A"/>
    <w:pPr>
      <w:widowControl w:val="0"/>
      <w:suppressAutoHyphens/>
      <w:autoSpaceDN w:val="0"/>
      <w:spacing w:after="140" w:line="288" w:lineRule="auto"/>
      <w:jc w:val="left"/>
      <w:textAlignment w:val="baseline"/>
    </w:pPr>
    <w:rPr>
      <w:rFonts w:eastAsia="SimSun"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20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0</TotalTime>
  <Pages>9</Pages>
  <Words>3199</Words>
  <Characters>17535</Characters>
  <Application>Microsoft Office Word</Application>
  <DocSecurity>0</DocSecurity>
  <Lines>146</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Bartosova Marta</cp:lastModifiedBy>
  <cp:revision>2</cp:revision>
  <cp:lastPrinted>2018-05-31T07:56:00Z</cp:lastPrinted>
  <dcterms:created xsi:type="dcterms:W3CDTF">2018-05-31T09:40:00Z</dcterms:created>
  <dcterms:modified xsi:type="dcterms:W3CDTF">2018-05-31T09:40:00Z</dcterms:modified>
  <cp:category/>
</cp:coreProperties>
</file>