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>k </w:t>
      </w:r>
      <w:r w:rsidR="002C46E3">
        <w:rPr>
          <w:b/>
        </w:rPr>
        <w:t>senátnímu</w:t>
      </w:r>
      <w:r>
        <w:rPr>
          <w:b/>
        </w:rPr>
        <w:t xml:space="preserve"> návrhu zákona, </w:t>
      </w:r>
      <w:r w:rsidR="002C46E3">
        <w:rPr>
          <w:b/>
        </w:rPr>
        <w:t>kterým se mění zákon č. 586/1992 Sb., o daních z příjmů, ve znění pozdějších předpisů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2C46E3">
        <w:rPr>
          <w:b/>
        </w:rPr>
        <w:t>32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</w:t>
      </w:r>
      <w:r w:rsidR="002C46E3">
        <w:t xml:space="preserve">rozpočtového </w:t>
      </w:r>
      <w:r>
        <w:t xml:space="preserve">výboru č. </w:t>
      </w:r>
      <w:r w:rsidR="002C46E3">
        <w:t>93</w:t>
      </w:r>
      <w:r>
        <w:t xml:space="preserve"> z </w:t>
      </w:r>
      <w:r w:rsidR="002C46E3">
        <w:t>8</w:t>
      </w:r>
      <w:r>
        <w:t xml:space="preserve">. schůze konané dne </w:t>
      </w:r>
      <w:r w:rsidR="002C46E3">
        <w:t>9. května 2018</w:t>
      </w:r>
      <w:r>
        <w:t xml:space="preserve"> (tisk</w:t>
      </w:r>
      <w:r w:rsidR="002C46E3">
        <w:t xml:space="preserve"> 32</w:t>
      </w:r>
      <w:r>
        <w:t>/</w:t>
      </w:r>
      <w:r w:rsidR="002C46E3">
        <w:t>4</w:t>
      </w:r>
      <w:r>
        <w:t xml:space="preserve"> )</w:t>
      </w:r>
    </w:p>
    <w:p w:rsidR="002C46E3" w:rsidRDefault="002C46E3" w:rsidP="002C46E3"/>
    <w:p w:rsidR="002C46E3" w:rsidRDefault="007D36BF" w:rsidP="002C46E3">
      <w:pPr>
        <w:pStyle w:val="Zpat"/>
      </w:pPr>
      <w:r>
        <w:t>1</w:t>
      </w:r>
      <w:r w:rsidR="002C46E3">
        <w:t>. Čl. I včetně poznámky pod čarou zní:</w:t>
      </w:r>
    </w:p>
    <w:p w:rsidR="002C46E3" w:rsidRDefault="002C46E3" w:rsidP="002C46E3">
      <w:pPr>
        <w:pStyle w:val="Zpat"/>
        <w:spacing w:after="120"/>
        <w:jc w:val="center"/>
      </w:pPr>
      <w:r>
        <w:t>„Čl. 1</w:t>
      </w:r>
    </w:p>
    <w:p w:rsidR="002C46E3" w:rsidRDefault="002C46E3" w:rsidP="002C46E3">
      <w:pPr>
        <w:pStyle w:val="Zpat"/>
        <w:spacing w:after="120"/>
        <w:jc w:val="center"/>
      </w:pPr>
    </w:p>
    <w:p w:rsidR="002C46E3" w:rsidRDefault="002C46E3" w:rsidP="002C46E3">
      <w:pPr>
        <w:spacing w:after="60"/>
        <w:ind w:firstLine="709"/>
      </w:pPr>
      <w:r>
        <w:t>V § 17b odst. 1 písm. a) zákona č. 586/1992 Sb., o daních z příjmů, ve znění zákona č. 267/2014 Sb. a zákona č. 148/2016 Sb., se na konci textu písmena a) doplňuje text</w:t>
      </w:r>
    </w:p>
    <w:p w:rsidR="002C46E3" w:rsidRDefault="007D36BF" w:rsidP="002C46E3">
      <w:proofErr w:type="gramStart"/>
      <w:r>
        <w:t xml:space="preserve">„ , </w:t>
      </w:r>
      <w:r w:rsidR="002C46E3">
        <w:t>pokud</w:t>
      </w:r>
      <w:proofErr w:type="gramEnd"/>
    </w:p>
    <w:p w:rsidR="002C46E3" w:rsidRDefault="002C46E3" w:rsidP="002C46E3">
      <w:r>
        <w:t>1. žádný poplatník daně z příjmů právnických osob s výjimkou Světové banky, Mezinárodního měnového fondu, Evropské investiční banky, jiné mezinárodní finanční organizace, státu, centrální banky nebo právnické osoby jimi ovládané nemá podíl na základním kapitálu tohoto investičního fondu 10 % nebo více; podíly spojených osob, které jsou poplatníky daně z příjmů právnických osob, se pro tyto účely splnění této podmínky považují za podíly jednoho poplatníka; tato podmínka se považuje za splněnou i v případě, kdy je překročena povolená výše podílu na základním kapitálu po dobu kratší než polovina zdaňovacího období nebo období, za které se podává daňové přiznání, nebo po dobu kratší než 6 měsíců, je-li zdaňovací období delší než 12 měsíců, a</w:t>
      </w:r>
    </w:p>
    <w:p w:rsidR="002C46E3" w:rsidRDefault="002C46E3" w:rsidP="002C46E3">
      <w:r>
        <w:t xml:space="preserve">2. neprovozuje živnostenské podnikání za podmínek stanovených živnostenským </w:t>
      </w:r>
      <w:proofErr w:type="spellStart"/>
      <w:r>
        <w:t>zákonem</w:t>
      </w:r>
      <w:r>
        <w:rPr>
          <w:vertAlign w:val="superscript"/>
        </w:rPr>
        <w:t>x</w:t>
      </w:r>
      <w:proofErr w:type="spellEnd"/>
      <w:r>
        <w:t>)</w:t>
      </w:r>
      <w:r w:rsidR="007D36BF">
        <w:t>,</w:t>
      </w:r>
    </w:p>
    <w:p w:rsidR="002C46E3" w:rsidRDefault="002C46E3" w:rsidP="002C46E3">
      <w:r>
        <w:t>________________________</w:t>
      </w:r>
    </w:p>
    <w:p w:rsidR="002C46E3" w:rsidRDefault="002C46E3" w:rsidP="002C46E3">
      <w:pPr>
        <w:pStyle w:val="Textpoznpodarou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vertAlign w:val="superscript"/>
          <w:lang w:eastAsia="en-US"/>
        </w:rPr>
        <w:t>x</w:t>
      </w:r>
      <w:r>
        <w:rPr>
          <w:rFonts w:eastAsiaTheme="minorHAnsi"/>
          <w:sz w:val="24"/>
          <w:lang w:eastAsia="en-US"/>
        </w:rPr>
        <w:t>) Zákon č. 455/1991 Sb., živnostenský zákon ve znění pozdějších předpisů“</w:t>
      </w:r>
    </w:p>
    <w:p w:rsidR="002C46E3" w:rsidRDefault="002C46E3" w:rsidP="002C46E3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46E3" w:rsidRDefault="002C46E3" w:rsidP="002C46E3">
      <w:pPr>
        <w:pStyle w:val="Odstavecseseznamem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 článek I se vkládá nový článek II, který zní:</w:t>
      </w:r>
    </w:p>
    <w:p w:rsidR="002C46E3" w:rsidRDefault="002C46E3" w:rsidP="002C46E3">
      <w:pPr>
        <w:jc w:val="center"/>
      </w:pPr>
      <w:r>
        <w:t>„Čl. II</w:t>
      </w:r>
    </w:p>
    <w:p w:rsidR="002C46E3" w:rsidRDefault="002C46E3" w:rsidP="002C46E3">
      <w:pPr>
        <w:jc w:val="center"/>
      </w:pPr>
    </w:p>
    <w:p w:rsidR="002C46E3" w:rsidRDefault="002C46E3" w:rsidP="002C46E3">
      <w:pPr>
        <w:jc w:val="center"/>
      </w:pPr>
      <w:r>
        <w:t>Přechodné ustanovení</w:t>
      </w:r>
    </w:p>
    <w:p w:rsidR="002C46E3" w:rsidRDefault="002C46E3" w:rsidP="002C46E3">
      <w:pPr>
        <w:jc w:val="center"/>
      </w:pPr>
    </w:p>
    <w:p w:rsidR="002C46E3" w:rsidRDefault="002C46E3" w:rsidP="002C46E3">
      <w:r>
        <w:tab/>
        <w:t>Pro daňové povinnosti u daní z příjmů za zdaňovací období přede dnem nabytí účinnosti tohoto zákona a za zdaňovací období, které započalo přede dnem nabytí účinnosti tohoto zákona, jakož i práva a povinnosti s nimi související, se použije zákon č. 586/1992 Sb., ve znění účinném přede dnem nabytí účinnosti tohoto zákona.“.</w:t>
      </w:r>
    </w:p>
    <w:p w:rsidR="002C46E3" w:rsidRDefault="002C46E3" w:rsidP="002C46E3"/>
    <w:p w:rsidR="002C46E3" w:rsidRDefault="002C46E3" w:rsidP="002C46E3">
      <w:pPr>
        <w:pStyle w:val="Odsazentlatextu"/>
        <w:rPr>
          <w:spacing w:val="-3"/>
        </w:rPr>
      </w:pPr>
      <w:r>
        <w:rPr>
          <w:szCs w:val="24"/>
        </w:rPr>
        <w:t>Dosavadní článek II. se označuje jako článek III.</w:t>
      </w:r>
    </w:p>
    <w:p w:rsidR="002C46E3" w:rsidRDefault="002C46E3" w:rsidP="002C46E3">
      <w:pPr>
        <w:pStyle w:val="Odsazentlatextu"/>
        <w:ind w:firstLine="0"/>
        <w:rPr>
          <w:spacing w:val="-3"/>
        </w:rPr>
      </w:pPr>
    </w:p>
    <w:p w:rsidR="00A92050" w:rsidRDefault="00A92050" w:rsidP="00A92050"/>
    <w:p w:rsidR="007D36BF" w:rsidRDefault="007D36BF" w:rsidP="00A92050"/>
    <w:p w:rsidR="007D36BF" w:rsidRPr="00A92050" w:rsidRDefault="007D36BF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lastRenderedPageBreak/>
        <w:t xml:space="preserve">Pozměňovací návrhy přednesené ve druhém čtení dne </w:t>
      </w:r>
      <w:r w:rsidR="002C46E3">
        <w:rPr>
          <w:b/>
          <w:sz w:val="28"/>
          <w:szCs w:val="28"/>
        </w:rPr>
        <w:t>22. května</w:t>
      </w:r>
      <w:r w:rsidRPr="00A92050">
        <w:rPr>
          <w:b/>
          <w:sz w:val="28"/>
          <w:szCs w:val="28"/>
        </w:rPr>
        <w:t xml:space="preserve"> 201</w:t>
      </w:r>
      <w:r w:rsidR="002C46E3">
        <w:rPr>
          <w:b/>
          <w:sz w:val="28"/>
          <w:szCs w:val="28"/>
        </w:rPr>
        <w:t>8</w:t>
      </w:r>
    </w:p>
    <w:p w:rsidR="00A92050" w:rsidRPr="00A92050" w:rsidRDefault="00A92050" w:rsidP="00A92050"/>
    <w:p w:rsidR="00A92050" w:rsidRPr="00A92050" w:rsidRDefault="00A92050" w:rsidP="00A92050"/>
    <w:p w:rsidR="00A92050" w:rsidRDefault="007D36BF" w:rsidP="00A92050">
      <w:pPr>
        <w:rPr>
          <w:b/>
        </w:rPr>
      </w:pPr>
      <w:r>
        <w:rPr>
          <w:b/>
        </w:rPr>
        <w:t>B</w:t>
      </w:r>
      <w:r>
        <w:rPr>
          <w:b/>
        </w:rPr>
        <w:tab/>
      </w:r>
      <w:r w:rsidR="00116745" w:rsidRPr="00116745">
        <w:rPr>
          <w:b/>
        </w:rPr>
        <w:t xml:space="preserve">Poslanec Mikuláš </w:t>
      </w:r>
      <w:proofErr w:type="spellStart"/>
      <w:r w:rsidR="00116745" w:rsidRPr="00116745">
        <w:rPr>
          <w:b/>
        </w:rPr>
        <w:t>Ferjenčík</w:t>
      </w:r>
      <w:proofErr w:type="spellEnd"/>
    </w:p>
    <w:p w:rsidR="007D36BF" w:rsidRDefault="007D36BF" w:rsidP="00A92050">
      <w:pPr>
        <w:rPr>
          <w:b/>
        </w:rPr>
      </w:pPr>
    </w:p>
    <w:p w:rsidR="007D36BF" w:rsidRPr="007D36BF" w:rsidRDefault="007D36BF" w:rsidP="00A92050">
      <w:r>
        <w:t xml:space="preserve">Pozměňovací návrh k pozměňovacímu návrhu </w:t>
      </w:r>
      <w:r w:rsidR="002F6B43">
        <w:t xml:space="preserve">garančního </w:t>
      </w:r>
      <w:r>
        <w:t>rozpočtového výboru č. 93 ze dne 9.</w:t>
      </w:r>
      <w:r w:rsidR="002F6B43">
        <w:t> </w:t>
      </w:r>
      <w:r>
        <w:t>5. 2018</w:t>
      </w:r>
    </w:p>
    <w:p w:rsidR="007D36BF" w:rsidRPr="00116745" w:rsidRDefault="007D36BF" w:rsidP="00A92050">
      <w:pPr>
        <w:rPr>
          <w:b/>
        </w:rPr>
      </w:pPr>
    </w:p>
    <w:p w:rsidR="00A92050" w:rsidRDefault="007D36BF" w:rsidP="00A92050">
      <w:r>
        <w:t>V</w:t>
      </w:r>
      <w:r w:rsidR="002F6B43">
        <w:t> </w:t>
      </w:r>
      <w:r>
        <w:t>Čl</w:t>
      </w:r>
      <w:r w:rsidR="002F6B43">
        <w:t>.</w:t>
      </w:r>
      <w:r>
        <w:t xml:space="preserve"> I bodě 1 větě první se slova „právnických osob“ zrušují.</w:t>
      </w:r>
    </w:p>
    <w:p w:rsidR="007D36BF" w:rsidRDefault="007D36BF" w:rsidP="00A92050"/>
    <w:p w:rsidR="007D36BF" w:rsidRDefault="007D36BF" w:rsidP="00A92050"/>
    <w:p w:rsidR="007D36BF" w:rsidRDefault="007D36BF" w:rsidP="00A92050"/>
    <w:p w:rsidR="002F6B43" w:rsidRDefault="002F6B43" w:rsidP="00A92050"/>
    <w:p w:rsidR="002F6B43" w:rsidRPr="00A92050" w:rsidRDefault="002F6B43" w:rsidP="00A92050"/>
    <w:p w:rsidR="00A92050" w:rsidRPr="00A92050" w:rsidRDefault="00A92050" w:rsidP="00A92050">
      <w:pPr>
        <w:jc w:val="center"/>
      </w:pPr>
      <w:r w:rsidRPr="00A92050">
        <w:t>V Praze dne</w:t>
      </w:r>
      <w:r w:rsidR="007D36BF">
        <w:t xml:space="preserve"> 22. května 2018</w:t>
      </w:r>
    </w:p>
    <w:p w:rsidR="00A92050" w:rsidRPr="00A92050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2F6B43" w:rsidRDefault="002F6B43" w:rsidP="00A92050">
      <w:pPr>
        <w:jc w:val="center"/>
      </w:pPr>
    </w:p>
    <w:p w:rsidR="002F6B43" w:rsidRPr="00A92050" w:rsidRDefault="002F6B43" w:rsidP="00A92050">
      <w:pPr>
        <w:jc w:val="center"/>
      </w:pPr>
    </w:p>
    <w:p w:rsidR="00A92050" w:rsidRPr="007D36BF" w:rsidRDefault="00DA1FFE" w:rsidP="00A92050">
      <w:pPr>
        <w:jc w:val="center"/>
        <w:rPr>
          <w:b/>
        </w:rPr>
      </w:pPr>
      <w:r w:rsidRPr="007D36BF">
        <w:rPr>
          <w:b/>
        </w:rPr>
        <w:t>Ing. Jaroslav   K y t ý r</w:t>
      </w:r>
      <w:r w:rsidR="00E40B8D" w:rsidRPr="00E40B8D">
        <w:t xml:space="preserve">, </w:t>
      </w:r>
      <w:proofErr w:type="gramStart"/>
      <w:r w:rsidR="00E40B8D" w:rsidRPr="00E40B8D">
        <w:t>v.r.</w:t>
      </w:r>
      <w:proofErr w:type="gramEnd"/>
      <w:r w:rsidRPr="007D36BF">
        <w:rPr>
          <w:b/>
        </w:rPr>
        <w:t xml:space="preserve"> </w:t>
      </w:r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DA1FFE">
        <w:t>rozpo</w:t>
      </w:r>
      <w:bookmarkStart w:id="0" w:name="_GoBack"/>
      <w:bookmarkEnd w:id="0"/>
      <w:r w:rsidR="00DA1FFE">
        <w:t xml:space="preserve">čtového výboru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0B8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116745"/>
    <w:rsid w:val="00266D0A"/>
    <w:rsid w:val="002C46E3"/>
    <w:rsid w:val="002F6B43"/>
    <w:rsid w:val="007D36BF"/>
    <w:rsid w:val="00A73D85"/>
    <w:rsid w:val="00A92050"/>
    <w:rsid w:val="00DA1FFE"/>
    <w:rsid w:val="00E4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05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9205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A9205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9205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9205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9205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9205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9205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9205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9205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9205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9205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9205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9205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9205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9205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9205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9205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9205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9205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9205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9205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9205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9205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9205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9205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9205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9205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92050"/>
    <w:rPr>
      <w:vertAlign w:val="superscript"/>
    </w:rPr>
  </w:style>
  <w:style w:type="paragraph" w:customStyle="1" w:styleId="Textodstavce">
    <w:name w:val="Text odstavce"/>
    <w:basedOn w:val="Normln"/>
    <w:rsid w:val="00A9205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92050"/>
    <w:pPr>
      <w:ind w:left="567" w:hanging="567"/>
    </w:pPr>
  </w:style>
  <w:style w:type="character" w:styleId="slostrnky">
    <w:name w:val="page number"/>
    <w:basedOn w:val="Standardnpsmoodstavce"/>
    <w:semiHidden/>
    <w:rsid w:val="00A92050"/>
  </w:style>
  <w:style w:type="paragraph" w:styleId="Zpat">
    <w:name w:val="footer"/>
    <w:basedOn w:val="Normln"/>
    <w:link w:val="ZpatChar"/>
    <w:semiHidden/>
    <w:rsid w:val="00A9205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semiHidden/>
    <w:rsid w:val="00A9205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92050"/>
    <w:rPr>
      <w:vertAlign w:val="superscript"/>
    </w:rPr>
  </w:style>
  <w:style w:type="paragraph" w:styleId="Titulek">
    <w:name w:val="caption"/>
    <w:basedOn w:val="Normln"/>
    <w:next w:val="Normln"/>
    <w:qFormat/>
    <w:rsid w:val="00A9205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9205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9205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9205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9205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92050"/>
    <w:rPr>
      <w:b/>
    </w:rPr>
  </w:style>
  <w:style w:type="paragraph" w:customStyle="1" w:styleId="Nadpislnku">
    <w:name w:val="Nadpis článku"/>
    <w:basedOn w:val="lnek"/>
    <w:next w:val="Textodstavce"/>
    <w:rsid w:val="00A92050"/>
    <w:rPr>
      <w:b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46E3"/>
    <w:rPr>
      <w:szCs w:val="24"/>
    </w:rPr>
  </w:style>
  <w:style w:type="character" w:customStyle="1" w:styleId="ZpatChar">
    <w:name w:val="Zápatí Char"/>
    <w:basedOn w:val="Standardnpsmoodstavce"/>
    <w:link w:val="Zpat"/>
    <w:semiHidden/>
    <w:rsid w:val="002C46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C46E3"/>
    <w:pPr>
      <w:suppressAutoHyphens/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0"/>
      <w:lang w:eastAsia="zh-CN" w:bidi="hi-IN"/>
    </w:rPr>
  </w:style>
  <w:style w:type="paragraph" w:customStyle="1" w:styleId="Odsazentlatextu">
    <w:name w:val="Odsazení těla textu"/>
    <w:basedOn w:val="Normln"/>
    <w:rsid w:val="002C46E3"/>
    <w:pPr>
      <w:tabs>
        <w:tab w:val="left" w:pos="-720"/>
        <w:tab w:val="left" w:pos="709"/>
      </w:tabs>
      <w:suppressAutoHyphens/>
      <w:ind w:left="709" w:hanging="709"/>
      <w:jc w:val="left"/>
    </w:pPr>
    <w:rPr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37</TotalTime>
  <Pages>2</Pages>
  <Words>368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4</cp:revision>
  <cp:lastPrinted>2018-05-22T14:45:00Z</cp:lastPrinted>
  <dcterms:created xsi:type="dcterms:W3CDTF">2018-05-22T14:11:00Z</dcterms:created>
  <dcterms:modified xsi:type="dcterms:W3CDTF">2018-05-22T16:39:00Z</dcterms:modified>
  <cp:category/>
</cp:coreProperties>
</file>