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4343AA">
        <w:rPr>
          <w:b w:val="0"/>
          <w:i w:val="0"/>
        </w:rPr>
        <w:t>6958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6848FD" w:rsidP="000E730C">
      <w:pPr>
        <w:pStyle w:val="PS-slousnesen"/>
      </w:pPr>
      <w:r>
        <w:t>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661248" w:rsidP="00377253">
      <w:pPr>
        <w:pStyle w:val="PS-hlavika1"/>
      </w:pPr>
      <w:r>
        <w:t>ze</w:t>
      </w:r>
      <w:r w:rsidR="00DC29E4">
        <w:t xml:space="preserve"> </w:t>
      </w:r>
      <w:r w:rsidR="00761520">
        <w:t>1</w:t>
      </w:r>
      <w:r>
        <w:t>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661248">
        <w:t xml:space="preserve">9. května </w:t>
      </w:r>
      <w:r w:rsidR="000C399A">
        <w:t>2018</w:t>
      </w:r>
    </w:p>
    <w:p w:rsidR="00263726" w:rsidRDefault="006228AE" w:rsidP="00891019">
      <w:pPr>
        <w:pStyle w:val="PS-pedmtusnesen"/>
      </w:pPr>
      <w:r>
        <w:t xml:space="preserve"> </w:t>
      </w:r>
      <w:r w:rsidR="00777C49">
        <w:t xml:space="preserve">Vládní návrh zákona, kterým se mění volební zákony a soudní řád správní </w:t>
      </w:r>
      <w:r w:rsidR="00661248">
        <w:br/>
      </w:r>
      <w:r w:rsidR="00777C49">
        <w:t>(tisk 137</w:t>
      </w:r>
      <w:r>
        <w:t>)</w:t>
      </w: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9E5BB6">
        <w:t xml:space="preserve"> </w:t>
      </w:r>
      <w:r w:rsidR="006848FD">
        <w:t xml:space="preserve">náměstka ministra vnitra pro řízení sekce legislativy a státní správy JUDr. PhDr. Petra </w:t>
      </w:r>
      <w:proofErr w:type="spellStart"/>
      <w:r w:rsidR="006848FD">
        <w:t>Mlsny</w:t>
      </w:r>
      <w:proofErr w:type="spellEnd"/>
      <w:r w:rsidR="006848FD">
        <w:t>, Ph.D.</w:t>
      </w:r>
      <w:r w:rsidR="009E5BB6">
        <w:t>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</w:t>
      </w:r>
      <w:proofErr w:type="spellStart"/>
      <w:r w:rsidR="009E5BB6">
        <w:t>p</w:t>
      </w:r>
      <w:r w:rsidR="00E22C6E">
        <w:t>osl</w:t>
      </w:r>
      <w:proofErr w:type="spellEnd"/>
      <w:r w:rsidR="00E22C6E">
        <w:t>.</w:t>
      </w:r>
      <w:r w:rsidR="00C637E3">
        <w:t xml:space="preserve"> </w:t>
      </w:r>
      <w:r w:rsidR="006228AE">
        <w:t>Ing. Zuzany Ožanové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C64738" w:rsidRP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64738" w:rsidRDefault="00C64738" w:rsidP="00C64738"/>
    <w:p w:rsidR="009E5BB6" w:rsidRPr="00DF0D5B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9E5BB6" w:rsidRDefault="009E5BB6" w:rsidP="009E5BB6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277F6D">
        <w:t>uto</w:t>
      </w:r>
      <w:r w:rsidRPr="00FC2A3C">
        <w:t xml:space="preserve"> změn</w:t>
      </w:r>
      <w:r w:rsidR="00277F6D">
        <w:t>u</w:t>
      </w:r>
      <w:r w:rsidRPr="00FC2A3C">
        <w:t xml:space="preserve"> a dopl</w:t>
      </w:r>
      <w:r w:rsidR="00277F6D">
        <w:t>něk</w:t>
      </w:r>
      <w:r w:rsidRPr="00FC2A3C">
        <w:t>:</w:t>
      </w:r>
    </w:p>
    <w:p w:rsidR="00C637E3" w:rsidRDefault="00C637E3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86EF1" w:rsidRDefault="00086EF1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848FD" w:rsidRPr="006848FD" w:rsidRDefault="006848FD" w:rsidP="006848FD">
      <w:pPr>
        <w:pStyle w:val="PS-slovanseznam"/>
        <w:numPr>
          <w:ilvl w:val="0"/>
          <w:numId w:val="20"/>
        </w:numPr>
        <w:spacing w:after="0" w:line="240" w:lineRule="auto"/>
        <w:rPr>
          <w:u w:val="single"/>
        </w:rPr>
      </w:pPr>
      <w:r w:rsidRPr="006848FD">
        <w:rPr>
          <w:u w:val="single"/>
        </w:rPr>
        <w:t xml:space="preserve">V části </w:t>
      </w:r>
      <w:r w:rsidR="00FD53E5">
        <w:rPr>
          <w:u w:val="single"/>
        </w:rPr>
        <w:t>třetí</w:t>
      </w:r>
      <w:r w:rsidRPr="006848FD">
        <w:rPr>
          <w:u w:val="single"/>
        </w:rPr>
        <w:t xml:space="preserve"> čl. </w:t>
      </w:r>
      <w:r w:rsidR="00FD53E5">
        <w:rPr>
          <w:u w:val="single"/>
        </w:rPr>
        <w:t>V.</w:t>
      </w:r>
      <w:r w:rsidRPr="006848FD">
        <w:rPr>
          <w:u w:val="single"/>
        </w:rPr>
        <w:t> se před bod 1 vkládá nový bod, který zní:</w:t>
      </w:r>
    </w:p>
    <w:p w:rsidR="00C637E3" w:rsidRDefault="00C637E3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848FD" w:rsidRPr="006848FD" w:rsidRDefault="00085972" w:rsidP="00085972">
      <w:pPr>
        <w:pStyle w:val="PS-slovanseznam"/>
        <w:numPr>
          <w:ilvl w:val="0"/>
          <w:numId w:val="0"/>
        </w:numPr>
        <w:spacing w:after="0" w:line="240" w:lineRule="auto"/>
        <w:ind w:left="720"/>
      </w:pPr>
      <w:r>
        <w:t xml:space="preserve">„1. </w:t>
      </w:r>
      <w:r w:rsidR="006848FD" w:rsidRPr="006848FD">
        <w:t>V § 4 odst. 1 se slova „státní občan jiného státu, který v den voleb, a konají-li se volby ve dvou dnech, druhý den voleb, dosáhl věku nejméně 18 let, je v den voleb v této obci, městě nebo hlavním městě Praze přihlášen k trvalému pobytu“ nahrazují slovy „státní občan jiného státu, který v den voleb, a konají-li se volby ve dvou dnech, druhý den voleb, je držitelem potvrzení o přechodném pobytu na území nebo povolení k trvalému pobytu a je přihlášen k pobytu v této obci, městě nebo hlavním městě Praze, dosáhl věku nejméně 18 let“ a v části věty za středníkem se slovo „trvalému“ zrušuje.</w:t>
      </w:r>
      <w:r w:rsidR="00086EF1">
        <w:t>“,</w:t>
      </w:r>
    </w:p>
    <w:p w:rsidR="006848FD" w:rsidRDefault="006848FD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848FD" w:rsidRDefault="006848FD" w:rsidP="00085972">
      <w:pPr>
        <w:pStyle w:val="PS-slovanseznam"/>
        <w:numPr>
          <w:ilvl w:val="0"/>
          <w:numId w:val="20"/>
        </w:numPr>
        <w:spacing w:after="0" w:line="240" w:lineRule="auto"/>
        <w:ind w:left="993" w:hanging="284"/>
      </w:pPr>
      <w:r>
        <w:t>Ostatní body se přečíslují.</w:t>
      </w:r>
    </w:p>
    <w:p w:rsidR="006848FD" w:rsidRDefault="006848FD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6848FD" w:rsidRDefault="006848FD" w:rsidP="00C637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F545FE" w:rsidRDefault="00F545FE" w:rsidP="00B82461">
      <w:pPr>
        <w:spacing w:after="0" w:line="240" w:lineRule="auto"/>
        <w:jc w:val="both"/>
      </w:pPr>
      <w:r w:rsidRPr="00F545FE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86EF1" w:rsidRDefault="00086EF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86EF1" w:rsidRDefault="00086EF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86EF1" w:rsidRDefault="00086EF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086EF1" w:rsidRPr="00FC2A3C" w:rsidRDefault="00086EF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50295">
        <w:t>ku</w:t>
      </w:r>
      <w:r w:rsidRPr="00FC2A3C">
        <w:t xml:space="preserve"> výboru, aby na schůzi Poslanecké sněmovny podal</w:t>
      </w:r>
      <w:r w:rsidR="00850295"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086EF1" w:rsidRPr="00FC2A3C" w:rsidRDefault="00086EF1" w:rsidP="00086EF1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50295">
        <w:t>ku</w:t>
      </w:r>
      <w:r w:rsidRPr="00FC2A3C">
        <w:t xml:space="preserve"> výboru, aby ve spolupráci s legislativním odborem Kanceláře Poslanecké sněmovny provedl</w:t>
      </w:r>
      <w:r w:rsidR="00850295">
        <w:t>a</w:t>
      </w:r>
      <w:r w:rsidRPr="00FC2A3C">
        <w:t xml:space="preserve">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086EF1" w:rsidRDefault="00086EF1" w:rsidP="009E5BB6">
      <w:pPr>
        <w:tabs>
          <w:tab w:val="center" w:pos="1843"/>
        </w:tabs>
        <w:spacing w:after="0" w:line="240" w:lineRule="auto"/>
        <w:ind w:left="357"/>
      </w:pPr>
    </w:p>
    <w:p w:rsidR="00086EF1" w:rsidRDefault="00086EF1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A77B5B" w:rsidRDefault="009A5080" w:rsidP="009A5080">
      <w:pPr>
        <w:tabs>
          <w:tab w:val="center" w:pos="1843"/>
        </w:tabs>
        <w:spacing w:after="0" w:line="240" w:lineRule="auto"/>
        <w:ind w:left="357"/>
      </w:pPr>
      <w:r>
        <w:t xml:space="preserve"> </w:t>
      </w:r>
      <w:r w:rsidR="006228AE">
        <w:t>Ing. Zuzana OŽANOVÁ</w:t>
      </w:r>
      <w:r w:rsidR="00C64738">
        <w:tab/>
      </w:r>
      <w:r w:rsidR="00660DAE">
        <w:t xml:space="preserve"> </w:t>
      </w:r>
      <w:r w:rsidR="004343AA">
        <w:t xml:space="preserve">v. r. </w:t>
      </w:r>
      <w:r w:rsidR="00917A79">
        <w:tab/>
      </w:r>
      <w:r w:rsidR="00917A79">
        <w:tab/>
      </w:r>
      <w:r w:rsidR="00567703">
        <w:t xml:space="preserve"> </w:t>
      </w:r>
      <w:r w:rsidR="006848FD">
        <w:tab/>
      </w:r>
      <w:r w:rsidR="006848FD">
        <w:tab/>
        <w:t>Mgr. Marek VÝBORNÝ</w:t>
      </w:r>
      <w:r w:rsidR="004343AA">
        <w:t xml:space="preserve"> v. r.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zpravodaj</w:t>
      </w:r>
      <w:r w:rsidR="00850295">
        <w:t>ka</w:t>
      </w:r>
      <w:r>
        <w:t xml:space="preserve">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</w:r>
      <w:r w:rsidR="00B82461">
        <w:t xml:space="preserve">  </w:t>
      </w:r>
      <w:r w:rsidR="006848FD">
        <w:t xml:space="preserve">   </w:t>
      </w:r>
      <w:r>
        <w:t>ověřovatel výboru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567703" w:rsidRDefault="0056770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86EF1" w:rsidRDefault="00086EF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86EF1" w:rsidRDefault="00086EF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4343AA">
        <w:t xml:space="preserve">v. r. </w:t>
      </w:r>
      <w:bookmarkStart w:id="0" w:name="_GoBack"/>
      <w:bookmarkEnd w:id="0"/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3A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D2740F"/>
    <w:multiLevelType w:val="hybridMultilevel"/>
    <w:tmpl w:val="7FF0AE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3"/>
  </w:num>
  <w:num w:numId="12">
    <w:abstractNumId w:val="9"/>
  </w:num>
  <w:num w:numId="13">
    <w:abstractNumId w:val="11"/>
  </w:num>
  <w:num w:numId="14">
    <w:abstractNumId w:val="14"/>
  </w:num>
  <w:num w:numId="15">
    <w:abstractNumId w:val="8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8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85972"/>
    <w:rsid w:val="00086EF1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230024"/>
    <w:rsid w:val="0023249A"/>
    <w:rsid w:val="00254049"/>
    <w:rsid w:val="002557A2"/>
    <w:rsid w:val="00263726"/>
    <w:rsid w:val="00272E1B"/>
    <w:rsid w:val="00277F6D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315A9"/>
    <w:rsid w:val="004343AA"/>
    <w:rsid w:val="00451971"/>
    <w:rsid w:val="00451C05"/>
    <w:rsid w:val="004B7A78"/>
    <w:rsid w:val="004E384C"/>
    <w:rsid w:val="005113CB"/>
    <w:rsid w:val="005227BF"/>
    <w:rsid w:val="00566A4C"/>
    <w:rsid w:val="00567703"/>
    <w:rsid w:val="005B02B0"/>
    <w:rsid w:val="005C30D7"/>
    <w:rsid w:val="005E094C"/>
    <w:rsid w:val="005E1997"/>
    <w:rsid w:val="005F6CAE"/>
    <w:rsid w:val="00620764"/>
    <w:rsid w:val="00620998"/>
    <w:rsid w:val="006228AE"/>
    <w:rsid w:val="00660DAE"/>
    <w:rsid w:val="00661248"/>
    <w:rsid w:val="006848FD"/>
    <w:rsid w:val="006A17D0"/>
    <w:rsid w:val="006D055F"/>
    <w:rsid w:val="006E1759"/>
    <w:rsid w:val="007441B5"/>
    <w:rsid w:val="00761520"/>
    <w:rsid w:val="0077362D"/>
    <w:rsid w:val="00777C49"/>
    <w:rsid w:val="007830FC"/>
    <w:rsid w:val="007C5CB8"/>
    <w:rsid w:val="007C62DA"/>
    <w:rsid w:val="007D5EE1"/>
    <w:rsid w:val="007E150A"/>
    <w:rsid w:val="007E1D0B"/>
    <w:rsid w:val="007F7872"/>
    <w:rsid w:val="007F792D"/>
    <w:rsid w:val="00812496"/>
    <w:rsid w:val="00820EC7"/>
    <w:rsid w:val="008221A5"/>
    <w:rsid w:val="00830BFE"/>
    <w:rsid w:val="00850295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340ED"/>
    <w:rsid w:val="00A46CDA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87C8C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6A4D"/>
    <w:rsid w:val="00F443EA"/>
    <w:rsid w:val="00F52124"/>
    <w:rsid w:val="00F545FE"/>
    <w:rsid w:val="00F75580"/>
    <w:rsid w:val="00FA1FA7"/>
    <w:rsid w:val="00FD00EF"/>
    <w:rsid w:val="00FD2E65"/>
    <w:rsid w:val="00FD53E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127</TotalTime>
  <Pages>2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7</cp:revision>
  <cp:lastPrinted>2018-05-11T13:14:00Z</cp:lastPrinted>
  <dcterms:created xsi:type="dcterms:W3CDTF">2018-05-10T10:35:00Z</dcterms:created>
  <dcterms:modified xsi:type="dcterms:W3CDTF">2018-05-15T08:48:00Z</dcterms:modified>
</cp:coreProperties>
</file>