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1020B5">
        <w:rPr>
          <w:b w:val="0"/>
          <w:i w:val="0"/>
        </w:rPr>
        <w:t>6949</w:t>
      </w:r>
    </w:p>
    <w:p w:rsidR="009E5BB6" w:rsidRPr="009E5BB6" w:rsidRDefault="009E5BB6" w:rsidP="009E5BB6">
      <w:pPr>
        <w:pStyle w:val="Bezmezer"/>
      </w:pPr>
    </w:p>
    <w:p w:rsidR="000B3588" w:rsidRDefault="000B3588" w:rsidP="00377253">
      <w:pPr>
        <w:pStyle w:val="PS-hlavika1"/>
      </w:pPr>
    </w:p>
    <w:p w:rsidR="000B3588" w:rsidRDefault="000B358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5F1EFC" w:rsidP="000E730C">
      <w:pPr>
        <w:pStyle w:val="PS-slousnesen"/>
      </w:pPr>
      <w:r>
        <w:t>40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61520">
        <w:t>1</w:t>
      </w:r>
      <w:r w:rsidR="00F36A4D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F36A4D">
        <w:t xml:space="preserve">25. dubna </w:t>
      </w:r>
      <w:r w:rsidR="000C399A">
        <w:t>2018</w:t>
      </w:r>
    </w:p>
    <w:p w:rsidR="00263726" w:rsidRDefault="006228AE" w:rsidP="00891019">
      <w:pPr>
        <w:pStyle w:val="PS-pedmtusnesen"/>
      </w:pPr>
      <w:r>
        <w:t xml:space="preserve">Návrh Zastupitelstva Pardubického kraje na vydání zákona, kterým se mění </w:t>
      </w:r>
      <w:proofErr w:type="gramStart"/>
      <w:r>
        <w:t>zákon                  č.</w:t>
      </w:r>
      <w:proofErr w:type="gramEnd"/>
      <w:r>
        <w:t xml:space="preserve"> 500/2004 Sb., správní řád, ve znění pozdějších předpisů (tisk 54)</w:t>
      </w: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5F1EFC">
        <w:t xml:space="preserve"> zastupitele Pardubického kraje JUDr. Jana Chvojky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6228AE">
        <w:t>Ing. Zuzany Ožanové</w:t>
      </w:r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64738" w:rsidRDefault="00C64738" w:rsidP="00C64738"/>
    <w:p w:rsidR="009E5BB6" w:rsidRPr="00DF0D5B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9E5BB6" w:rsidRDefault="009E5BB6" w:rsidP="009E5BB6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5F1EFC">
        <w:t>u</w:t>
      </w:r>
      <w:r w:rsidRPr="00FC2A3C">
        <w:t>to změn</w:t>
      </w:r>
      <w:r w:rsidR="005F1EFC">
        <w:t>u</w:t>
      </w:r>
      <w:r w:rsidRPr="00FC2A3C">
        <w:t xml:space="preserve"> a dopl</w:t>
      </w:r>
      <w:r w:rsidR="005F1EFC">
        <w:t>něk</w:t>
      </w:r>
      <w:r w:rsidRPr="00FC2A3C">
        <w:t>:</w:t>
      </w:r>
    </w:p>
    <w:p w:rsidR="005F1EFC" w:rsidRDefault="005F1EFC" w:rsidP="005F1EFC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5F1EFC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5F1EFC">
      <w:pPr>
        <w:pStyle w:val="PS-slovanseznam"/>
        <w:numPr>
          <w:ilvl w:val="0"/>
          <w:numId w:val="20"/>
        </w:numPr>
        <w:spacing w:after="0" w:line="240" w:lineRule="auto"/>
      </w:pPr>
      <w:r>
        <w:rPr>
          <w:u w:val="single"/>
        </w:rPr>
        <w:t>v čl. I se doplňuje novelizační bod 3, který zní:</w:t>
      </w:r>
    </w:p>
    <w:p w:rsidR="005F1EFC" w:rsidRPr="005F1EFC" w:rsidRDefault="005F1EFC" w:rsidP="005F1EFC">
      <w:pPr>
        <w:ind w:left="1059"/>
        <w:jc w:val="both"/>
        <w:rPr>
          <w:szCs w:val="24"/>
        </w:rPr>
      </w:pPr>
      <w:r w:rsidRPr="005F1EFC">
        <w:rPr>
          <w:szCs w:val="24"/>
        </w:rPr>
        <w:t xml:space="preserve">„3. V § 134 odst. 4 se text „§ 14 odst. 2“ nahrazuje textem „§ 14 odst. 3“ a text </w:t>
      </w:r>
      <w:r w:rsidR="001020B5">
        <w:rPr>
          <w:szCs w:val="24"/>
        </w:rPr>
        <w:br/>
      </w:r>
      <w:r w:rsidRPr="005F1EFC">
        <w:rPr>
          <w:szCs w:val="24"/>
        </w:rPr>
        <w:t>„§ 14 odst. 4“ se nahrazuje textem „§ 14 odst. 5“.</w:t>
      </w:r>
      <w:r>
        <w:rPr>
          <w:szCs w:val="24"/>
        </w:rPr>
        <w:t>“,</w:t>
      </w:r>
    </w:p>
    <w:p w:rsidR="00C637E3" w:rsidRDefault="00C637E3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F545FE" w:rsidRDefault="00F545FE" w:rsidP="00B82461">
      <w:pPr>
        <w:spacing w:after="0" w:line="240" w:lineRule="auto"/>
        <w:jc w:val="both"/>
      </w:pPr>
      <w:r w:rsidRPr="00F545FE">
        <w:rPr>
          <w:szCs w:val="24"/>
        </w:rPr>
        <w:tab/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5F1EFC" w:rsidRPr="00FC2A3C" w:rsidRDefault="005F1EFC" w:rsidP="001020B5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50295">
        <w:t>ku</w:t>
      </w:r>
      <w:r w:rsidRPr="00FC2A3C">
        <w:t xml:space="preserve"> výboru, aby na schůzi Poslanecké sněmovny podal</w:t>
      </w:r>
      <w:r w:rsidR="00850295"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F1EFC" w:rsidRPr="00FC2A3C" w:rsidRDefault="005F1EFC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50295">
        <w:t>ku</w:t>
      </w:r>
      <w:r w:rsidRPr="00FC2A3C">
        <w:t xml:space="preserve"> výboru, aby ve spolupráci s legislativním odborem Kanceláře Poslanecké sněmovny provedl</w:t>
      </w:r>
      <w:r w:rsidR="00850295">
        <w:t>a</w:t>
      </w:r>
      <w:r w:rsidRPr="00FC2A3C">
        <w:t xml:space="preserve">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5F1EFC" w:rsidRDefault="005F1EFC" w:rsidP="009E5BB6">
      <w:pPr>
        <w:tabs>
          <w:tab w:val="center" w:pos="1843"/>
        </w:tabs>
        <w:spacing w:after="0" w:line="240" w:lineRule="auto"/>
        <w:ind w:left="357"/>
      </w:pPr>
    </w:p>
    <w:p w:rsidR="005F1EFC" w:rsidRDefault="005F1EFC" w:rsidP="009E5BB6">
      <w:pPr>
        <w:tabs>
          <w:tab w:val="center" w:pos="1843"/>
        </w:tabs>
        <w:spacing w:after="0" w:line="240" w:lineRule="auto"/>
        <w:ind w:left="357"/>
      </w:pPr>
    </w:p>
    <w:p w:rsidR="00A77B5B" w:rsidRDefault="009A5080" w:rsidP="009A5080">
      <w:pPr>
        <w:tabs>
          <w:tab w:val="center" w:pos="1843"/>
        </w:tabs>
        <w:spacing w:after="0" w:line="240" w:lineRule="auto"/>
        <w:ind w:left="357"/>
      </w:pPr>
      <w:r>
        <w:t xml:space="preserve"> </w:t>
      </w:r>
      <w:r w:rsidR="006228AE">
        <w:t>Ing. Zuzana OŽANOVÁ</w:t>
      </w:r>
      <w:r w:rsidR="00C64738">
        <w:tab/>
      </w:r>
      <w:r w:rsidR="001020B5">
        <w:t xml:space="preserve"> v. r. </w:t>
      </w:r>
      <w:r w:rsidR="00660DAE">
        <w:t xml:space="preserve"> </w:t>
      </w:r>
      <w:r w:rsidR="00917A79">
        <w:tab/>
      </w:r>
      <w:r w:rsidR="00917A79">
        <w:tab/>
      </w:r>
      <w:r w:rsidR="005F1EFC">
        <w:t>JUDr. PhDr. Zdeněk ONDRÁČEK, Ph.D.</w:t>
      </w:r>
      <w:r w:rsidR="001020B5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zpravodaj</w:t>
      </w:r>
      <w:r w:rsidR="00850295">
        <w:t>ka</w:t>
      </w:r>
      <w:r>
        <w:t xml:space="preserve"> výboru</w:t>
      </w:r>
      <w:r w:rsidRPr="00106842">
        <w:tab/>
      </w:r>
      <w:r w:rsidRPr="00106842">
        <w:tab/>
      </w:r>
      <w:r>
        <w:tab/>
        <w:t xml:space="preserve">   </w:t>
      </w:r>
      <w:r>
        <w:tab/>
      </w:r>
      <w:r w:rsidR="00B82461">
        <w:t xml:space="preserve"> </w:t>
      </w:r>
      <w:r w:rsidR="005F1EFC">
        <w:t xml:space="preserve">        </w:t>
      </w:r>
      <w:r>
        <w:t>ověřovatel výboru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0B3588" w:rsidRDefault="000B3588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67703" w:rsidRDefault="0056770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1020B5">
        <w:t xml:space="preserve">v. r. </w:t>
      </w:r>
      <w:bookmarkStart w:id="0" w:name="_GoBack"/>
      <w:bookmarkEnd w:id="0"/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0B5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AE7A22"/>
    <w:multiLevelType w:val="hybridMultilevel"/>
    <w:tmpl w:val="71FEA06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A1EC5"/>
    <w:rsid w:val="000A672A"/>
    <w:rsid w:val="000B3588"/>
    <w:rsid w:val="000C399A"/>
    <w:rsid w:val="000C5278"/>
    <w:rsid w:val="000C740A"/>
    <w:rsid w:val="000E730C"/>
    <w:rsid w:val="001020B5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5EB4"/>
    <w:rsid w:val="002C6BED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E384C"/>
    <w:rsid w:val="005113CB"/>
    <w:rsid w:val="005227BF"/>
    <w:rsid w:val="00566A4C"/>
    <w:rsid w:val="00567703"/>
    <w:rsid w:val="005B02B0"/>
    <w:rsid w:val="005C30D7"/>
    <w:rsid w:val="005E094C"/>
    <w:rsid w:val="005E1997"/>
    <w:rsid w:val="005F1EFC"/>
    <w:rsid w:val="005F6CAE"/>
    <w:rsid w:val="00620764"/>
    <w:rsid w:val="00620998"/>
    <w:rsid w:val="006228AE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50295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340ED"/>
    <w:rsid w:val="00A46CDA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87C8C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36A4D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7</TotalTime>
  <Pages>2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5</cp:revision>
  <cp:lastPrinted>2018-04-24T13:57:00Z</cp:lastPrinted>
  <dcterms:created xsi:type="dcterms:W3CDTF">2018-04-27T10:17:00Z</dcterms:created>
  <dcterms:modified xsi:type="dcterms:W3CDTF">2018-04-30T13:17:00Z</dcterms:modified>
</cp:coreProperties>
</file>