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0AA" w:rsidRDefault="009130AA" w:rsidP="009130AA">
      <w:pPr>
        <w:pStyle w:val="ZKON"/>
      </w:pPr>
      <w:r>
        <w:t>ZÁKON</w:t>
      </w:r>
    </w:p>
    <w:p w:rsidR="00157B34" w:rsidRPr="007B7D6B" w:rsidRDefault="009130AA" w:rsidP="009130AA">
      <w:pPr>
        <w:pStyle w:val="nadpiszkona"/>
        <w:rPr>
          <w:b w:val="0"/>
        </w:rPr>
      </w:pPr>
      <w:r w:rsidRPr="007B7D6B">
        <w:rPr>
          <w:b w:val="0"/>
        </w:rPr>
        <w:t xml:space="preserve">ze </w:t>
      </w:r>
      <w:proofErr w:type="gramStart"/>
      <w:r w:rsidRPr="007B7D6B">
        <w:rPr>
          <w:b w:val="0"/>
        </w:rPr>
        <w:t xml:space="preserve">dne </w:t>
      </w:r>
      <w:r w:rsidR="007B7D6B" w:rsidRPr="007B7D6B">
        <w:rPr>
          <w:b w:val="0"/>
        </w:rPr>
        <w:t xml:space="preserve">               2018</w:t>
      </w:r>
      <w:proofErr w:type="gramEnd"/>
      <w:r w:rsidR="007B7D6B" w:rsidRPr="007B7D6B">
        <w:rPr>
          <w:b w:val="0"/>
        </w:rPr>
        <w:t>,</w:t>
      </w:r>
    </w:p>
    <w:p w:rsidR="00157B34" w:rsidRPr="00AD19A3" w:rsidRDefault="00157B34" w:rsidP="007B7D6B">
      <w:pPr>
        <w:pStyle w:val="nadpiszkona"/>
      </w:pPr>
      <w:r>
        <w:t>kterým se mění zákon č. 582/1991</w:t>
      </w:r>
      <w:r w:rsidRPr="00AD19A3">
        <w:t xml:space="preserve"> Sb., o organizaci a provádění sociálního zabezpečení, </w:t>
      </w:r>
    </w:p>
    <w:p w:rsidR="00157B34" w:rsidRDefault="00157B34" w:rsidP="00157B34">
      <w:pPr>
        <w:tabs>
          <w:tab w:val="left" w:pos="1580"/>
        </w:tabs>
        <w:jc w:val="center"/>
        <w:rPr>
          <w:b/>
        </w:rPr>
      </w:pPr>
      <w:r w:rsidRPr="00AD19A3">
        <w:rPr>
          <w:b/>
        </w:rPr>
        <w:t xml:space="preserve">ve znění pozdějších předpisů, a </w:t>
      </w:r>
      <w:r>
        <w:rPr>
          <w:b/>
        </w:rPr>
        <w:t xml:space="preserve">některé </w:t>
      </w:r>
      <w:r w:rsidRPr="00AD19A3">
        <w:rPr>
          <w:b/>
        </w:rPr>
        <w:t>další zákony</w:t>
      </w:r>
    </w:p>
    <w:p w:rsidR="00157B34" w:rsidRDefault="007B7D6B" w:rsidP="007B7D6B">
      <w:pPr>
        <w:pStyle w:val="Parlament"/>
      </w:pPr>
      <w:r>
        <w:t>Parlament se usnesl na tomto zákoně České republiky:</w:t>
      </w:r>
    </w:p>
    <w:p w:rsidR="00157B34" w:rsidRPr="00676786" w:rsidRDefault="007B7D6B" w:rsidP="007B7D6B">
      <w:pPr>
        <w:pStyle w:val="ST"/>
      </w:pPr>
      <w:r>
        <w:t xml:space="preserve">ČÁST </w:t>
      </w:r>
      <w:r w:rsidR="00157B34" w:rsidRPr="00676786">
        <w:t>PRVNÍ</w:t>
      </w:r>
    </w:p>
    <w:p w:rsidR="00157B34" w:rsidRDefault="00157B34" w:rsidP="007B7D6B">
      <w:pPr>
        <w:pStyle w:val="NADPISSTI"/>
      </w:pPr>
      <w:r>
        <w:t>Změna zákona</w:t>
      </w:r>
      <w:r w:rsidRPr="00C71407">
        <w:t xml:space="preserve"> o organizaci a provádění sociálního zabezpečení</w:t>
      </w:r>
    </w:p>
    <w:p w:rsidR="00157B34" w:rsidRDefault="007B7D6B" w:rsidP="007B7D6B">
      <w:pPr>
        <w:pStyle w:val="lnek"/>
      </w:pPr>
      <w:r>
        <w:t xml:space="preserve">Čl. </w:t>
      </w:r>
      <w:r w:rsidR="00157B34">
        <w:t>I</w:t>
      </w:r>
    </w:p>
    <w:p w:rsidR="00157B34" w:rsidRDefault="00157B34" w:rsidP="007B7D6B">
      <w:pPr>
        <w:pStyle w:val="Textlnku"/>
      </w:pPr>
      <w:r w:rsidRPr="00E836A1">
        <w:t xml:space="preserve">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w:t>
      </w:r>
      <w:r w:rsidR="00205B03">
        <w:t xml:space="preserve">zákona č. 309/2002 Sb., </w:t>
      </w:r>
      <w:r w:rsidRPr="00E836A1">
        <w:t>zákona č.</w:t>
      </w:r>
      <w:r>
        <w:t> </w:t>
      </w:r>
      <w:r w:rsidRPr="00E836A1">
        <w:t>320/2002</w:t>
      </w:r>
      <w:r>
        <w:t> </w:t>
      </w:r>
      <w:r w:rsidRPr="00E836A1">
        <w:t xml:space="preserve">Sb., zákona č. 518/2002 Sb., </w:t>
      </w:r>
      <w:r w:rsidR="00205B03">
        <w:t xml:space="preserve">zákona č. 362/2003 Sb., </w:t>
      </w:r>
      <w:r w:rsidRPr="00E836A1">
        <w:t>zákona č.</w:t>
      </w:r>
      <w:r w:rsidR="00205B03">
        <w:t> </w:t>
      </w:r>
      <w:r w:rsidRPr="00E836A1">
        <w:t>424/2003 Sb., zákona č. 425/2003 Sb., zákona č. 453/2003 Sb., zákona č. 53/2004 Sb., zákona č</w:t>
      </w:r>
      <w:r>
        <w:t>. </w:t>
      </w:r>
      <w:r w:rsidRPr="00E836A1">
        <w:t xml:space="preserve"> 167/2004</w:t>
      </w:r>
      <w:r>
        <w:t> </w:t>
      </w:r>
      <w:r w:rsidRPr="00E836A1">
        <w:t>Sb., zákona č. 281/2004 Sb., zákona č. 359/2004 Sb., zákona č. 436/2004 Sb., zákona č.</w:t>
      </w:r>
      <w:r>
        <w:t> </w:t>
      </w:r>
      <w:r w:rsidRPr="00E836A1">
        <w:t>501/2004 Sb., zákona č.</w:t>
      </w:r>
      <w:r>
        <w:t> </w:t>
      </w:r>
      <w:r w:rsidRPr="00E836A1">
        <w:t>168/2005 Sb., zákona č. 361/2005 Sb., zákona č</w:t>
      </w:r>
      <w:r>
        <w:t>. </w:t>
      </w:r>
      <w:r w:rsidRPr="00E836A1">
        <w:t>381/2005 Sb., zákona č. 413/2005 Sb., zákona č. 24/2006 Sb., zákona č. 70/2006 Sb., zákona č. 81/2006 Sb., zákona č. 109/2006 Sb., zákona č. 112/2006 Sb., zákona č.</w:t>
      </w:r>
      <w:r>
        <w:t> </w:t>
      </w:r>
      <w:r w:rsidRPr="00E836A1">
        <w:t>161/2006</w:t>
      </w:r>
      <w:r>
        <w:t> </w:t>
      </w:r>
      <w:r w:rsidRPr="00E836A1">
        <w:t>Sb., zákona č. 189/2006 Sb., zákona č. 214/2006 Sb., zákona č. 342/2006 Sb., nálezu Ústavního soudu, vyhlášeného pod č. 405/2006 Sb., zákona č</w:t>
      </w:r>
      <w:r>
        <w:t>. </w:t>
      </w:r>
      <w:r w:rsidRPr="00E836A1">
        <w:t xml:space="preserve"> 585/2006 Sb., zákona č. 152/2007 Sb., zákona č. 181/2007 Sb., zákona č. 261/2007 Sb., zákona č. 270/2007 Sb., zákona č. 296/2007 Sb., zákona č. 305/2008 Sb., zákona č</w:t>
      </w:r>
      <w:r>
        <w:t>. </w:t>
      </w:r>
      <w:r w:rsidRPr="00E836A1">
        <w:t>306/2008 Sb., zákona č. 382/2008 Sb., zákona č. 479/2008 Sb., zákona č. 41/2009 Sb., zákona č. 158/2009 Sb., zákona č.</w:t>
      </w:r>
      <w:r w:rsidR="00205B03">
        <w:t> </w:t>
      </w:r>
      <w:r w:rsidRPr="00E836A1">
        <w:t>227/2009 Sb., zákona č. 281/2009 Sb., zákona č.</w:t>
      </w:r>
      <w:r>
        <w:t> </w:t>
      </w:r>
      <w:r w:rsidRPr="00E836A1">
        <w:t>303/2009</w:t>
      </w:r>
      <w:r>
        <w:t> </w:t>
      </w:r>
      <w:r w:rsidRPr="00E836A1">
        <w:t>Sb., zákona č. 326/2009 Sb., zákona č. 347/2010 Sb., zákona č. 73/2011 Sb., nálezu Ústavního soudu, vyhlášeného pod č. 177/2011 Sb., zákona č. 180/2011 Sb., zákona č.</w:t>
      </w:r>
      <w:r>
        <w:t> </w:t>
      </w:r>
      <w:r w:rsidRPr="00E836A1">
        <w:t>220/2011 Sb., zákona č. 263/2011 Sb., zákona č. 329/2011 Sb., zákona č. 341/2011 Sb., zákona č. 348/2011 Sb., zákona č. 364/2011 Sb., zákona č. 365/2011 Sb., zákona č.</w:t>
      </w:r>
      <w:r>
        <w:t> </w:t>
      </w:r>
      <w:r w:rsidRPr="00E836A1">
        <w:t>366/2011</w:t>
      </w:r>
      <w:r>
        <w:t> </w:t>
      </w:r>
      <w:r w:rsidRPr="00E836A1">
        <w:t>Sb., zákona č. 367/2011 Sb., zákona č. 375/2011 Sb., zákona č. 428/2011 Sb., zákona č.</w:t>
      </w:r>
      <w:r>
        <w:t> </w:t>
      </w:r>
      <w:r w:rsidRPr="00E836A1">
        <w:t>458/2011 Sb., zákona č. 470/2011 Sb., zákona č. 167/2012 Sb., zákona č.</w:t>
      </w:r>
      <w:r>
        <w:t> </w:t>
      </w:r>
      <w:r w:rsidRPr="00E836A1">
        <w:t>399/2012</w:t>
      </w:r>
      <w:r>
        <w:t> </w:t>
      </w:r>
      <w:r w:rsidRPr="00E836A1">
        <w:t>Sb., zákona č. 401/2012 Sb., zákona č. 403/2012 Sb., zákona č. 274/2013 Sb., zákona č.</w:t>
      </w:r>
      <w:r>
        <w:t> </w:t>
      </w:r>
      <w:r w:rsidRPr="00E836A1">
        <w:t>303/2013</w:t>
      </w:r>
      <w:r>
        <w:t> </w:t>
      </w:r>
      <w:r w:rsidRPr="00E836A1">
        <w:t>Sb., zákona č. 313/2013 Sb., zákonného opatření Senátu č. 344/2013 Sb., zákona č. 64/2014 Sb., zákona č. 136/2014 Sb., zákona č. 250/2014 Sb., zákona č.</w:t>
      </w:r>
      <w:r>
        <w:t> </w:t>
      </w:r>
      <w:r w:rsidRPr="00E836A1">
        <w:t>251/201</w:t>
      </w:r>
      <w:r>
        <w:t>4 </w:t>
      </w:r>
      <w:r w:rsidRPr="00E836A1">
        <w:t xml:space="preserve"> Sb., zákona č. 267/2014 Sb., zákona č. 332/2014 Sb., zákona č. 131/2015 Sb., zákona č.</w:t>
      </w:r>
      <w:r w:rsidR="007B7D6B">
        <w:t> </w:t>
      </w:r>
      <w:r w:rsidRPr="00E836A1">
        <w:t>317/2015 Sb., zákona č. 377/2015 Sb., zákona č. 47/2016 Sb., zákona č.</w:t>
      </w:r>
      <w:r>
        <w:t> </w:t>
      </w:r>
      <w:r w:rsidRPr="00E836A1">
        <w:t>137/201</w:t>
      </w:r>
      <w:r>
        <w:t>6 </w:t>
      </w:r>
      <w:r w:rsidRPr="00E836A1">
        <w:t xml:space="preserve"> Sb., zákona č. 190/2016 Sb., zákona č. 213/2016 Sb., zákona č. 298/2016 Sb., zákona č. 24/</w:t>
      </w:r>
      <w:r>
        <w:t>2017 Sb., zákona č. 99/2017 Sb.,</w:t>
      </w:r>
      <w:r w:rsidRPr="00E836A1">
        <w:t xml:space="preserve"> zákona č. 148/2017 Sb.,</w:t>
      </w:r>
      <w:r>
        <w:t xml:space="preserve"> zákona č. 183/2017 Sb., zákona č.</w:t>
      </w:r>
      <w:r w:rsidR="007B7D6B">
        <w:t> </w:t>
      </w:r>
      <w:r>
        <w:t>195/2017 Sb., zákona č. 203/2017 Sb., zákona č. 259/2017 Sb. a zákona č. 310/2017 Sb.,</w:t>
      </w:r>
      <w:r w:rsidRPr="00E836A1">
        <w:t xml:space="preserve"> se mění takto</w:t>
      </w:r>
      <w:r>
        <w:t>:</w:t>
      </w:r>
    </w:p>
    <w:p w:rsidR="00157B34" w:rsidRDefault="00157B34" w:rsidP="00157B34">
      <w:pPr>
        <w:tabs>
          <w:tab w:val="left" w:pos="1580"/>
        </w:tabs>
        <w:jc w:val="center"/>
      </w:pPr>
    </w:p>
    <w:p w:rsidR="00157B34" w:rsidRDefault="00157B34" w:rsidP="00157B34">
      <w:pPr>
        <w:tabs>
          <w:tab w:val="left" w:pos="1580"/>
        </w:tabs>
        <w:jc w:val="center"/>
      </w:pPr>
    </w:p>
    <w:p w:rsidR="00157B34" w:rsidRDefault="00157B34" w:rsidP="007B7D6B">
      <w:pPr>
        <w:pStyle w:val="Novelizanbod"/>
      </w:pPr>
      <w:r w:rsidRPr="00C71407">
        <w:t xml:space="preserve">V § 6 odst. 4 písm. a) bodě 7 se slova „a na penále“ nahrazují </w:t>
      </w:r>
      <w:proofErr w:type="gramStart"/>
      <w:r w:rsidRPr="00C71407">
        <w:t xml:space="preserve">slovy „ , </w:t>
      </w:r>
      <w:r>
        <w:t>penále</w:t>
      </w:r>
      <w:proofErr w:type="gramEnd"/>
      <w:r>
        <w:t xml:space="preserve"> nebo </w:t>
      </w:r>
      <w:r w:rsidRPr="00C71407">
        <w:t>pokutě“.</w:t>
      </w:r>
    </w:p>
    <w:p w:rsidR="00157B34" w:rsidRDefault="00157B34" w:rsidP="007B7D6B">
      <w:pPr>
        <w:pStyle w:val="Novelizanbod"/>
      </w:pPr>
      <w:r>
        <w:t>V § 11a odst. 4 písm. l) se slovo „údaje“ nahrazuje slovy „rodinný stav, datum jeho změny a místo uzavření manželství a registrovaného partnerství a údaje“.</w:t>
      </w:r>
    </w:p>
    <w:p w:rsidR="00157B34" w:rsidRDefault="00157B34" w:rsidP="007B7D6B">
      <w:pPr>
        <w:pStyle w:val="Novelizanbod"/>
      </w:pPr>
      <w:r w:rsidRPr="00C71407">
        <w:t>V § 14 odst. 3 písm. d) se za slovo „Prahu“ vkládají slova „(dále jen „krajská pobočka Úřadu práce</w:t>
      </w:r>
      <w:r>
        <w:t>“</w:t>
      </w:r>
      <w:r w:rsidRPr="00C71407">
        <w:t xml:space="preserve">)“. </w:t>
      </w:r>
    </w:p>
    <w:p w:rsidR="00157B34" w:rsidRPr="00C71407" w:rsidRDefault="00157B34" w:rsidP="007B7D6B">
      <w:pPr>
        <w:pStyle w:val="Novelizanbod"/>
      </w:pPr>
      <w:r>
        <w:t xml:space="preserve">V </w:t>
      </w:r>
      <w:r w:rsidRPr="00C71407">
        <w:t xml:space="preserve">§ 37 odst. 5 větě třetí se slova „plátci důchodu, je-li jím některý z orgánů sociálního zabezpečení uvedených v § 9 odst. 1,“ nahrazují slovy „příslušnému plátci důchodu“. </w:t>
      </w:r>
    </w:p>
    <w:p w:rsidR="00157B34" w:rsidRDefault="00157B34" w:rsidP="007B7D6B">
      <w:pPr>
        <w:pStyle w:val="Novelizanbod"/>
      </w:pPr>
      <w:r w:rsidRPr="00C71407">
        <w:t xml:space="preserve">V § 54 odst. 3 písm. i) se text „odst. 6“ nahrazuje textem „odst. 5“. </w:t>
      </w:r>
    </w:p>
    <w:p w:rsidR="00157B34" w:rsidRDefault="00157B34" w:rsidP="007B7D6B">
      <w:pPr>
        <w:pStyle w:val="Novelizanbod"/>
      </w:pPr>
      <w:r>
        <w:t>V § 83b se odstavec 3 zrušuje.</w:t>
      </w:r>
    </w:p>
    <w:p w:rsidR="00157B34" w:rsidRPr="00C71407" w:rsidRDefault="00157B34" w:rsidP="007B7D6B">
      <w:pPr>
        <w:pStyle w:val="Novelizanbod"/>
      </w:pPr>
      <w:r>
        <w:t>V § 88 odst. 5 se text „odst. 6“ nahrazuje textem „odst. 6 a 7“.</w:t>
      </w:r>
    </w:p>
    <w:p w:rsidR="00157B34" w:rsidRDefault="00157B34" w:rsidP="007B7D6B">
      <w:pPr>
        <w:pStyle w:val="Novelizanbod"/>
      </w:pPr>
      <w:r w:rsidRPr="00C71407">
        <w:t xml:space="preserve">V § 104a se slova „nebo penále“ nahrazují </w:t>
      </w:r>
      <w:proofErr w:type="gramStart"/>
      <w:r w:rsidRPr="00C71407">
        <w:t>slovy „ , penále</w:t>
      </w:r>
      <w:proofErr w:type="gramEnd"/>
      <w:r w:rsidRPr="00C71407">
        <w:t xml:space="preserve"> nebo pokutě“.</w:t>
      </w:r>
    </w:p>
    <w:p w:rsidR="00157B34" w:rsidRDefault="00157B34" w:rsidP="00157B34">
      <w:pPr>
        <w:tabs>
          <w:tab w:val="left" w:pos="1580"/>
        </w:tabs>
      </w:pPr>
    </w:p>
    <w:p w:rsidR="00157B34" w:rsidRPr="00676786" w:rsidRDefault="007B7D6B" w:rsidP="007B7D6B">
      <w:pPr>
        <w:pStyle w:val="ST"/>
      </w:pPr>
      <w:r>
        <w:t xml:space="preserve">ČÁST </w:t>
      </w:r>
      <w:r w:rsidR="00157B34" w:rsidRPr="00676786">
        <w:t>DRUHÁ</w:t>
      </w:r>
    </w:p>
    <w:p w:rsidR="00157B34" w:rsidRDefault="00157B34" w:rsidP="007B7D6B">
      <w:pPr>
        <w:pStyle w:val="NADPISSTI"/>
      </w:pPr>
      <w:r>
        <w:t>Změna zákona o daních z příjmů</w:t>
      </w:r>
    </w:p>
    <w:p w:rsidR="00157B34" w:rsidRDefault="007B7D6B" w:rsidP="007B7D6B">
      <w:pPr>
        <w:pStyle w:val="lnek"/>
      </w:pPr>
      <w:r>
        <w:t xml:space="preserve">Čl. </w:t>
      </w:r>
      <w:r w:rsidR="00157B34">
        <w:t>II</w:t>
      </w:r>
    </w:p>
    <w:p w:rsidR="00157B34" w:rsidRDefault="00157B34" w:rsidP="007B7D6B">
      <w:pPr>
        <w:pStyle w:val="Textlnku"/>
      </w:pPr>
      <w:r>
        <w:t>V § 19 odst. 1 písm. g) zákona č. 586/1992 Sb., o daních z příjmů, ve znění zákona č. 323/1993 Sb., zákona č. 114/1994 Sb., zákona č. 333</w:t>
      </w:r>
      <w:r w:rsidRPr="001A5E75">
        <w:t xml:space="preserve">/1998 Sb., zákona č. 492/2000 Sb., zákona č. 261/2007 Sb. </w:t>
      </w:r>
      <w:r>
        <w:t>a zákona č. 458/2011 Sb., se slova „účtu rezervy pro důchodovou reformu“ nahrazují slovy „zvláštního účtu rezervy důchodového pojištění“.</w:t>
      </w:r>
    </w:p>
    <w:p w:rsidR="00157B34" w:rsidRDefault="00157B34" w:rsidP="00157B34">
      <w:pPr>
        <w:tabs>
          <w:tab w:val="left" w:pos="1580"/>
        </w:tabs>
      </w:pPr>
    </w:p>
    <w:p w:rsidR="00157B34" w:rsidRDefault="007B7D6B" w:rsidP="007B7D6B">
      <w:pPr>
        <w:pStyle w:val="lnek"/>
      </w:pPr>
      <w:r>
        <w:t xml:space="preserve">Čl. </w:t>
      </w:r>
      <w:r w:rsidR="00157B34">
        <w:t>III</w:t>
      </w:r>
    </w:p>
    <w:p w:rsidR="00157B34" w:rsidRDefault="00157B34" w:rsidP="007B7D6B">
      <w:pPr>
        <w:pStyle w:val="Nadpislnku"/>
      </w:pPr>
      <w:r w:rsidRPr="001A5E75">
        <w:t>Přechodné ustanovení</w:t>
      </w:r>
    </w:p>
    <w:p w:rsidR="00157B34" w:rsidRDefault="00157B34" w:rsidP="007B7D6B">
      <w:pPr>
        <w:pStyle w:val="Textlnku"/>
      </w:pPr>
      <w:r w:rsidRPr="001A5E75">
        <w:t xml:space="preserve">Ustanovení § 19 odst. 1 písm. g) zákona č. 586/1992 Sb., </w:t>
      </w:r>
      <w:r>
        <w:t>ve znění účinném ode dne nabytí účinnosti tohoto zákona, lze použít již pro zdaňovací období započaté v roce 2018.</w:t>
      </w:r>
    </w:p>
    <w:p w:rsidR="00157B34" w:rsidRDefault="00157B34" w:rsidP="00157B34">
      <w:pPr>
        <w:tabs>
          <w:tab w:val="left" w:pos="1580"/>
        </w:tabs>
      </w:pPr>
    </w:p>
    <w:p w:rsidR="00157B34" w:rsidRPr="00676786" w:rsidRDefault="007B7D6B" w:rsidP="007B7D6B">
      <w:pPr>
        <w:pStyle w:val="ST"/>
      </w:pPr>
      <w:r>
        <w:t xml:space="preserve">ČÁST </w:t>
      </w:r>
      <w:r w:rsidR="00157B34" w:rsidRPr="00676786">
        <w:t>TŘETÍ</w:t>
      </w:r>
    </w:p>
    <w:p w:rsidR="00157B34" w:rsidRPr="00C71407" w:rsidRDefault="00157B34" w:rsidP="007B7D6B">
      <w:pPr>
        <w:pStyle w:val="NADPISSTI"/>
      </w:pPr>
      <w:r w:rsidRPr="00C71407">
        <w:t>Změna zákona o pojistném na sociální zabezpečení</w:t>
      </w:r>
      <w:r w:rsidR="007B7D6B">
        <w:br/>
      </w:r>
      <w:r>
        <w:t xml:space="preserve"> </w:t>
      </w:r>
      <w:r w:rsidRPr="00C71407">
        <w:t>a příspěvku na státní</w:t>
      </w:r>
      <w:r>
        <w:t xml:space="preserve"> politiku </w:t>
      </w:r>
      <w:r w:rsidRPr="00C71407">
        <w:t>zaměstnanosti</w:t>
      </w:r>
    </w:p>
    <w:p w:rsidR="00157B34" w:rsidRDefault="007B7D6B" w:rsidP="007B7D6B">
      <w:pPr>
        <w:pStyle w:val="lnek"/>
      </w:pPr>
      <w:r>
        <w:t xml:space="preserve">Čl. </w:t>
      </w:r>
      <w:r w:rsidR="00157B34">
        <w:t>IV</w:t>
      </w:r>
    </w:p>
    <w:p w:rsidR="00157B34" w:rsidRDefault="00157B34" w:rsidP="007B7D6B">
      <w:pPr>
        <w:pStyle w:val="Textlnku"/>
      </w:pPr>
      <w:r w:rsidRPr="001D1756">
        <w:t>Zákon č. 589/1992 Sb., o pojistném na sociální zabezpečení a příspěvku na státní politiku zaměstnanosti, ve znění zákona č. 10/1993 Sb., zákona č. 160/1993 Sb., zákona č.</w:t>
      </w:r>
      <w:r>
        <w:t> </w:t>
      </w:r>
      <w:r w:rsidRPr="001D1756">
        <w:t>307/1993</w:t>
      </w:r>
      <w:r>
        <w:t> </w:t>
      </w:r>
      <w:r w:rsidRPr="001D1756">
        <w:t>Sb., zákona č. 42/1994 Sb., zákona č. 241/1994 Sb., zákona č. 59/1995 Sb., zákona č. 118/1995 Sb., zákona č. 149/1995 Sb., zákona č. 160/1995 Sb., zákona č.</w:t>
      </w:r>
      <w:r>
        <w:t> </w:t>
      </w:r>
      <w:r w:rsidRPr="001D1756">
        <w:t>113/1997</w:t>
      </w:r>
      <w:r>
        <w:t> </w:t>
      </w:r>
      <w:r w:rsidRPr="001D1756">
        <w:t>Sb., zákona č. 134/1997 Sb., zákona č. 306/1997 Sb., zákona č. 18/2000 Sb., zákona č. 29/2000 Sb., zákona č. 118/2000 Sb., zákona č. 132/2000 Sb., zákona č.</w:t>
      </w:r>
      <w:r>
        <w:t> </w:t>
      </w:r>
      <w:r w:rsidRPr="001D1756">
        <w:t>220/2000</w:t>
      </w:r>
      <w:r>
        <w:t> </w:t>
      </w:r>
      <w:r w:rsidRPr="001D1756">
        <w:t>Sb., zákona č</w:t>
      </w:r>
      <w:r>
        <w:t>. </w:t>
      </w:r>
      <w:r w:rsidRPr="001D1756">
        <w:t xml:space="preserve"> 238/2000 Sb., zákona č. 492/2000 Sb., zákona č. 353/2001 Sb., zákona č. 263/2002 Sb., </w:t>
      </w:r>
      <w:r w:rsidR="00697F7B">
        <w:t xml:space="preserve">zákona č. 309/2002 Sb., </w:t>
      </w:r>
      <w:r w:rsidRPr="001D1756">
        <w:t>zákona č. 362/2003 Sb., zákona č. 424/2003 Sb., zákona č.</w:t>
      </w:r>
      <w:r>
        <w:t> </w:t>
      </w:r>
      <w:r w:rsidRPr="001D1756">
        <w:t>425/2003</w:t>
      </w:r>
      <w:r>
        <w:t> </w:t>
      </w:r>
      <w:r w:rsidRPr="001D1756">
        <w:t>Sb., zákona č. 437/2003 Sb., zákona č. 186/2004 Sb., zákona č.</w:t>
      </w:r>
      <w:r w:rsidR="00697F7B">
        <w:t> </w:t>
      </w:r>
      <w:r w:rsidRPr="001D1756">
        <w:t>281/2004 Sb., zákona č. 359/2004 Sb., zákona č.</w:t>
      </w:r>
      <w:r>
        <w:t> </w:t>
      </w:r>
      <w:r w:rsidRPr="001D1756">
        <w:t>436/2004 Sb., zákona č. 168/2005 Sb., zákona č.</w:t>
      </w:r>
      <w:r>
        <w:t> </w:t>
      </w:r>
      <w:r w:rsidRPr="001D1756">
        <w:t>253/2005</w:t>
      </w:r>
      <w:r>
        <w:t> </w:t>
      </w:r>
      <w:r w:rsidRPr="001D1756">
        <w:t>Sb., zákona č. 361/2005 Sb., zákona č. 377/2005 Sb., zákona č. 62/2006 Sb., zákona č. 189/2006 Sb., zákona č. 264/2006 Sb., zákona č. 585/2006 Sb., zákona č.</w:t>
      </w:r>
      <w:r>
        <w:t> </w:t>
      </w:r>
      <w:r w:rsidRPr="001D1756">
        <w:t>153/2007</w:t>
      </w:r>
      <w:r>
        <w:t> </w:t>
      </w:r>
      <w:r w:rsidRPr="001D1756">
        <w:t xml:space="preserve">Sb., </w:t>
      </w:r>
      <w:r>
        <w:t xml:space="preserve">zákona č. 181/2007 Sb., </w:t>
      </w:r>
      <w:r w:rsidRPr="001D1756">
        <w:t>zákona č. 261/2007 Sb., zákona č. 296/2007 Sb., zákona č. 305/2008 Sb., zákona č. 306/2008 Sb., zákona č. 2/2009 Sb., zákona č. 41/2009 Sb., zákona č. 158/2009 Sb., zákona č. 221/2009 Sb., zákona č. 227/2009 Sb., zákona č. 285/2009 Sb., zákona č.</w:t>
      </w:r>
      <w:r>
        <w:t> </w:t>
      </w:r>
      <w:r w:rsidRPr="001D1756">
        <w:t>303/200</w:t>
      </w:r>
      <w:r>
        <w:t>9 </w:t>
      </w:r>
      <w:r w:rsidRPr="001D1756">
        <w:t xml:space="preserve"> Sb., zákona č. 362/2009 Sb., zákona č. 347/2010 Sb., zákona č.</w:t>
      </w:r>
      <w:r w:rsidR="007B7D6B">
        <w:t> </w:t>
      </w:r>
      <w:r w:rsidRPr="001D1756">
        <w:t>73/2011 Sb., zákona č. 263/2011 Sb., zákona č. 341/2011 Sb., zákona č.</w:t>
      </w:r>
      <w:r>
        <w:t> </w:t>
      </w:r>
      <w:r w:rsidRPr="001D1756">
        <w:t>364/2011 Sb., zákona č.</w:t>
      </w:r>
      <w:r>
        <w:t> </w:t>
      </w:r>
      <w:r w:rsidRPr="001D1756">
        <w:t>365/2011</w:t>
      </w:r>
      <w:r>
        <w:t> </w:t>
      </w:r>
      <w:r w:rsidRPr="001D1756">
        <w:t>Sb., zákona č. 428/2011 Sb.,</w:t>
      </w:r>
      <w:r w:rsidR="00697F7B">
        <w:t xml:space="preserve"> zákona č. 458/2011 Sb., </w:t>
      </w:r>
      <w:r w:rsidRPr="001D1756">
        <w:t>zákona č. 470/2011 Sb., zákona č. 399/2012 Sb., zákona č. 401/2012 Sb., zákona č. 503/2012 Sb., zákona č.</w:t>
      </w:r>
      <w:r w:rsidR="00697F7B">
        <w:t> </w:t>
      </w:r>
      <w:r w:rsidRPr="001D1756">
        <w:t>11/2013 Sb., zákonného opatření Senátu č. 344/2013 Sb., zákona č. 250/2014 Sb., zákona č.</w:t>
      </w:r>
      <w:r w:rsidR="00697F7B">
        <w:t> </w:t>
      </w:r>
      <w:r w:rsidRPr="001D1756">
        <w:t>267/2014 Sb., zákona č.</w:t>
      </w:r>
      <w:r>
        <w:t> </w:t>
      </w:r>
      <w:r w:rsidRPr="001D1756">
        <w:t>332/2014</w:t>
      </w:r>
      <w:r>
        <w:t> </w:t>
      </w:r>
      <w:r w:rsidRPr="001D1756">
        <w:t>Sb., zákona č. 131/2015 Sb., zákona č. 377/2015 Sb., zákona č.</w:t>
      </w:r>
      <w:r>
        <w:t> </w:t>
      </w:r>
      <w:r w:rsidRPr="001D1756">
        <w:t>47/2016 Sb., zákona č. 190/2016 Sb., zákona č. 24/2017 Sb., zákona č. 99/2017 Sb., zákona č</w:t>
      </w:r>
      <w:r>
        <w:t>. </w:t>
      </w:r>
      <w:r w:rsidRPr="001D1756">
        <w:t>183/2017</w:t>
      </w:r>
      <w:r>
        <w:t> </w:t>
      </w:r>
      <w:r w:rsidRPr="001D1756">
        <w:t>Sb., zákona č. 259/2017 Sb. a zákona č. 310/2017 Sb.</w:t>
      </w:r>
      <w:r>
        <w:t>,</w:t>
      </w:r>
      <w:r w:rsidRPr="001D1756">
        <w:t xml:space="preserve"> se mění takto:</w:t>
      </w:r>
    </w:p>
    <w:p w:rsidR="00157B34" w:rsidRDefault="00157B34" w:rsidP="007B7D6B">
      <w:pPr>
        <w:pStyle w:val="Novelizanbod"/>
        <w:numPr>
          <w:ilvl w:val="0"/>
          <w:numId w:val="6"/>
        </w:numPr>
      </w:pPr>
      <w:r>
        <w:t xml:space="preserve">V § 14 odst. 7 se slova „nebo peněžité pomoci v mateřství z“ nahrazují </w:t>
      </w:r>
      <w:proofErr w:type="gramStart"/>
      <w:r>
        <w:t>slovy</w:t>
      </w:r>
      <w:r w:rsidR="007B7D6B">
        <w:br/>
      </w:r>
      <w:r>
        <w:t>„ , peněžité</w:t>
      </w:r>
      <w:proofErr w:type="gramEnd"/>
      <w:r>
        <w:t xml:space="preserve"> pomoci v mateřství nebo dlouhodobého ošetřovného z“.</w:t>
      </w:r>
    </w:p>
    <w:p w:rsidR="00157B34" w:rsidRDefault="00157B34" w:rsidP="007B7D6B">
      <w:pPr>
        <w:pStyle w:val="Novelizanbod"/>
      </w:pPr>
      <w:r>
        <w:t>V § 14c odst. 6 větě první se text „odstavci 4“ nahrazuje textem „odstavci 5“.</w:t>
      </w:r>
    </w:p>
    <w:p w:rsidR="00157B34" w:rsidRDefault="00157B34" w:rsidP="007B7D6B">
      <w:pPr>
        <w:pStyle w:val="Novelizanbod"/>
      </w:pPr>
      <w:r w:rsidRPr="00AF31AB">
        <w:t>V § 16a odst. 2 se věta druhá zrušuje.</w:t>
      </w:r>
    </w:p>
    <w:p w:rsidR="00157B34" w:rsidRDefault="00157B34" w:rsidP="007B7D6B">
      <w:pPr>
        <w:pStyle w:val="Novelizanbod"/>
      </w:pPr>
      <w:r>
        <w:t>V § 20 odst. 5 se za písmeno a) vkládá nové písmeno b), které zní:</w:t>
      </w:r>
    </w:p>
    <w:p w:rsidR="00157B34" w:rsidRDefault="00157B34" w:rsidP="007B7D6B">
      <w:pPr>
        <w:pStyle w:val="Psmeno"/>
      </w:pPr>
      <w:r>
        <w:t>„b)</w:t>
      </w:r>
      <w:r w:rsidR="007B7D6B">
        <w:tab/>
      </w:r>
      <w:r>
        <w:t>v případě, že záloha na pojistné nebyla zaplacena ve lhůtě stanovené v § 14a odst. 1 větě první, pokud tato záloha na pojistné byla zaplacena do konce kalendářního měsíce následujícího po měsíci, v němž byla záloha na pojistné splatná,“.</w:t>
      </w:r>
    </w:p>
    <w:p w:rsidR="00157B34" w:rsidRDefault="00157B34" w:rsidP="007B7D6B">
      <w:pPr>
        <w:tabs>
          <w:tab w:val="left" w:pos="1580"/>
        </w:tabs>
        <w:spacing w:before="120"/>
        <w:ind w:left="709" w:hanging="709"/>
      </w:pPr>
      <w:r>
        <w:t>Dosavadní písmena b) až h) se označují jako písmena c) až i).</w:t>
      </w:r>
    </w:p>
    <w:p w:rsidR="00157B34" w:rsidRDefault="00157B34" w:rsidP="007B7D6B">
      <w:pPr>
        <w:pStyle w:val="Novelizanbod"/>
      </w:pPr>
      <w:r>
        <w:t>V § 20 odst. 5 písmena e) až h) znějí:</w:t>
      </w:r>
    </w:p>
    <w:p w:rsidR="00157B34" w:rsidRDefault="00157B34" w:rsidP="007B7D6B">
      <w:pPr>
        <w:pStyle w:val="Psmeno"/>
      </w:pPr>
      <w:r>
        <w:t>„e)</w:t>
      </w:r>
      <w:r w:rsidR="007B7D6B">
        <w:tab/>
      </w:r>
      <w:r>
        <w:t>za dobu ode dne zahájení insolvenčního řízení do dne nabytí právní moci rozhodnutí soudu, kterým insolvenční řízení končí, s výjimkou případů, kdy soud rozhodl o skončení insolvenčního řízení podle § 142 insolvenčního zákona,</w:t>
      </w:r>
    </w:p>
    <w:p w:rsidR="00157B34" w:rsidRDefault="00157B34" w:rsidP="007B7D6B">
      <w:pPr>
        <w:pStyle w:val="Psmeno"/>
      </w:pPr>
      <w:r>
        <w:t>f)</w:t>
      </w:r>
      <w:r w:rsidR="007B7D6B">
        <w:tab/>
      </w:r>
      <w:r>
        <w:t>za dobu ode dne, od kterého došlo k promlčení pohledávky na pojistném podle § 18,</w:t>
      </w:r>
    </w:p>
    <w:p w:rsidR="00157B34" w:rsidRDefault="00157B34" w:rsidP="007B7D6B">
      <w:pPr>
        <w:pStyle w:val="Psmeno"/>
      </w:pPr>
      <w:r>
        <w:t>g)</w:t>
      </w:r>
      <w:r w:rsidR="007B7D6B">
        <w:tab/>
      </w:r>
      <w:r>
        <w:t>za dobu od vstupu plátce pojistného do likvidace,</w:t>
      </w:r>
    </w:p>
    <w:p w:rsidR="00157B34" w:rsidRDefault="00157B34" w:rsidP="007B7D6B">
      <w:pPr>
        <w:pStyle w:val="Psmeno"/>
      </w:pPr>
      <w:r>
        <w:t>h)</w:t>
      </w:r>
      <w:r w:rsidR="007B7D6B">
        <w:tab/>
      </w:r>
      <w:r>
        <w:t>byla-li podána kasační stížnost proti rozhodnutí krajského soudu, kterým bylo zrušeno rozhodnutí České správy sociálního zabezpečení o povinnosti zaplatit pojistné, za dobu ode dne, kdy nabylo právní moci rozhodnutí krajského soudu, do osmého dne po dni nabytí právní moci rozhodnutí Nejvyššího správního soudu o kasační stížnosti, pokud dlužné pojistné bylo zaplaceno do tohoto dne; nebylo-li v této lhůtě dlužné pojistné zaplaceno, platí se penále ode dne nabytí právní moci rozhodnutí Nejvyššího správního soudu o kasační stížnosti.“.</w:t>
      </w:r>
    </w:p>
    <w:p w:rsidR="00157B34" w:rsidRDefault="00157B34" w:rsidP="007B7D6B">
      <w:pPr>
        <w:pStyle w:val="Novelizanbod"/>
      </w:pPr>
      <w:r>
        <w:t>V § 20a odst. 1 větě poslední se text „písm. f) a h)“ nahrazuje textem „písm. e) a g)“.</w:t>
      </w:r>
    </w:p>
    <w:p w:rsidR="00157B34" w:rsidRDefault="00157B34" w:rsidP="00404DEB">
      <w:pPr>
        <w:pStyle w:val="Novelizanbod"/>
      </w:pPr>
      <w:r>
        <w:t>V § 20a odst. 1 větě poslední se text „písm. e) a g)“ nahrazuje textem „písm. f) a h)“.</w:t>
      </w:r>
    </w:p>
    <w:p w:rsidR="00157B34" w:rsidRDefault="00157B34" w:rsidP="00157B34">
      <w:pPr>
        <w:tabs>
          <w:tab w:val="left" w:pos="1580"/>
        </w:tabs>
        <w:ind w:left="709" w:hanging="709"/>
      </w:pPr>
    </w:p>
    <w:p w:rsidR="00157B34" w:rsidRPr="00676786" w:rsidRDefault="00404DEB" w:rsidP="00AD01DE">
      <w:pPr>
        <w:pStyle w:val="ST"/>
        <w:spacing w:before="120"/>
      </w:pPr>
      <w:r>
        <w:t xml:space="preserve">ČÁST </w:t>
      </w:r>
      <w:r w:rsidR="00157B34" w:rsidRPr="00676786">
        <w:t>ČTVRTÁ</w:t>
      </w:r>
    </w:p>
    <w:p w:rsidR="00157B34" w:rsidRPr="0017233E" w:rsidRDefault="00157B34" w:rsidP="00404DEB">
      <w:pPr>
        <w:pStyle w:val="NADPISSTI"/>
      </w:pPr>
      <w:r w:rsidRPr="0017233E">
        <w:t>Změna zákona o státní sociální podpoře</w:t>
      </w:r>
    </w:p>
    <w:p w:rsidR="00157B34" w:rsidRDefault="00404DEB" w:rsidP="00404DEB">
      <w:pPr>
        <w:pStyle w:val="lnek"/>
      </w:pPr>
      <w:r>
        <w:t xml:space="preserve">Čl. </w:t>
      </w:r>
      <w:r w:rsidR="00157B34">
        <w:t>V</w:t>
      </w:r>
    </w:p>
    <w:p w:rsidR="00157B34" w:rsidRPr="0017233E" w:rsidRDefault="00157B34" w:rsidP="00404DEB">
      <w:pPr>
        <w:pStyle w:val="Textlnku"/>
      </w:pPr>
      <w:r w:rsidRPr="0017233E">
        <w:t>Zákon č. 117/1995 Sb., o státní sociální podpoře, ve znění zákona č. 137/1996 Sb., zákona č. 132/1997 Sb., zákona č. 242/1997 Sb., zákona č. 91/1998 Sb., zákona č.</w:t>
      </w:r>
      <w:r>
        <w:t> </w:t>
      </w:r>
      <w:r w:rsidRPr="0017233E">
        <w:t>158/1998</w:t>
      </w:r>
      <w:r>
        <w:t> </w:t>
      </w:r>
      <w:r w:rsidRPr="0017233E">
        <w:t>Sb., zákona č. 360/1999 Sb., zákona č. 118/2000 Sb., zákona č. 132/2000 Sb., zákona č.</w:t>
      </w:r>
      <w:r>
        <w:t> </w:t>
      </w:r>
      <w:r w:rsidRPr="0017233E">
        <w:t>155/2000</w:t>
      </w:r>
      <w:r>
        <w:t> </w:t>
      </w:r>
      <w:r w:rsidRPr="0017233E">
        <w:t>Sb., zákona č. 492/2000 Sb., zákona č. 271/2001 Sb., zákona č. 151/2002</w:t>
      </w:r>
      <w:r>
        <w:t> </w:t>
      </w:r>
      <w:r w:rsidRPr="0017233E">
        <w:t xml:space="preserve">Sb., </w:t>
      </w:r>
      <w:r w:rsidR="00AD01DE">
        <w:t xml:space="preserve">zákona č. 309/2002 Sb., </w:t>
      </w:r>
      <w:r w:rsidRPr="0017233E">
        <w:t>zákona č. 320/2002 Sb., zákona č. 125/2003 Sb., zákona č. 362/2003 Sb., zákona č.</w:t>
      </w:r>
      <w:r>
        <w:t> </w:t>
      </w:r>
      <w:r w:rsidRPr="0017233E">
        <w:t>424/2003</w:t>
      </w:r>
      <w:r>
        <w:t> </w:t>
      </w:r>
      <w:r w:rsidRPr="0017233E">
        <w:t>Sb., zákona č. 438/2003 Sb., zákona č. 453/2003 Sb., zákona č.</w:t>
      </w:r>
      <w:r>
        <w:t> </w:t>
      </w:r>
      <w:r w:rsidRPr="0017233E">
        <w:t>53/2004</w:t>
      </w:r>
      <w:r>
        <w:t> </w:t>
      </w:r>
      <w:r w:rsidRPr="0017233E">
        <w:t>Sb., zákona č.</w:t>
      </w:r>
      <w:r>
        <w:t> </w:t>
      </w:r>
      <w:r w:rsidRPr="0017233E">
        <w:t>237/2004 Sb., zákona č. 315/2004 Sb., zákona č. 436/2004 Sb., zákona č. 562/2004</w:t>
      </w:r>
      <w:r>
        <w:t> </w:t>
      </w:r>
      <w:r w:rsidRPr="0017233E">
        <w:t>Sb., zákona č. 124/2005 Sb., zákona č. 168/2005 Sb., zákona č.</w:t>
      </w:r>
      <w:r>
        <w:t> </w:t>
      </w:r>
      <w:r w:rsidRPr="0017233E">
        <w:t>204/2005</w:t>
      </w:r>
      <w:r>
        <w:t> </w:t>
      </w:r>
      <w:r w:rsidRPr="0017233E">
        <w:t>Sb., zákona č. 218/2005 Sb., zákona č. 377/2005 Sb., zákona č. 381/2005 Sb., zákona č.</w:t>
      </w:r>
      <w:r>
        <w:t> </w:t>
      </w:r>
      <w:r w:rsidRPr="0017233E">
        <w:t>552/2005</w:t>
      </w:r>
      <w:r>
        <w:t> </w:t>
      </w:r>
      <w:r w:rsidRPr="0017233E">
        <w:t>Sb., zákona č</w:t>
      </w:r>
      <w:r>
        <w:t>. </w:t>
      </w:r>
      <w:r w:rsidRPr="0017233E">
        <w:t xml:space="preserve"> 109/2006 Sb., zákona č. 112/2006 Sb., zákona č. 113/2006</w:t>
      </w:r>
      <w:r>
        <w:t> </w:t>
      </w:r>
      <w:r w:rsidRPr="0017233E">
        <w:t>Sb., zákona č. 115/2006 Sb., zákona č. 134/2006 Sb., zákona č. 189/2006 Sb., zákona č.</w:t>
      </w:r>
      <w:r>
        <w:t> </w:t>
      </w:r>
      <w:r w:rsidRPr="0017233E">
        <w:t>214/2006</w:t>
      </w:r>
      <w:r>
        <w:t> </w:t>
      </w:r>
      <w:r w:rsidRPr="0017233E">
        <w:t xml:space="preserve">Sb., </w:t>
      </w:r>
      <w:r w:rsidR="00AD01DE">
        <w:t xml:space="preserve">zákona č. 267/2006 Sb., </w:t>
      </w:r>
      <w:r w:rsidRPr="0017233E">
        <w:t>zákona č. 585/2006 Sb., zákona č. 213/2007 Sb., zákona č.</w:t>
      </w:r>
      <w:r>
        <w:t> </w:t>
      </w:r>
      <w:r w:rsidRPr="0017233E">
        <w:t>261/200</w:t>
      </w:r>
      <w:r>
        <w:t>7</w:t>
      </w:r>
      <w:r w:rsidRPr="0017233E">
        <w:t xml:space="preserve"> Sb., zákona č. 269/2007 Sb., zákona č.</w:t>
      </w:r>
      <w:r>
        <w:t> </w:t>
      </w:r>
      <w:r w:rsidRPr="0017233E">
        <w:t>379/2007 Sb., zákona č. 129/2008 Sb., zákona č. 239/2008</w:t>
      </w:r>
      <w:r>
        <w:t> </w:t>
      </w:r>
      <w:r w:rsidRPr="0017233E">
        <w:t>Sb., zákona č. 305/2008 Sb., zákona č. 306/2008 Sb., zákona č</w:t>
      </w:r>
      <w:r>
        <w:t>. </w:t>
      </w:r>
      <w:r w:rsidRPr="0017233E">
        <w:t xml:space="preserve"> 382/2008</w:t>
      </w:r>
      <w:r>
        <w:t> </w:t>
      </w:r>
      <w:r w:rsidRPr="0017233E">
        <w:t>Sb., zákona č. 414/2008 Sb., zákona č. 227/2009 Sb., zákona č. 281/2009 Sb., zákona č.</w:t>
      </w:r>
      <w:r>
        <w:t> </w:t>
      </w:r>
      <w:r w:rsidRPr="0017233E">
        <w:t>326/2009</w:t>
      </w:r>
      <w:r>
        <w:t> </w:t>
      </w:r>
      <w:r w:rsidRPr="0017233E">
        <w:t>Sb., zákona č. 362/2009 Sb., zákona č.</w:t>
      </w:r>
      <w:r>
        <w:t> </w:t>
      </w:r>
      <w:r w:rsidRPr="0017233E">
        <w:t>346/2010 Sb., zákona č. 347/2010</w:t>
      </w:r>
      <w:r>
        <w:t> </w:t>
      </w:r>
      <w:r w:rsidRPr="0017233E">
        <w:t>Sb., zákona č. 427/2010 Sb., zákona č. 73/2011 Sb., zákona č. 364/2011 Sb., zákona č.</w:t>
      </w:r>
      <w:r>
        <w:t> </w:t>
      </w:r>
      <w:r w:rsidRPr="0017233E">
        <w:t>366/2011</w:t>
      </w:r>
      <w:r>
        <w:t> </w:t>
      </w:r>
      <w:r w:rsidRPr="0017233E">
        <w:t>Sb., zákona č. 375/2011 Sb., zákona č. 428/2011 Sb., zákona č.</w:t>
      </w:r>
      <w:r>
        <w:t> </w:t>
      </w:r>
      <w:bookmarkStart w:id="0" w:name="_GoBack"/>
      <w:bookmarkEnd w:id="0"/>
      <w:r w:rsidRPr="0017233E">
        <w:t>458/2011</w:t>
      </w:r>
      <w:r>
        <w:t> </w:t>
      </w:r>
      <w:r w:rsidRPr="0017233E">
        <w:t>Sb., zákona č. 331/2012 Sb., zákona č. 399/2012 Sb., zákona č.</w:t>
      </w:r>
      <w:r>
        <w:t> </w:t>
      </w:r>
      <w:r w:rsidRPr="0017233E">
        <w:t>401/2012 Sb., zákona č. 48/2013</w:t>
      </w:r>
      <w:r>
        <w:t> </w:t>
      </w:r>
      <w:r w:rsidRPr="0017233E">
        <w:t>Sb., zákona č. 267/2013 Sb., zákona č. 303/2013 Sb., zákona č. 306/2013</w:t>
      </w:r>
      <w:r>
        <w:t> </w:t>
      </w:r>
      <w:r w:rsidRPr="0017233E">
        <w:t>Sb., zákonného opatření Senátu č. 344/2013 Sb., zákona č. 64/2014 Sb., zákona č. 101/2014 Sb., zákona č. 250/2014 Sb., zákona č. 252/2014 Sb., zákona č. 253/2014 Sb., zákona č.</w:t>
      </w:r>
      <w:r>
        <w:t> </w:t>
      </w:r>
      <w:r w:rsidRPr="0017233E">
        <w:t>332/2014</w:t>
      </w:r>
      <w:r>
        <w:t> </w:t>
      </w:r>
      <w:r w:rsidRPr="0017233E">
        <w:t>Sb., zákona č. 377/2015 Sb., zákona č. 137/2016 Sb., zákona č.</w:t>
      </w:r>
      <w:r>
        <w:t> </w:t>
      </w:r>
      <w:r w:rsidRPr="0017233E">
        <w:t>188/2016</w:t>
      </w:r>
      <w:r>
        <w:t> </w:t>
      </w:r>
      <w:r w:rsidRPr="0017233E">
        <w:t xml:space="preserve">Sb., </w:t>
      </w:r>
      <w:r w:rsidR="00AD01DE">
        <w:t xml:space="preserve">zákona č. 298/2016 Sb., </w:t>
      </w:r>
      <w:r w:rsidRPr="0017233E">
        <w:t>zákona č. 98/2017</w:t>
      </w:r>
      <w:r>
        <w:t xml:space="preserve"> Sb., zákona č. 183/2017 Sb., </w:t>
      </w:r>
      <w:r w:rsidRPr="0017233E">
        <w:t>zákona č. 200/2017 Sb.</w:t>
      </w:r>
      <w:r>
        <w:t xml:space="preserve"> a zákona č. 222/2017 Sb., </w:t>
      </w:r>
      <w:r w:rsidRPr="0017233E">
        <w:t>se mění takto:</w:t>
      </w:r>
    </w:p>
    <w:p w:rsidR="00157B34" w:rsidRPr="0017233E" w:rsidRDefault="00157B34" w:rsidP="00404DEB">
      <w:pPr>
        <w:pStyle w:val="Novelizanbod"/>
        <w:numPr>
          <w:ilvl w:val="0"/>
          <w:numId w:val="7"/>
        </w:numPr>
      </w:pPr>
      <w:r w:rsidRPr="0017233E">
        <w:t>V § 5 odst. 1 písm. b) bodě 2 se slovo „přídavek“ nahrazuje slovy „služební příspěvek“.</w:t>
      </w:r>
    </w:p>
    <w:p w:rsidR="00157B34" w:rsidRPr="0017233E" w:rsidRDefault="00157B34" w:rsidP="00404DEB">
      <w:pPr>
        <w:pStyle w:val="Novelizanbod"/>
      </w:pPr>
      <w:r w:rsidRPr="0017233E">
        <w:t>V § 10 odst. 3 se text „odst. 8“ nahrazuje textem „odst. 9“.</w:t>
      </w:r>
    </w:p>
    <w:p w:rsidR="00157B34" w:rsidRDefault="00157B34" w:rsidP="00404DEB">
      <w:pPr>
        <w:pStyle w:val="Novelizanbod"/>
      </w:pPr>
      <w:r>
        <w:t>V § 25 odst. 1 se na konci písmene</w:t>
      </w:r>
      <w:r w:rsidRPr="0017233E">
        <w:t xml:space="preserve"> c) </w:t>
      </w:r>
      <w:r>
        <w:t>tečka nahrazuje dvojtečkou a doplňuje se tabulka, která zní</w:t>
      </w:r>
      <w:r w:rsidRPr="0017233E">
        <w:t>:</w:t>
      </w:r>
    </w:p>
    <w:p w:rsidR="00157B34" w:rsidRPr="0017233E" w:rsidRDefault="00157B34" w:rsidP="00157B34">
      <w:pPr>
        <w:ind w:left="284" w:hanging="284"/>
        <w:contextualSpacing/>
      </w:pPr>
      <w:r>
        <w:t xml:space="preserve">    „</w:t>
      </w:r>
    </w:p>
    <w:tbl>
      <w:tblPr>
        <w:tblW w:w="4076"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7"/>
        <w:gridCol w:w="1249"/>
      </w:tblGrid>
      <w:tr w:rsidR="00157B34" w:rsidRPr="0017233E" w:rsidTr="00AB366E">
        <w:trPr>
          <w:trHeight w:val="510"/>
        </w:trPr>
        <w:tc>
          <w:tcPr>
            <w:tcW w:w="2827" w:type="dxa"/>
            <w:tcBorders>
              <w:top w:val="single" w:sz="4" w:space="0" w:color="auto"/>
              <w:left w:val="single" w:sz="4" w:space="0" w:color="auto"/>
              <w:bottom w:val="single" w:sz="4" w:space="0" w:color="auto"/>
              <w:right w:val="single" w:sz="4" w:space="0" w:color="auto"/>
            </w:tcBorders>
            <w:shd w:val="clear" w:color="auto" w:fill="auto"/>
            <w:hideMark/>
          </w:tcPr>
          <w:p w:rsidR="00157B34" w:rsidRPr="0017233E" w:rsidRDefault="00157B34" w:rsidP="00AB366E">
            <w:pPr>
              <w:ind w:left="284" w:right="-2977" w:hanging="284"/>
            </w:pPr>
            <w:r w:rsidRPr="0017233E">
              <w:t>Počet osob v rodině</w:t>
            </w:r>
          </w:p>
          <w:p w:rsidR="00157B34" w:rsidRPr="0017233E" w:rsidRDefault="00157B34" w:rsidP="00AB366E">
            <w:pPr>
              <w:ind w:left="284" w:right="-2977" w:hanging="284"/>
            </w:pPr>
            <w:r w:rsidRPr="0017233E">
              <w:t>podle § 7 odst. 5 zákona</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157B34" w:rsidRPr="0017233E" w:rsidRDefault="00157B34" w:rsidP="00AB366E">
            <w:pPr>
              <w:ind w:left="284" w:right="-2977" w:hanging="284"/>
            </w:pPr>
            <w:r w:rsidRPr="0017233E">
              <w:t>Kč</w:t>
            </w:r>
          </w:p>
        </w:tc>
      </w:tr>
      <w:tr w:rsidR="00157B34" w:rsidRPr="0017233E" w:rsidTr="00AB366E">
        <w:trPr>
          <w:trHeight w:val="251"/>
        </w:trPr>
        <w:tc>
          <w:tcPr>
            <w:tcW w:w="2827" w:type="dxa"/>
            <w:tcBorders>
              <w:top w:val="single" w:sz="4" w:space="0" w:color="auto"/>
              <w:left w:val="single" w:sz="4" w:space="0" w:color="auto"/>
              <w:bottom w:val="single" w:sz="4" w:space="0" w:color="auto"/>
              <w:right w:val="single" w:sz="4" w:space="0" w:color="auto"/>
            </w:tcBorders>
            <w:shd w:val="clear" w:color="auto" w:fill="auto"/>
            <w:hideMark/>
          </w:tcPr>
          <w:p w:rsidR="00157B34" w:rsidRPr="0017233E" w:rsidRDefault="00157B34" w:rsidP="00AB366E">
            <w:pPr>
              <w:ind w:left="284" w:right="-2977" w:hanging="284"/>
            </w:pPr>
            <w:r w:rsidRPr="0017233E">
              <w:t>jedna</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157B34" w:rsidRPr="0017233E" w:rsidRDefault="00157B34" w:rsidP="00AB366E">
            <w:pPr>
              <w:ind w:left="284" w:right="-2977" w:hanging="284"/>
            </w:pPr>
            <w:r w:rsidRPr="0017233E">
              <w:t>746</w:t>
            </w:r>
          </w:p>
        </w:tc>
      </w:tr>
      <w:tr w:rsidR="00157B34" w:rsidRPr="0017233E" w:rsidTr="00AB366E">
        <w:trPr>
          <w:trHeight w:val="251"/>
        </w:trPr>
        <w:tc>
          <w:tcPr>
            <w:tcW w:w="2827" w:type="dxa"/>
            <w:tcBorders>
              <w:top w:val="single" w:sz="4" w:space="0" w:color="auto"/>
              <w:left w:val="single" w:sz="4" w:space="0" w:color="auto"/>
              <w:bottom w:val="single" w:sz="4" w:space="0" w:color="auto"/>
              <w:right w:val="single" w:sz="4" w:space="0" w:color="auto"/>
            </w:tcBorders>
            <w:shd w:val="clear" w:color="auto" w:fill="auto"/>
            <w:hideMark/>
          </w:tcPr>
          <w:p w:rsidR="00157B34" w:rsidRPr="0017233E" w:rsidRDefault="00157B34" w:rsidP="00AB366E">
            <w:pPr>
              <w:ind w:left="284" w:right="-2977" w:hanging="284"/>
            </w:pPr>
            <w:r w:rsidRPr="0017233E">
              <w:t>dvě</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157B34" w:rsidRPr="0017233E" w:rsidRDefault="00157B34" w:rsidP="00AB366E">
            <w:pPr>
              <w:ind w:left="284" w:right="-2977" w:hanging="284"/>
            </w:pPr>
            <w:r w:rsidRPr="0017233E">
              <w:t>1 020</w:t>
            </w:r>
          </w:p>
        </w:tc>
      </w:tr>
      <w:tr w:rsidR="00157B34" w:rsidRPr="0017233E" w:rsidTr="00AB366E">
        <w:trPr>
          <w:trHeight w:val="251"/>
        </w:trPr>
        <w:tc>
          <w:tcPr>
            <w:tcW w:w="2827" w:type="dxa"/>
            <w:tcBorders>
              <w:top w:val="single" w:sz="4" w:space="0" w:color="auto"/>
              <w:left w:val="single" w:sz="4" w:space="0" w:color="auto"/>
              <w:bottom w:val="single" w:sz="4" w:space="0" w:color="auto"/>
              <w:right w:val="single" w:sz="4" w:space="0" w:color="auto"/>
            </w:tcBorders>
            <w:shd w:val="clear" w:color="auto" w:fill="auto"/>
            <w:hideMark/>
          </w:tcPr>
          <w:p w:rsidR="00157B34" w:rsidRPr="0017233E" w:rsidRDefault="00157B34" w:rsidP="00AB366E">
            <w:pPr>
              <w:ind w:left="284" w:right="-2977" w:hanging="284"/>
            </w:pPr>
            <w:r w:rsidRPr="0017233E">
              <w:t>tři</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157B34" w:rsidRPr="0017233E" w:rsidRDefault="00157B34" w:rsidP="00AB366E">
            <w:pPr>
              <w:ind w:left="284" w:right="-2977" w:hanging="284"/>
            </w:pPr>
            <w:r w:rsidRPr="0017233E">
              <w:t>1 335</w:t>
            </w:r>
          </w:p>
        </w:tc>
      </w:tr>
      <w:tr w:rsidR="00157B34" w:rsidRPr="0017233E" w:rsidTr="00AB366E">
        <w:trPr>
          <w:trHeight w:val="278"/>
        </w:trPr>
        <w:tc>
          <w:tcPr>
            <w:tcW w:w="2827" w:type="dxa"/>
            <w:tcBorders>
              <w:top w:val="single" w:sz="4" w:space="0" w:color="auto"/>
              <w:left w:val="single" w:sz="4" w:space="0" w:color="auto"/>
              <w:bottom w:val="single" w:sz="4" w:space="0" w:color="auto"/>
              <w:right w:val="single" w:sz="4" w:space="0" w:color="auto"/>
            </w:tcBorders>
            <w:shd w:val="clear" w:color="auto" w:fill="auto"/>
            <w:hideMark/>
          </w:tcPr>
          <w:p w:rsidR="00157B34" w:rsidRPr="0017233E" w:rsidRDefault="00157B34" w:rsidP="00AB366E">
            <w:pPr>
              <w:ind w:left="284" w:right="-2977" w:hanging="284"/>
            </w:pPr>
            <w:r w:rsidRPr="0017233E">
              <w:t>čtyři a více</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157B34" w:rsidRPr="0017233E" w:rsidRDefault="00157B34" w:rsidP="00AB366E">
            <w:pPr>
              <w:ind w:left="284" w:hanging="284"/>
            </w:pPr>
            <w:r w:rsidRPr="0017233E">
              <w:t>1</w:t>
            </w:r>
            <w:r>
              <w:t> </w:t>
            </w:r>
            <w:r w:rsidRPr="0017233E">
              <w:t>649</w:t>
            </w:r>
          </w:p>
        </w:tc>
      </w:tr>
    </w:tbl>
    <w:p w:rsidR="00157B34" w:rsidRDefault="00404DEB" w:rsidP="00157B34">
      <w:r>
        <w:tab/>
      </w:r>
      <w:r>
        <w:tab/>
      </w:r>
      <w:r>
        <w:tab/>
      </w:r>
      <w:r>
        <w:tab/>
      </w:r>
      <w:r>
        <w:tab/>
      </w:r>
      <w:r>
        <w:tab/>
        <w:t xml:space="preserve">    .“.</w:t>
      </w:r>
    </w:p>
    <w:p w:rsidR="00157B34" w:rsidRDefault="00157B34" w:rsidP="00404DEB">
      <w:pPr>
        <w:pStyle w:val="Novelizanbod"/>
      </w:pPr>
      <w:r>
        <w:t>V § 30 odst. 6 se slova „celkové částky 220 000 Kč“ nahrazují slovy „celkové částky rodičovského příspěvku“.</w:t>
      </w:r>
    </w:p>
    <w:p w:rsidR="00157B34" w:rsidRPr="0017233E" w:rsidRDefault="00157B34" w:rsidP="00404DEB">
      <w:pPr>
        <w:pStyle w:val="Novelizanbod"/>
      </w:pPr>
      <w:r w:rsidRPr="0017233E">
        <w:t xml:space="preserve">V § 30 odst. 7 se </w:t>
      </w:r>
      <w:r>
        <w:t xml:space="preserve">částka </w:t>
      </w:r>
      <w:r w:rsidRPr="0017233E">
        <w:t>„220 000 Kč“ zrušuje.</w:t>
      </w:r>
    </w:p>
    <w:p w:rsidR="00157B34" w:rsidRPr="0017233E" w:rsidRDefault="00157B34" w:rsidP="00404DEB">
      <w:pPr>
        <w:pStyle w:val="Novelizanbod"/>
      </w:pPr>
      <w:r w:rsidRPr="0017233E">
        <w:t>V § 51 odst. 2 se slova „věty druhé a třetí“ nahrazují slovy „věty třetí a čtvrté“.</w:t>
      </w:r>
    </w:p>
    <w:p w:rsidR="00157B34" w:rsidRPr="0017233E" w:rsidRDefault="00157B34" w:rsidP="00404DEB">
      <w:pPr>
        <w:pStyle w:val="Novelizanbod"/>
      </w:pPr>
      <w:r w:rsidRPr="0017233E">
        <w:t xml:space="preserve">V § 51 odst. 5 </w:t>
      </w:r>
      <w:r>
        <w:t xml:space="preserve">větě poslední </w:t>
      </w:r>
      <w:r w:rsidRPr="0017233E">
        <w:t>se slova „odstavce 1 věty páté až sedmé“ nahrazují textem „odstavce 4“.</w:t>
      </w:r>
    </w:p>
    <w:p w:rsidR="00157B34" w:rsidRPr="0017233E" w:rsidRDefault="00157B34" w:rsidP="00404DEB">
      <w:pPr>
        <w:pStyle w:val="Novelizanbod"/>
      </w:pPr>
      <w:r w:rsidRPr="0017233E">
        <w:t xml:space="preserve">V § 69 odst. 1 písm. b) a c) se text „odst. 1 a </w:t>
      </w:r>
      <w:r>
        <w:t>2“ nahrazuje textem „odst. 1 až</w:t>
      </w:r>
      <w:r w:rsidRPr="0017233E">
        <w:t xml:space="preserve"> 3 a 5“.</w:t>
      </w:r>
    </w:p>
    <w:p w:rsidR="00157B34" w:rsidRPr="0017233E" w:rsidRDefault="00157B34" w:rsidP="00404DEB">
      <w:pPr>
        <w:pStyle w:val="Novelizanbod"/>
      </w:pPr>
      <w:r w:rsidRPr="0017233E">
        <w:t>V § 69 odst. 2 se text „odst. 4“ nahrazuje textem „odst. 7“.</w:t>
      </w:r>
    </w:p>
    <w:p w:rsidR="00157B34" w:rsidRPr="0017233E" w:rsidRDefault="00157B34" w:rsidP="00404DEB">
      <w:pPr>
        <w:pStyle w:val="Novelizanbod"/>
      </w:pPr>
      <w:r w:rsidRPr="0017233E">
        <w:t xml:space="preserve">V § 70 odst. 1 se slova „odst. 2 věty čtvrté“ nahrazují slovy „v případech zastavení výplaty </w:t>
      </w:r>
      <w:r>
        <w:t xml:space="preserve">dávky podle § 51 </w:t>
      </w:r>
      <w:r w:rsidRPr="0017233E">
        <w:t>odst. 2 věty čtvrté, odst. 3 věty druhé a odst. 5 věty čtvrté“.</w:t>
      </w:r>
    </w:p>
    <w:p w:rsidR="00157B34" w:rsidRDefault="00157B34" w:rsidP="00157B34">
      <w:pPr>
        <w:rPr>
          <w:b/>
        </w:rPr>
      </w:pPr>
    </w:p>
    <w:p w:rsidR="00157B34" w:rsidRPr="00676786" w:rsidRDefault="00404DEB" w:rsidP="00404DEB">
      <w:pPr>
        <w:pStyle w:val="ST"/>
      </w:pPr>
      <w:r>
        <w:t xml:space="preserve">ČÁST </w:t>
      </w:r>
      <w:r w:rsidR="00157B34" w:rsidRPr="00676786">
        <w:t>PÁTÁ</w:t>
      </w:r>
    </w:p>
    <w:p w:rsidR="00157B34" w:rsidRDefault="00157B34" w:rsidP="00404DEB">
      <w:pPr>
        <w:pStyle w:val="NADPISSTI"/>
      </w:pPr>
      <w:r w:rsidRPr="00AD19A3">
        <w:t>Změna zákona o rozpočtových pravidlech</w:t>
      </w:r>
    </w:p>
    <w:p w:rsidR="00157B34" w:rsidRDefault="00404DEB" w:rsidP="00404DEB">
      <w:pPr>
        <w:pStyle w:val="lnek"/>
      </w:pPr>
      <w:r>
        <w:t xml:space="preserve">Čl. </w:t>
      </w:r>
      <w:r w:rsidR="00157B34">
        <w:t>VI</w:t>
      </w:r>
    </w:p>
    <w:p w:rsidR="00157B34" w:rsidRDefault="00157B34" w:rsidP="00404DEB">
      <w:pPr>
        <w:pStyle w:val="Textlnku"/>
      </w:pPr>
      <w:r>
        <w:t>V § 10 odst. 5 zákona č. 218/2000 Sb., o rozpočtových pravidlech a o změně některých souvisejících zákonů (rozpočtová pravidla), ve znění zákona č. 320/2002 Sb., zákona č. 25/2015 Sb. a zákona č. 264/2016 Sb., se slova „účtu rezervy pro důchodovou reformu“ nahrazují slovy „zvláštního účtu rezervy důchodového pojištění“.</w:t>
      </w:r>
    </w:p>
    <w:p w:rsidR="00157B34" w:rsidRDefault="00157B34" w:rsidP="00157B34"/>
    <w:p w:rsidR="00157B34" w:rsidRDefault="00404DEB" w:rsidP="00404DEB">
      <w:pPr>
        <w:pStyle w:val="lnek"/>
      </w:pPr>
      <w:r>
        <w:t xml:space="preserve">Čl. </w:t>
      </w:r>
      <w:r w:rsidR="00157B34">
        <w:t>VII</w:t>
      </w:r>
    </w:p>
    <w:p w:rsidR="00157B34" w:rsidRDefault="00157B34" w:rsidP="00404DEB">
      <w:pPr>
        <w:pStyle w:val="Nadpislnku"/>
      </w:pPr>
      <w:r w:rsidRPr="00E50E68">
        <w:t>Přechodné ustanovení</w:t>
      </w:r>
    </w:p>
    <w:p w:rsidR="00157B34" w:rsidRPr="00E50E68" w:rsidRDefault="00157B34" w:rsidP="00404DEB">
      <w:pPr>
        <w:pStyle w:val="Textlnku"/>
      </w:pPr>
      <w:r w:rsidRPr="00E50E68">
        <w:t>Účet rezervy</w:t>
      </w:r>
      <w:r>
        <w:t xml:space="preserve"> pro důchodovou reformu podle zákona č. 218/2000 Sb., ve znění účinném přede dnem 13. července 2017, se ode dne nabytí účinnosti tohoto zákona stává zvláštním účtem rezervy důchodového pojištění podle zákona č. 218/2000 Sb., ve znění účinném ode dne 13. července 2017.</w:t>
      </w:r>
    </w:p>
    <w:p w:rsidR="00157B34" w:rsidRDefault="00157B34" w:rsidP="00157B34">
      <w:pPr>
        <w:jc w:val="center"/>
        <w:rPr>
          <w:b/>
        </w:rPr>
      </w:pPr>
    </w:p>
    <w:p w:rsidR="00157B34" w:rsidRPr="00676786" w:rsidRDefault="00404DEB" w:rsidP="00404DEB">
      <w:pPr>
        <w:pStyle w:val="ST"/>
      </w:pPr>
      <w:r>
        <w:t xml:space="preserve">ČÁST </w:t>
      </w:r>
      <w:r w:rsidR="00157B34" w:rsidRPr="00676786">
        <w:t>ŠESTÁ</w:t>
      </w:r>
    </w:p>
    <w:p w:rsidR="00157B34" w:rsidRDefault="00157B34" w:rsidP="00404DEB">
      <w:pPr>
        <w:pStyle w:val="NADPISSTI"/>
      </w:pPr>
      <w:r>
        <w:t>Změna zákona</w:t>
      </w:r>
      <w:r w:rsidRPr="00AF31AB">
        <w:t xml:space="preserve"> o nemocenském pojištění</w:t>
      </w:r>
    </w:p>
    <w:p w:rsidR="00157B34" w:rsidRDefault="00404DEB" w:rsidP="00404DEB">
      <w:pPr>
        <w:pStyle w:val="lnek"/>
      </w:pPr>
      <w:r>
        <w:t xml:space="preserve">Čl. </w:t>
      </w:r>
      <w:r w:rsidR="00157B34">
        <w:t>V</w:t>
      </w:r>
      <w:r w:rsidR="00157B34" w:rsidRPr="00AF31AB">
        <w:t>I</w:t>
      </w:r>
      <w:r w:rsidR="00157B34">
        <w:t>II</w:t>
      </w:r>
    </w:p>
    <w:p w:rsidR="00157B34" w:rsidRPr="00B01B57" w:rsidRDefault="00157B34" w:rsidP="00404DEB">
      <w:pPr>
        <w:pStyle w:val="Textlnku"/>
      </w:pPr>
      <w:r w:rsidRPr="00B01B57">
        <w:t>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w:t>
      </w:r>
      <w:r>
        <w:t> </w:t>
      </w:r>
      <w:r w:rsidRPr="00B01B57">
        <w:t>267/2014</w:t>
      </w:r>
      <w:r>
        <w:t> </w:t>
      </w:r>
      <w:r w:rsidRPr="00B01B57">
        <w:t>Sb., zákona č. 332/2014 Sb., nálezu Ústavního soudu, vyhlášeného pod</w:t>
      </w:r>
      <w:r>
        <w:t> </w:t>
      </w:r>
      <w:r w:rsidRPr="00B01B57">
        <w:t>č.</w:t>
      </w:r>
      <w:r>
        <w:t> </w:t>
      </w:r>
      <w:r w:rsidRPr="00B01B57">
        <w:t>14/2015 Sb., zákona č. 131/2015 Sb., zákona č. 204/2015 Sb., zákona č. 317/2015 Sb., zákona č. 47/2016 Sb., zákona č. 190/2016 Sb., zákona č. 298/2016 Sb., zákona č.</w:t>
      </w:r>
      <w:r>
        <w:t> </w:t>
      </w:r>
      <w:r w:rsidRPr="00B01B57">
        <w:t>24/2017</w:t>
      </w:r>
      <w:r>
        <w:t> </w:t>
      </w:r>
      <w:r w:rsidRPr="00B01B57">
        <w:t>Sb., zákona č. 99/2017 Sb., zákona č. 148/2017 Sb., zákona č. 183/2017 Sb., zákona č. 195/2017 Sb., zákon</w:t>
      </w:r>
      <w:r>
        <w:t xml:space="preserve">a č. 259/2017 Sb. a zákona č. 310/2017 Sb., </w:t>
      </w:r>
      <w:r w:rsidRPr="00B01B57">
        <w:t>se mění takto:</w:t>
      </w:r>
    </w:p>
    <w:p w:rsidR="00157B34" w:rsidRDefault="00157B34" w:rsidP="00404DEB">
      <w:pPr>
        <w:pStyle w:val="Novelizanbod"/>
        <w:keepNext w:val="0"/>
        <w:numPr>
          <w:ilvl w:val="0"/>
          <w:numId w:val="8"/>
        </w:numPr>
      </w:pPr>
      <w:r>
        <w:t>V § 38b odst. 4 se slova „Výplata otcovské“ nahrazují slovy „Podpůrčí doba u</w:t>
      </w:r>
      <w:r w:rsidR="00404DEB">
        <w:t> </w:t>
      </w:r>
      <w:r>
        <w:t>otcovské“.</w:t>
      </w:r>
    </w:p>
    <w:p w:rsidR="00157B34" w:rsidRDefault="00157B34" w:rsidP="00404DEB">
      <w:pPr>
        <w:pStyle w:val="Novelizanbod"/>
        <w:keepNext w:val="0"/>
      </w:pPr>
      <w:r>
        <w:t>Poznámka pod čarou č. 76 vložená zákonem č. 303/2013 Sb. se zrušuje.</w:t>
      </w:r>
    </w:p>
    <w:p w:rsidR="00157B34" w:rsidRDefault="00157B34" w:rsidP="00404DEB">
      <w:pPr>
        <w:pStyle w:val="Novelizanbod"/>
      </w:pPr>
      <w:r>
        <w:t>V § 72g písm. a) a l) se za text „§ 61“ vkládá text „odst. 1“.</w:t>
      </w:r>
    </w:p>
    <w:p w:rsidR="00157B34" w:rsidRDefault="00157B34" w:rsidP="00404DEB">
      <w:pPr>
        <w:pStyle w:val="Novelizanbod"/>
      </w:pPr>
      <w:r>
        <w:t>V § 84 se na konci odstavce 2 tečka nahrazuje čárkou a doplňuje se písmeno v), které zní:</w:t>
      </w:r>
    </w:p>
    <w:p w:rsidR="00157B34" w:rsidRDefault="00157B34" w:rsidP="00075D19">
      <w:pPr>
        <w:pStyle w:val="Psmeno"/>
      </w:pPr>
      <w:r>
        <w:t>„v)</w:t>
      </w:r>
      <w:r w:rsidR="00075D19">
        <w:tab/>
      </w:r>
      <w:r>
        <w:t>vedou evidenci ošetřujících lékařů a orgánů ochrany veřejného zdraví, kteří spadají do jejich místní příslušnosti podle § 83 odst. 2 písm. a) a d).“.</w:t>
      </w:r>
    </w:p>
    <w:p w:rsidR="00157B34" w:rsidRDefault="00157B34" w:rsidP="00075D19">
      <w:pPr>
        <w:pStyle w:val="Novelizanbod"/>
      </w:pPr>
      <w:r>
        <w:t>V § 85 odst. 1 písm. d) a e) se slovo „předávají“ nahrazuje slovem „předává“.</w:t>
      </w:r>
    </w:p>
    <w:p w:rsidR="00157B34" w:rsidRDefault="00157B34" w:rsidP="00075D19">
      <w:pPr>
        <w:pStyle w:val="Novelizanbod"/>
      </w:pPr>
      <w:r>
        <w:t xml:space="preserve">V § 109a se slova „a potvrzení o trvání potřeby ošetřování“ nahrazují </w:t>
      </w:r>
      <w:proofErr w:type="gramStart"/>
      <w:r>
        <w:t>slovy „ , potvrzení</w:t>
      </w:r>
      <w:proofErr w:type="gramEnd"/>
      <w:r>
        <w:t xml:space="preserve"> o trvání potřeby ošetřování a potvrzení o trvání potřeby dlouhodobé péče“, slova „a</w:t>
      </w:r>
      <w:r w:rsidR="00075D19">
        <w:t> </w:t>
      </w:r>
      <w:r>
        <w:t>rozhodnutí o ukončení potřeby ošetřování“ se nahrazují slovy „ , rozhodnutí o</w:t>
      </w:r>
      <w:r w:rsidR="00075D19">
        <w:t> </w:t>
      </w:r>
      <w:r>
        <w:t>ukončení potřeby ošetřování a rozhodnutí o ukončení potřeby dlouhodobé péče“ a</w:t>
      </w:r>
      <w:r w:rsidR="00075D19">
        <w:t> </w:t>
      </w:r>
      <w:r>
        <w:t>slova „nebo potřeba ošetřování“ se nahrazují slovy „ , potřeba ošetřování nebo potřeba dlouhodobé péče“.</w:t>
      </w:r>
    </w:p>
    <w:p w:rsidR="00157B34" w:rsidRDefault="00157B34" w:rsidP="00075D19">
      <w:pPr>
        <w:pStyle w:val="Novelizanbod"/>
      </w:pPr>
      <w:r>
        <w:t>V § 109a se za slova „trvání potřeby ošetřování“ vkládají slova „nebo potvrzení o trvání potřeby dlouhodobé péče“, za slova „ukončení potřeby ošetřování“ se vkládají slova „nebo rozhodnutí o ukončení potřeby dlouhodobé péče“ a za slova „potřeba ošetřování“ se vkládají slova „nebo potřeba dlouhodobé péče“.</w:t>
      </w:r>
    </w:p>
    <w:p w:rsidR="00157B34" w:rsidRDefault="00157B34" w:rsidP="00075D19">
      <w:pPr>
        <w:pStyle w:val="Novelizanbod"/>
      </w:pPr>
      <w:r>
        <w:t>V § 116 se odstavec 7 zrušuje.</w:t>
      </w:r>
    </w:p>
    <w:p w:rsidR="00157B34" w:rsidRDefault="00157B34" w:rsidP="00075D19">
      <w:r>
        <w:t>Dosavadní odstavce 8 a 9 se označují jako odstavce 7 a 8.</w:t>
      </w:r>
    </w:p>
    <w:p w:rsidR="00157B34" w:rsidRDefault="00157B34" w:rsidP="00075D19">
      <w:pPr>
        <w:pStyle w:val="Novelizanbod"/>
      </w:pPr>
      <w:r>
        <w:t xml:space="preserve">V § 116 odst. 7 písm. d) se slova „a zda vyplacená dávka dosahuje výše podléhající výkonu rozhodnutí,“ nahrazují </w:t>
      </w:r>
      <w:proofErr w:type="gramStart"/>
      <w:r>
        <w:t>slovy „ , jaká</w:t>
      </w:r>
      <w:proofErr w:type="gramEnd"/>
      <w:r>
        <w:t xml:space="preserve"> je výše dávky“.</w:t>
      </w:r>
    </w:p>
    <w:p w:rsidR="00157B34" w:rsidRDefault="00157B34" w:rsidP="00075D19">
      <w:pPr>
        <w:pStyle w:val="Novelizanbod"/>
      </w:pPr>
      <w:r>
        <w:t>V § 116 se za odstavec 6 vkládá nový odstavec 7, který zní:</w:t>
      </w:r>
    </w:p>
    <w:p w:rsidR="00157B34" w:rsidRDefault="00157B34" w:rsidP="00075D19">
      <w:pPr>
        <w:pStyle w:val="Textparagrafu"/>
        <w:spacing w:before="0"/>
      </w:pPr>
      <w:r>
        <w:t>„(7) Orgány nemocenského pojištění sdělují zaměstnavatelům na jejich žádost, že obdržely rozhodnutí o tom, že zaměstnanec byl uznán dočasně práce neschopným k zaměstnání u zaměstnavatele, rozhodnutí o ukončení dočasné pracovní neschopnosti tohoto zaměstnance, potvrzení o trvání dočasné pracovní neschopnosti tohoto zaměstnance nebo potvrzení o nařízení, trvání nebo ukončení karantény.“.</w:t>
      </w:r>
    </w:p>
    <w:p w:rsidR="00157B34" w:rsidRDefault="00157B34" w:rsidP="00075D19">
      <w:pPr>
        <w:spacing w:before="120"/>
      </w:pPr>
      <w:r>
        <w:t>Dosavadní odstavce 7 a 8 se označují jako odstavce 8 a 9.</w:t>
      </w:r>
    </w:p>
    <w:p w:rsidR="00157B34" w:rsidRDefault="00157B34" w:rsidP="00075D19">
      <w:pPr>
        <w:pStyle w:val="Novelizanbod"/>
        <w:keepNext w:val="0"/>
      </w:pPr>
      <w:r>
        <w:t xml:space="preserve">V § 127 odst. 2 </w:t>
      </w:r>
      <w:r w:rsidRPr="00AF31AB">
        <w:t>se slova „uvedenou v“ nahrazují slovem „podle“.</w:t>
      </w:r>
    </w:p>
    <w:p w:rsidR="00157B34" w:rsidRDefault="00157B34" w:rsidP="00075D19">
      <w:pPr>
        <w:pStyle w:val="Novelizanbod"/>
      </w:pPr>
      <w:r>
        <w:t>V § 138a se na konci odstavce 1 tečka nahrazuje čárkou a doplňuje se písmeno x), které zní:</w:t>
      </w:r>
    </w:p>
    <w:p w:rsidR="00157B34" w:rsidRDefault="00157B34" w:rsidP="00075D19">
      <w:pPr>
        <w:pStyle w:val="Psmeno"/>
      </w:pPr>
      <w:r>
        <w:t>„x)</w:t>
      </w:r>
      <w:r w:rsidR="00075D19">
        <w:tab/>
      </w:r>
      <w:r>
        <w:t>v rozporu s § 61 odst. 1 písm. t) umožní jiné fyzické osobě nebo právnické osobě pod svou identitou přístup na elektronickou adresu určenou orgánem nemocenského pojištění, nebo nechrání identifikátor ošetřujícího lékaře před zneužitím, anebo neoznámí ztrátu nebo odcizení přiděleného identifikátoru ošetřujícího lékaře.“.</w:t>
      </w:r>
    </w:p>
    <w:p w:rsidR="00157B34" w:rsidRDefault="00157B34" w:rsidP="00157B34">
      <w:pPr>
        <w:ind w:left="709" w:hanging="425"/>
      </w:pPr>
    </w:p>
    <w:p w:rsidR="00157B34" w:rsidRPr="00676786" w:rsidRDefault="00075D19" w:rsidP="00075D19">
      <w:pPr>
        <w:pStyle w:val="ST"/>
      </w:pPr>
      <w:r>
        <w:t xml:space="preserve">ČÁST </w:t>
      </w:r>
      <w:r w:rsidR="00157B34" w:rsidRPr="00676786">
        <w:t>SEDMÁ</w:t>
      </w:r>
    </w:p>
    <w:p w:rsidR="00157B34" w:rsidRDefault="00157B34" w:rsidP="00075D19">
      <w:pPr>
        <w:pStyle w:val="NADPISSTI"/>
      </w:pPr>
      <w:r>
        <w:t>Změna zákona</w:t>
      </w:r>
      <w:r w:rsidRPr="00AF31AB">
        <w:t xml:space="preserve"> o Úřadu práce </w:t>
      </w:r>
      <w:r>
        <w:t>České republiky</w:t>
      </w:r>
    </w:p>
    <w:p w:rsidR="00157B34" w:rsidRPr="007A3809" w:rsidRDefault="00075D19" w:rsidP="00075D19">
      <w:pPr>
        <w:pStyle w:val="lnek"/>
        <w:rPr>
          <w:i/>
        </w:rPr>
      </w:pPr>
      <w:r>
        <w:t xml:space="preserve">Čl. </w:t>
      </w:r>
      <w:r w:rsidR="00157B34">
        <w:t>IX</w:t>
      </w:r>
    </w:p>
    <w:p w:rsidR="00157B34" w:rsidRDefault="00157B34" w:rsidP="00075D19">
      <w:pPr>
        <w:pStyle w:val="Textlnku"/>
      </w:pPr>
      <w:r w:rsidRPr="00D46CF4">
        <w:t xml:space="preserve">V § 4b odst. 1 zákona č. </w:t>
      </w:r>
      <w:r>
        <w:t xml:space="preserve">73/2011 Sb., o Úřadu práce České republiky a o změně souvisejících zákonů, ve znění zákona č. 366/2011 Sb., zákona č. 306/2013 Sb. a zákona č. 259/2017 Sb., </w:t>
      </w:r>
      <w:r w:rsidRPr="00D46CF4">
        <w:t>se věta druhá nahrazuje větou</w:t>
      </w:r>
      <w:r w:rsidRPr="00A90C92">
        <w:rPr>
          <w:color w:val="1F497D"/>
        </w:rPr>
        <w:t xml:space="preserve"> </w:t>
      </w:r>
      <w:r w:rsidRPr="008A27BE">
        <w:t>„Portál je informačním systémem veřejné správy</w:t>
      </w:r>
      <w:r w:rsidRPr="008A27BE">
        <w:rPr>
          <w:vertAlign w:val="superscript"/>
        </w:rPr>
        <w:t>14)</w:t>
      </w:r>
      <w:r>
        <w:t>.</w:t>
      </w:r>
      <w:r w:rsidRPr="008A27BE">
        <w:t>“</w:t>
      </w:r>
      <w:r>
        <w:t>.</w:t>
      </w:r>
      <w:r w:rsidRPr="008A27BE">
        <w:t xml:space="preserve"> </w:t>
      </w:r>
    </w:p>
    <w:p w:rsidR="00157B34" w:rsidRDefault="00157B34" w:rsidP="00157B34">
      <w:pPr>
        <w:tabs>
          <w:tab w:val="left" w:pos="1580"/>
        </w:tabs>
      </w:pPr>
    </w:p>
    <w:p w:rsidR="00157B34" w:rsidRDefault="00157B34" w:rsidP="00157B34">
      <w:pPr>
        <w:tabs>
          <w:tab w:val="left" w:pos="1580"/>
        </w:tabs>
      </w:pPr>
      <w:r>
        <w:t>P</w:t>
      </w:r>
      <w:r w:rsidRPr="008A27BE">
        <w:t xml:space="preserve">oznámka pod čarou </w:t>
      </w:r>
      <w:r>
        <w:t>č. 14 zní</w:t>
      </w:r>
      <w:r w:rsidRPr="008A27BE">
        <w:t>:</w:t>
      </w:r>
    </w:p>
    <w:p w:rsidR="00157B34" w:rsidRPr="00ED38F4" w:rsidRDefault="00157B34" w:rsidP="00075D19">
      <w:pPr>
        <w:tabs>
          <w:tab w:val="left" w:pos="1580"/>
        </w:tabs>
        <w:ind w:left="709" w:hanging="709"/>
      </w:pPr>
      <w:r w:rsidRPr="00ED38F4">
        <w:t xml:space="preserve"> „</w:t>
      </w:r>
      <w:r w:rsidRPr="00ED38F4">
        <w:rPr>
          <w:vertAlign w:val="superscript"/>
        </w:rPr>
        <w:t>14)</w:t>
      </w:r>
      <w:r w:rsidR="00075D19">
        <w:rPr>
          <w:vertAlign w:val="superscript"/>
        </w:rPr>
        <w:tab/>
      </w:r>
      <w:r w:rsidRPr="00ED38F4">
        <w:t>§ 2 písm. b) zákona č. 365/2000 Sb., o informačních systémech veřejné správy a</w:t>
      </w:r>
      <w:r w:rsidR="00075D19">
        <w:t> </w:t>
      </w:r>
      <w:r w:rsidRPr="00ED38F4">
        <w:t>o</w:t>
      </w:r>
      <w:r w:rsidR="00075D19">
        <w:t> </w:t>
      </w:r>
      <w:r w:rsidRPr="00ED38F4">
        <w:t xml:space="preserve">změně některých dalších zákonů, ve znění pozdějších předpisů.“. </w:t>
      </w:r>
    </w:p>
    <w:p w:rsidR="00157B34" w:rsidRPr="00ED38F4" w:rsidRDefault="00157B34" w:rsidP="00157B34">
      <w:pPr>
        <w:tabs>
          <w:tab w:val="left" w:pos="1580"/>
        </w:tabs>
        <w:ind w:left="426" w:hanging="426"/>
      </w:pPr>
    </w:p>
    <w:p w:rsidR="00157B34" w:rsidRPr="00676786" w:rsidRDefault="00075D19" w:rsidP="00075D19">
      <w:pPr>
        <w:pStyle w:val="ST"/>
      </w:pPr>
      <w:r>
        <w:t xml:space="preserve">ČÁST </w:t>
      </w:r>
      <w:r w:rsidR="00157B34" w:rsidRPr="00676786">
        <w:t>OSMÁ</w:t>
      </w:r>
    </w:p>
    <w:p w:rsidR="00157B34" w:rsidRDefault="00157B34" w:rsidP="00075D19">
      <w:pPr>
        <w:pStyle w:val="NADPISSTI"/>
      </w:pPr>
      <w:r w:rsidRPr="008A27BE">
        <w:t xml:space="preserve">Změna </w:t>
      </w:r>
      <w:r>
        <w:t>zákona č. 259/2017 Sb.</w:t>
      </w:r>
    </w:p>
    <w:p w:rsidR="00157B34" w:rsidRPr="008A27BE" w:rsidRDefault="00075D19" w:rsidP="00075D19">
      <w:pPr>
        <w:pStyle w:val="lnek"/>
      </w:pPr>
      <w:r>
        <w:t xml:space="preserve">Čl. </w:t>
      </w:r>
      <w:r w:rsidR="00157B34">
        <w:t>X</w:t>
      </w:r>
    </w:p>
    <w:p w:rsidR="00157B34" w:rsidRDefault="00157B34" w:rsidP="00075D19">
      <w:pPr>
        <w:pStyle w:val="Textlnku"/>
      </w:pPr>
      <w:r>
        <w:t>Z</w:t>
      </w:r>
      <w:r w:rsidRPr="008A27BE">
        <w:t>ákon č.</w:t>
      </w:r>
      <w:r>
        <w:t xml:space="preserve"> 259/2017 Sb., kterým se mění zákon č. 589/1992 Sb., o pojistném na sociální zabezpečení a příspěvku na státní politiku zaměstnanosti, ve znění pozdějších předpisů, a další související zákony, se mění takto:</w:t>
      </w:r>
    </w:p>
    <w:p w:rsidR="00157B34" w:rsidRDefault="00157B34" w:rsidP="00075D19">
      <w:pPr>
        <w:pStyle w:val="Novelizanbod"/>
        <w:numPr>
          <w:ilvl w:val="0"/>
          <w:numId w:val="10"/>
        </w:numPr>
      </w:pPr>
      <w:r>
        <w:t>V čl. I se bod 44 zrušuje.</w:t>
      </w:r>
    </w:p>
    <w:p w:rsidR="00157B34" w:rsidRDefault="00157B34" w:rsidP="00075D19">
      <w:pPr>
        <w:pStyle w:val="Novelizanbod"/>
      </w:pPr>
      <w:r>
        <w:t>V čl. I bodě 46 se text „Dosavadní písmeno j) se označuje jako písmeno i).“ zrušuje.</w:t>
      </w:r>
    </w:p>
    <w:p w:rsidR="00157B34" w:rsidRDefault="00157B34" w:rsidP="00075D19">
      <w:pPr>
        <w:pStyle w:val="Novelizanbod"/>
      </w:pPr>
      <w:r>
        <w:t>V čl. III se bod 26 zrušuje.</w:t>
      </w:r>
    </w:p>
    <w:p w:rsidR="00157B34" w:rsidRDefault="00157B34" w:rsidP="00075D19">
      <w:pPr>
        <w:pStyle w:val="Novelizanbod"/>
      </w:pPr>
      <w:r>
        <w:t>V čl. VII se body 36, 40, 58, 72 a 85 zrušují.</w:t>
      </w:r>
    </w:p>
    <w:p w:rsidR="00157B34" w:rsidRDefault="00157B34" w:rsidP="00157B34"/>
    <w:p w:rsidR="00157B34" w:rsidRPr="00676786" w:rsidRDefault="00075D19" w:rsidP="00075D19">
      <w:pPr>
        <w:pStyle w:val="ST"/>
      </w:pPr>
      <w:r>
        <w:t xml:space="preserve">ČÁST </w:t>
      </w:r>
      <w:r w:rsidR="00157B34" w:rsidRPr="00676786">
        <w:t>DEVÁTÁ</w:t>
      </w:r>
    </w:p>
    <w:p w:rsidR="00157B34" w:rsidRDefault="00157B34" w:rsidP="00075D19">
      <w:pPr>
        <w:pStyle w:val="NADPISSTI"/>
      </w:pPr>
      <w:r w:rsidRPr="00527E7C">
        <w:t>Změna zákona č. 310/2017 Sb.</w:t>
      </w:r>
    </w:p>
    <w:p w:rsidR="00157B34" w:rsidRDefault="00075D19" w:rsidP="00075D19">
      <w:pPr>
        <w:pStyle w:val="lnek"/>
      </w:pPr>
      <w:r>
        <w:t xml:space="preserve">Čl. </w:t>
      </w:r>
      <w:r w:rsidR="00157B34" w:rsidRPr="00527E7C">
        <w:t>XI</w:t>
      </w:r>
    </w:p>
    <w:p w:rsidR="00157B34" w:rsidRDefault="00157B34" w:rsidP="00075D19">
      <w:pPr>
        <w:pStyle w:val="Textlnku"/>
      </w:pPr>
      <w:r>
        <w:t>V čl. III zákona č. 310/2017 Sb., kterým se mění zákon č. 187/2006 Sb., o nemocenském pojištění, ve znění pozdějších předpisů, a další související zákony, se bod 2 zrušuje.</w:t>
      </w:r>
    </w:p>
    <w:p w:rsidR="00157B34" w:rsidRPr="00527E7C" w:rsidRDefault="00157B34" w:rsidP="00157B34"/>
    <w:p w:rsidR="00157B34" w:rsidRPr="00676786" w:rsidRDefault="00075D19" w:rsidP="00075D19">
      <w:pPr>
        <w:pStyle w:val="ST"/>
      </w:pPr>
      <w:r>
        <w:t xml:space="preserve">ČÁST </w:t>
      </w:r>
      <w:r w:rsidR="00157B34" w:rsidRPr="00676786">
        <w:t>DESÁTÁ</w:t>
      </w:r>
    </w:p>
    <w:p w:rsidR="00157B34" w:rsidRDefault="00157B34" w:rsidP="00075D19">
      <w:pPr>
        <w:pStyle w:val="NADPISSTI"/>
      </w:pPr>
      <w:r w:rsidRPr="00C373CC">
        <w:t>ÚČINNOST</w:t>
      </w:r>
    </w:p>
    <w:p w:rsidR="00157B34" w:rsidRDefault="00075D19" w:rsidP="00075D19">
      <w:pPr>
        <w:pStyle w:val="lnek"/>
      </w:pPr>
      <w:r>
        <w:t xml:space="preserve">Čl. </w:t>
      </w:r>
      <w:r w:rsidR="00157B34">
        <w:t>XII</w:t>
      </w:r>
    </w:p>
    <w:p w:rsidR="00157B34" w:rsidRDefault="00157B34" w:rsidP="00075D19">
      <w:pPr>
        <w:pStyle w:val="Textlnku"/>
      </w:pPr>
      <w:r>
        <w:t xml:space="preserve">Tento zákon nabývá účinnosti dnem jeho vyhlášení, s výjimkou ustanovení čl. VIII bodů 2 a 6, která nabývají účinnosti dnem 1. června 2018, a ustanovení čl. IV bodů 2 až 4 a 7, čl. VIII bodů 3, 4, 7, 10 a 12 a čl. IX, která nabývají účinnosti dnem 1. ledna 2019.  </w:t>
      </w:r>
    </w:p>
    <w:p w:rsidR="00157B34" w:rsidRDefault="00157B34" w:rsidP="00157B34">
      <w:pPr>
        <w:rPr>
          <w:i/>
        </w:rPr>
      </w:pP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B34" w:rsidRDefault="00157B34">
      <w:r>
        <w:separator/>
      </w:r>
    </w:p>
  </w:endnote>
  <w:endnote w:type="continuationSeparator" w:id="0">
    <w:p w:rsidR="00157B34" w:rsidRDefault="00157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B34" w:rsidRDefault="00157B34">
      <w:r>
        <w:separator/>
      </w:r>
    </w:p>
  </w:footnote>
  <w:footnote w:type="continuationSeparator" w:id="0">
    <w:p w:rsidR="00157B34" w:rsidRDefault="00157B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AD01DE">
      <w:rPr>
        <w:rStyle w:val="slostrnky"/>
        <w:noProof/>
      </w:rPr>
      <w:t>5</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4"/>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Verze_sablony" w:val="2.1"/>
  </w:docVars>
  <w:rsids>
    <w:rsidRoot w:val="00157B34"/>
    <w:rsid w:val="00075D19"/>
    <w:rsid w:val="00157B34"/>
    <w:rsid w:val="00205B03"/>
    <w:rsid w:val="00266D0A"/>
    <w:rsid w:val="00404DEB"/>
    <w:rsid w:val="00697F7B"/>
    <w:rsid w:val="007B7D6B"/>
    <w:rsid w:val="009130AA"/>
    <w:rsid w:val="00942F58"/>
    <w:rsid w:val="00A73D85"/>
    <w:rsid w:val="00AD01DE"/>
    <w:rsid w:val="00B16C4B"/>
    <w:rsid w:val="00D31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B69437-F7E1-410B-8394-B03896C7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05B03"/>
    <w:pPr>
      <w:jc w:val="both"/>
    </w:pPr>
    <w:rPr>
      <w:sz w:val="24"/>
      <w:szCs w:val="24"/>
    </w:rPr>
  </w:style>
  <w:style w:type="paragraph" w:styleId="Nadpis1">
    <w:name w:val="heading 1"/>
    <w:basedOn w:val="Normln"/>
    <w:next w:val="Normln"/>
    <w:qFormat/>
    <w:rsid w:val="00205B03"/>
    <w:pPr>
      <w:keepNext/>
      <w:spacing w:before="240" w:after="60"/>
      <w:outlineLvl w:val="0"/>
    </w:pPr>
    <w:rPr>
      <w:rFonts w:ascii="Arial" w:hAnsi="Arial"/>
      <w:b/>
      <w:kern w:val="28"/>
      <w:sz w:val="28"/>
    </w:rPr>
  </w:style>
  <w:style w:type="character" w:default="1" w:styleId="Standardnpsmoodstavce">
    <w:name w:val="Default Paragraph Font"/>
    <w:semiHidden/>
    <w:rsid w:val="00205B0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05B03"/>
  </w:style>
  <w:style w:type="paragraph" w:styleId="Zhlav">
    <w:name w:val="header"/>
    <w:basedOn w:val="Normln"/>
    <w:semiHidden/>
    <w:rsid w:val="00205B03"/>
    <w:pPr>
      <w:tabs>
        <w:tab w:val="center" w:pos="4536"/>
        <w:tab w:val="right" w:pos="9072"/>
      </w:tabs>
    </w:pPr>
  </w:style>
  <w:style w:type="paragraph" w:customStyle="1" w:styleId="Textparagrafu">
    <w:name w:val="Text paragrafu"/>
    <w:basedOn w:val="Normln"/>
    <w:rsid w:val="00205B03"/>
    <w:pPr>
      <w:spacing w:before="240"/>
      <w:ind w:firstLine="425"/>
      <w:outlineLvl w:val="5"/>
    </w:pPr>
  </w:style>
  <w:style w:type="paragraph" w:customStyle="1" w:styleId="Paragraf">
    <w:name w:val="Paragraf"/>
    <w:basedOn w:val="Normln"/>
    <w:next w:val="Textodstavce"/>
    <w:rsid w:val="00205B03"/>
    <w:pPr>
      <w:keepNext/>
      <w:keepLines/>
      <w:spacing w:before="240"/>
      <w:jc w:val="center"/>
      <w:outlineLvl w:val="5"/>
    </w:pPr>
  </w:style>
  <w:style w:type="paragraph" w:customStyle="1" w:styleId="Oddl">
    <w:name w:val="Oddíl"/>
    <w:basedOn w:val="Normln"/>
    <w:next w:val="Nadpisoddlu"/>
    <w:rsid w:val="00205B03"/>
    <w:pPr>
      <w:keepNext/>
      <w:keepLines/>
      <w:spacing w:before="240"/>
      <w:jc w:val="center"/>
      <w:outlineLvl w:val="4"/>
    </w:pPr>
  </w:style>
  <w:style w:type="paragraph" w:customStyle="1" w:styleId="Nadpisoddlu">
    <w:name w:val="Nadpis oddílu"/>
    <w:basedOn w:val="Normln"/>
    <w:next w:val="Paragraf"/>
    <w:rsid w:val="00205B03"/>
    <w:pPr>
      <w:keepNext/>
      <w:keepLines/>
      <w:jc w:val="center"/>
      <w:outlineLvl w:val="4"/>
    </w:pPr>
    <w:rPr>
      <w:b/>
    </w:rPr>
  </w:style>
  <w:style w:type="paragraph" w:customStyle="1" w:styleId="Dl">
    <w:name w:val="Díl"/>
    <w:basedOn w:val="Normln"/>
    <w:next w:val="Nadpisdlu"/>
    <w:rsid w:val="00205B03"/>
    <w:pPr>
      <w:keepNext/>
      <w:keepLines/>
      <w:spacing w:before="240"/>
      <w:jc w:val="center"/>
      <w:outlineLvl w:val="3"/>
    </w:pPr>
  </w:style>
  <w:style w:type="paragraph" w:customStyle="1" w:styleId="Nadpisdlu">
    <w:name w:val="Nadpis dílu"/>
    <w:basedOn w:val="Normln"/>
    <w:next w:val="Oddl"/>
    <w:rsid w:val="00205B03"/>
    <w:pPr>
      <w:keepNext/>
      <w:keepLines/>
      <w:jc w:val="center"/>
      <w:outlineLvl w:val="3"/>
    </w:pPr>
    <w:rPr>
      <w:b/>
    </w:rPr>
  </w:style>
  <w:style w:type="paragraph" w:customStyle="1" w:styleId="Hlava">
    <w:name w:val="Hlava"/>
    <w:basedOn w:val="Normln"/>
    <w:next w:val="Nadpishlavy"/>
    <w:rsid w:val="00205B03"/>
    <w:pPr>
      <w:keepNext/>
      <w:keepLines/>
      <w:spacing w:before="240"/>
      <w:jc w:val="center"/>
      <w:outlineLvl w:val="2"/>
    </w:pPr>
  </w:style>
  <w:style w:type="paragraph" w:customStyle="1" w:styleId="Nadpishlavy">
    <w:name w:val="Nadpis hlavy"/>
    <w:basedOn w:val="Normln"/>
    <w:next w:val="Dl"/>
    <w:rsid w:val="00205B03"/>
    <w:pPr>
      <w:keepNext/>
      <w:keepLines/>
      <w:jc w:val="center"/>
      <w:outlineLvl w:val="2"/>
    </w:pPr>
    <w:rPr>
      <w:b/>
    </w:rPr>
  </w:style>
  <w:style w:type="paragraph" w:customStyle="1" w:styleId="ST">
    <w:name w:val="ČÁST"/>
    <w:basedOn w:val="Normln"/>
    <w:next w:val="NADPISSTI"/>
    <w:rsid w:val="00205B03"/>
    <w:pPr>
      <w:keepNext/>
      <w:keepLines/>
      <w:spacing w:before="240" w:after="120"/>
      <w:jc w:val="center"/>
      <w:outlineLvl w:val="1"/>
    </w:pPr>
    <w:rPr>
      <w:caps/>
    </w:rPr>
  </w:style>
  <w:style w:type="paragraph" w:customStyle="1" w:styleId="NADPISSTI">
    <w:name w:val="NADPIS ČÁSTI"/>
    <w:basedOn w:val="Normln"/>
    <w:next w:val="Hlava"/>
    <w:rsid w:val="00205B03"/>
    <w:pPr>
      <w:keepNext/>
      <w:keepLines/>
      <w:jc w:val="center"/>
      <w:outlineLvl w:val="1"/>
    </w:pPr>
    <w:rPr>
      <w:b/>
    </w:rPr>
  </w:style>
  <w:style w:type="paragraph" w:customStyle="1" w:styleId="ZKON">
    <w:name w:val="ZÁKON"/>
    <w:basedOn w:val="Normln"/>
    <w:next w:val="nadpiszkona"/>
    <w:rsid w:val="00205B03"/>
    <w:pPr>
      <w:keepNext/>
      <w:keepLines/>
      <w:jc w:val="center"/>
      <w:outlineLvl w:val="0"/>
    </w:pPr>
    <w:rPr>
      <w:b/>
      <w:caps/>
    </w:rPr>
  </w:style>
  <w:style w:type="paragraph" w:customStyle="1" w:styleId="nadpiszkona">
    <w:name w:val="nadpis zákona"/>
    <w:basedOn w:val="Normln"/>
    <w:next w:val="Parlament"/>
    <w:rsid w:val="00205B03"/>
    <w:pPr>
      <w:keepNext/>
      <w:keepLines/>
      <w:spacing w:before="120"/>
      <w:jc w:val="center"/>
      <w:outlineLvl w:val="0"/>
    </w:pPr>
    <w:rPr>
      <w:b/>
    </w:rPr>
  </w:style>
  <w:style w:type="paragraph" w:customStyle="1" w:styleId="Parlament">
    <w:name w:val="Parlament"/>
    <w:basedOn w:val="Normln"/>
    <w:next w:val="ST"/>
    <w:rsid w:val="00205B03"/>
    <w:pPr>
      <w:keepNext/>
      <w:keepLines/>
      <w:spacing w:before="360" w:after="240"/>
    </w:pPr>
  </w:style>
  <w:style w:type="paragraph" w:customStyle="1" w:styleId="Textlnku">
    <w:name w:val="Text článku"/>
    <w:basedOn w:val="Normln"/>
    <w:rsid w:val="00205B03"/>
    <w:pPr>
      <w:spacing w:before="240"/>
      <w:ind w:firstLine="425"/>
      <w:outlineLvl w:val="5"/>
    </w:pPr>
  </w:style>
  <w:style w:type="paragraph" w:customStyle="1" w:styleId="lnek">
    <w:name w:val="Článek"/>
    <w:basedOn w:val="Normln"/>
    <w:next w:val="Textodstavce"/>
    <w:rsid w:val="00205B03"/>
    <w:pPr>
      <w:keepNext/>
      <w:keepLines/>
      <w:spacing w:before="240"/>
      <w:jc w:val="center"/>
      <w:outlineLvl w:val="5"/>
    </w:pPr>
  </w:style>
  <w:style w:type="paragraph" w:customStyle="1" w:styleId="CELEX">
    <w:name w:val="CELEX"/>
    <w:basedOn w:val="Normln"/>
    <w:next w:val="Normln"/>
    <w:rsid w:val="00205B03"/>
    <w:pPr>
      <w:spacing w:before="60"/>
    </w:pPr>
    <w:rPr>
      <w:i/>
      <w:sz w:val="20"/>
    </w:rPr>
  </w:style>
  <w:style w:type="paragraph" w:customStyle="1" w:styleId="funkce">
    <w:name w:val="funkce"/>
    <w:basedOn w:val="Normln"/>
    <w:rsid w:val="00205B03"/>
    <w:pPr>
      <w:keepLines/>
      <w:jc w:val="center"/>
    </w:pPr>
  </w:style>
  <w:style w:type="paragraph" w:customStyle="1" w:styleId="Psmeno">
    <w:name w:val="&quot;Písmeno&quot;"/>
    <w:basedOn w:val="Normln"/>
    <w:next w:val="Normln"/>
    <w:rsid w:val="00205B03"/>
    <w:pPr>
      <w:keepNext/>
      <w:keepLines/>
      <w:ind w:left="425" w:hanging="425"/>
    </w:pPr>
  </w:style>
  <w:style w:type="paragraph" w:customStyle="1" w:styleId="Oznaenpozmn">
    <w:name w:val="Označení pozm.n."/>
    <w:basedOn w:val="Normln"/>
    <w:next w:val="Normln"/>
    <w:rsid w:val="00205B03"/>
    <w:pPr>
      <w:numPr>
        <w:numId w:val="2"/>
      </w:numPr>
      <w:spacing w:after="120"/>
    </w:pPr>
    <w:rPr>
      <w:b/>
    </w:rPr>
  </w:style>
  <w:style w:type="paragraph" w:customStyle="1" w:styleId="Textpozmn">
    <w:name w:val="Text pozm.n."/>
    <w:basedOn w:val="Normln"/>
    <w:next w:val="Normln"/>
    <w:rsid w:val="00205B03"/>
    <w:pPr>
      <w:numPr>
        <w:numId w:val="3"/>
      </w:numPr>
      <w:tabs>
        <w:tab w:val="clear" w:pos="425"/>
        <w:tab w:val="left" w:pos="851"/>
      </w:tabs>
      <w:spacing w:after="120"/>
      <w:ind w:left="850"/>
    </w:pPr>
  </w:style>
  <w:style w:type="paragraph" w:customStyle="1" w:styleId="Novelizanbod">
    <w:name w:val="Novelizační bod"/>
    <w:basedOn w:val="Normln"/>
    <w:next w:val="Normln"/>
    <w:rsid w:val="00205B03"/>
    <w:pPr>
      <w:keepNext/>
      <w:keepLines/>
      <w:numPr>
        <w:numId w:val="4"/>
      </w:numPr>
      <w:tabs>
        <w:tab w:val="left" w:pos="851"/>
      </w:tabs>
      <w:spacing w:before="480" w:after="120"/>
    </w:pPr>
  </w:style>
  <w:style w:type="paragraph" w:customStyle="1" w:styleId="Novelizanbodvpozmn">
    <w:name w:val="Novelizační bod v pozm.n."/>
    <w:basedOn w:val="Normln"/>
    <w:next w:val="Normln"/>
    <w:rsid w:val="00205B03"/>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205B03"/>
    <w:pPr>
      <w:keepNext/>
      <w:keepLines/>
      <w:spacing w:after="120"/>
      <w:jc w:val="center"/>
    </w:pPr>
    <w:rPr>
      <w:b/>
      <w:sz w:val="32"/>
    </w:rPr>
  </w:style>
  <w:style w:type="paragraph" w:customStyle="1" w:styleId="Textbodu">
    <w:name w:val="Text bodu"/>
    <w:basedOn w:val="Normln"/>
    <w:rsid w:val="00205B03"/>
    <w:pPr>
      <w:numPr>
        <w:ilvl w:val="2"/>
        <w:numId w:val="5"/>
      </w:numPr>
      <w:outlineLvl w:val="8"/>
    </w:pPr>
  </w:style>
  <w:style w:type="paragraph" w:customStyle="1" w:styleId="Textpsmene">
    <w:name w:val="Text písmene"/>
    <w:basedOn w:val="Normln"/>
    <w:rsid w:val="00205B03"/>
    <w:pPr>
      <w:numPr>
        <w:ilvl w:val="1"/>
        <w:numId w:val="5"/>
      </w:numPr>
      <w:outlineLvl w:val="7"/>
    </w:pPr>
  </w:style>
  <w:style w:type="character" w:customStyle="1" w:styleId="Odkaznapoznpodarou">
    <w:name w:val="Odkaz na pozn. pod čarou"/>
    <w:rsid w:val="00205B03"/>
    <w:rPr>
      <w:vertAlign w:val="superscript"/>
    </w:rPr>
  </w:style>
  <w:style w:type="character" w:customStyle="1" w:styleId="ZpatChar">
    <w:name w:val="Zápatí Char"/>
    <w:link w:val="Zpat"/>
    <w:rsid w:val="00157B34"/>
    <w:rPr>
      <w:sz w:val="24"/>
      <w:szCs w:val="24"/>
    </w:rPr>
  </w:style>
  <w:style w:type="paragraph" w:customStyle="1" w:styleId="Textodstavce">
    <w:name w:val="Text odstavce"/>
    <w:basedOn w:val="Normln"/>
    <w:rsid w:val="00205B03"/>
    <w:pPr>
      <w:numPr>
        <w:numId w:val="5"/>
      </w:numPr>
      <w:tabs>
        <w:tab w:val="left" w:pos="851"/>
      </w:tabs>
      <w:spacing w:before="120" w:after="120"/>
      <w:outlineLvl w:val="6"/>
    </w:pPr>
  </w:style>
  <w:style w:type="paragraph" w:customStyle="1" w:styleId="Textbodunovely">
    <w:name w:val="Text bodu novely"/>
    <w:basedOn w:val="Normln"/>
    <w:next w:val="Normln"/>
    <w:rsid w:val="00205B03"/>
    <w:pPr>
      <w:ind w:left="567" w:hanging="567"/>
    </w:pPr>
  </w:style>
  <w:style w:type="character" w:styleId="slostrnky">
    <w:name w:val="page number"/>
    <w:basedOn w:val="Standardnpsmoodstavce"/>
    <w:semiHidden/>
    <w:rsid w:val="00205B03"/>
  </w:style>
  <w:style w:type="paragraph" w:styleId="Zpat">
    <w:name w:val="footer"/>
    <w:basedOn w:val="Normln"/>
    <w:link w:val="ZpatChar"/>
    <w:rsid w:val="00205B03"/>
    <w:pPr>
      <w:tabs>
        <w:tab w:val="center" w:pos="4536"/>
        <w:tab w:val="right" w:pos="9072"/>
      </w:tabs>
    </w:pPr>
  </w:style>
  <w:style w:type="paragraph" w:styleId="Textpoznpodarou">
    <w:name w:val="footnote text"/>
    <w:basedOn w:val="Normln"/>
    <w:semiHidden/>
    <w:rsid w:val="00205B03"/>
    <w:pPr>
      <w:tabs>
        <w:tab w:val="left" w:pos="425"/>
      </w:tabs>
      <w:ind w:left="425" w:hanging="425"/>
    </w:pPr>
    <w:rPr>
      <w:sz w:val="20"/>
    </w:rPr>
  </w:style>
  <w:style w:type="character" w:styleId="Znakapoznpodarou">
    <w:name w:val="footnote reference"/>
    <w:semiHidden/>
    <w:rsid w:val="00205B03"/>
    <w:rPr>
      <w:vertAlign w:val="superscript"/>
    </w:rPr>
  </w:style>
  <w:style w:type="paragraph" w:styleId="Titulek">
    <w:name w:val="caption"/>
    <w:basedOn w:val="Normln"/>
    <w:next w:val="Normln"/>
    <w:qFormat/>
    <w:rsid w:val="00205B03"/>
    <w:pPr>
      <w:spacing w:before="120" w:after="120"/>
    </w:pPr>
    <w:rPr>
      <w:b/>
    </w:rPr>
  </w:style>
  <w:style w:type="paragraph" w:customStyle="1" w:styleId="Nvrh">
    <w:name w:val="Návrh"/>
    <w:basedOn w:val="Normln"/>
    <w:next w:val="ZKON"/>
    <w:rsid w:val="00205B03"/>
    <w:pPr>
      <w:keepNext/>
      <w:keepLines/>
      <w:spacing w:after="240"/>
      <w:jc w:val="center"/>
      <w:outlineLvl w:val="0"/>
    </w:pPr>
    <w:rPr>
      <w:spacing w:val="40"/>
    </w:rPr>
  </w:style>
  <w:style w:type="paragraph" w:customStyle="1" w:styleId="Podpis">
    <w:name w:val="Podpis_"/>
    <w:basedOn w:val="Normln"/>
    <w:next w:val="funkce"/>
    <w:rsid w:val="00205B03"/>
    <w:pPr>
      <w:keepNext/>
      <w:keepLines/>
      <w:spacing w:before="720"/>
      <w:jc w:val="center"/>
    </w:pPr>
  </w:style>
  <w:style w:type="paragraph" w:customStyle="1" w:styleId="VARIANTA">
    <w:name w:val="VARIANTA"/>
    <w:basedOn w:val="Normln"/>
    <w:next w:val="Normln"/>
    <w:rsid w:val="00205B03"/>
    <w:pPr>
      <w:keepNext/>
      <w:spacing w:before="120" w:after="120"/>
    </w:pPr>
    <w:rPr>
      <w:caps/>
      <w:spacing w:val="60"/>
    </w:rPr>
  </w:style>
  <w:style w:type="paragraph" w:customStyle="1" w:styleId="VARIANTA-konec">
    <w:name w:val="VARIANTA - konec"/>
    <w:basedOn w:val="Normln"/>
    <w:next w:val="Normln"/>
    <w:rsid w:val="00205B03"/>
    <w:rPr>
      <w:caps/>
      <w:spacing w:val="60"/>
    </w:rPr>
  </w:style>
  <w:style w:type="paragraph" w:customStyle="1" w:styleId="Nadpisparagrafu">
    <w:name w:val="Nadpis paragrafu"/>
    <w:basedOn w:val="Paragraf"/>
    <w:next w:val="Textodstavce"/>
    <w:rsid w:val="00205B03"/>
    <w:rPr>
      <w:b/>
    </w:rPr>
  </w:style>
  <w:style w:type="paragraph" w:customStyle="1" w:styleId="Nadpislnku">
    <w:name w:val="Nadpis článku"/>
    <w:basedOn w:val="lnek"/>
    <w:next w:val="Textodstavce"/>
    <w:rsid w:val="00205B03"/>
    <w:rPr>
      <w:b/>
    </w:rPr>
  </w:style>
  <w:style w:type="paragraph" w:styleId="Textbubliny">
    <w:name w:val="Balloon Text"/>
    <w:basedOn w:val="Normln"/>
    <w:link w:val="TextbublinyChar"/>
    <w:uiPriority w:val="99"/>
    <w:semiHidden/>
    <w:unhideWhenUsed/>
    <w:rsid w:val="00697F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7F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7</TotalTime>
  <Pages>9</Pages>
  <Words>2585</Words>
  <Characters>15255</Characters>
  <Application>Microsoft Office Word</Application>
  <DocSecurity>0</DocSecurity>
  <Lines>127</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17805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cp:lastPrinted>2018-03-23T09:04:00Z</cp:lastPrinted>
  <dcterms:created xsi:type="dcterms:W3CDTF">2018-03-21T11:29:00Z</dcterms:created>
  <dcterms:modified xsi:type="dcterms:W3CDTF">2018-03-23T09:07:00Z</dcterms:modified>
  <cp:category/>
</cp:coreProperties>
</file>