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E70A73">
      <w:pPr>
        <w:pStyle w:val="PS-slousnesen"/>
      </w:pPr>
      <w:r>
        <w:t>2</w:t>
      </w:r>
      <w:r w:rsidR="00E70A73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AC73B1">
      <w:pPr>
        <w:pStyle w:val="PS-hlavika1"/>
      </w:pPr>
      <w:r>
        <w:t xml:space="preserve">z </w:t>
      </w:r>
      <w:r w:rsidR="00CC794D">
        <w:t>1</w:t>
      </w:r>
      <w:r w:rsidR="00AC73B1">
        <w:t>1</w:t>
      </w:r>
      <w:r w:rsidR="00DC29E4">
        <w:t>. schůze</w:t>
      </w:r>
    </w:p>
    <w:p w:rsidR="00C03852" w:rsidRDefault="00CE270B" w:rsidP="00CC794D">
      <w:pPr>
        <w:pStyle w:val="PS-hlavika1"/>
      </w:pPr>
      <w:r>
        <w:t xml:space="preserve">ze dne </w:t>
      </w:r>
      <w:r w:rsidR="00CC794D">
        <w:t>25. 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92558" w:rsidRPr="00F92558" w:rsidRDefault="004A7EDF" w:rsidP="00F92558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A357C0" w:rsidRPr="00F92558">
        <w:rPr>
          <w:b/>
          <w:bCs/>
          <w:sz w:val="24"/>
        </w:rPr>
        <w:t>kterým se předkládají Parlamentu České republiky k vyslovení souhlasu s ratifikací změny příloh A a C Stockholmské úmluvy o perzistentních organických polutantech, přijaté v Ženevě dne 5. května 2017 /sněmovní tisk 96/</w:t>
      </w:r>
    </w:p>
    <w:p w:rsidR="00DC29E4" w:rsidRPr="00B43D45" w:rsidRDefault="00B43D45" w:rsidP="00F92558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F92558">
        <w:rPr>
          <w:sz w:val="24"/>
          <w:szCs w:val="24"/>
        </w:rPr>
        <w:t>životního prostředí</w:t>
      </w:r>
      <w:r w:rsidR="000B13B8">
        <w:rPr>
          <w:sz w:val="24"/>
          <w:szCs w:val="24"/>
        </w:rPr>
        <w:t xml:space="preserve"> Ing. Vladislava Smrže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F92558">
        <w:rPr>
          <w:sz w:val="24"/>
          <w:szCs w:val="24"/>
        </w:rPr>
        <w:t>Jaroslava Holíka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B933D3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 w:rsidR="00F92558">
        <w:t>změn příloh A a C Stockholmské úmluvy o perzistentních organických polutantech, přijatých v Ženevě dne 5. května 2017</w:t>
      </w:r>
      <w:r w:rsidR="00873061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3E472C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F92558">
        <w:t>Jaroslav  H o l í k</w:t>
      </w:r>
      <w:r w:rsidR="003E472C">
        <w:t xml:space="preserve">  </w:t>
      </w:r>
      <w:bookmarkStart w:id="0" w:name="_GoBack"/>
      <w:bookmarkEnd w:id="0"/>
      <w:r w:rsidR="003E472C">
        <w:t>v.r.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E472C" w:rsidRDefault="003E472C" w:rsidP="003E472C">
      <w:pPr>
        <w:spacing w:after="0" w:line="240" w:lineRule="auto"/>
      </w:pP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>…</w:t>
      </w:r>
      <w:r>
        <w:t xml:space="preserve">                            Lubomír Z a o r á l e k </w:t>
      </w:r>
      <w:r>
        <w:t xml:space="preserve"> </w:t>
      </w:r>
      <w:r>
        <w:t>v.r.</w:t>
      </w:r>
    </w:p>
    <w:p w:rsidR="003E472C" w:rsidRDefault="003E472C" w:rsidP="003E472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3E472C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B13B8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E472C"/>
    <w:rsid w:val="003F38A7"/>
    <w:rsid w:val="0042347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5EE1"/>
    <w:rsid w:val="007E1D0B"/>
    <w:rsid w:val="00812496"/>
    <w:rsid w:val="0081369F"/>
    <w:rsid w:val="008255AD"/>
    <w:rsid w:val="00830BFE"/>
    <w:rsid w:val="00873061"/>
    <w:rsid w:val="00893C29"/>
    <w:rsid w:val="008B733E"/>
    <w:rsid w:val="008C2628"/>
    <w:rsid w:val="00903269"/>
    <w:rsid w:val="00917DCF"/>
    <w:rsid w:val="00920D8B"/>
    <w:rsid w:val="00970C2D"/>
    <w:rsid w:val="00A357C0"/>
    <w:rsid w:val="00A46CDA"/>
    <w:rsid w:val="00A837B1"/>
    <w:rsid w:val="00AA0D27"/>
    <w:rsid w:val="00AC73B1"/>
    <w:rsid w:val="00B0568C"/>
    <w:rsid w:val="00B10616"/>
    <w:rsid w:val="00B13892"/>
    <w:rsid w:val="00B43D45"/>
    <w:rsid w:val="00B53E8D"/>
    <w:rsid w:val="00B715B6"/>
    <w:rsid w:val="00B933D3"/>
    <w:rsid w:val="00BC09E3"/>
    <w:rsid w:val="00C03852"/>
    <w:rsid w:val="00C40BB1"/>
    <w:rsid w:val="00C56014"/>
    <w:rsid w:val="00C86377"/>
    <w:rsid w:val="00CC794D"/>
    <w:rsid w:val="00CD6711"/>
    <w:rsid w:val="00CE20CD"/>
    <w:rsid w:val="00CE270B"/>
    <w:rsid w:val="00D720D0"/>
    <w:rsid w:val="00D76FB3"/>
    <w:rsid w:val="00DB23D4"/>
    <w:rsid w:val="00DB5BB7"/>
    <w:rsid w:val="00DC29E4"/>
    <w:rsid w:val="00E120D7"/>
    <w:rsid w:val="00E44BB8"/>
    <w:rsid w:val="00E70A73"/>
    <w:rsid w:val="00ED101C"/>
    <w:rsid w:val="00ED15A8"/>
    <w:rsid w:val="00EE4714"/>
    <w:rsid w:val="00EF3B15"/>
    <w:rsid w:val="00EF679B"/>
    <w:rsid w:val="00F21CDF"/>
    <w:rsid w:val="00F9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5200-F3BF-402D-906D-7F1A62F4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2018-04-25T14:40:00Z</dcterms:created>
  <dcterms:modified xsi:type="dcterms:W3CDTF">2018-04-25T14:40:00Z</dcterms:modified>
</cp:coreProperties>
</file>