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70257C">
      <w:pPr>
        <w:pStyle w:val="PS-slousnesen"/>
      </w:pPr>
      <w:r>
        <w:t>2</w:t>
      </w:r>
      <w:r w:rsidR="0070257C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690A11">
      <w:pPr>
        <w:pStyle w:val="PS-hlavika1"/>
      </w:pPr>
      <w:r>
        <w:t xml:space="preserve">z </w:t>
      </w:r>
      <w:r w:rsidR="00BB44BC">
        <w:t>1</w:t>
      </w:r>
      <w:r w:rsidR="00690A11">
        <w:t>1</w:t>
      </w:r>
      <w:r w:rsidR="00DC29E4">
        <w:t>. schůze</w:t>
      </w:r>
    </w:p>
    <w:p w:rsidR="00C03852" w:rsidRDefault="00CE270B" w:rsidP="00BB44BC">
      <w:pPr>
        <w:pStyle w:val="PS-hlavika1"/>
      </w:pPr>
      <w:r>
        <w:t xml:space="preserve">ze dne </w:t>
      </w:r>
      <w:r w:rsidR="00BB44BC">
        <w:t>25. 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423477" w:rsidRPr="00423477" w:rsidRDefault="004A7EDF" w:rsidP="00423477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423477" w:rsidRPr="00423477">
        <w:rPr>
          <w:b/>
          <w:bCs/>
          <w:sz w:val="24"/>
        </w:rPr>
        <w:t xml:space="preserve">kterým se předkládá Parlamentu České republiky k vyslovení souhlasu s ratifikací Dodatkový protokol k Úmluvě o lidských právech a biomedicíně </w:t>
      </w:r>
      <w:r w:rsidR="00423477" w:rsidRPr="00423477">
        <w:rPr>
          <w:b/>
          <w:bCs/>
          <w:sz w:val="24"/>
        </w:rPr>
        <w:br/>
        <w:t xml:space="preserve">související s genetickým testováním pro zdravotní účely, který byl podepsán </w:t>
      </w:r>
      <w:r w:rsidR="00423477" w:rsidRPr="00423477">
        <w:rPr>
          <w:b/>
          <w:bCs/>
          <w:sz w:val="24"/>
        </w:rPr>
        <w:br/>
        <w:t>dne 24. října 2017 ve Štrasburku /sněmovní tisk 81/</w:t>
      </w:r>
    </w:p>
    <w:p w:rsidR="00DC29E4" w:rsidRPr="00B43D45" w:rsidRDefault="00B43D45" w:rsidP="004853A1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423477">
        <w:rPr>
          <w:sz w:val="24"/>
          <w:szCs w:val="24"/>
        </w:rPr>
        <w:t>zdravotnictví</w:t>
      </w:r>
      <w:r w:rsidR="004853A1">
        <w:rPr>
          <w:sz w:val="24"/>
          <w:szCs w:val="24"/>
        </w:rPr>
        <w:t xml:space="preserve"> JUDr. Radka Policara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423477">
        <w:rPr>
          <w:sz w:val="24"/>
          <w:szCs w:val="24"/>
        </w:rPr>
        <w:t>Pavla Plzáka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23477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 w:rsidR="00423477">
        <w:t xml:space="preserve">Dodatkového protokolu k Úmluvě o lidských právech </w:t>
      </w:r>
      <w:r w:rsidR="00423477">
        <w:br/>
        <w:t>a biomedicíně souvisejícího s genetickým testováním pro zdravotní účely, který byl podepsán dne 24. října 2017 ve Štrasburku</w:t>
      </w:r>
      <w:r w:rsidR="00873061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234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BC3AED">
        <w:t xml:space="preserve"> </w:t>
      </w:r>
      <w:bookmarkStart w:id="0" w:name="_GoBack"/>
      <w:bookmarkEnd w:id="0"/>
      <w:r w:rsidR="00423477">
        <w:t>Pavel  P l z á k</w:t>
      </w:r>
      <w:r w:rsidR="00BC3AED">
        <w:t>  v.r.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C3AED" w:rsidRDefault="00BC3AED" w:rsidP="00BC3AED">
      <w:pPr>
        <w:spacing w:after="0" w:line="240" w:lineRule="auto"/>
      </w:pP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 xml:space="preserve">…… </w:t>
      </w:r>
      <w:r>
        <w:tab/>
        <w:t xml:space="preserve">            </w:t>
      </w:r>
      <w:r>
        <w:t xml:space="preserve"> </w:t>
      </w:r>
      <w:r>
        <w:t xml:space="preserve">       Lubomír Z a o r á l e k </w:t>
      </w:r>
      <w:r>
        <w:t xml:space="preserve"> </w:t>
      </w:r>
      <w:r>
        <w:t>v.r.</w:t>
      </w:r>
    </w:p>
    <w:p w:rsidR="00BC3AED" w:rsidRDefault="00BC3AED" w:rsidP="00BC3AE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13D33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F38A7"/>
    <w:rsid w:val="00423477"/>
    <w:rsid w:val="00441D8E"/>
    <w:rsid w:val="004853A1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690A11"/>
    <w:rsid w:val="0070257C"/>
    <w:rsid w:val="00714B1F"/>
    <w:rsid w:val="0075419B"/>
    <w:rsid w:val="007707A2"/>
    <w:rsid w:val="007A1CC3"/>
    <w:rsid w:val="007C62DA"/>
    <w:rsid w:val="007D5EE1"/>
    <w:rsid w:val="007E1D0B"/>
    <w:rsid w:val="00812496"/>
    <w:rsid w:val="0081369F"/>
    <w:rsid w:val="008255AD"/>
    <w:rsid w:val="00830BFE"/>
    <w:rsid w:val="00873061"/>
    <w:rsid w:val="00893C29"/>
    <w:rsid w:val="008B733E"/>
    <w:rsid w:val="008C2628"/>
    <w:rsid w:val="00903269"/>
    <w:rsid w:val="00917DCF"/>
    <w:rsid w:val="00920D8B"/>
    <w:rsid w:val="00A46CDA"/>
    <w:rsid w:val="00A837B1"/>
    <w:rsid w:val="00AA0D27"/>
    <w:rsid w:val="00B0568C"/>
    <w:rsid w:val="00B10616"/>
    <w:rsid w:val="00B13892"/>
    <w:rsid w:val="00B43D45"/>
    <w:rsid w:val="00B53E8D"/>
    <w:rsid w:val="00B715B6"/>
    <w:rsid w:val="00BB44BC"/>
    <w:rsid w:val="00BC09E3"/>
    <w:rsid w:val="00BC3AED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D101C"/>
    <w:rsid w:val="00ED15A8"/>
    <w:rsid w:val="00EE4714"/>
    <w:rsid w:val="00EF3B15"/>
    <w:rsid w:val="00EF679B"/>
    <w:rsid w:val="00F2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14730-D51B-4672-B1BC-5446197E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2018-04-24T12:54:00Z</cp:lastPrinted>
  <dcterms:created xsi:type="dcterms:W3CDTF">2018-04-25T14:38:00Z</dcterms:created>
  <dcterms:modified xsi:type="dcterms:W3CDTF">2018-04-25T14:38:00Z</dcterms:modified>
</cp:coreProperties>
</file>