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CE270B" w:rsidP="000E730C">
      <w:pPr>
        <w:pStyle w:val="PS-hlavika2"/>
      </w:pPr>
      <w:r>
        <w:t>2018</w:t>
      </w:r>
    </w:p>
    <w:p w:rsidR="00DC29E4" w:rsidRDefault="00CE270B" w:rsidP="00377253">
      <w:pPr>
        <w:pStyle w:val="PS-hlavika1"/>
      </w:pPr>
      <w:r>
        <w:t>8</w:t>
      </w:r>
      <w:r w:rsidR="00DC29E4">
        <w:t>. volební období</w:t>
      </w:r>
    </w:p>
    <w:p w:rsidR="00DC29E4" w:rsidRDefault="00320803" w:rsidP="00F222AD">
      <w:pPr>
        <w:pStyle w:val="PS-slousnesen"/>
      </w:pPr>
      <w:r>
        <w:t>2</w:t>
      </w:r>
      <w:r w:rsidR="00F222AD">
        <w:t>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270A67" w:rsidP="00377253">
      <w:pPr>
        <w:pStyle w:val="PS-hlavika1"/>
      </w:pPr>
      <w:r>
        <w:t>zahraniční</w:t>
      </w:r>
      <w:r w:rsidR="0075419B">
        <w:t>ho</w:t>
      </w:r>
      <w:r>
        <w:t xml:space="preserve"> výboru</w:t>
      </w:r>
    </w:p>
    <w:p w:rsidR="00DC29E4" w:rsidRDefault="00CE270B" w:rsidP="00B04197">
      <w:pPr>
        <w:pStyle w:val="PS-hlavika1"/>
      </w:pPr>
      <w:r>
        <w:t xml:space="preserve">z </w:t>
      </w:r>
      <w:r w:rsidR="00334274">
        <w:t>1</w:t>
      </w:r>
      <w:r w:rsidR="00B04197">
        <w:t>1</w:t>
      </w:r>
      <w:r w:rsidR="00DC29E4">
        <w:t>. schůze</w:t>
      </w:r>
    </w:p>
    <w:p w:rsidR="00C03852" w:rsidRDefault="00CE270B" w:rsidP="00334274">
      <w:pPr>
        <w:pStyle w:val="PS-hlavika1"/>
      </w:pPr>
      <w:r>
        <w:t xml:space="preserve">ze dne </w:t>
      </w:r>
      <w:r w:rsidR="00334274">
        <w:t>25. dubna</w:t>
      </w:r>
      <w:r>
        <w:t xml:space="preserve"> 2018</w:t>
      </w:r>
    </w:p>
    <w:p w:rsidR="004A7EDF" w:rsidRDefault="004A7EDF" w:rsidP="006876A5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377C9" w:rsidRDefault="002377C9" w:rsidP="002377C9">
      <w:pPr>
        <w:pStyle w:val="Odstavecseseznamem"/>
        <w:ind w:left="567"/>
        <w:jc w:val="both"/>
        <w:rPr>
          <w:rFonts w:eastAsia="Calibri"/>
          <w:sz w:val="24"/>
          <w:szCs w:val="24"/>
          <w:lang w:eastAsia="en-US"/>
        </w:rPr>
      </w:pPr>
    </w:p>
    <w:p w:rsidR="0081369F" w:rsidRPr="00A46DD0" w:rsidRDefault="004A7EDF" w:rsidP="0081369F">
      <w:pPr>
        <w:pStyle w:val="Odstavecseseznamem"/>
        <w:pBdr>
          <w:bottom w:val="single" w:sz="4" w:space="1" w:color="auto"/>
        </w:pBdr>
        <w:ind w:left="0"/>
        <w:jc w:val="both"/>
        <w:rPr>
          <w:rFonts w:asciiTheme="majorBidi" w:hAnsiTheme="majorBidi" w:cstheme="majorBidi"/>
          <w:sz w:val="24"/>
          <w:szCs w:val="24"/>
        </w:rPr>
      </w:pPr>
      <w:r w:rsidRPr="00B10616">
        <w:rPr>
          <w:rFonts w:eastAsia="SimSun" w:cs="Mangal"/>
          <w:b/>
          <w:kern w:val="3"/>
          <w:sz w:val="24"/>
          <w:szCs w:val="24"/>
          <w:lang w:eastAsia="zh-CN" w:bidi="hi-IN"/>
        </w:rPr>
        <w:t>k</w:t>
      </w:r>
      <w:r w:rsidR="00B10616" w:rsidRPr="00B10616">
        <w:rPr>
          <w:rFonts w:eastAsia="SimSun" w:cs="Mangal"/>
          <w:b/>
          <w:kern w:val="3"/>
          <w:sz w:val="24"/>
          <w:szCs w:val="24"/>
          <w:lang w:eastAsia="zh-CN" w:bidi="hi-IN"/>
        </w:rPr>
        <w:t> </w:t>
      </w:r>
      <w:r w:rsidR="00B10616" w:rsidRPr="00B10616">
        <w:rPr>
          <w:rFonts w:asciiTheme="majorBidi" w:hAnsiTheme="majorBidi" w:cstheme="majorBidi"/>
          <w:b/>
          <w:sz w:val="24"/>
          <w:szCs w:val="24"/>
        </w:rPr>
        <w:t xml:space="preserve">vládnímu návrhu, </w:t>
      </w:r>
      <w:r w:rsidR="0081369F" w:rsidRPr="0081369F">
        <w:rPr>
          <w:b/>
          <w:bCs/>
          <w:sz w:val="24"/>
          <w:szCs w:val="24"/>
        </w:rPr>
        <w:t>kterým se předkládá Parlamentu České republiky k vyslovení souhlasu s ratifikací Smlouva mezi vládou České republiky a vládou Republiky Kazachstán o spolupráci v boji proti trestné činnosti, podepsaná dne 23. listopadu 2017 v Astaně /sněmovní tisk 53/</w:t>
      </w:r>
    </w:p>
    <w:p w:rsidR="00DC29E4" w:rsidRPr="00B43D45" w:rsidRDefault="00B43D45" w:rsidP="00951C65">
      <w:pPr>
        <w:pStyle w:val="Odstavecseseznamem"/>
        <w:ind w:left="0"/>
        <w:jc w:val="both"/>
        <w:rPr>
          <w:sz w:val="24"/>
          <w:szCs w:val="24"/>
        </w:rPr>
      </w:pPr>
      <w:r w:rsidRPr="00B43D45">
        <w:rPr>
          <w:sz w:val="24"/>
          <w:szCs w:val="24"/>
        </w:rPr>
        <w:t xml:space="preserve">Po odůvodnění </w:t>
      </w:r>
      <w:r w:rsidR="00320803">
        <w:rPr>
          <w:sz w:val="24"/>
          <w:szCs w:val="24"/>
        </w:rPr>
        <w:t xml:space="preserve">náměstka ministra </w:t>
      </w:r>
      <w:r w:rsidR="0081369F">
        <w:rPr>
          <w:sz w:val="24"/>
          <w:szCs w:val="24"/>
        </w:rPr>
        <w:t>vnitra</w:t>
      </w:r>
      <w:r w:rsidR="00951C65">
        <w:rPr>
          <w:sz w:val="24"/>
          <w:szCs w:val="24"/>
        </w:rPr>
        <w:t xml:space="preserve"> JUDr. Jaroslava Strouh</w:t>
      </w:r>
      <w:r w:rsidR="00E979E3">
        <w:rPr>
          <w:sz w:val="24"/>
          <w:szCs w:val="24"/>
        </w:rPr>
        <w:t>a</w:t>
      </w:r>
      <w:r w:rsidR="00951C65">
        <w:rPr>
          <w:sz w:val="24"/>
          <w:szCs w:val="24"/>
        </w:rPr>
        <w:t>la</w:t>
      </w:r>
      <w:r w:rsidR="0029549A">
        <w:rPr>
          <w:sz w:val="24"/>
          <w:szCs w:val="24"/>
        </w:rPr>
        <w:t>,</w:t>
      </w:r>
      <w:r w:rsidRPr="00B43D45">
        <w:rPr>
          <w:sz w:val="24"/>
          <w:szCs w:val="24"/>
        </w:rPr>
        <w:t xml:space="preserve"> zpravodajské zprávě </w:t>
      </w:r>
      <w:r w:rsidR="009165E5">
        <w:rPr>
          <w:sz w:val="24"/>
          <w:szCs w:val="24"/>
        </w:rPr>
        <w:br/>
      </w:r>
      <w:r w:rsidRPr="00B43D45">
        <w:rPr>
          <w:sz w:val="24"/>
          <w:szCs w:val="24"/>
        </w:rPr>
        <w:t>posl.</w:t>
      </w:r>
      <w:r w:rsidR="004A7EDF">
        <w:rPr>
          <w:sz w:val="24"/>
          <w:szCs w:val="24"/>
        </w:rPr>
        <w:t xml:space="preserve"> </w:t>
      </w:r>
      <w:r w:rsidR="0081369F">
        <w:rPr>
          <w:sz w:val="24"/>
          <w:szCs w:val="24"/>
        </w:rPr>
        <w:t>Karla Krejzy</w:t>
      </w:r>
      <w:r w:rsidRPr="00B43D45">
        <w:rPr>
          <w:sz w:val="24"/>
          <w:szCs w:val="24"/>
        </w:rPr>
        <w:t xml:space="preserve"> a po rozpravě</w:t>
      </w:r>
    </w:p>
    <w:p w:rsidR="006876A5" w:rsidRDefault="006876A5" w:rsidP="00B0568C">
      <w:pPr>
        <w:pStyle w:val="Bezmezer"/>
      </w:pPr>
    </w:p>
    <w:p w:rsidR="00B43D45" w:rsidRPr="00B43D45" w:rsidRDefault="00B43D45" w:rsidP="00B43D45">
      <w:pPr>
        <w:rPr>
          <w:szCs w:val="24"/>
        </w:rPr>
      </w:pPr>
      <w:r w:rsidRPr="00B43D45">
        <w:rPr>
          <w:szCs w:val="24"/>
        </w:rPr>
        <w:t>zahraniční výbor</w:t>
      </w:r>
    </w:p>
    <w:p w:rsidR="002B60B3" w:rsidRDefault="00B43D45" w:rsidP="00B715B6">
      <w:pPr>
        <w:pStyle w:val="PS-slovanseznam"/>
        <w:ind w:left="567" w:hanging="567"/>
      </w:pPr>
      <w:r w:rsidRPr="00B43D45">
        <w:rPr>
          <w:rStyle w:val="proloenChar"/>
          <w:b/>
        </w:rPr>
        <w:t>doporučuje</w:t>
      </w:r>
      <w:r>
        <w:t xml:space="preserve"> Poslanecké sněmovně přijmout následující usnesení:</w:t>
      </w:r>
    </w:p>
    <w:p w:rsidR="00B43D45" w:rsidRDefault="00B43D45" w:rsidP="00B43D45">
      <w:pPr>
        <w:ind w:left="708"/>
      </w:pPr>
      <w:r>
        <w:t>Poslanecká sněmovna</w:t>
      </w:r>
      <w:r w:rsidR="00E44BB8">
        <w:t xml:space="preserve"> Parlamentu České republiky</w:t>
      </w:r>
    </w:p>
    <w:p w:rsidR="004A7EDF" w:rsidRPr="00377ED1" w:rsidRDefault="001E1364" w:rsidP="0081369F">
      <w:pPr>
        <w:ind w:left="705"/>
        <w:jc w:val="both"/>
      </w:pPr>
      <w:r>
        <w:rPr>
          <w:rStyle w:val="Siln"/>
          <w:szCs w:val="24"/>
        </w:rPr>
        <w:t xml:space="preserve">dává souhlas k ratifikaci </w:t>
      </w:r>
      <w:r>
        <w:t xml:space="preserve">Smlouvy mezi </w:t>
      </w:r>
      <w:r w:rsidR="0081369F">
        <w:t>vládou České republiky a vládou republiky Kazachstán o spolupráci v boji proti trestné činnosti, podepsané dne 23. listopadu 2017</w:t>
      </w:r>
      <w:r w:rsidR="0081369F">
        <w:br/>
        <w:t>v Astaně</w:t>
      </w:r>
      <w:r w:rsidR="004A7EDF">
        <w:t>;</w:t>
      </w:r>
      <w:r w:rsidR="004A7EDF" w:rsidRPr="00377ED1">
        <w:t xml:space="preserve"> </w:t>
      </w:r>
    </w:p>
    <w:p w:rsidR="00B43D45" w:rsidRPr="00C40BB1" w:rsidRDefault="00B43D45" w:rsidP="00714B1F">
      <w:pPr>
        <w:pStyle w:val="Bezmezer"/>
        <w:rPr>
          <w:rStyle w:val="Siln"/>
          <w:rFonts w:ascii="Times New Roman" w:hAnsi="Times New Roman"/>
          <w:sz w:val="24"/>
          <w:szCs w:val="24"/>
        </w:rPr>
      </w:pPr>
    </w:p>
    <w:p w:rsidR="002B60B3" w:rsidRDefault="00C40BB1" w:rsidP="00B715B6">
      <w:pPr>
        <w:pStyle w:val="PS-slovanseznam"/>
        <w:ind w:left="567" w:hanging="567"/>
      </w:pPr>
      <w:r>
        <w:rPr>
          <w:rStyle w:val="proloenChar"/>
          <w:b/>
        </w:rPr>
        <w:t>pověřuje</w:t>
      </w:r>
      <w:r w:rsidR="002B60B3">
        <w:t xml:space="preserve"> </w:t>
      </w:r>
      <w:r w:rsidR="004A7EDF">
        <w:t>předsedu výboru, aby</w:t>
      </w:r>
      <w:r w:rsidR="004A7EDF" w:rsidRPr="004A7EDF">
        <w:t xml:space="preserve"> </w:t>
      </w:r>
      <w:r w:rsidR="004A7EDF" w:rsidRPr="00FC5180">
        <w:t>toto usnesení předložil předsedovi Poslanecké</w:t>
      </w:r>
      <w:r w:rsidR="004A7EDF">
        <w:t xml:space="preserve"> </w:t>
      </w:r>
      <w:r w:rsidR="004A7EDF" w:rsidRPr="00FC5180">
        <w:t>sněmovny Parlamentu České republiky</w:t>
      </w:r>
      <w:r w:rsidR="004A7EDF">
        <w:t>;</w:t>
      </w:r>
    </w:p>
    <w:p w:rsidR="002B60B3" w:rsidRDefault="00ED15A8" w:rsidP="00ED15A8">
      <w:pPr>
        <w:pStyle w:val="PS-slovanseznam"/>
        <w:ind w:left="567" w:hanging="567"/>
      </w:pPr>
      <w:r w:rsidRPr="00B43D45">
        <w:rPr>
          <w:rStyle w:val="proloenChar"/>
          <w:b/>
        </w:rPr>
        <w:t>z</w:t>
      </w:r>
      <w:r w:rsidR="002B60B3" w:rsidRPr="00B43D45">
        <w:rPr>
          <w:rStyle w:val="proloenChar"/>
          <w:b/>
        </w:rPr>
        <w:t>mocňuje</w:t>
      </w:r>
      <w:r w:rsidR="004A7EDF">
        <w:t xml:space="preserve"> zpravodaj</w:t>
      </w:r>
      <w:r w:rsidR="008C2628">
        <w:t>e</w:t>
      </w:r>
      <w:r w:rsidR="004A7EDF">
        <w:t xml:space="preserve"> výboru, aby na schůzi Poslanecké sněmovny podal zprávu </w:t>
      </w:r>
      <w:r w:rsidR="004A7EDF">
        <w:br/>
        <w:t>o výsledcích projednávání tohoto vládního návrhu na schůzi zahraničního výboru.</w:t>
      </w:r>
    </w:p>
    <w:p w:rsidR="00270A67" w:rsidRPr="00A837B1" w:rsidRDefault="004A7EDF" w:rsidP="0081369F">
      <w:pPr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Style w:val="Pjmen"/>
        </w:rPr>
      </w:pPr>
      <w:r>
        <w:br/>
      </w:r>
      <w:r w:rsidR="00270A67">
        <w:tab/>
      </w:r>
      <w:r w:rsidR="00CE270B">
        <w:tab/>
      </w:r>
      <w:r w:rsidR="0081369F">
        <w:t>Karel  K r e j z a</w:t>
      </w:r>
      <w:r w:rsidR="00CE270B">
        <w:t xml:space="preserve"> </w:t>
      </w:r>
      <w:r w:rsidR="00DB5BB7">
        <w:t xml:space="preserve"> </w:t>
      </w:r>
      <w:r w:rsidR="00D426DC">
        <w:t>v.r.</w:t>
      </w:r>
      <w:r w:rsidR="00EE4714">
        <w:t xml:space="preserve"> </w:t>
      </w:r>
      <w:r w:rsidR="00270A67" w:rsidRPr="00A837B1">
        <w:rPr>
          <w:rStyle w:val="proloenChar"/>
        </w:rPr>
        <w:t xml:space="preserve"> </w:t>
      </w:r>
    </w:p>
    <w:p w:rsidR="00270A67" w:rsidRDefault="00270A67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 w:rsidR="00CE270B">
        <w:t xml:space="preserve"> </w:t>
      </w:r>
      <w:r w:rsidR="00A837B1">
        <w:t>zpravodaj výboru</w:t>
      </w:r>
    </w:p>
    <w:p w:rsidR="00A837B1" w:rsidRDefault="00A837B1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7707A2" w:rsidRDefault="007707A2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426DC" w:rsidRDefault="00D426DC" w:rsidP="00D426DC">
      <w:pPr>
        <w:spacing w:after="0" w:line="240" w:lineRule="auto"/>
      </w:pPr>
      <w:r>
        <w:tab/>
        <w:t xml:space="preserve">     </w:t>
      </w:r>
      <w:r>
        <w:t>Pavel  P l z á k  v.r.</w:t>
      </w:r>
      <w:r>
        <w:tab/>
      </w:r>
      <w:r>
        <w:rPr>
          <w:color w:val="FFFFFF" w:themeColor="background1"/>
        </w:rPr>
        <w:t xml:space="preserve">…… </w:t>
      </w:r>
      <w:r>
        <w:tab/>
        <w:t xml:space="preserve">                     Lubomír Z a o r á l e k </w:t>
      </w:r>
      <w:r w:rsidR="0042139A">
        <w:t xml:space="preserve"> </w:t>
      </w:r>
      <w:r>
        <w:t>v.r.</w:t>
      </w:r>
    </w:p>
    <w:p w:rsidR="00D426DC" w:rsidRDefault="00D426DC" w:rsidP="00D426DC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 xml:space="preserve">                 ověřovatel výboru                                                      předseda výboru</w:t>
      </w:r>
      <w:bookmarkStart w:id="0" w:name="_GoBack"/>
      <w:bookmarkEnd w:id="0"/>
    </w:p>
    <w:p w:rsidR="00B715B6" w:rsidRDefault="00B715B6" w:rsidP="007707A2">
      <w:pPr>
        <w:spacing w:after="0" w:line="240" w:lineRule="auto"/>
      </w:pPr>
    </w:p>
    <w:sectPr w:rsidR="00B715B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3B4E6877"/>
    <w:multiLevelType w:val="hybridMultilevel"/>
    <w:tmpl w:val="FCBE96F0"/>
    <w:lvl w:ilvl="0" w:tplc="7122AFFC">
      <w:start w:val="1"/>
      <w:numFmt w:val="upperRoman"/>
      <w:pStyle w:val="PS-slovanseznam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3">
    <w:nsid w:val="5C130AB0"/>
    <w:multiLevelType w:val="hybridMultilevel"/>
    <w:tmpl w:val="3A9CED22"/>
    <w:lvl w:ilvl="0" w:tplc="223CB138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19B"/>
    <w:rsid w:val="000476E4"/>
    <w:rsid w:val="000C5278"/>
    <w:rsid w:val="000D0E8D"/>
    <w:rsid w:val="000E730C"/>
    <w:rsid w:val="00103C04"/>
    <w:rsid w:val="00106842"/>
    <w:rsid w:val="00180E07"/>
    <w:rsid w:val="001B45F3"/>
    <w:rsid w:val="001E1364"/>
    <w:rsid w:val="00230024"/>
    <w:rsid w:val="002377C9"/>
    <w:rsid w:val="00254049"/>
    <w:rsid w:val="00270A67"/>
    <w:rsid w:val="00272E1B"/>
    <w:rsid w:val="002835BB"/>
    <w:rsid w:val="0029549A"/>
    <w:rsid w:val="002A2F32"/>
    <w:rsid w:val="002B0FB6"/>
    <w:rsid w:val="002B60B3"/>
    <w:rsid w:val="002C6BED"/>
    <w:rsid w:val="00320803"/>
    <w:rsid w:val="00334274"/>
    <w:rsid w:val="00356011"/>
    <w:rsid w:val="00377253"/>
    <w:rsid w:val="003D2033"/>
    <w:rsid w:val="003F38A7"/>
    <w:rsid w:val="0042139A"/>
    <w:rsid w:val="00441D8E"/>
    <w:rsid w:val="004A7EDF"/>
    <w:rsid w:val="004B7D84"/>
    <w:rsid w:val="005227BF"/>
    <w:rsid w:val="00566A4C"/>
    <w:rsid w:val="00571242"/>
    <w:rsid w:val="005C30D7"/>
    <w:rsid w:val="005E094C"/>
    <w:rsid w:val="005F6CAE"/>
    <w:rsid w:val="00620764"/>
    <w:rsid w:val="006876A5"/>
    <w:rsid w:val="00714B1F"/>
    <w:rsid w:val="0075419B"/>
    <w:rsid w:val="007707A2"/>
    <w:rsid w:val="007A1CC3"/>
    <w:rsid w:val="007C62DA"/>
    <w:rsid w:val="007D5EE1"/>
    <w:rsid w:val="007E1D0B"/>
    <w:rsid w:val="00812496"/>
    <w:rsid w:val="0081369F"/>
    <w:rsid w:val="008255AD"/>
    <w:rsid w:val="00830BFE"/>
    <w:rsid w:val="00893C29"/>
    <w:rsid w:val="008B733E"/>
    <w:rsid w:val="008C2628"/>
    <w:rsid w:val="00903269"/>
    <w:rsid w:val="009165E5"/>
    <w:rsid w:val="00917DCF"/>
    <w:rsid w:val="00920D8B"/>
    <w:rsid w:val="00951C65"/>
    <w:rsid w:val="00A46CDA"/>
    <w:rsid w:val="00A837B1"/>
    <w:rsid w:val="00AA0193"/>
    <w:rsid w:val="00AA0D27"/>
    <w:rsid w:val="00B04197"/>
    <w:rsid w:val="00B0568C"/>
    <w:rsid w:val="00B10616"/>
    <w:rsid w:val="00B13892"/>
    <w:rsid w:val="00B43D45"/>
    <w:rsid w:val="00B53E8D"/>
    <w:rsid w:val="00B715B6"/>
    <w:rsid w:val="00B91933"/>
    <w:rsid w:val="00BC09E3"/>
    <w:rsid w:val="00C03852"/>
    <w:rsid w:val="00C40BB1"/>
    <w:rsid w:val="00C56014"/>
    <w:rsid w:val="00C86377"/>
    <w:rsid w:val="00CD6711"/>
    <w:rsid w:val="00CE20CD"/>
    <w:rsid w:val="00CE270B"/>
    <w:rsid w:val="00D426DC"/>
    <w:rsid w:val="00D720D0"/>
    <w:rsid w:val="00D76FB3"/>
    <w:rsid w:val="00DB23D4"/>
    <w:rsid w:val="00DB5BB7"/>
    <w:rsid w:val="00DC29E4"/>
    <w:rsid w:val="00E120D7"/>
    <w:rsid w:val="00E44BB8"/>
    <w:rsid w:val="00E979E3"/>
    <w:rsid w:val="00ED101C"/>
    <w:rsid w:val="00ED15A8"/>
    <w:rsid w:val="00EE4714"/>
    <w:rsid w:val="00EF3B15"/>
    <w:rsid w:val="00EF679B"/>
    <w:rsid w:val="00F22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7719A8-B5AA-4B97-BCEE-F39E70E70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70A67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270A67"/>
    <w:pPr>
      <w:spacing w:before="240" w:after="240" w:line="240" w:lineRule="auto"/>
      <w:jc w:val="center"/>
    </w:pPr>
    <w:rPr>
      <w:b/>
      <w:i/>
      <w:sz w:val="28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70A67"/>
    <w:pPr>
      <w:numPr>
        <w:numId w:val="6"/>
      </w:numPr>
      <w:tabs>
        <w:tab w:val="left" w:pos="0"/>
      </w:tabs>
      <w:spacing w:after="400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A837B1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A837B1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StylZa0bdkovnjednoduch">
    <w:name w:val="Styl Za:  0 b. Řádkování:  jednoduché"/>
    <w:basedOn w:val="Normln"/>
    <w:rsid w:val="00270A67"/>
    <w:pPr>
      <w:spacing w:after="0" w:line="240" w:lineRule="auto"/>
    </w:pPr>
    <w:rPr>
      <w:rFonts w:eastAsia="Times New Roman"/>
      <w:szCs w:val="20"/>
    </w:rPr>
  </w:style>
  <w:style w:type="paragraph" w:customStyle="1" w:styleId="StylPed50bZa0bdkovnjednoduch">
    <w:name w:val="Styl Před:  50 b. Za:  0 b. Řádkování:  jednoduché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1">
    <w:name w:val="Styl Před:  50 b. Za:  0 b. Řádkování:  jednoduché1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2">
    <w:name w:val="Styl Před:  50 b. Za:  0 b. Řádkování:  jednoduché2"/>
    <w:basedOn w:val="Normln"/>
    <w:rsid w:val="003F38A7"/>
    <w:pPr>
      <w:spacing w:before="360" w:after="0" w:line="240" w:lineRule="auto"/>
    </w:pPr>
    <w:rPr>
      <w:rFonts w:eastAsia="Times New Roman"/>
      <w:szCs w:val="20"/>
    </w:rPr>
  </w:style>
  <w:style w:type="character" w:customStyle="1" w:styleId="Pjmen">
    <w:name w:val="Příjmení"/>
    <w:basedOn w:val="Standardnpsmoodstavce"/>
    <w:rsid w:val="00A837B1"/>
    <w:rPr>
      <w:cap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3D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3D45"/>
    <w:rPr>
      <w:rFonts w:ascii="Segoe UI" w:hAnsi="Segoe UI" w:cs="Segoe UI"/>
      <w:sz w:val="18"/>
      <w:szCs w:val="18"/>
      <w:lang w:eastAsia="en-US"/>
    </w:rPr>
  </w:style>
  <w:style w:type="character" w:styleId="Siln">
    <w:name w:val="Strong"/>
    <w:basedOn w:val="Standardnpsmoodstavce"/>
    <w:uiPriority w:val="22"/>
    <w:qFormat/>
    <w:rsid w:val="00C40BB1"/>
    <w:rPr>
      <w:b/>
      <w:bCs/>
    </w:rPr>
  </w:style>
  <w:style w:type="paragraph" w:styleId="Odstavecseseznamem">
    <w:name w:val="List Paragraph"/>
    <w:basedOn w:val="Normln"/>
    <w:uiPriority w:val="34"/>
    <w:qFormat/>
    <w:rsid w:val="002377C9"/>
    <w:pPr>
      <w:spacing w:after="0" w:line="240" w:lineRule="auto"/>
      <w:ind w:left="720"/>
      <w:contextualSpacing/>
    </w:pPr>
    <w:rPr>
      <w:rFonts w:eastAsia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4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ZAV\SEKRETARI&#193;T\&#352;ABLONY\2016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D07966-17FA-4EE5-A0AC-A42971B78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1</TotalTime>
  <Pages>1</Pages>
  <Words>195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Bandi Michaela</dc:creator>
  <cp:keywords/>
  <dc:description/>
  <cp:lastModifiedBy>Bandi Michaela</cp:lastModifiedBy>
  <cp:revision>3</cp:revision>
  <cp:lastPrinted>2018-04-24T13:05:00Z</cp:lastPrinted>
  <dcterms:created xsi:type="dcterms:W3CDTF">2018-04-25T14:35:00Z</dcterms:created>
  <dcterms:modified xsi:type="dcterms:W3CDTF">2018-04-25T14:35:00Z</dcterms:modified>
</cp:coreProperties>
</file>