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6D49A8">
      <w:pPr>
        <w:pStyle w:val="PS-slousnesen"/>
      </w:pPr>
      <w:r>
        <w:t>2</w:t>
      </w:r>
      <w:r w:rsidR="006D49A8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E6506A">
      <w:pPr>
        <w:pStyle w:val="PS-hlavika1"/>
      </w:pPr>
      <w:r>
        <w:t xml:space="preserve">z </w:t>
      </w:r>
      <w:r w:rsidR="00945184">
        <w:t>1</w:t>
      </w:r>
      <w:r w:rsidR="00E6506A">
        <w:t>1</w:t>
      </w:r>
      <w:r w:rsidR="00DC29E4">
        <w:t>. schůze</w:t>
      </w:r>
    </w:p>
    <w:p w:rsidR="00C03852" w:rsidRDefault="00CE270B" w:rsidP="00945184">
      <w:pPr>
        <w:pStyle w:val="PS-hlavika1"/>
      </w:pPr>
      <w:r>
        <w:t xml:space="preserve">ze dne </w:t>
      </w:r>
      <w:r w:rsidR="00945184">
        <w:t>25</w:t>
      </w:r>
      <w:r w:rsidR="002377C9">
        <w:t xml:space="preserve">. </w:t>
      </w:r>
      <w:r w:rsidR="00945184">
        <w:t>dub</w:t>
      </w:r>
      <w:r>
        <w:t>na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1E1364" w:rsidRPr="004D286D" w:rsidRDefault="004A7EDF" w:rsidP="001E1364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1E1364" w:rsidRPr="001E1364">
        <w:rPr>
          <w:b/>
          <w:bCs/>
          <w:sz w:val="24"/>
        </w:rPr>
        <w:t>kterým se předkládá Parlamentu České republiky k vyslovení souhlasu s ratifikací Smlouva mezi Českou republikou a Republikou Kosovo o zamezení dvojímu zdanění a zabránění daňovému úniku v oboru daní z příjmu, která byla podepsána v Prištině dne 26. listopadu 2013 /sněmovní tisk 52/</w:t>
      </w:r>
    </w:p>
    <w:p w:rsidR="00DC29E4" w:rsidRPr="00B43D45" w:rsidRDefault="00B43D45" w:rsidP="006D49A8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ministra financí</w:t>
      </w:r>
      <w:r w:rsidR="006D49A8">
        <w:rPr>
          <w:sz w:val="24"/>
          <w:szCs w:val="24"/>
        </w:rPr>
        <w:t xml:space="preserve"> doc. Ing. Jiřího Volfa, CSc.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320803">
        <w:rPr>
          <w:sz w:val="24"/>
          <w:szCs w:val="24"/>
        </w:rPr>
        <w:t xml:space="preserve">Jana </w:t>
      </w:r>
      <w:r w:rsidR="001E1364">
        <w:rPr>
          <w:sz w:val="24"/>
          <w:szCs w:val="24"/>
        </w:rPr>
        <w:t>Lipavského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1E1364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>
        <w:t xml:space="preserve">Smlouvy mezi Českou republikou a Republikou Kosovo </w:t>
      </w:r>
      <w:r>
        <w:br/>
        <w:t>o zamezení dvojímu zdanění a zabránění daňovému úniku v oboru daní z příjmu, která byla podepsána v Prištině dne 26. listopadu 2013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1E1364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320803">
        <w:t xml:space="preserve">Jan  </w:t>
      </w:r>
      <w:r w:rsidR="001E1364">
        <w:t>L i p a v s k ý</w:t>
      </w:r>
      <w:r w:rsidR="00CE270B">
        <w:t xml:space="preserve"> </w:t>
      </w:r>
      <w:r w:rsidR="00DB5BB7">
        <w:t xml:space="preserve"> </w:t>
      </w:r>
      <w:r w:rsidR="00325727">
        <w:t>v.r.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325727">
      <w:pPr>
        <w:spacing w:after="0" w:line="240" w:lineRule="auto"/>
      </w:pPr>
      <w:r w:rsidRPr="007E5B58">
        <w:t xml:space="preserve">            </w:t>
      </w:r>
      <w:r w:rsidR="007A1CC3" w:rsidRPr="007E5B58">
        <w:t xml:space="preserve">    Pavel</w:t>
      </w:r>
      <w:r w:rsidR="00325727">
        <w:t xml:space="preserve"> </w:t>
      </w:r>
      <w:r w:rsidR="007A1CC3" w:rsidRPr="007E5B58">
        <w:t xml:space="preserve"> P l z á k</w:t>
      </w:r>
      <w:r w:rsidR="00325727">
        <w:t>  v.r.</w:t>
      </w:r>
      <w:r w:rsidR="00CE270B">
        <w:tab/>
      </w:r>
      <w:r>
        <w:rPr>
          <w:color w:val="FFFFFF" w:themeColor="background1"/>
        </w:rPr>
        <w:t xml:space="preserve">…… </w:t>
      </w:r>
      <w:r w:rsidR="007A1CC3">
        <w:tab/>
        <w:t xml:space="preserve">                         </w:t>
      </w:r>
      <w:r w:rsidR="00325727">
        <w:t xml:space="preserve">       </w:t>
      </w:r>
      <w:r w:rsidR="00CE270B">
        <w:t>Lubomír Z a o r á l e k</w:t>
      </w:r>
      <w:r w:rsidR="00325727">
        <w:t> v.r.</w:t>
      </w:r>
      <w:bookmarkStart w:id="0" w:name="_GoBack"/>
      <w:bookmarkEnd w:id="0"/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25727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6D49A8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0FDD6-8EF6-441A-8BD9-9402350B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2018-04-25T14:32:00Z</dcterms:created>
  <dcterms:modified xsi:type="dcterms:W3CDTF">2018-04-25T14:32:00Z</dcterms:modified>
</cp:coreProperties>
</file>