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6F20" w:rsidRDefault="006B6F20" w:rsidP="006B6F20">
      <w:pPr>
        <w:pStyle w:val="ZKON"/>
      </w:pPr>
      <w:r>
        <w:t>ZÁKON</w:t>
      </w:r>
    </w:p>
    <w:p w:rsidR="00F316A8" w:rsidRPr="006B6F20" w:rsidRDefault="006B6F20" w:rsidP="006B6F20">
      <w:pPr>
        <w:pStyle w:val="nadpiszkona"/>
        <w:rPr>
          <w:b w:val="0"/>
        </w:rPr>
      </w:pPr>
      <w:r w:rsidRPr="006B6F20">
        <w:rPr>
          <w:b w:val="0"/>
        </w:rPr>
        <w:t>ze dne      2018,</w:t>
      </w:r>
    </w:p>
    <w:p w:rsidR="00F316A8" w:rsidRPr="008865E7" w:rsidRDefault="00F316A8" w:rsidP="006B6F20">
      <w:pPr>
        <w:pStyle w:val="nadpiszkona"/>
      </w:pPr>
      <w:r w:rsidRPr="008865E7">
        <w:t xml:space="preserve">kterým se mění zákon č. 247/1995 Sb., o volbách </w:t>
      </w:r>
      <w:r>
        <w:t>do Parlamentu České republiky a o </w:t>
      </w:r>
      <w:r w:rsidRPr="008865E7">
        <w:t xml:space="preserve">změně a doplnění některých dalších zákonů, ve znění pozdějších předpisů </w:t>
      </w:r>
    </w:p>
    <w:p w:rsidR="00F316A8" w:rsidRDefault="006B6F20" w:rsidP="006B6F20">
      <w:pPr>
        <w:pStyle w:val="Parlament"/>
      </w:pPr>
      <w:r>
        <w:t>Parlament se usnesl na tomto zákoně České republiky:</w:t>
      </w:r>
    </w:p>
    <w:p w:rsidR="00F316A8" w:rsidRDefault="006B6F20" w:rsidP="006B6F20">
      <w:pPr>
        <w:pStyle w:val="lnek"/>
      </w:pPr>
      <w:r>
        <w:t xml:space="preserve">Čl. </w:t>
      </w:r>
      <w:r w:rsidR="00F316A8">
        <w:t>I</w:t>
      </w:r>
    </w:p>
    <w:p w:rsidR="00F316A8" w:rsidRPr="007802E0" w:rsidRDefault="00F316A8" w:rsidP="006B6F20">
      <w:pPr>
        <w:pStyle w:val="Textlnku"/>
      </w:pPr>
      <w:r w:rsidRPr="007802E0">
        <w:t xml:space="preserve">V příloze č. 3 k zákonu č. 247/1995 Sb., o volbách do Parlamentu České republiky a o změně a doplnění některých dalších zákonů, </w:t>
      </w:r>
      <w:r w:rsidRPr="007802E0">
        <w:rPr>
          <w:color w:val="000000"/>
        </w:rPr>
        <w:t>ve znění zákona č. 212/1996 Sb., zákona č.</w:t>
      </w:r>
      <w:r w:rsidR="006B6F20">
        <w:rPr>
          <w:color w:val="000000"/>
        </w:rPr>
        <w:t> </w:t>
      </w:r>
      <w:r w:rsidRPr="007802E0">
        <w:rPr>
          <w:color w:val="000000"/>
        </w:rPr>
        <w:t xml:space="preserve">204/2000 Sb., zákona č. 171/2002 Sb., zákona č. 418/2004 Sb., zákona č. 323/2006 Sb., zákona č. 261/2008 Sb., zákona č. 195/2010 Sb., zákona č. 222/2012 Sb., </w:t>
      </w:r>
      <w:r w:rsidRPr="007802E0">
        <w:t>zákona č. 59/2014 Sb. a zákona č. 114/2016 Sb., volební obvody č. 2, 3, 6, 8, 10, 11, 16, 28, 30, 36, 37, 38, 40, 41, 42, 44, 45, 47, 55, 57, 64, 68, 69,</w:t>
      </w:r>
      <w:r>
        <w:t xml:space="preserve"> 73,</w:t>
      </w:r>
      <w:r w:rsidRPr="007802E0">
        <w:t xml:space="preserve"> 75 </w:t>
      </w:r>
      <w:r>
        <w:t xml:space="preserve">a 78 </w:t>
      </w:r>
      <w:r w:rsidRPr="007802E0">
        <w:t>znějí:</w:t>
      </w:r>
    </w:p>
    <w:p w:rsidR="00F316A8" w:rsidRPr="007802E0" w:rsidRDefault="00F316A8" w:rsidP="00F316A8"/>
    <w:p w:rsidR="00F316A8" w:rsidRPr="007802E0" w:rsidRDefault="00F316A8" w:rsidP="00F316A8">
      <w:r w:rsidRPr="007802E0">
        <w:t>„Volební obvod č. 2 Sídlo: Sokolov</w:t>
      </w:r>
    </w:p>
    <w:p w:rsidR="00F316A8" w:rsidRPr="007802E0" w:rsidRDefault="00F316A8" w:rsidP="00F316A8">
      <w:pPr>
        <w:widowControl w:val="0"/>
        <w:autoSpaceDE w:val="0"/>
        <w:autoSpaceDN w:val="0"/>
        <w:adjustRightInd w:val="0"/>
      </w:pPr>
      <w:r w:rsidRPr="007802E0">
        <w:t xml:space="preserve">celý okres Sokolov, jihovýchodní část okresu Cheb, tvořená obcemi Teplá, Mnichov, Prameny, Mariánské Lázně, Lázně Kynžvart, Zádub-Závišín, Ovesné Kladruby, Vlkovice, jižní část okresu Karlovy Vary, tvořená obcemi Toužim, Otročín </w:t>
      </w:r>
    </w:p>
    <w:p w:rsidR="00F316A8" w:rsidRPr="007802E0" w:rsidRDefault="00F316A8" w:rsidP="00F316A8">
      <w:pPr>
        <w:widowControl w:val="0"/>
        <w:autoSpaceDE w:val="0"/>
        <w:autoSpaceDN w:val="0"/>
        <w:adjustRightInd w:val="0"/>
      </w:pPr>
    </w:p>
    <w:p w:rsidR="00F316A8" w:rsidRPr="007802E0" w:rsidRDefault="00F316A8" w:rsidP="00F316A8">
      <w:pPr>
        <w:widowControl w:val="0"/>
        <w:autoSpaceDE w:val="0"/>
        <w:autoSpaceDN w:val="0"/>
        <w:adjustRightInd w:val="0"/>
      </w:pPr>
      <w:r w:rsidRPr="007802E0">
        <w:t xml:space="preserve">Volební obvod č. 3 Sídlo: Cheb </w:t>
      </w:r>
    </w:p>
    <w:p w:rsidR="00F316A8" w:rsidRPr="007802E0" w:rsidRDefault="00F316A8" w:rsidP="00F316A8">
      <w:pPr>
        <w:widowControl w:val="0"/>
        <w:autoSpaceDE w:val="0"/>
        <w:autoSpaceDN w:val="0"/>
        <w:adjustRightInd w:val="0"/>
      </w:pPr>
      <w:r w:rsidRPr="007802E0">
        <w:t xml:space="preserve">severní část okresu Cheb, ohraničená na jihu obcemi Dolní Žandov, Stará Voda, Valy, Velká Hleďsebe, Drmoul, Trstěnice a celý okres Tachov </w:t>
      </w:r>
    </w:p>
    <w:p w:rsidR="00F316A8" w:rsidRPr="007802E0" w:rsidRDefault="00F316A8" w:rsidP="00F316A8">
      <w:pPr>
        <w:widowControl w:val="0"/>
        <w:autoSpaceDE w:val="0"/>
        <w:autoSpaceDN w:val="0"/>
        <w:adjustRightInd w:val="0"/>
      </w:pPr>
    </w:p>
    <w:p w:rsidR="00F316A8" w:rsidRPr="007802E0" w:rsidRDefault="00F316A8" w:rsidP="00F316A8">
      <w:pPr>
        <w:widowControl w:val="0"/>
        <w:autoSpaceDE w:val="0"/>
        <w:autoSpaceDN w:val="0"/>
        <w:adjustRightInd w:val="0"/>
      </w:pPr>
      <w:r w:rsidRPr="007802E0">
        <w:t xml:space="preserve">Volební obvod č. 6 Sídlo: Louny </w:t>
      </w:r>
    </w:p>
    <w:p w:rsidR="00F316A8" w:rsidRPr="007802E0" w:rsidRDefault="00F316A8" w:rsidP="00F316A8">
      <w:pPr>
        <w:widowControl w:val="0"/>
        <w:autoSpaceDE w:val="0"/>
        <w:autoSpaceDN w:val="0"/>
        <w:adjustRightInd w:val="0"/>
      </w:pPr>
      <w:r w:rsidRPr="007802E0">
        <w:t>celý okres Louny, celý okres Rakovník a část okresu Kladno, tvořená obcemi Drnek, Malíkovice, Jedomělice, Řisuty, Ledce, Smečno, Přelíc, Hrdlív, Hradečno, Svinařov, Třebichovice</w:t>
      </w:r>
    </w:p>
    <w:p w:rsidR="00F316A8" w:rsidRPr="007802E0" w:rsidRDefault="00F316A8" w:rsidP="00F316A8">
      <w:pPr>
        <w:widowControl w:val="0"/>
        <w:autoSpaceDE w:val="0"/>
        <w:autoSpaceDN w:val="0"/>
        <w:adjustRightInd w:val="0"/>
      </w:pPr>
    </w:p>
    <w:p w:rsidR="00F316A8" w:rsidRPr="007802E0" w:rsidRDefault="00F316A8" w:rsidP="00F316A8">
      <w:pPr>
        <w:widowControl w:val="0"/>
        <w:autoSpaceDE w:val="0"/>
        <w:autoSpaceDN w:val="0"/>
        <w:adjustRightInd w:val="0"/>
      </w:pPr>
      <w:r w:rsidRPr="007802E0">
        <w:t xml:space="preserve">Volební obvod č. 8 Sídlo: Rokycany </w:t>
      </w:r>
    </w:p>
    <w:p w:rsidR="00F316A8" w:rsidRPr="007802E0" w:rsidRDefault="00F316A8" w:rsidP="00F316A8">
      <w:pPr>
        <w:widowControl w:val="0"/>
        <w:autoSpaceDE w:val="0"/>
        <w:autoSpaceDN w:val="0"/>
        <w:adjustRightInd w:val="0"/>
      </w:pPr>
      <w:r w:rsidRPr="007802E0">
        <w:t xml:space="preserve">celý okres Rokycany, celý okres Plzeň-sever, západní část okresu Beroun, ohraničená obcemi Broumy, Kublov, Březová, Bzová, Drozdov, Záluží, Osek, Hvozdec, Podluhy, Rpety, Felbabka, Lochovice, Lhotka, severovýchodní část okresu Plzeň-město, tvořená obcemi Chrást, Dýšina, Kyšice </w:t>
      </w:r>
    </w:p>
    <w:p w:rsidR="00F316A8" w:rsidRPr="007802E0" w:rsidRDefault="00F316A8" w:rsidP="00F316A8">
      <w:pPr>
        <w:widowControl w:val="0"/>
        <w:autoSpaceDE w:val="0"/>
        <w:autoSpaceDN w:val="0"/>
        <w:adjustRightInd w:val="0"/>
      </w:pPr>
    </w:p>
    <w:p w:rsidR="00F316A8" w:rsidRPr="007802E0" w:rsidRDefault="00F316A8" w:rsidP="00F316A8">
      <w:pPr>
        <w:widowControl w:val="0"/>
        <w:autoSpaceDE w:val="0"/>
        <w:autoSpaceDN w:val="0"/>
        <w:adjustRightInd w:val="0"/>
      </w:pPr>
      <w:r w:rsidRPr="007802E0">
        <w:t xml:space="preserve">Volební obvod č. 10 Sídlo: Český Krumlov </w:t>
      </w:r>
    </w:p>
    <w:p w:rsidR="00F316A8" w:rsidRPr="007802E0" w:rsidRDefault="00F316A8" w:rsidP="00F316A8">
      <w:pPr>
        <w:widowControl w:val="0"/>
        <w:autoSpaceDE w:val="0"/>
        <w:autoSpaceDN w:val="0"/>
        <w:adjustRightInd w:val="0"/>
      </w:pPr>
      <w:r w:rsidRPr="007802E0">
        <w:t xml:space="preserve">celý okres Český Krumlov, východní část okresu Prachatice, ohraničená na západě obcemi Stožec, Volary, Záblatí, Kratušín, Drslavice, Zábrdí, Prachatice, Žernovice, Nebahovy, Lhenice, Netolice, Malovice, západní část okresu České Budějovice, ohraničená na východě obcemi Týn nad Vltavou, Horní Kněžeklady, Modrá Hůrka, Temelín, Hluboká nad Vltavou, Dasný, Čejkovice, Branišov, Litvínovice, Planá, Boršov nad Vltavou, Včelná, Roudné, Staré Hodějovice, Nová Ves, Strážkovice, Ostrolovský Újezd, Trhové Sviny, Olešnice, Nové Hrady, Hranice </w:t>
      </w:r>
    </w:p>
    <w:p w:rsidR="00F316A8" w:rsidRPr="007802E0" w:rsidRDefault="00F316A8" w:rsidP="00F316A8">
      <w:pPr>
        <w:widowControl w:val="0"/>
        <w:autoSpaceDE w:val="0"/>
        <w:autoSpaceDN w:val="0"/>
        <w:adjustRightInd w:val="0"/>
      </w:pPr>
    </w:p>
    <w:p w:rsidR="00F316A8" w:rsidRPr="00F316A8" w:rsidRDefault="006B6F20" w:rsidP="00F316A8">
      <w:pPr>
        <w:autoSpaceDE w:val="0"/>
        <w:autoSpaceDN w:val="0"/>
        <w:adjustRightInd w:val="0"/>
        <w:rPr>
          <w:rFonts w:eastAsia="Calibri"/>
          <w:bCs/>
          <w:lang w:eastAsia="en-US"/>
        </w:rPr>
      </w:pPr>
      <w:r>
        <w:rPr>
          <w:rFonts w:eastAsia="Calibri"/>
          <w:bCs/>
          <w:lang w:eastAsia="en-US"/>
        </w:rPr>
        <w:br w:type="page"/>
      </w:r>
      <w:r w:rsidR="00F316A8" w:rsidRPr="00F316A8">
        <w:rPr>
          <w:rFonts w:eastAsia="Calibri"/>
          <w:bCs/>
          <w:lang w:eastAsia="en-US"/>
        </w:rPr>
        <w:lastRenderedPageBreak/>
        <w:t>Volební obvod č. 11 Sídlo: Domažlice</w:t>
      </w:r>
    </w:p>
    <w:p w:rsidR="00F316A8" w:rsidRPr="00F316A8" w:rsidRDefault="00F316A8" w:rsidP="00F316A8">
      <w:pPr>
        <w:autoSpaceDE w:val="0"/>
        <w:autoSpaceDN w:val="0"/>
        <w:adjustRightInd w:val="0"/>
        <w:rPr>
          <w:rFonts w:eastAsia="Calibri"/>
          <w:lang w:eastAsia="en-US"/>
        </w:rPr>
      </w:pPr>
      <w:r w:rsidRPr="00F316A8">
        <w:rPr>
          <w:rFonts w:eastAsia="Calibri"/>
          <w:lang w:eastAsia="en-US"/>
        </w:rPr>
        <w:t xml:space="preserve">celý okres Domažlice, část okresu Klatovy, ohraničená na severu obcemi Chudenice, Dolany, Klatovy, Předslav, Bolešiny, obcí Klatovy, tvořenou částmi obce Vítkovice, Kvaslice, Habartice a dále obcemi Mochtín, Číhaň, Kolinec, Hrádek, Budětice, Rabí, Hejná </w:t>
      </w:r>
    </w:p>
    <w:p w:rsidR="00F316A8" w:rsidRPr="007802E0" w:rsidRDefault="00F316A8" w:rsidP="00F316A8">
      <w:pPr>
        <w:widowControl w:val="0"/>
        <w:autoSpaceDE w:val="0"/>
        <w:autoSpaceDN w:val="0"/>
        <w:adjustRightInd w:val="0"/>
      </w:pPr>
    </w:p>
    <w:p w:rsidR="00F316A8" w:rsidRPr="007802E0" w:rsidRDefault="00F316A8" w:rsidP="00F316A8">
      <w:pPr>
        <w:widowControl w:val="0"/>
        <w:autoSpaceDE w:val="0"/>
        <w:autoSpaceDN w:val="0"/>
        <w:adjustRightInd w:val="0"/>
      </w:pPr>
      <w:r w:rsidRPr="007802E0">
        <w:t xml:space="preserve">Volební obvod č. 16 Sídlo: Beroun </w:t>
      </w:r>
    </w:p>
    <w:p w:rsidR="00F316A8" w:rsidRPr="007802E0" w:rsidRDefault="00F316A8" w:rsidP="00F316A8">
      <w:pPr>
        <w:widowControl w:val="0"/>
        <w:autoSpaceDE w:val="0"/>
        <w:autoSpaceDN w:val="0"/>
        <w:adjustRightInd w:val="0"/>
      </w:pPr>
      <w:r w:rsidRPr="007802E0">
        <w:t xml:space="preserve">část okresu Beroun, ohraničená na jihozápadě obcemi Hudlice, Svatá, Hředle, Točník, Žebrák, Tlustice, Hořovice, Kotopeky, Praskolesy, Otmíče, Libomyšl, Neumětely a Hostomice, část okresu Praha-západ, ohraničená na severu obcemi Číčovice, Tuchoměřice, na jihu obcemi Řevnice, Dobřichovice, Černolice, Jíloviště, Klínec, Měchenice, Březová-Oleško, Okrouhlo a na východě obcemi Zvole, Ohrobec, Dolní Břežany, Zlatníky-Hodkovice, Vestec </w:t>
      </w:r>
    </w:p>
    <w:p w:rsidR="00F316A8" w:rsidRPr="007802E0" w:rsidRDefault="00F316A8" w:rsidP="00F316A8">
      <w:pPr>
        <w:widowControl w:val="0"/>
        <w:autoSpaceDE w:val="0"/>
        <w:autoSpaceDN w:val="0"/>
        <w:adjustRightInd w:val="0"/>
      </w:pPr>
    </w:p>
    <w:p w:rsidR="00F316A8" w:rsidRPr="007802E0" w:rsidRDefault="00F316A8" w:rsidP="00F316A8">
      <w:pPr>
        <w:widowControl w:val="0"/>
        <w:autoSpaceDE w:val="0"/>
        <w:autoSpaceDN w:val="0"/>
        <w:adjustRightInd w:val="0"/>
      </w:pPr>
      <w:r w:rsidRPr="007802E0">
        <w:t xml:space="preserve">Volební obvod č. 28 Sídlo: Mělník </w:t>
      </w:r>
    </w:p>
    <w:p w:rsidR="00F316A8" w:rsidRPr="007802E0" w:rsidRDefault="00F316A8" w:rsidP="00F316A8">
      <w:pPr>
        <w:widowControl w:val="0"/>
        <w:autoSpaceDE w:val="0"/>
        <w:autoSpaceDN w:val="0"/>
        <w:adjustRightInd w:val="0"/>
      </w:pPr>
      <w:r w:rsidRPr="007802E0">
        <w:t>část okresu Mělník, ohraničená na severu obcemi Čečelice, Liblice, Malý Újezd, Velký Borek, Mělník, Obříství, Zálezlice, Vojkovice, Všestudy, Veltrusy, Nelahozeves, severní část okresu Praha-východ, ohraničená na jihu obcemi Káraný, Lázně Toušeň, Nový Vestec, Brandýs nad Labem - Stará Boleslav, Dřevčice, Jenštejn, Radonice a na východě obcemi Lhota a Sudovo Hlavno</w:t>
      </w:r>
    </w:p>
    <w:p w:rsidR="00F316A8" w:rsidRPr="007802E0" w:rsidRDefault="00F316A8" w:rsidP="00F316A8">
      <w:pPr>
        <w:widowControl w:val="0"/>
        <w:autoSpaceDE w:val="0"/>
        <w:autoSpaceDN w:val="0"/>
        <w:adjustRightInd w:val="0"/>
      </w:pPr>
    </w:p>
    <w:p w:rsidR="00F316A8" w:rsidRPr="007802E0" w:rsidRDefault="00F316A8" w:rsidP="00F316A8">
      <w:pPr>
        <w:widowControl w:val="0"/>
        <w:autoSpaceDE w:val="0"/>
        <w:autoSpaceDN w:val="0"/>
        <w:adjustRightInd w:val="0"/>
      </w:pPr>
      <w:r w:rsidRPr="007802E0">
        <w:t xml:space="preserve">Volební obvod č. 30 Sídlo: Kladno </w:t>
      </w:r>
    </w:p>
    <w:p w:rsidR="00F316A8" w:rsidRPr="007802E0" w:rsidRDefault="00F316A8" w:rsidP="00F316A8">
      <w:pPr>
        <w:widowControl w:val="0"/>
        <w:autoSpaceDE w:val="0"/>
        <w:autoSpaceDN w:val="0"/>
        <w:adjustRightInd w:val="0"/>
      </w:pPr>
      <w:r w:rsidRPr="007802E0">
        <w:t>jižní část okresu Kladno, ohraničená na severu obcemi Stochov, Kačice, Libušín, Vinařice, Pchery, Jemníky, Knovíz, Podlešín, Zvoleněves, Kamenný Most, Neuměřice, severní část okresu Praha-západ, ohraničená na jihu obcemi Okoř, Lichoceves, Statenice, Horoměřice</w:t>
      </w:r>
    </w:p>
    <w:p w:rsidR="00F316A8" w:rsidRPr="007802E0" w:rsidRDefault="00F316A8" w:rsidP="00F316A8">
      <w:pPr>
        <w:widowControl w:val="0"/>
        <w:autoSpaceDE w:val="0"/>
        <w:autoSpaceDN w:val="0"/>
        <w:adjustRightInd w:val="0"/>
      </w:pPr>
    </w:p>
    <w:p w:rsidR="00F316A8" w:rsidRPr="007802E0" w:rsidRDefault="00F316A8" w:rsidP="00F316A8">
      <w:pPr>
        <w:widowControl w:val="0"/>
        <w:autoSpaceDE w:val="0"/>
        <w:autoSpaceDN w:val="0"/>
        <w:adjustRightInd w:val="0"/>
      </w:pPr>
      <w:r w:rsidRPr="007802E0">
        <w:t xml:space="preserve">Volební obvod č. 36 Sídlo: Česká Lípa </w:t>
      </w:r>
    </w:p>
    <w:p w:rsidR="00F316A8" w:rsidRPr="007802E0" w:rsidRDefault="00F316A8" w:rsidP="00F316A8">
      <w:pPr>
        <w:widowControl w:val="0"/>
        <w:autoSpaceDE w:val="0"/>
        <w:autoSpaceDN w:val="0"/>
        <w:adjustRightInd w:val="0"/>
      </w:pPr>
      <w:r w:rsidRPr="007802E0">
        <w:t>celý okres Česká Lípa, severní část okresu Mělník, ohraničená na jihu obcemi Nová Ves, Vraňany, Lužec nad Vltavou, Hořín, Dolní Beřkovice, Liběchov, Vysoká, Lhotka, Střemy, Hostín, Byšice</w:t>
      </w:r>
      <w:r>
        <w:t xml:space="preserve">, </w:t>
      </w:r>
      <w:r w:rsidRPr="007802E0">
        <w:t>západní č</w:t>
      </w:r>
      <w:r>
        <w:t xml:space="preserve">ást okresu Liberec, ohraničená </w:t>
      </w:r>
      <w:r w:rsidRPr="007802E0">
        <w:t xml:space="preserve">na východě obcemi Chrastava, Nová Ves, Kryštofovo Údolí, Světlá pod Ještědem, Janův Důl, Osečná, Všelibice </w:t>
      </w:r>
    </w:p>
    <w:p w:rsidR="00F316A8" w:rsidRPr="007802E0" w:rsidRDefault="00F316A8" w:rsidP="00F316A8">
      <w:pPr>
        <w:widowControl w:val="0"/>
        <w:autoSpaceDE w:val="0"/>
        <w:autoSpaceDN w:val="0"/>
        <w:adjustRightInd w:val="0"/>
      </w:pPr>
    </w:p>
    <w:p w:rsidR="00F316A8" w:rsidRPr="007802E0" w:rsidRDefault="00F316A8" w:rsidP="00F316A8">
      <w:pPr>
        <w:widowControl w:val="0"/>
        <w:autoSpaceDE w:val="0"/>
        <w:autoSpaceDN w:val="0"/>
        <w:adjustRightInd w:val="0"/>
      </w:pPr>
      <w:r w:rsidRPr="007802E0">
        <w:t xml:space="preserve">Volební obvod č. 37 Sídlo: Jičín </w:t>
      </w:r>
    </w:p>
    <w:p w:rsidR="00F316A8" w:rsidRPr="007802E0" w:rsidRDefault="00F316A8" w:rsidP="00F316A8">
      <w:pPr>
        <w:widowControl w:val="0"/>
        <w:autoSpaceDE w:val="0"/>
        <w:autoSpaceDN w:val="0"/>
        <w:adjustRightInd w:val="0"/>
      </w:pPr>
      <w:r w:rsidRPr="007802E0">
        <w:t xml:space="preserve">celý okres Jičín, severní část okresu Nymburk, ohraničená na jihu obcemi Lysá nad Labem, Stratov, Kostomlaty nad Labem, Kostomlátky, Písty, Zvěřínek, Hořátev, Kovanice, Nymburk, Budiměřice, Křečkov, Pátek, Choťánky, Libice nad Cidlinou, Oseček </w:t>
      </w:r>
    </w:p>
    <w:p w:rsidR="00F316A8" w:rsidRPr="007802E0" w:rsidRDefault="00F316A8" w:rsidP="00F316A8">
      <w:pPr>
        <w:widowControl w:val="0"/>
        <w:autoSpaceDE w:val="0"/>
        <w:autoSpaceDN w:val="0"/>
        <w:adjustRightInd w:val="0"/>
      </w:pPr>
    </w:p>
    <w:p w:rsidR="00F316A8" w:rsidRPr="007802E0" w:rsidRDefault="00F316A8" w:rsidP="00F316A8">
      <w:pPr>
        <w:widowControl w:val="0"/>
        <w:autoSpaceDE w:val="0"/>
        <w:autoSpaceDN w:val="0"/>
        <w:adjustRightInd w:val="0"/>
      </w:pPr>
      <w:r w:rsidRPr="007802E0">
        <w:t xml:space="preserve">Volební obvod č. 38 Sídlo: Mladá Boleslav </w:t>
      </w:r>
    </w:p>
    <w:p w:rsidR="00F316A8" w:rsidRPr="007802E0" w:rsidRDefault="00F316A8" w:rsidP="00F316A8">
      <w:pPr>
        <w:widowControl w:val="0"/>
        <w:autoSpaceDE w:val="0"/>
        <w:autoSpaceDN w:val="0"/>
        <w:adjustRightInd w:val="0"/>
      </w:pPr>
      <w:r w:rsidRPr="007802E0">
        <w:t>celý okres Mladá Boleslav, západní část okresu Semily, ohraničená na východě obcemi Mírová pod Kozákovem, Karlovice, Hrubá Skála, Ktová, část okresu Praha-východ, tvořená obcemi Hlavenec a Kostelní Hlavno</w:t>
      </w:r>
    </w:p>
    <w:p w:rsidR="00F316A8" w:rsidRPr="007802E0" w:rsidRDefault="00F316A8" w:rsidP="00F316A8">
      <w:pPr>
        <w:widowControl w:val="0"/>
        <w:autoSpaceDE w:val="0"/>
        <w:autoSpaceDN w:val="0"/>
        <w:adjustRightInd w:val="0"/>
      </w:pPr>
    </w:p>
    <w:p w:rsidR="00F316A8" w:rsidRPr="007802E0" w:rsidRDefault="00F316A8" w:rsidP="00F316A8">
      <w:pPr>
        <w:widowControl w:val="0"/>
        <w:autoSpaceDE w:val="0"/>
        <w:autoSpaceDN w:val="0"/>
        <w:adjustRightInd w:val="0"/>
      </w:pPr>
      <w:r w:rsidRPr="007802E0">
        <w:t xml:space="preserve">Volební obvod č. 40 Sídlo: Kutná Hora </w:t>
      </w:r>
    </w:p>
    <w:p w:rsidR="00F316A8" w:rsidRPr="007802E0" w:rsidRDefault="00F316A8" w:rsidP="00F316A8">
      <w:pPr>
        <w:widowControl w:val="0"/>
        <w:autoSpaceDE w:val="0"/>
        <w:autoSpaceDN w:val="0"/>
        <w:adjustRightInd w:val="0"/>
      </w:pPr>
      <w:r w:rsidRPr="007802E0">
        <w:t>celý okres Kutná Hora, západní část okresu Havlíčkův Brod, ohraničená na východě obcemi Borek, Uhelná Příbram, Nová Ves u Chotěboře, Nejepín, Jilem, Sedletín, Olešná, Radostín, Veselý Žďár, Okrouhlice, Krásná Hora, Květinov, Michalovice, Lípa, Herálec, Slavníč, jižní část okresu Benešov, ohraničená na severozápadě obcemi Tichonice, Psáře, Všechlapy, Libež, Slověnice, Bílkovice, Radošovice, Vlašim, Veliš, Louňovice pod Blaníkem, Kamberk, východní část okresu Benešov, tvořená obcí Sázava, jihovýchodní část okresu Praha-východ, tvořená obcemi Oleška, Nučice, Výžerky, Oplany, Stříbrná Skalice, Vlkančice</w:t>
      </w:r>
    </w:p>
    <w:p w:rsidR="00F316A8" w:rsidRPr="007802E0" w:rsidRDefault="00F316A8" w:rsidP="00F316A8">
      <w:pPr>
        <w:widowControl w:val="0"/>
        <w:autoSpaceDE w:val="0"/>
        <w:autoSpaceDN w:val="0"/>
        <w:adjustRightInd w:val="0"/>
      </w:pPr>
    </w:p>
    <w:p w:rsidR="00F316A8" w:rsidRPr="007802E0" w:rsidRDefault="006B6F20" w:rsidP="00F316A8">
      <w:pPr>
        <w:widowControl w:val="0"/>
        <w:autoSpaceDE w:val="0"/>
        <w:autoSpaceDN w:val="0"/>
        <w:adjustRightInd w:val="0"/>
      </w:pPr>
      <w:r>
        <w:br w:type="page"/>
      </w:r>
      <w:r w:rsidR="00F316A8" w:rsidRPr="007802E0">
        <w:lastRenderedPageBreak/>
        <w:t xml:space="preserve">Volební obvod č. 41 Sídlo: Benešov </w:t>
      </w:r>
    </w:p>
    <w:p w:rsidR="00F316A8" w:rsidRPr="007802E0" w:rsidRDefault="00F316A8" w:rsidP="00F316A8">
      <w:pPr>
        <w:widowControl w:val="0"/>
        <w:autoSpaceDE w:val="0"/>
        <w:autoSpaceDN w:val="0"/>
        <w:adjustRightInd w:val="0"/>
      </w:pPr>
      <w:r w:rsidRPr="007802E0">
        <w:t>část okresu Benešov, ohraničená na jihu obcemi Křečovice, Maršovice, Bystřice, Popovice, Postupice, Chotýšany, Struhařov, Třebešice, Litichovice, Divišov, Český Šternberk a obcí Divišov, tvořenou částí obce Zdebuzeves, na východě obcemi Chocerady, Vodslivy, Choratice, Xaverov, Drahňovice, část okresu Praha-západ, tvořená obcemi Průhonice a Jesenice, část okresu Praha-východ, ohraničená na severu obcemi Šestajovice, Jirny, Horoušany a na jihovýchodě obcemi Ondřejov, Černé Voděrady, Konojedy, Prusice, Kostelec nad Černými lesy</w:t>
      </w:r>
    </w:p>
    <w:p w:rsidR="00F316A8" w:rsidRPr="007802E0" w:rsidRDefault="00F316A8" w:rsidP="00F316A8">
      <w:pPr>
        <w:widowControl w:val="0"/>
        <w:autoSpaceDE w:val="0"/>
        <w:autoSpaceDN w:val="0"/>
        <w:adjustRightInd w:val="0"/>
      </w:pPr>
    </w:p>
    <w:p w:rsidR="00F316A8" w:rsidRPr="007802E0" w:rsidRDefault="00F316A8" w:rsidP="00F316A8">
      <w:pPr>
        <w:widowControl w:val="0"/>
        <w:autoSpaceDE w:val="0"/>
        <w:autoSpaceDN w:val="0"/>
        <w:adjustRightInd w:val="0"/>
      </w:pPr>
      <w:r w:rsidRPr="007802E0">
        <w:t xml:space="preserve">Volební obvod č. 42 Sídlo: Kolín </w:t>
      </w:r>
    </w:p>
    <w:p w:rsidR="00F316A8" w:rsidRPr="007802E0" w:rsidRDefault="00F316A8" w:rsidP="00F316A8">
      <w:pPr>
        <w:widowControl w:val="0"/>
        <w:autoSpaceDE w:val="0"/>
        <w:autoSpaceDN w:val="0"/>
        <w:adjustRightInd w:val="0"/>
      </w:pPr>
      <w:r w:rsidRPr="007802E0">
        <w:t xml:space="preserve">celý okres Kolín, jižní část okresu Nymburk, ohraničená na severu obcemi Přerov nad Labem, Semice, Ostrá, Hradištko, Sadská, Kostelní Lhota, Písková Lhota, Poděbrady a část okresu Praha-východ, tvořená obcemi Čelákovice, Mochov, Zápy, Svémyslice, Zeleneč, Nehvizdy, Vyšehořovice </w:t>
      </w:r>
    </w:p>
    <w:p w:rsidR="00F316A8" w:rsidRPr="007802E0" w:rsidRDefault="00F316A8" w:rsidP="00F316A8">
      <w:pPr>
        <w:widowControl w:val="0"/>
        <w:autoSpaceDE w:val="0"/>
        <w:autoSpaceDN w:val="0"/>
        <w:adjustRightInd w:val="0"/>
      </w:pPr>
    </w:p>
    <w:p w:rsidR="00F316A8" w:rsidRPr="007802E0" w:rsidRDefault="00F316A8" w:rsidP="00F316A8">
      <w:pPr>
        <w:widowControl w:val="0"/>
        <w:autoSpaceDE w:val="0"/>
        <w:autoSpaceDN w:val="0"/>
        <w:adjustRightInd w:val="0"/>
      </w:pPr>
      <w:r w:rsidRPr="007802E0">
        <w:t xml:space="preserve">Volební obvod č. 44 Sídlo: Chrudim </w:t>
      </w:r>
    </w:p>
    <w:p w:rsidR="00F316A8" w:rsidRPr="007802E0" w:rsidRDefault="00F316A8" w:rsidP="00F316A8">
      <w:pPr>
        <w:widowControl w:val="0"/>
        <w:autoSpaceDE w:val="0"/>
        <w:autoSpaceDN w:val="0"/>
        <w:adjustRightInd w:val="0"/>
      </w:pPr>
      <w:r w:rsidRPr="007802E0">
        <w:t xml:space="preserve">část okresu Chrudim, ohraničená na východě obcemi Hrochův Týnec, Přestavlky, Zájezdec, Řestoky, Zaječice, Horka, Vrbatův Kostelec, Leštinka, Prosetín, Mrákotín, Raná, Pokřikov, Vojtěchov, Kladno, Dědová, Kameničky, jihovýchodní část okresu Havlíčkův Brod, ohraničená obcemi Jeřišno, Víska, Maleč, Chotěboř, Čachotín, Horní Krupá, Knyk, Havlíčkův Brod, Hurtova Lhota, Okrouhlička, Kochánov, Úhořilka, Úsobí, Skorkov </w:t>
      </w:r>
    </w:p>
    <w:p w:rsidR="00F316A8" w:rsidRPr="007802E0" w:rsidRDefault="00F316A8" w:rsidP="00F316A8">
      <w:pPr>
        <w:widowControl w:val="0"/>
        <w:autoSpaceDE w:val="0"/>
        <w:autoSpaceDN w:val="0"/>
        <w:adjustRightInd w:val="0"/>
      </w:pPr>
    </w:p>
    <w:p w:rsidR="00F316A8" w:rsidRPr="00F316A8" w:rsidRDefault="00F316A8" w:rsidP="00F316A8">
      <w:pPr>
        <w:autoSpaceDE w:val="0"/>
        <w:autoSpaceDN w:val="0"/>
        <w:adjustRightInd w:val="0"/>
        <w:rPr>
          <w:rFonts w:eastAsia="Calibri"/>
          <w:bCs/>
          <w:lang w:eastAsia="en-US"/>
        </w:rPr>
      </w:pPr>
      <w:r w:rsidRPr="00F316A8">
        <w:rPr>
          <w:rFonts w:eastAsia="Calibri"/>
          <w:bCs/>
          <w:lang w:eastAsia="en-US"/>
        </w:rPr>
        <w:t>Volební obvod č. 45 Sídlo: Hradec Králové</w:t>
      </w:r>
    </w:p>
    <w:p w:rsidR="00F316A8" w:rsidRPr="00F316A8" w:rsidRDefault="00F316A8" w:rsidP="00F316A8">
      <w:pPr>
        <w:autoSpaceDE w:val="0"/>
        <w:autoSpaceDN w:val="0"/>
        <w:adjustRightInd w:val="0"/>
        <w:rPr>
          <w:rFonts w:eastAsia="Calibri"/>
          <w:lang w:eastAsia="en-US"/>
        </w:rPr>
      </w:pPr>
      <w:r w:rsidRPr="00F316A8">
        <w:rPr>
          <w:rFonts w:eastAsia="Calibri"/>
          <w:lang w:eastAsia="en-US"/>
        </w:rPr>
        <w:t>část okresu Hradec Králové, ohraničená na severu obcemi Sovětice, Čistěves, Máslojedy, Neděliště, Předměřice nad Labem, Hradec Králové, na jihu obcemi Lužec nad Cidlinou, Nepolisy, Mlékosrby, Kosice, Kosičky, Káranice, Obědovice, Kratonohy, Dobřenice, Osičky, Osice</w:t>
      </w:r>
    </w:p>
    <w:p w:rsidR="00F316A8" w:rsidRPr="007802E0" w:rsidRDefault="00F316A8" w:rsidP="00F316A8">
      <w:pPr>
        <w:widowControl w:val="0"/>
        <w:autoSpaceDE w:val="0"/>
        <w:autoSpaceDN w:val="0"/>
        <w:adjustRightInd w:val="0"/>
      </w:pPr>
    </w:p>
    <w:p w:rsidR="00F316A8" w:rsidRPr="007802E0" w:rsidRDefault="00F316A8" w:rsidP="00F316A8">
      <w:pPr>
        <w:widowControl w:val="0"/>
        <w:autoSpaceDE w:val="0"/>
        <w:autoSpaceDN w:val="0"/>
        <w:adjustRightInd w:val="0"/>
      </w:pPr>
      <w:r w:rsidRPr="007802E0">
        <w:t xml:space="preserve">Volební obvod č. 47 Sídlo: Náchod </w:t>
      </w:r>
    </w:p>
    <w:p w:rsidR="00F316A8" w:rsidRPr="007802E0" w:rsidRDefault="00F316A8" w:rsidP="00F316A8">
      <w:pPr>
        <w:widowControl w:val="0"/>
        <w:autoSpaceDE w:val="0"/>
        <w:autoSpaceDN w:val="0"/>
        <w:adjustRightInd w:val="0"/>
      </w:pPr>
      <w:r w:rsidRPr="007802E0">
        <w:t xml:space="preserve">část okresu Náchod, ohraničená na severu obcemi Heřmánkovice, Hejtmánkovice, Křinice, Police nad Metují, Žďár nad Metují, Česká Metuje, severní část okresu Hradec Králové, ohraničená na jihu obcemi Hněvčeves, Benátky, Hořiněves, Sendražice, Lochenice, Skalice, Černilov, Divec, Blešno, Běleč nad Orlicí </w:t>
      </w:r>
    </w:p>
    <w:p w:rsidR="00F316A8" w:rsidRPr="007802E0" w:rsidRDefault="00F316A8" w:rsidP="00F316A8">
      <w:pPr>
        <w:widowControl w:val="0"/>
        <w:autoSpaceDE w:val="0"/>
        <w:autoSpaceDN w:val="0"/>
        <w:adjustRightInd w:val="0"/>
      </w:pPr>
    </w:p>
    <w:p w:rsidR="00F316A8" w:rsidRPr="00F316A8" w:rsidRDefault="00F316A8" w:rsidP="00F316A8">
      <w:pPr>
        <w:autoSpaceDE w:val="0"/>
        <w:autoSpaceDN w:val="0"/>
        <w:adjustRightInd w:val="0"/>
        <w:rPr>
          <w:rFonts w:eastAsia="Calibri"/>
          <w:bCs/>
          <w:lang w:eastAsia="en-US"/>
        </w:rPr>
      </w:pPr>
      <w:r w:rsidRPr="00F316A8">
        <w:rPr>
          <w:rFonts w:eastAsia="Calibri"/>
          <w:bCs/>
          <w:lang w:eastAsia="en-US"/>
        </w:rPr>
        <w:t>Volební obvod č. 55 Sídlo: Brno-město</w:t>
      </w:r>
    </w:p>
    <w:p w:rsidR="00F316A8" w:rsidRPr="00F316A8" w:rsidRDefault="00F316A8" w:rsidP="00F316A8">
      <w:pPr>
        <w:autoSpaceDE w:val="0"/>
        <w:autoSpaceDN w:val="0"/>
        <w:adjustRightInd w:val="0"/>
        <w:rPr>
          <w:rFonts w:eastAsia="Calibri"/>
          <w:lang w:eastAsia="en-US"/>
        </w:rPr>
      </w:pPr>
      <w:r w:rsidRPr="00F316A8">
        <w:rPr>
          <w:rFonts w:eastAsia="Calibri"/>
          <w:lang w:eastAsia="en-US"/>
        </w:rPr>
        <w:t>západní část okresu Brno-venkov, ohraničená na severovýchodě obcemi Doubravník, Borač, Kaly, Dolní Loučky, Předklášteří, Tišnov spolu s částmi obce Hajánky, Hájek a Jamné, Hradčany, Sentice, Chudčice, na jihu a na východě obcemi Kupařovice, Malešovice, Odrovice, Medlov, Ledce, Hrušovany u Brna, Unkovice, Žabčice, Přísnotice, Nosislav, Sobotovice, Syrovice, Želešice, Modřice, západní část okresu Brno-město, tvořená městskými částmi Brno-Kníničky, Brno-Bystrc, Brno-Žebětín</w:t>
      </w:r>
    </w:p>
    <w:p w:rsidR="00F316A8" w:rsidRPr="007802E0" w:rsidRDefault="00F316A8" w:rsidP="00F316A8">
      <w:pPr>
        <w:widowControl w:val="0"/>
        <w:autoSpaceDE w:val="0"/>
        <w:autoSpaceDN w:val="0"/>
        <w:adjustRightInd w:val="0"/>
      </w:pPr>
    </w:p>
    <w:p w:rsidR="00F316A8" w:rsidRPr="00F316A8" w:rsidRDefault="00F316A8" w:rsidP="00F316A8">
      <w:pPr>
        <w:autoSpaceDE w:val="0"/>
        <w:autoSpaceDN w:val="0"/>
        <w:adjustRightInd w:val="0"/>
        <w:rPr>
          <w:rFonts w:eastAsia="Calibri"/>
          <w:bCs/>
          <w:lang w:eastAsia="en-US"/>
        </w:rPr>
      </w:pPr>
      <w:r w:rsidRPr="00F316A8">
        <w:rPr>
          <w:rFonts w:eastAsia="Calibri"/>
          <w:bCs/>
          <w:lang w:eastAsia="en-US"/>
        </w:rPr>
        <w:t>Volební obvod č. 57 Sídlo: Vyškov</w:t>
      </w:r>
    </w:p>
    <w:p w:rsidR="00F316A8" w:rsidRPr="00F316A8" w:rsidRDefault="00F316A8" w:rsidP="00F316A8">
      <w:pPr>
        <w:autoSpaceDE w:val="0"/>
        <w:autoSpaceDN w:val="0"/>
        <w:adjustRightInd w:val="0"/>
        <w:rPr>
          <w:rFonts w:eastAsia="Calibri"/>
          <w:lang w:eastAsia="en-US"/>
        </w:rPr>
      </w:pPr>
      <w:r w:rsidRPr="00F316A8">
        <w:rPr>
          <w:rFonts w:eastAsia="Calibri"/>
          <w:lang w:eastAsia="en-US"/>
        </w:rPr>
        <w:t>západní část okresu Vyškov, ohraničená na východě obcemi Drysice, Pustiměř, Hoštice-Heroltice, Medlovice, Moravské Málkovice, Orlovice, Hvězdlice, Kozlany, Kojátky, Bučovice, východní část okresu Brno-venkov, ohraničená na severu obcí Bílovice nad Svitavou, na jihozápadě obcemi Popovice, Rajhrad, Holasice, Vojkovice, Židlochovice, Blučina, Měnín</w:t>
      </w:r>
    </w:p>
    <w:p w:rsidR="00F316A8" w:rsidRPr="007802E0" w:rsidRDefault="00F316A8" w:rsidP="00F316A8">
      <w:pPr>
        <w:widowControl w:val="0"/>
        <w:autoSpaceDE w:val="0"/>
        <w:autoSpaceDN w:val="0"/>
        <w:adjustRightInd w:val="0"/>
      </w:pPr>
    </w:p>
    <w:p w:rsidR="00F316A8" w:rsidRPr="007802E0" w:rsidRDefault="006B6F20" w:rsidP="00F316A8">
      <w:pPr>
        <w:widowControl w:val="0"/>
        <w:autoSpaceDE w:val="0"/>
        <w:autoSpaceDN w:val="0"/>
        <w:adjustRightInd w:val="0"/>
      </w:pPr>
      <w:r>
        <w:br w:type="page"/>
      </w:r>
      <w:r w:rsidR="00F316A8" w:rsidRPr="007802E0">
        <w:lastRenderedPageBreak/>
        <w:t xml:space="preserve">Volební obvod č. 64 Sídlo: Bruntál </w:t>
      </w:r>
    </w:p>
    <w:p w:rsidR="00F316A8" w:rsidRPr="007802E0" w:rsidRDefault="00F316A8" w:rsidP="00F316A8">
      <w:pPr>
        <w:widowControl w:val="0"/>
        <w:autoSpaceDE w:val="0"/>
        <w:autoSpaceDN w:val="0"/>
        <w:adjustRightInd w:val="0"/>
      </w:pPr>
      <w:r w:rsidRPr="007802E0">
        <w:t xml:space="preserve">celý okres Bruntál, západní část okresu Opava, ohraničená na východě obcemi Holasovice, Neplachovice, Stěbořice, Dolní Životice, Lhotka u Litultovic, Moravice, Staré Těchanovice, Vítkov </w:t>
      </w:r>
    </w:p>
    <w:p w:rsidR="00F316A8" w:rsidRPr="007802E0" w:rsidRDefault="00F316A8" w:rsidP="00F316A8">
      <w:pPr>
        <w:widowControl w:val="0"/>
        <w:autoSpaceDE w:val="0"/>
        <w:autoSpaceDN w:val="0"/>
        <w:adjustRightInd w:val="0"/>
      </w:pPr>
    </w:p>
    <w:p w:rsidR="00F316A8" w:rsidRPr="007802E0" w:rsidRDefault="00F316A8" w:rsidP="00F316A8">
      <w:pPr>
        <w:widowControl w:val="0"/>
        <w:autoSpaceDE w:val="0"/>
        <w:autoSpaceDN w:val="0"/>
        <w:adjustRightInd w:val="0"/>
      </w:pPr>
      <w:r w:rsidRPr="007802E0">
        <w:t xml:space="preserve">Volební obvod č. 68 Sídlo: Opava </w:t>
      </w:r>
    </w:p>
    <w:p w:rsidR="00F316A8" w:rsidRPr="007802E0" w:rsidRDefault="00F316A8" w:rsidP="00F316A8">
      <w:pPr>
        <w:widowControl w:val="0"/>
        <w:autoSpaceDE w:val="0"/>
        <w:autoSpaceDN w:val="0"/>
        <w:adjustRightInd w:val="0"/>
      </w:pPr>
      <w:r w:rsidRPr="007802E0">
        <w:t xml:space="preserve">část okresu Opava, ohraničená na západě obcemi Opava, Slavkov, Štáblovice, Mikolajice, Melč, Radkov, Větřkovice, na východě obcemi Píšť, Závada, Bohuslavice, Dolní Benešov, Háj ve Slezsku </w:t>
      </w:r>
    </w:p>
    <w:p w:rsidR="00F316A8" w:rsidRPr="007802E0" w:rsidRDefault="00F316A8" w:rsidP="00F316A8">
      <w:pPr>
        <w:widowControl w:val="0"/>
        <w:autoSpaceDE w:val="0"/>
        <w:autoSpaceDN w:val="0"/>
        <w:adjustRightInd w:val="0"/>
      </w:pPr>
    </w:p>
    <w:p w:rsidR="00F316A8" w:rsidRPr="00F316A8" w:rsidRDefault="00F316A8" w:rsidP="00F316A8">
      <w:pPr>
        <w:autoSpaceDE w:val="0"/>
        <w:autoSpaceDN w:val="0"/>
        <w:adjustRightInd w:val="0"/>
        <w:rPr>
          <w:rFonts w:eastAsia="Calibri"/>
          <w:bCs/>
          <w:lang w:eastAsia="en-US"/>
        </w:rPr>
      </w:pPr>
      <w:r w:rsidRPr="00F316A8">
        <w:rPr>
          <w:rFonts w:eastAsia="Calibri"/>
          <w:bCs/>
          <w:lang w:eastAsia="en-US"/>
        </w:rPr>
        <w:t>Volební obvod č. 69 Sídlo: Frýdek-Místek</w:t>
      </w:r>
    </w:p>
    <w:p w:rsidR="00F316A8" w:rsidRPr="00F316A8" w:rsidRDefault="00F316A8" w:rsidP="00F316A8">
      <w:pPr>
        <w:autoSpaceDE w:val="0"/>
        <w:autoSpaceDN w:val="0"/>
        <w:adjustRightInd w:val="0"/>
        <w:rPr>
          <w:rFonts w:eastAsia="Calibri"/>
          <w:lang w:eastAsia="en-US"/>
        </w:rPr>
      </w:pPr>
      <w:r w:rsidRPr="00F316A8">
        <w:rPr>
          <w:rFonts w:eastAsia="Calibri"/>
          <w:lang w:eastAsia="en-US"/>
        </w:rPr>
        <w:t>západní část okresu Frýdek-Místek, ohraničená na východě obcemi Kaňovice, Bruzovice, Pazderna, Horní Domaslavice, Vojkovice, Dobratice, Nižní Lhoty, obcí Frýdek-Místek, tvořenou částí obce Skalice, Janovice, Krásná, Pražmo, Staré Hamry</w:t>
      </w:r>
    </w:p>
    <w:p w:rsidR="00F316A8" w:rsidRPr="007802E0" w:rsidRDefault="00F316A8" w:rsidP="00F316A8">
      <w:pPr>
        <w:widowControl w:val="0"/>
        <w:autoSpaceDE w:val="0"/>
        <w:autoSpaceDN w:val="0"/>
        <w:adjustRightInd w:val="0"/>
      </w:pPr>
    </w:p>
    <w:p w:rsidR="00F316A8" w:rsidRPr="007802E0" w:rsidRDefault="00F316A8" w:rsidP="00F316A8">
      <w:pPr>
        <w:widowControl w:val="0"/>
        <w:autoSpaceDE w:val="0"/>
        <w:autoSpaceDN w:val="0"/>
        <w:adjustRightInd w:val="0"/>
      </w:pPr>
      <w:r w:rsidRPr="007802E0">
        <w:t xml:space="preserve">Volební obvod č. 73 Sídlo: Frýdek-Místek </w:t>
      </w:r>
    </w:p>
    <w:p w:rsidR="00F316A8" w:rsidRPr="007802E0" w:rsidRDefault="00F316A8" w:rsidP="00F316A8">
      <w:pPr>
        <w:widowControl w:val="0"/>
        <w:autoSpaceDE w:val="0"/>
        <w:autoSpaceDN w:val="0"/>
        <w:adjustRightInd w:val="0"/>
      </w:pPr>
      <w:r w:rsidRPr="007802E0">
        <w:t xml:space="preserve">východní část okresu Frýdek-Místek, ohraničená na západě obcemi Soběšovice, Lučina, Dolní Domaslavice, Dolní Tošanovice, Horní Tošanovice, Komorní Lhotka, Vyšní Lhoty, Raškovice, Morávka, jižní část okresu Karviná, tvořená obcemi Český Těšín, Chotěbuz </w:t>
      </w:r>
    </w:p>
    <w:p w:rsidR="00F316A8" w:rsidRPr="007802E0" w:rsidRDefault="00F316A8" w:rsidP="00F316A8">
      <w:pPr>
        <w:widowControl w:val="0"/>
        <w:autoSpaceDE w:val="0"/>
        <w:autoSpaceDN w:val="0"/>
        <w:adjustRightInd w:val="0"/>
      </w:pPr>
    </w:p>
    <w:p w:rsidR="00F316A8" w:rsidRPr="007802E0" w:rsidRDefault="00F316A8" w:rsidP="00F316A8">
      <w:pPr>
        <w:widowControl w:val="0"/>
        <w:autoSpaceDE w:val="0"/>
        <w:autoSpaceDN w:val="0"/>
        <w:adjustRightInd w:val="0"/>
      </w:pPr>
      <w:r w:rsidRPr="007802E0">
        <w:t xml:space="preserve">Volební obvod č. 75 Sídlo: Karviná </w:t>
      </w:r>
    </w:p>
    <w:p w:rsidR="00F316A8" w:rsidRPr="007802E0" w:rsidRDefault="00F316A8" w:rsidP="00F316A8">
      <w:pPr>
        <w:widowControl w:val="0"/>
        <w:autoSpaceDE w:val="0"/>
        <w:autoSpaceDN w:val="0"/>
        <w:adjustRightInd w:val="0"/>
      </w:pPr>
      <w:r w:rsidRPr="007802E0">
        <w:t>část okresu Karviná, tvořená obcemi Dětmarovice, Doubrava, Orlová, Horní Suchá, Albrechtice, Těrlicko, Horní Bludovice, Stonava, Karviná, Petrovice u Karviné, část okresu Frýdek-Místek, tvořená obcí Žermanice</w:t>
      </w:r>
    </w:p>
    <w:p w:rsidR="00F316A8" w:rsidRPr="007802E0" w:rsidRDefault="00F316A8" w:rsidP="00F316A8">
      <w:pPr>
        <w:widowControl w:val="0"/>
        <w:autoSpaceDE w:val="0"/>
        <w:autoSpaceDN w:val="0"/>
        <w:adjustRightInd w:val="0"/>
      </w:pPr>
    </w:p>
    <w:p w:rsidR="00F316A8" w:rsidRPr="007802E0" w:rsidRDefault="00F316A8" w:rsidP="00F316A8">
      <w:pPr>
        <w:widowControl w:val="0"/>
        <w:autoSpaceDE w:val="0"/>
        <w:autoSpaceDN w:val="0"/>
        <w:adjustRightInd w:val="0"/>
      </w:pPr>
      <w:r w:rsidRPr="007802E0">
        <w:t xml:space="preserve">Volební obvod č. 78 Sídlo: Zlín </w:t>
      </w:r>
    </w:p>
    <w:p w:rsidR="00F316A8" w:rsidRPr="007802E0" w:rsidRDefault="00F316A8" w:rsidP="00F316A8">
      <w:pPr>
        <w:widowControl w:val="0"/>
        <w:autoSpaceDE w:val="0"/>
        <w:autoSpaceDN w:val="0"/>
        <w:adjustRightInd w:val="0"/>
      </w:pPr>
      <w:r w:rsidRPr="007802E0">
        <w:t>severní část okresu Zlín, ohraničená na jihu obcemi Nedašov, Návojná, Valašské Klobouky, Křekov, Vlachova Lhota, Újezd, Vizovice, Zádveřice-Raková, Lípa, Želechovice nad Dřevnicí, Zlín, Sazovice, Machová, jižní část okresu Vsetín, ohraničená na severu obcemi Hošťálková, Liptál, Seninka, Leskovec, Valašská Polanka, Lužná, Lidečko, Horní Lideč, Střelná“.</w:t>
      </w:r>
    </w:p>
    <w:p w:rsidR="00F316A8" w:rsidRPr="007802E0" w:rsidRDefault="00F316A8" w:rsidP="00F316A8">
      <w:pPr>
        <w:widowControl w:val="0"/>
        <w:autoSpaceDE w:val="0"/>
        <w:autoSpaceDN w:val="0"/>
        <w:adjustRightInd w:val="0"/>
      </w:pPr>
    </w:p>
    <w:p w:rsidR="00F316A8" w:rsidRPr="006B6F20" w:rsidRDefault="00F316A8" w:rsidP="00F316A8">
      <w:pPr>
        <w:widowControl w:val="0"/>
        <w:autoSpaceDE w:val="0"/>
        <w:autoSpaceDN w:val="0"/>
        <w:adjustRightInd w:val="0"/>
        <w:jc w:val="center"/>
      </w:pPr>
    </w:p>
    <w:p w:rsidR="00F316A8" w:rsidRPr="007802E0" w:rsidRDefault="006B6F20" w:rsidP="006B6F20">
      <w:pPr>
        <w:pStyle w:val="lnek"/>
      </w:pPr>
      <w:r>
        <w:t xml:space="preserve">Čl. </w:t>
      </w:r>
      <w:r w:rsidR="00F316A8" w:rsidRPr="007802E0">
        <w:t>II</w:t>
      </w:r>
    </w:p>
    <w:p w:rsidR="00F316A8" w:rsidRPr="007802E0" w:rsidRDefault="00F316A8" w:rsidP="00837841">
      <w:pPr>
        <w:pStyle w:val="Nadpislnku"/>
      </w:pPr>
      <w:r w:rsidRPr="007802E0">
        <w:t xml:space="preserve">Účinnost </w:t>
      </w:r>
    </w:p>
    <w:p w:rsidR="00F316A8" w:rsidRDefault="00F316A8" w:rsidP="00837841">
      <w:pPr>
        <w:pStyle w:val="Textlnku"/>
      </w:pPr>
      <w:r w:rsidRPr="007802E0">
        <w:t>Tento zákon nabývá účinnosti</w:t>
      </w:r>
      <w:r w:rsidR="00336D4F">
        <w:t xml:space="preserve"> patnáctým dnem po j</w:t>
      </w:r>
      <w:bookmarkStart w:id="0" w:name="_GoBack"/>
      <w:bookmarkEnd w:id="0"/>
      <w:r w:rsidR="00336D4F">
        <w:t>eho vyhlášení</w:t>
      </w:r>
      <w:r w:rsidRPr="007802E0">
        <w:t xml:space="preserve">. </w:t>
      </w:r>
    </w:p>
    <w:p w:rsidR="00F316A8" w:rsidRDefault="00F316A8" w:rsidP="00F316A8">
      <w:pPr>
        <w:jc w:val="center"/>
      </w:pPr>
    </w:p>
    <w:p w:rsidR="00F316A8" w:rsidRDefault="00F316A8" w:rsidP="00F316A8">
      <w:pPr>
        <w:jc w:val="center"/>
      </w:pPr>
    </w:p>
    <w:p w:rsidR="00F316A8" w:rsidRDefault="00F316A8" w:rsidP="00F316A8">
      <w:pPr>
        <w:jc w:val="center"/>
      </w:pPr>
    </w:p>
    <w:p w:rsidR="00A73D85" w:rsidRDefault="00A73D85"/>
    <w:sectPr w:rsidR="00A73D8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6A8" w:rsidRDefault="00F316A8">
      <w:r>
        <w:separator/>
      </w:r>
    </w:p>
  </w:endnote>
  <w:endnote w:type="continuationSeparator" w:id="0">
    <w:p w:rsidR="00F316A8" w:rsidRDefault="00F31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6A8" w:rsidRDefault="00F316A8">
      <w:r>
        <w:separator/>
      </w:r>
    </w:p>
  </w:footnote>
  <w:footnote w:type="continuationSeparator" w:id="0">
    <w:p w:rsidR="00F316A8" w:rsidRDefault="00F316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B537D1">
      <w:rPr>
        <w:rStyle w:val="slostrnky"/>
        <w:noProof/>
      </w:rPr>
      <w:t>4</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3">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4">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3"/>
  </w:num>
  <w:num w:numId="2">
    <w:abstractNumId w:val="1"/>
  </w:num>
  <w:num w:numId="3">
    <w:abstractNumId w:val="0"/>
  </w:num>
  <w:num w:numId="4">
    <w:abstractNumId w:val="2"/>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linkStyles/>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Verze_sablony" w:val="2.1"/>
  </w:docVars>
  <w:rsids>
    <w:rsidRoot w:val="00F316A8"/>
    <w:rsid w:val="00266D0A"/>
    <w:rsid w:val="00336D4F"/>
    <w:rsid w:val="006B6F20"/>
    <w:rsid w:val="00837841"/>
    <w:rsid w:val="00A73D85"/>
    <w:rsid w:val="00B16C4B"/>
    <w:rsid w:val="00B537D1"/>
    <w:rsid w:val="00D3190E"/>
    <w:rsid w:val="00F316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40439D0-77C7-45BF-BBC8-11BF5A60F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6D4F"/>
    <w:pPr>
      <w:jc w:val="both"/>
    </w:pPr>
    <w:rPr>
      <w:sz w:val="24"/>
      <w:szCs w:val="24"/>
    </w:rPr>
  </w:style>
  <w:style w:type="paragraph" w:styleId="Nadpis1">
    <w:name w:val="heading 1"/>
    <w:basedOn w:val="Normln"/>
    <w:next w:val="Normln"/>
    <w:qFormat/>
    <w:rsid w:val="00336D4F"/>
    <w:pPr>
      <w:keepNext/>
      <w:spacing w:before="240" w:after="60"/>
      <w:outlineLvl w:val="0"/>
    </w:pPr>
    <w:rPr>
      <w:rFonts w:ascii="Arial" w:hAnsi="Arial"/>
      <w:b/>
      <w:kern w:val="28"/>
      <w:sz w:val="28"/>
    </w:rPr>
  </w:style>
  <w:style w:type="character" w:default="1" w:styleId="Standardnpsmoodstavce">
    <w:name w:val="Default Paragraph Font"/>
    <w:semiHidden/>
    <w:rsid w:val="00336D4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36D4F"/>
  </w:style>
  <w:style w:type="paragraph" w:styleId="Zhlav">
    <w:name w:val="header"/>
    <w:basedOn w:val="Normln"/>
    <w:semiHidden/>
    <w:rsid w:val="00336D4F"/>
    <w:pPr>
      <w:tabs>
        <w:tab w:val="center" w:pos="4536"/>
        <w:tab w:val="right" w:pos="9072"/>
      </w:tabs>
    </w:pPr>
  </w:style>
  <w:style w:type="paragraph" w:customStyle="1" w:styleId="Textparagrafu">
    <w:name w:val="Text paragrafu"/>
    <w:basedOn w:val="Normln"/>
    <w:rsid w:val="00336D4F"/>
    <w:pPr>
      <w:spacing w:before="240"/>
      <w:ind w:firstLine="425"/>
      <w:outlineLvl w:val="5"/>
    </w:pPr>
  </w:style>
  <w:style w:type="paragraph" w:customStyle="1" w:styleId="Paragraf">
    <w:name w:val="Paragraf"/>
    <w:basedOn w:val="Normln"/>
    <w:next w:val="Textodstavce"/>
    <w:rsid w:val="00336D4F"/>
    <w:pPr>
      <w:keepNext/>
      <w:keepLines/>
      <w:spacing w:before="240"/>
      <w:jc w:val="center"/>
      <w:outlineLvl w:val="5"/>
    </w:pPr>
  </w:style>
  <w:style w:type="paragraph" w:customStyle="1" w:styleId="Oddl">
    <w:name w:val="Oddíl"/>
    <w:basedOn w:val="Normln"/>
    <w:next w:val="Nadpisoddlu"/>
    <w:rsid w:val="00336D4F"/>
    <w:pPr>
      <w:keepNext/>
      <w:keepLines/>
      <w:spacing w:before="240"/>
      <w:jc w:val="center"/>
      <w:outlineLvl w:val="4"/>
    </w:pPr>
  </w:style>
  <w:style w:type="paragraph" w:customStyle="1" w:styleId="Nadpisoddlu">
    <w:name w:val="Nadpis oddílu"/>
    <w:basedOn w:val="Normln"/>
    <w:next w:val="Paragraf"/>
    <w:rsid w:val="00336D4F"/>
    <w:pPr>
      <w:keepNext/>
      <w:keepLines/>
      <w:jc w:val="center"/>
      <w:outlineLvl w:val="4"/>
    </w:pPr>
    <w:rPr>
      <w:b/>
    </w:rPr>
  </w:style>
  <w:style w:type="paragraph" w:customStyle="1" w:styleId="Dl">
    <w:name w:val="Díl"/>
    <w:basedOn w:val="Normln"/>
    <w:next w:val="Nadpisdlu"/>
    <w:rsid w:val="00336D4F"/>
    <w:pPr>
      <w:keepNext/>
      <w:keepLines/>
      <w:spacing w:before="240"/>
      <w:jc w:val="center"/>
      <w:outlineLvl w:val="3"/>
    </w:pPr>
  </w:style>
  <w:style w:type="paragraph" w:customStyle="1" w:styleId="Nadpisdlu">
    <w:name w:val="Nadpis dílu"/>
    <w:basedOn w:val="Normln"/>
    <w:next w:val="Oddl"/>
    <w:rsid w:val="00336D4F"/>
    <w:pPr>
      <w:keepNext/>
      <w:keepLines/>
      <w:jc w:val="center"/>
      <w:outlineLvl w:val="3"/>
    </w:pPr>
    <w:rPr>
      <w:b/>
    </w:rPr>
  </w:style>
  <w:style w:type="paragraph" w:customStyle="1" w:styleId="Hlava">
    <w:name w:val="Hlava"/>
    <w:basedOn w:val="Normln"/>
    <w:next w:val="Nadpishlavy"/>
    <w:rsid w:val="00336D4F"/>
    <w:pPr>
      <w:keepNext/>
      <w:keepLines/>
      <w:spacing w:before="240"/>
      <w:jc w:val="center"/>
      <w:outlineLvl w:val="2"/>
    </w:pPr>
  </w:style>
  <w:style w:type="paragraph" w:customStyle="1" w:styleId="Nadpishlavy">
    <w:name w:val="Nadpis hlavy"/>
    <w:basedOn w:val="Normln"/>
    <w:next w:val="Dl"/>
    <w:rsid w:val="00336D4F"/>
    <w:pPr>
      <w:keepNext/>
      <w:keepLines/>
      <w:jc w:val="center"/>
      <w:outlineLvl w:val="2"/>
    </w:pPr>
    <w:rPr>
      <w:b/>
    </w:rPr>
  </w:style>
  <w:style w:type="paragraph" w:customStyle="1" w:styleId="ST">
    <w:name w:val="ČÁST"/>
    <w:basedOn w:val="Normln"/>
    <w:next w:val="NADPISSTI"/>
    <w:rsid w:val="00336D4F"/>
    <w:pPr>
      <w:keepNext/>
      <w:keepLines/>
      <w:spacing w:before="240" w:after="120"/>
      <w:jc w:val="center"/>
      <w:outlineLvl w:val="1"/>
    </w:pPr>
    <w:rPr>
      <w:caps/>
    </w:rPr>
  </w:style>
  <w:style w:type="paragraph" w:customStyle="1" w:styleId="NADPISSTI">
    <w:name w:val="NADPIS ČÁSTI"/>
    <w:basedOn w:val="Normln"/>
    <w:next w:val="Hlava"/>
    <w:rsid w:val="00336D4F"/>
    <w:pPr>
      <w:keepNext/>
      <w:keepLines/>
      <w:jc w:val="center"/>
      <w:outlineLvl w:val="1"/>
    </w:pPr>
    <w:rPr>
      <w:b/>
    </w:rPr>
  </w:style>
  <w:style w:type="paragraph" w:customStyle="1" w:styleId="ZKON">
    <w:name w:val="ZÁKON"/>
    <w:basedOn w:val="Normln"/>
    <w:next w:val="nadpiszkona"/>
    <w:rsid w:val="00336D4F"/>
    <w:pPr>
      <w:keepNext/>
      <w:keepLines/>
      <w:jc w:val="center"/>
      <w:outlineLvl w:val="0"/>
    </w:pPr>
    <w:rPr>
      <w:b/>
      <w:caps/>
    </w:rPr>
  </w:style>
  <w:style w:type="paragraph" w:customStyle="1" w:styleId="nadpiszkona">
    <w:name w:val="nadpis zákona"/>
    <w:basedOn w:val="Normln"/>
    <w:next w:val="Parlament"/>
    <w:rsid w:val="00336D4F"/>
    <w:pPr>
      <w:keepNext/>
      <w:keepLines/>
      <w:spacing w:before="120"/>
      <w:jc w:val="center"/>
      <w:outlineLvl w:val="0"/>
    </w:pPr>
    <w:rPr>
      <w:b/>
    </w:rPr>
  </w:style>
  <w:style w:type="paragraph" w:customStyle="1" w:styleId="Parlament">
    <w:name w:val="Parlament"/>
    <w:basedOn w:val="Normln"/>
    <w:next w:val="ST"/>
    <w:rsid w:val="00336D4F"/>
    <w:pPr>
      <w:keepNext/>
      <w:keepLines/>
      <w:spacing w:before="360" w:after="240"/>
    </w:pPr>
  </w:style>
  <w:style w:type="paragraph" w:customStyle="1" w:styleId="Textlnku">
    <w:name w:val="Text článku"/>
    <w:basedOn w:val="Normln"/>
    <w:rsid w:val="00336D4F"/>
    <w:pPr>
      <w:spacing w:before="240"/>
      <w:ind w:firstLine="425"/>
      <w:outlineLvl w:val="5"/>
    </w:pPr>
  </w:style>
  <w:style w:type="paragraph" w:customStyle="1" w:styleId="lnek">
    <w:name w:val="Článek"/>
    <w:basedOn w:val="Normln"/>
    <w:next w:val="Textodstavce"/>
    <w:rsid w:val="00336D4F"/>
    <w:pPr>
      <w:keepNext/>
      <w:keepLines/>
      <w:spacing w:before="240"/>
      <w:jc w:val="center"/>
      <w:outlineLvl w:val="5"/>
    </w:pPr>
  </w:style>
  <w:style w:type="paragraph" w:customStyle="1" w:styleId="CELEX">
    <w:name w:val="CELEX"/>
    <w:basedOn w:val="Normln"/>
    <w:next w:val="Normln"/>
    <w:rsid w:val="00336D4F"/>
    <w:pPr>
      <w:spacing w:before="60"/>
    </w:pPr>
    <w:rPr>
      <w:i/>
      <w:sz w:val="20"/>
    </w:rPr>
  </w:style>
  <w:style w:type="paragraph" w:customStyle="1" w:styleId="funkce">
    <w:name w:val="funkce"/>
    <w:basedOn w:val="Normln"/>
    <w:rsid w:val="00336D4F"/>
    <w:pPr>
      <w:keepLines/>
      <w:jc w:val="center"/>
    </w:pPr>
  </w:style>
  <w:style w:type="paragraph" w:customStyle="1" w:styleId="Psmeno">
    <w:name w:val="&quot;Písmeno&quot;"/>
    <w:basedOn w:val="Normln"/>
    <w:next w:val="Normln"/>
    <w:rsid w:val="00336D4F"/>
    <w:pPr>
      <w:keepNext/>
      <w:keepLines/>
      <w:ind w:left="425" w:hanging="425"/>
    </w:pPr>
  </w:style>
  <w:style w:type="paragraph" w:customStyle="1" w:styleId="Oznaenpozmn">
    <w:name w:val="Označení pozm.n."/>
    <w:basedOn w:val="Normln"/>
    <w:next w:val="Normln"/>
    <w:rsid w:val="00336D4F"/>
    <w:pPr>
      <w:numPr>
        <w:numId w:val="2"/>
      </w:numPr>
      <w:spacing w:after="120"/>
    </w:pPr>
    <w:rPr>
      <w:b/>
    </w:rPr>
  </w:style>
  <w:style w:type="paragraph" w:customStyle="1" w:styleId="Textpozmn">
    <w:name w:val="Text pozm.n."/>
    <w:basedOn w:val="Normln"/>
    <w:next w:val="Normln"/>
    <w:rsid w:val="00336D4F"/>
    <w:pPr>
      <w:numPr>
        <w:numId w:val="3"/>
      </w:numPr>
      <w:tabs>
        <w:tab w:val="clear" w:pos="425"/>
        <w:tab w:val="left" w:pos="851"/>
      </w:tabs>
      <w:spacing w:after="120"/>
      <w:ind w:left="850"/>
    </w:pPr>
  </w:style>
  <w:style w:type="paragraph" w:customStyle="1" w:styleId="Novelizanbod">
    <w:name w:val="Novelizační bod"/>
    <w:basedOn w:val="Normln"/>
    <w:next w:val="Normln"/>
    <w:rsid w:val="00336D4F"/>
    <w:pPr>
      <w:keepNext/>
      <w:keepLines/>
      <w:numPr>
        <w:numId w:val="4"/>
      </w:numPr>
      <w:tabs>
        <w:tab w:val="left" w:pos="851"/>
      </w:tabs>
      <w:spacing w:before="480" w:after="120"/>
    </w:pPr>
  </w:style>
  <w:style w:type="paragraph" w:customStyle="1" w:styleId="Novelizanbodvpozmn">
    <w:name w:val="Novelizační bod v pozm.n."/>
    <w:basedOn w:val="Normln"/>
    <w:next w:val="Normln"/>
    <w:rsid w:val="00336D4F"/>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36D4F"/>
    <w:pPr>
      <w:keepNext/>
      <w:keepLines/>
      <w:spacing w:after="120"/>
      <w:jc w:val="center"/>
    </w:pPr>
    <w:rPr>
      <w:b/>
      <w:sz w:val="32"/>
    </w:rPr>
  </w:style>
  <w:style w:type="paragraph" w:customStyle="1" w:styleId="Textbodu">
    <w:name w:val="Text bodu"/>
    <w:basedOn w:val="Normln"/>
    <w:rsid w:val="00336D4F"/>
    <w:pPr>
      <w:numPr>
        <w:ilvl w:val="2"/>
        <w:numId w:val="5"/>
      </w:numPr>
      <w:outlineLvl w:val="8"/>
    </w:pPr>
  </w:style>
  <w:style w:type="paragraph" w:customStyle="1" w:styleId="Textpsmene">
    <w:name w:val="Text písmene"/>
    <w:basedOn w:val="Normln"/>
    <w:rsid w:val="00336D4F"/>
    <w:pPr>
      <w:numPr>
        <w:ilvl w:val="1"/>
        <w:numId w:val="5"/>
      </w:numPr>
      <w:outlineLvl w:val="7"/>
    </w:pPr>
  </w:style>
  <w:style w:type="character" w:customStyle="1" w:styleId="Odkaznapoznpodarou">
    <w:name w:val="Odkaz na pozn. pod čarou"/>
    <w:rsid w:val="00336D4F"/>
    <w:rPr>
      <w:vertAlign w:val="superscript"/>
    </w:rPr>
  </w:style>
  <w:style w:type="paragraph" w:customStyle="1" w:styleId="Textodstavce">
    <w:name w:val="Text odstavce"/>
    <w:basedOn w:val="Normln"/>
    <w:rsid w:val="00336D4F"/>
    <w:pPr>
      <w:numPr>
        <w:numId w:val="5"/>
      </w:numPr>
      <w:tabs>
        <w:tab w:val="left" w:pos="851"/>
      </w:tabs>
      <w:spacing w:before="120" w:after="120"/>
      <w:outlineLvl w:val="6"/>
    </w:pPr>
  </w:style>
  <w:style w:type="paragraph" w:customStyle="1" w:styleId="Textbodunovely">
    <w:name w:val="Text bodu novely"/>
    <w:basedOn w:val="Normln"/>
    <w:next w:val="Normln"/>
    <w:rsid w:val="00336D4F"/>
    <w:pPr>
      <w:ind w:left="567" w:hanging="567"/>
    </w:pPr>
  </w:style>
  <w:style w:type="character" w:styleId="slostrnky">
    <w:name w:val="page number"/>
    <w:basedOn w:val="Standardnpsmoodstavce"/>
    <w:semiHidden/>
    <w:rsid w:val="00336D4F"/>
  </w:style>
  <w:style w:type="paragraph" w:styleId="Zpat">
    <w:name w:val="footer"/>
    <w:basedOn w:val="Normln"/>
    <w:semiHidden/>
    <w:rsid w:val="00336D4F"/>
    <w:pPr>
      <w:tabs>
        <w:tab w:val="center" w:pos="4536"/>
        <w:tab w:val="right" w:pos="9072"/>
      </w:tabs>
    </w:pPr>
  </w:style>
  <w:style w:type="paragraph" w:styleId="Textpoznpodarou">
    <w:name w:val="footnote text"/>
    <w:basedOn w:val="Normln"/>
    <w:semiHidden/>
    <w:rsid w:val="00336D4F"/>
    <w:pPr>
      <w:tabs>
        <w:tab w:val="left" w:pos="425"/>
      </w:tabs>
      <w:ind w:left="425" w:hanging="425"/>
    </w:pPr>
    <w:rPr>
      <w:sz w:val="20"/>
    </w:rPr>
  </w:style>
  <w:style w:type="character" w:styleId="Znakapoznpodarou">
    <w:name w:val="footnote reference"/>
    <w:semiHidden/>
    <w:rsid w:val="00336D4F"/>
    <w:rPr>
      <w:vertAlign w:val="superscript"/>
    </w:rPr>
  </w:style>
  <w:style w:type="paragraph" w:styleId="Titulek">
    <w:name w:val="caption"/>
    <w:basedOn w:val="Normln"/>
    <w:next w:val="Normln"/>
    <w:qFormat/>
    <w:rsid w:val="00336D4F"/>
    <w:pPr>
      <w:spacing w:before="120" w:after="120"/>
    </w:pPr>
    <w:rPr>
      <w:b/>
    </w:rPr>
  </w:style>
  <w:style w:type="paragraph" w:customStyle="1" w:styleId="Nvrh">
    <w:name w:val="Návrh"/>
    <w:basedOn w:val="Normln"/>
    <w:next w:val="ZKON"/>
    <w:rsid w:val="00336D4F"/>
    <w:pPr>
      <w:keepNext/>
      <w:keepLines/>
      <w:spacing w:after="240"/>
      <w:jc w:val="center"/>
      <w:outlineLvl w:val="0"/>
    </w:pPr>
    <w:rPr>
      <w:spacing w:val="40"/>
    </w:rPr>
  </w:style>
  <w:style w:type="paragraph" w:customStyle="1" w:styleId="Podpis">
    <w:name w:val="Podpis_"/>
    <w:basedOn w:val="Normln"/>
    <w:next w:val="funkce"/>
    <w:rsid w:val="00336D4F"/>
    <w:pPr>
      <w:keepNext/>
      <w:keepLines/>
      <w:spacing w:before="720"/>
      <w:jc w:val="center"/>
    </w:pPr>
  </w:style>
  <w:style w:type="paragraph" w:customStyle="1" w:styleId="VARIANTA">
    <w:name w:val="VARIANTA"/>
    <w:basedOn w:val="Normln"/>
    <w:next w:val="Normln"/>
    <w:rsid w:val="00336D4F"/>
    <w:pPr>
      <w:keepNext/>
      <w:spacing w:before="120" w:after="120"/>
    </w:pPr>
    <w:rPr>
      <w:caps/>
      <w:spacing w:val="60"/>
    </w:rPr>
  </w:style>
  <w:style w:type="paragraph" w:customStyle="1" w:styleId="VARIANTA-konec">
    <w:name w:val="VARIANTA - konec"/>
    <w:basedOn w:val="Normln"/>
    <w:next w:val="Normln"/>
    <w:rsid w:val="00336D4F"/>
    <w:rPr>
      <w:caps/>
      <w:spacing w:val="60"/>
    </w:rPr>
  </w:style>
  <w:style w:type="paragraph" w:customStyle="1" w:styleId="Nadpisparagrafu">
    <w:name w:val="Nadpis paragrafu"/>
    <w:basedOn w:val="Paragraf"/>
    <w:next w:val="Textodstavce"/>
    <w:rsid w:val="00336D4F"/>
    <w:rPr>
      <w:b/>
    </w:rPr>
  </w:style>
  <w:style w:type="paragraph" w:customStyle="1" w:styleId="Nadpislnku">
    <w:name w:val="Nadpis článku"/>
    <w:basedOn w:val="lnek"/>
    <w:next w:val="Textodstavce"/>
    <w:rsid w:val="00336D4F"/>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2</TotalTime>
  <Pages>4</Pages>
  <Words>1439</Words>
  <Characters>8493</Characters>
  <Application>Microsoft Office Word</Application>
  <DocSecurity>0</DocSecurity>
  <Lines>70</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9913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2</cp:revision>
  <dcterms:created xsi:type="dcterms:W3CDTF">2018-03-02T12:18:00Z</dcterms:created>
  <dcterms:modified xsi:type="dcterms:W3CDTF">2018-03-02T12:18:00Z</dcterms:modified>
  <cp:category/>
</cp:coreProperties>
</file>