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427A81" w:rsidP="000E730C">
      <w:pPr>
        <w:pStyle w:val="PS-hlavika2"/>
      </w:pPr>
      <w:r>
        <w:t>2017</w:t>
      </w:r>
    </w:p>
    <w:p w:rsidR="00DC29E4" w:rsidRDefault="00907376" w:rsidP="00377253">
      <w:pPr>
        <w:pStyle w:val="PS-hlavika1"/>
      </w:pPr>
      <w:r>
        <w:t>8</w:t>
      </w:r>
      <w:r w:rsidR="00DC29E4">
        <w:t>. volební období</w:t>
      </w:r>
    </w:p>
    <w:p w:rsidR="00DC29E4" w:rsidRDefault="00B52E30" w:rsidP="000E730C">
      <w:pPr>
        <w:pStyle w:val="PS-slousnesen"/>
      </w:pPr>
      <w:r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00749" w:rsidP="00377253">
      <w:pPr>
        <w:pStyle w:val="PS-hlavika1"/>
      </w:pPr>
      <w:r>
        <w:t>K</w:t>
      </w:r>
      <w:r w:rsidR="001051F4">
        <w:t>ontrolního výboru</w:t>
      </w:r>
    </w:p>
    <w:p w:rsidR="00DC29E4" w:rsidRDefault="00346DE8" w:rsidP="00377253">
      <w:pPr>
        <w:pStyle w:val="PS-hlavika1"/>
      </w:pPr>
      <w:r>
        <w:t>z 2</w:t>
      </w:r>
      <w:r w:rsidR="00DC29E4">
        <w:t>. schůze</w:t>
      </w:r>
    </w:p>
    <w:p w:rsidR="00DC29E4" w:rsidRDefault="00FD1164" w:rsidP="00377253">
      <w:pPr>
        <w:pStyle w:val="PS-hlavika1"/>
      </w:pPr>
      <w:r>
        <w:t xml:space="preserve">ze dne </w:t>
      </w:r>
      <w:r w:rsidR="00346DE8">
        <w:t>7. prosince</w:t>
      </w:r>
      <w:r w:rsidR="00427A81">
        <w:t xml:space="preserve">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1E652B" w:rsidRDefault="00C6773A" w:rsidP="008A049E">
      <w:pPr>
        <w:pStyle w:val="Normlnweb"/>
        <w:spacing w:after="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ke Stanovisku</w:t>
      </w:r>
      <w:r w:rsidRPr="008F048F">
        <w:rPr>
          <w:color w:val="000000"/>
          <w:spacing w:val="-4"/>
        </w:rPr>
        <w:t xml:space="preserve"> Nejvyššího kontrolního úřadu ke Zprávě o plnění státního rozpočtu Čes</w:t>
      </w:r>
      <w:r>
        <w:rPr>
          <w:color w:val="000000"/>
          <w:spacing w:val="-4"/>
        </w:rPr>
        <w:t>ké republiky za 1. pololetí 2017 (sněmovní tisk 4/1</w:t>
      </w:r>
      <w:r w:rsidRPr="008F048F">
        <w:rPr>
          <w:color w:val="000000"/>
          <w:spacing w:val="-4"/>
        </w:rPr>
        <w:t>)</w:t>
      </w:r>
      <w:r w:rsidR="00D16776">
        <w:rPr>
          <w:spacing w:val="-3"/>
        </w:rPr>
        <w:t xml:space="preserve"> </w:t>
      </w:r>
    </w:p>
    <w:p w:rsidR="003B1EBB" w:rsidRDefault="003B1EBB" w:rsidP="003D1BC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6773A" w:rsidRDefault="00C6773A" w:rsidP="00C6773A">
      <w:pPr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D002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Kontrolní výbor Poslanecké sněmovny Parlamentu ČR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 úvodním výkladu </w:t>
      </w:r>
      <w:r w:rsidR="00B635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člena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Nejvyššího kontrolního úřadu </w:t>
      </w:r>
      <w:r w:rsidR="00B635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Jiřího Adámka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stanovisku náměstka ministra financí </w:t>
      </w:r>
      <w:r w:rsidR="00B004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Petra Paveleka,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zpravodajské zprávě poslance </w:t>
      </w:r>
      <w:r w:rsidR="002C206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Romana Kubíčka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po rozpravě</w:t>
      </w:r>
    </w:p>
    <w:p w:rsidR="00C6773A" w:rsidRDefault="00C6773A" w:rsidP="00C6773A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6773A" w:rsidRPr="009461D1" w:rsidRDefault="00C6773A" w:rsidP="00F6315C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bookmarkStart w:id="0" w:name="_GoBack"/>
      <w:bookmarkEnd w:id="0"/>
    </w:p>
    <w:p w:rsidR="00C6773A" w:rsidRPr="00C6773A" w:rsidRDefault="00C6773A" w:rsidP="00C6773A">
      <w:pPr>
        <w:pStyle w:val="Odstavecseseznamem"/>
        <w:numPr>
          <w:ilvl w:val="0"/>
          <w:numId w:val="20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F048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bere na vědomí </w:t>
      </w:r>
      <w:r w:rsidRPr="008F04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Stanovisko Nejvyššího kontrolního úřadu ke Zprávě o plnění státního rozpočtu Čes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ké republiky za 1. pololetí 2017 (sněmovní tisk 4/1</w:t>
      </w:r>
      <w:r w:rsidRPr="008F04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);</w:t>
      </w:r>
    </w:p>
    <w:p w:rsidR="00C6773A" w:rsidRDefault="00C6773A" w:rsidP="00C6773A">
      <w:pPr>
        <w:pStyle w:val="Odstavecseseznamem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46EF6" w:rsidRPr="00C6773A" w:rsidRDefault="00846EF6" w:rsidP="00C6773A">
      <w:pPr>
        <w:pStyle w:val="Odstavecseseznamem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07376" w:rsidRPr="00C6773A" w:rsidRDefault="00C6773A" w:rsidP="00C6773A">
      <w:pPr>
        <w:pStyle w:val="Odstavecseseznamem"/>
        <w:numPr>
          <w:ilvl w:val="0"/>
          <w:numId w:val="20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6773A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C677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</w:t>
      </w:r>
      <w:r w:rsidRPr="00C6773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aby s tímto usnesením seznámil předsedu Poslanecké sněmovny Parlamentu ČR, prezidenta Nejvyššího kontrolního úřadu a ministra financí</w:t>
      </w:r>
      <w:r w:rsidRPr="00C677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907376" w:rsidRPr="00D16776" w:rsidRDefault="00907376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907376" w:rsidRDefault="00907376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346DE8" w:rsidRDefault="00346DE8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346DE8" w:rsidRDefault="00346DE8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346DE8" w:rsidRDefault="00346DE8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C6773A" w:rsidRDefault="00C6773A" w:rsidP="00C6773A">
      <w:pPr>
        <w:rPr>
          <w:rFonts w:ascii="Times New Roman" w:hAnsi="Times New Roman"/>
          <w:sz w:val="24"/>
          <w:szCs w:val="24"/>
        </w:rPr>
      </w:pPr>
    </w:p>
    <w:p w:rsidR="00C6773A" w:rsidRPr="0020711B" w:rsidRDefault="00C6773A" w:rsidP="00C6773A">
      <w:pPr>
        <w:rPr>
          <w:rFonts w:ascii="Times New Roman" w:hAnsi="Times New Roman"/>
          <w:sz w:val="24"/>
          <w:szCs w:val="24"/>
        </w:rPr>
      </w:pPr>
    </w:p>
    <w:p w:rsidR="00C6773A" w:rsidRPr="003B1EBB" w:rsidRDefault="00C6773A" w:rsidP="00C6773A">
      <w:pPr>
        <w:pStyle w:val="Odstavecseseznamem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C6773A" w:rsidTr="0095512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73A" w:rsidRDefault="000A7941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Pr="00254049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C6773A"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73A" w:rsidRDefault="000A7941" w:rsidP="000A794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</w:t>
            </w:r>
            <w:r>
              <w:rPr>
                <w:rFonts w:ascii="Times New Roman" w:hAnsi="Times New Roman"/>
                <w:caps/>
                <w:sz w:val="24"/>
              </w:rPr>
              <w:t>.</w:t>
            </w:r>
            <w:proofErr w:type="gramEnd"/>
          </w:p>
        </w:tc>
      </w:tr>
      <w:tr w:rsidR="00C6773A" w:rsidTr="0095512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E29" w:rsidRDefault="003C2E29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- </w:t>
            </w:r>
            <w:r w:rsidR="00C6773A">
              <w:rPr>
                <w:rFonts w:ascii="Times New Roman" w:hAnsi="Times New Roman"/>
                <w:sz w:val="24"/>
              </w:rPr>
              <w:t>o</w:t>
            </w:r>
            <w:r w:rsidR="00C6773A" w:rsidRPr="00106842">
              <w:rPr>
                <w:rFonts w:ascii="Times New Roman" w:hAnsi="Times New Roman"/>
                <w:sz w:val="24"/>
              </w:rPr>
              <w:t>věřovatel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C6773A" w:rsidRDefault="003C2E29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 w:rsidR="00C6773A">
              <w:rPr>
                <w:rFonts w:ascii="Times New Roman" w:hAnsi="Times New Roman"/>
                <w:sz w:val="24"/>
              </w:rPr>
              <w:t>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2E29" w:rsidRDefault="003C2E29" w:rsidP="000A794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- zpravodaj </w:t>
            </w:r>
          </w:p>
          <w:p w:rsidR="00C6773A" w:rsidRDefault="003C2E29" w:rsidP="000A794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 w:rsidR="000A7941">
              <w:rPr>
                <w:rFonts w:ascii="Times New Roman" w:hAnsi="Times New Roman"/>
                <w:sz w:val="24"/>
              </w:rPr>
              <w:t>ontrolního výboru</w:t>
            </w:r>
          </w:p>
        </w:tc>
      </w:tr>
      <w:tr w:rsidR="00C6773A" w:rsidTr="00955129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73A" w:rsidRDefault="00C6773A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773A" w:rsidRDefault="00C6773A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773A" w:rsidRDefault="00C6773A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773A" w:rsidRDefault="00C6773A" w:rsidP="00955129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73A" w:rsidTr="00955129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73A" w:rsidRDefault="00C6773A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73A" w:rsidTr="00955129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73A" w:rsidRDefault="00C6773A" w:rsidP="0095512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773A" w:rsidRDefault="00C6773A" w:rsidP="00C6773A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p w:rsidR="00B715B6" w:rsidRPr="00907376" w:rsidRDefault="00B715B6" w:rsidP="00C6773A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sectPr w:rsidR="00B715B6" w:rsidRPr="00907376" w:rsidSect="00DB6F8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EF93144"/>
    <w:multiLevelType w:val="singleLevel"/>
    <w:tmpl w:val="8EC24624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>
    <w:nsid w:val="2FCD1406"/>
    <w:multiLevelType w:val="hybridMultilevel"/>
    <w:tmpl w:val="54B2B2F2"/>
    <w:lvl w:ilvl="0" w:tplc="AFD06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4F1944C5"/>
    <w:multiLevelType w:val="singleLevel"/>
    <w:tmpl w:val="0405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5A814F57"/>
    <w:multiLevelType w:val="singleLevel"/>
    <w:tmpl w:val="103C4D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70D1529E"/>
    <w:multiLevelType w:val="singleLevel"/>
    <w:tmpl w:val="9DC4136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8">
    <w:nsid w:val="79871185"/>
    <w:multiLevelType w:val="hybridMultilevel"/>
    <w:tmpl w:val="E5C6632E"/>
    <w:lvl w:ilvl="0" w:tplc="4536A2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36BE0"/>
    <w:multiLevelType w:val="hybridMultilevel"/>
    <w:tmpl w:val="91980CC6"/>
    <w:lvl w:ilvl="0" w:tplc="7D687B6E">
      <w:start w:val="1"/>
      <w:numFmt w:val="upperRoman"/>
      <w:lvlText w:val="%1."/>
      <w:lvlJc w:val="left"/>
      <w:pPr>
        <w:ind w:left="715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5" w:hanging="360"/>
      </w:pPr>
    </w:lvl>
    <w:lvl w:ilvl="2" w:tplc="0405001B" w:tentative="1">
      <w:start w:val="1"/>
      <w:numFmt w:val="lowerRoman"/>
      <w:lvlText w:val="%3."/>
      <w:lvlJc w:val="right"/>
      <w:pPr>
        <w:ind w:left="1795" w:hanging="180"/>
      </w:pPr>
    </w:lvl>
    <w:lvl w:ilvl="3" w:tplc="0405000F" w:tentative="1">
      <w:start w:val="1"/>
      <w:numFmt w:val="decimal"/>
      <w:lvlText w:val="%4."/>
      <w:lvlJc w:val="left"/>
      <w:pPr>
        <w:ind w:left="2515" w:hanging="360"/>
      </w:pPr>
    </w:lvl>
    <w:lvl w:ilvl="4" w:tplc="04050019" w:tentative="1">
      <w:start w:val="1"/>
      <w:numFmt w:val="lowerLetter"/>
      <w:lvlText w:val="%5."/>
      <w:lvlJc w:val="left"/>
      <w:pPr>
        <w:ind w:left="3235" w:hanging="360"/>
      </w:pPr>
    </w:lvl>
    <w:lvl w:ilvl="5" w:tplc="0405001B" w:tentative="1">
      <w:start w:val="1"/>
      <w:numFmt w:val="lowerRoman"/>
      <w:lvlText w:val="%6."/>
      <w:lvlJc w:val="right"/>
      <w:pPr>
        <w:ind w:left="3955" w:hanging="180"/>
      </w:pPr>
    </w:lvl>
    <w:lvl w:ilvl="6" w:tplc="0405000F" w:tentative="1">
      <w:start w:val="1"/>
      <w:numFmt w:val="decimal"/>
      <w:lvlText w:val="%7."/>
      <w:lvlJc w:val="left"/>
      <w:pPr>
        <w:ind w:left="4675" w:hanging="360"/>
      </w:pPr>
    </w:lvl>
    <w:lvl w:ilvl="7" w:tplc="04050019" w:tentative="1">
      <w:start w:val="1"/>
      <w:numFmt w:val="lowerLetter"/>
      <w:lvlText w:val="%8."/>
      <w:lvlJc w:val="left"/>
      <w:pPr>
        <w:ind w:left="5395" w:hanging="360"/>
      </w:pPr>
    </w:lvl>
    <w:lvl w:ilvl="8" w:tplc="0405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7"/>
  </w:num>
  <w:num w:numId="16">
    <w:abstractNumId w:val="12"/>
  </w:num>
  <w:num w:numId="17">
    <w:abstractNumId w:val="16"/>
  </w:num>
  <w:num w:numId="18">
    <w:abstractNumId w:val="15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7B79"/>
    <w:rsid w:val="0004138F"/>
    <w:rsid w:val="000476E4"/>
    <w:rsid w:val="00071E9F"/>
    <w:rsid w:val="000A7941"/>
    <w:rsid w:val="000B0A92"/>
    <w:rsid w:val="000C5278"/>
    <w:rsid w:val="000E730C"/>
    <w:rsid w:val="000F52F4"/>
    <w:rsid w:val="00103C04"/>
    <w:rsid w:val="001051F4"/>
    <w:rsid w:val="00106842"/>
    <w:rsid w:val="0012650C"/>
    <w:rsid w:val="00147C40"/>
    <w:rsid w:val="00156B26"/>
    <w:rsid w:val="001A11D8"/>
    <w:rsid w:val="001B45F3"/>
    <w:rsid w:val="001C050E"/>
    <w:rsid w:val="001C25DB"/>
    <w:rsid w:val="001D0461"/>
    <w:rsid w:val="001D4140"/>
    <w:rsid w:val="001E09AB"/>
    <w:rsid w:val="001E652B"/>
    <w:rsid w:val="001E7CE4"/>
    <w:rsid w:val="00200749"/>
    <w:rsid w:val="0020711B"/>
    <w:rsid w:val="00211C93"/>
    <w:rsid w:val="00230024"/>
    <w:rsid w:val="00254049"/>
    <w:rsid w:val="00257E6E"/>
    <w:rsid w:val="00265CCD"/>
    <w:rsid w:val="00272E1B"/>
    <w:rsid w:val="00297E73"/>
    <w:rsid w:val="002A2F32"/>
    <w:rsid w:val="002B0536"/>
    <w:rsid w:val="002B0FB6"/>
    <w:rsid w:val="002B60B3"/>
    <w:rsid w:val="002C1672"/>
    <w:rsid w:val="002C2062"/>
    <w:rsid w:val="002C6BED"/>
    <w:rsid w:val="002D16E7"/>
    <w:rsid w:val="002D5CAA"/>
    <w:rsid w:val="002F6305"/>
    <w:rsid w:val="0034304A"/>
    <w:rsid w:val="00346DE8"/>
    <w:rsid w:val="00350CEA"/>
    <w:rsid w:val="00356011"/>
    <w:rsid w:val="0037424E"/>
    <w:rsid w:val="00377253"/>
    <w:rsid w:val="003B1EBB"/>
    <w:rsid w:val="003C2E29"/>
    <w:rsid w:val="003C4B25"/>
    <w:rsid w:val="003D1BC0"/>
    <w:rsid w:val="003D2033"/>
    <w:rsid w:val="003E7BD5"/>
    <w:rsid w:val="00407850"/>
    <w:rsid w:val="00410062"/>
    <w:rsid w:val="00427A81"/>
    <w:rsid w:val="00431361"/>
    <w:rsid w:val="004575BE"/>
    <w:rsid w:val="00484011"/>
    <w:rsid w:val="004B237F"/>
    <w:rsid w:val="004C35DE"/>
    <w:rsid w:val="004C7D3D"/>
    <w:rsid w:val="004D1097"/>
    <w:rsid w:val="004D61F8"/>
    <w:rsid w:val="004E4749"/>
    <w:rsid w:val="00516AD5"/>
    <w:rsid w:val="005227BF"/>
    <w:rsid w:val="00545DDD"/>
    <w:rsid w:val="00566A4C"/>
    <w:rsid w:val="00595526"/>
    <w:rsid w:val="005A5214"/>
    <w:rsid w:val="005C30D7"/>
    <w:rsid w:val="005D463D"/>
    <w:rsid w:val="005E094C"/>
    <w:rsid w:val="005F5C15"/>
    <w:rsid w:val="005F6CAE"/>
    <w:rsid w:val="0061552E"/>
    <w:rsid w:val="00620764"/>
    <w:rsid w:val="00644849"/>
    <w:rsid w:val="006679FF"/>
    <w:rsid w:val="006B4118"/>
    <w:rsid w:val="006B7B60"/>
    <w:rsid w:val="006E7865"/>
    <w:rsid w:val="00717366"/>
    <w:rsid w:val="007577C4"/>
    <w:rsid w:val="007C62DA"/>
    <w:rsid w:val="007D2B13"/>
    <w:rsid w:val="007D5EE1"/>
    <w:rsid w:val="007E1D0B"/>
    <w:rsid w:val="007E426D"/>
    <w:rsid w:val="007F45B5"/>
    <w:rsid w:val="00812496"/>
    <w:rsid w:val="00820057"/>
    <w:rsid w:val="00830BFE"/>
    <w:rsid w:val="00840294"/>
    <w:rsid w:val="00846EF6"/>
    <w:rsid w:val="00872A3B"/>
    <w:rsid w:val="00893C29"/>
    <w:rsid w:val="00897AA0"/>
    <w:rsid w:val="008A049E"/>
    <w:rsid w:val="008B7AA8"/>
    <w:rsid w:val="008D56DB"/>
    <w:rsid w:val="00903269"/>
    <w:rsid w:val="00907376"/>
    <w:rsid w:val="00913979"/>
    <w:rsid w:val="009825D0"/>
    <w:rsid w:val="00997120"/>
    <w:rsid w:val="009A0BA4"/>
    <w:rsid w:val="009A676F"/>
    <w:rsid w:val="009C121E"/>
    <w:rsid w:val="009D2AA6"/>
    <w:rsid w:val="009D7773"/>
    <w:rsid w:val="009E0F28"/>
    <w:rsid w:val="00A202E7"/>
    <w:rsid w:val="00A248B5"/>
    <w:rsid w:val="00A32EBB"/>
    <w:rsid w:val="00A46CDA"/>
    <w:rsid w:val="00AA0D27"/>
    <w:rsid w:val="00AB2C17"/>
    <w:rsid w:val="00AD3353"/>
    <w:rsid w:val="00B00485"/>
    <w:rsid w:val="00B0549A"/>
    <w:rsid w:val="00B07B96"/>
    <w:rsid w:val="00B13892"/>
    <w:rsid w:val="00B3239E"/>
    <w:rsid w:val="00B52E30"/>
    <w:rsid w:val="00B53E8D"/>
    <w:rsid w:val="00B63598"/>
    <w:rsid w:val="00B715B6"/>
    <w:rsid w:val="00B85450"/>
    <w:rsid w:val="00B900A6"/>
    <w:rsid w:val="00BD1E6B"/>
    <w:rsid w:val="00BD2AD9"/>
    <w:rsid w:val="00BE75B8"/>
    <w:rsid w:val="00C10257"/>
    <w:rsid w:val="00C56014"/>
    <w:rsid w:val="00C60F76"/>
    <w:rsid w:val="00C6773A"/>
    <w:rsid w:val="00C941D4"/>
    <w:rsid w:val="00CB2B3F"/>
    <w:rsid w:val="00CC40FF"/>
    <w:rsid w:val="00CC6544"/>
    <w:rsid w:val="00D16776"/>
    <w:rsid w:val="00D22D3C"/>
    <w:rsid w:val="00D65E59"/>
    <w:rsid w:val="00D76FB3"/>
    <w:rsid w:val="00D84F90"/>
    <w:rsid w:val="00D95C64"/>
    <w:rsid w:val="00DB6F85"/>
    <w:rsid w:val="00DC29E4"/>
    <w:rsid w:val="00E353B8"/>
    <w:rsid w:val="00E52B37"/>
    <w:rsid w:val="00E76C21"/>
    <w:rsid w:val="00EB4571"/>
    <w:rsid w:val="00EC2249"/>
    <w:rsid w:val="00ED15A8"/>
    <w:rsid w:val="00ED47DA"/>
    <w:rsid w:val="00EF3B15"/>
    <w:rsid w:val="00EF679B"/>
    <w:rsid w:val="00F219AA"/>
    <w:rsid w:val="00F6315C"/>
    <w:rsid w:val="00FB3582"/>
    <w:rsid w:val="00FC7C15"/>
    <w:rsid w:val="00FD1164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semiHidden/>
    <w:rsid w:val="00D16776"/>
    <w:pPr>
      <w:tabs>
        <w:tab w:val="left" w:pos="-720"/>
        <w:tab w:val="left" w:pos="709"/>
      </w:tabs>
      <w:suppressAutoHyphens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1677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7B2C6-720E-4876-A274-8AF9C4B3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11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21</cp:revision>
  <cp:lastPrinted>2017-11-28T13:07:00Z</cp:lastPrinted>
  <dcterms:created xsi:type="dcterms:W3CDTF">2017-11-30T09:01:00Z</dcterms:created>
  <dcterms:modified xsi:type="dcterms:W3CDTF">2017-12-07T09:23:00Z</dcterms:modified>
</cp:coreProperties>
</file>