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F24C89" w:rsidP="00103C04">
      <w:pPr>
        <w:pStyle w:val="PS-rovkd"/>
      </w:pPr>
      <w:r>
        <w:t>PS160047238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8157A6" w:rsidP="000E730C">
      <w:pPr>
        <w:pStyle w:val="PS-slousnesen"/>
      </w:pPr>
      <w:r>
        <w:t>249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7664E1">
        <w:t>71</w:t>
      </w:r>
      <w:proofErr w:type="gramEnd"/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7664E1">
        <w:t>2</w:t>
      </w:r>
      <w:r>
        <w:t xml:space="preserve">. </w:t>
      </w:r>
      <w:r w:rsidR="007664E1">
        <w:t>září</w:t>
      </w:r>
      <w:r w:rsidR="00A80159">
        <w:t xml:space="preserve"> 2016</w:t>
      </w:r>
    </w:p>
    <w:p w:rsidR="00DC29E4" w:rsidRPr="00F84331" w:rsidRDefault="008908FD" w:rsidP="008908FD">
      <w:pPr>
        <w:pStyle w:val="PS-pedmtusnesen"/>
        <w:rPr>
          <w:sz w:val="20"/>
          <w:szCs w:val="20"/>
          <w:lang w:eastAsia="cs-CZ"/>
        </w:rPr>
      </w:pPr>
      <w:r>
        <w:t xml:space="preserve">Návrh poslanců Stanislava </w:t>
      </w:r>
      <w:proofErr w:type="spellStart"/>
      <w:r>
        <w:t>Polčáka</w:t>
      </w:r>
      <w:proofErr w:type="spellEnd"/>
      <w:r>
        <w:t>, Jana Farského a Marka Ženíška na vydání ústavního zákona, kterým se mění ústavní zákon č. 1/1993 Sb., Ústava České republiky, ve znění pozdějších předpisů (tisk 233)</w:t>
      </w:r>
    </w:p>
    <w:p w:rsidR="008908FD" w:rsidRDefault="008908FD" w:rsidP="008908FD">
      <w:pPr>
        <w:pStyle w:val="Normlnweb"/>
        <w:spacing w:after="0"/>
        <w:ind w:firstLine="708"/>
        <w:jc w:val="both"/>
      </w:pPr>
      <w:r>
        <w:t xml:space="preserve">Po odůvodnění člena návrhové skupiny poslanců </w:t>
      </w:r>
      <w:proofErr w:type="spellStart"/>
      <w:r>
        <w:t>posl</w:t>
      </w:r>
      <w:proofErr w:type="spellEnd"/>
      <w:r>
        <w:t xml:space="preserve">. Mgr. Jana Farského, zpravodajky </w:t>
      </w:r>
      <w:proofErr w:type="spellStart"/>
      <w:r>
        <w:t>posl</w:t>
      </w:r>
      <w:proofErr w:type="spellEnd"/>
      <w:r w:rsidR="008157A6">
        <w:t>. Mgr. Marie Benešové a po</w:t>
      </w:r>
      <w:r>
        <w:t xml:space="preserve"> rozpravě</w:t>
      </w:r>
    </w:p>
    <w:p w:rsidR="008908FD" w:rsidRPr="00A80159" w:rsidRDefault="008908FD" w:rsidP="008908FD">
      <w:pPr>
        <w:pStyle w:val="Odstavecseseznamem"/>
        <w:ind w:left="1080"/>
      </w:pPr>
    </w:p>
    <w:p w:rsidR="008908FD" w:rsidRDefault="008908FD" w:rsidP="008908FD">
      <w:pPr>
        <w:pStyle w:val="PS-uvodnodstavec"/>
        <w:ind w:firstLine="0"/>
      </w:pPr>
      <w:r>
        <w:t>ústavně právní výbor</w:t>
      </w:r>
    </w:p>
    <w:p w:rsidR="008908FD" w:rsidRPr="008908FD" w:rsidRDefault="008908FD" w:rsidP="008908FD"/>
    <w:p w:rsidR="00DF56F2" w:rsidRPr="0069200B" w:rsidRDefault="00DF56F2" w:rsidP="008908FD">
      <w:pPr>
        <w:pStyle w:val="sdendnote-western"/>
        <w:numPr>
          <w:ilvl w:val="0"/>
          <w:numId w:val="25"/>
        </w:numPr>
      </w:pPr>
      <w:r w:rsidRPr="0069200B">
        <w:rPr>
          <w:rStyle w:val="proloenChar"/>
        </w:rPr>
        <w:t>přerušuje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projednávání tisku</w:t>
      </w:r>
      <w:r w:rsidR="008908FD">
        <w:rPr>
          <w:rFonts w:ascii="Times New Roman" w:hAnsi="Times New Roman"/>
          <w:color w:val="000000"/>
        </w:rPr>
        <w:t xml:space="preserve"> 233.</w:t>
      </w:r>
    </w:p>
    <w:p w:rsidR="00DF56F2" w:rsidRPr="0069200B" w:rsidRDefault="00DF56F2" w:rsidP="00DF56F2">
      <w:pPr>
        <w:pStyle w:val="sdendnote-western"/>
      </w:pPr>
    </w:p>
    <w:p w:rsidR="00BD5033" w:rsidRDefault="00BD5033" w:rsidP="00BD5033"/>
    <w:p w:rsidR="00F42233" w:rsidRDefault="00F42233" w:rsidP="00F42233">
      <w:pPr>
        <w:pStyle w:val="sdendnote-western"/>
        <w:ind w:left="1080"/>
        <w:rPr>
          <w:rStyle w:val="proloenChar"/>
        </w:rPr>
      </w:pPr>
    </w:p>
    <w:p w:rsidR="00BD5033" w:rsidRPr="00BD5033" w:rsidRDefault="00BD5033" w:rsidP="00BD5033"/>
    <w:p w:rsidR="00106842" w:rsidRPr="00106842" w:rsidRDefault="0081364C" w:rsidP="00C72A48">
      <w:pPr>
        <w:keepNext/>
        <w:tabs>
          <w:tab w:val="center" w:pos="1701"/>
          <w:tab w:val="center" w:pos="4253"/>
          <w:tab w:val="center" w:pos="6804"/>
        </w:tabs>
        <w:spacing w:before="1000" w:after="0" w:line="240" w:lineRule="auto"/>
      </w:pPr>
      <w:r>
        <w:tab/>
      </w:r>
      <w:r w:rsidR="008908FD">
        <w:t xml:space="preserve">Mgr. </w:t>
      </w:r>
      <w:proofErr w:type="gramStart"/>
      <w:r w:rsidR="008908FD">
        <w:t>Marie  BENEŠOVÁ</w:t>
      </w:r>
      <w:proofErr w:type="gramEnd"/>
      <w:r w:rsidR="00F24C89">
        <w:t xml:space="preserve"> v. r.</w:t>
      </w:r>
      <w:r w:rsidR="00BD5033">
        <w:tab/>
      </w:r>
      <w:r w:rsidR="00BD5033">
        <w:tab/>
      </w:r>
      <w:r w:rsidR="008157A6">
        <w:t>Mgr. Jan  FARSKÝ</w:t>
      </w:r>
      <w:r w:rsidR="00F24C89">
        <w:t xml:space="preserve"> v. r.</w:t>
      </w:r>
    </w:p>
    <w:p w:rsidR="00106842" w:rsidRDefault="00106842" w:rsidP="009F6598">
      <w:pPr>
        <w:keepNext/>
        <w:tabs>
          <w:tab w:val="center" w:pos="1701"/>
          <w:tab w:val="center" w:pos="6804"/>
        </w:tabs>
        <w:spacing w:after="0" w:line="240" w:lineRule="auto"/>
      </w:pPr>
      <w:r w:rsidRPr="00106842">
        <w:tab/>
      </w:r>
      <w:r w:rsidR="00A80159">
        <w:t>zpravodaj</w:t>
      </w:r>
      <w:r w:rsidR="008908FD">
        <w:t>ka</w:t>
      </w:r>
      <w:r w:rsidR="00A80159">
        <w:t xml:space="preserve"> výboru</w:t>
      </w:r>
      <w:r w:rsidR="002C04A8">
        <w:tab/>
      </w:r>
      <w:r w:rsidR="00A80159">
        <w:t>ověřovatel výboru</w:t>
      </w:r>
    </w:p>
    <w:p w:rsidR="008157A6" w:rsidRPr="00106842" w:rsidRDefault="008157A6" w:rsidP="009F6598">
      <w:pPr>
        <w:keepNext/>
        <w:tabs>
          <w:tab w:val="center" w:pos="1701"/>
          <w:tab w:val="center" w:pos="6804"/>
        </w:tabs>
        <w:spacing w:after="0" w:line="240" w:lineRule="auto"/>
      </w:pPr>
    </w:p>
    <w:p w:rsidR="00106842" w:rsidRPr="00254049" w:rsidRDefault="00A80159" w:rsidP="00FD76F9">
      <w:pPr>
        <w:tabs>
          <w:tab w:val="center" w:pos="1701"/>
          <w:tab w:val="center" w:pos="4253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F24C89">
        <w:t xml:space="preserve"> v. r.</w:t>
      </w:r>
      <w:bookmarkStart w:id="0" w:name="_GoBack"/>
      <w:bookmarkEnd w:id="0"/>
    </w:p>
    <w:p w:rsidR="00106842" w:rsidRDefault="00106842" w:rsidP="0081364C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A31D88"/>
    <w:multiLevelType w:val="multilevel"/>
    <w:tmpl w:val="399CA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84C158D"/>
    <w:multiLevelType w:val="hybridMultilevel"/>
    <w:tmpl w:val="97CCEC46"/>
    <w:lvl w:ilvl="0" w:tplc="55EA66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46FC1"/>
    <w:multiLevelType w:val="multilevel"/>
    <w:tmpl w:val="03B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>
    <w:nsid w:val="3BBF557B"/>
    <w:multiLevelType w:val="multilevel"/>
    <w:tmpl w:val="5398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4B5A52"/>
    <w:multiLevelType w:val="multilevel"/>
    <w:tmpl w:val="AD146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5E4E18"/>
    <w:multiLevelType w:val="hybridMultilevel"/>
    <w:tmpl w:val="4FC47FE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AA0238"/>
    <w:multiLevelType w:val="multilevel"/>
    <w:tmpl w:val="8FEA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D672DE"/>
    <w:multiLevelType w:val="hybridMultilevel"/>
    <w:tmpl w:val="E14EF86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582FCC"/>
    <w:multiLevelType w:val="hybridMultilevel"/>
    <w:tmpl w:val="A01869D0"/>
    <w:lvl w:ilvl="0" w:tplc="D1BCC7E2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3"/>
  </w:num>
  <w:num w:numId="15">
    <w:abstractNumId w:val="15"/>
  </w:num>
  <w:num w:numId="16">
    <w:abstractNumId w:val="11"/>
  </w:num>
  <w:num w:numId="17">
    <w:abstractNumId w:val="14"/>
  </w:num>
  <w:num w:numId="18">
    <w:abstractNumId w:val="20"/>
  </w:num>
  <w:num w:numId="19">
    <w:abstractNumId w:val="21"/>
  </w:num>
  <w:num w:numId="20">
    <w:abstractNumId w:val="17"/>
  </w:num>
  <w:num w:numId="21">
    <w:abstractNumId w:val="12"/>
  </w:num>
  <w:num w:numId="22">
    <w:abstractNumId w:val="24"/>
  </w:num>
  <w:num w:numId="23">
    <w:abstractNumId w:val="18"/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04A8"/>
    <w:rsid w:val="002C6BED"/>
    <w:rsid w:val="00337183"/>
    <w:rsid w:val="00356011"/>
    <w:rsid w:val="00370B50"/>
    <w:rsid w:val="00377253"/>
    <w:rsid w:val="003A3FEA"/>
    <w:rsid w:val="003D2033"/>
    <w:rsid w:val="004D4730"/>
    <w:rsid w:val="005204D3"/>
    <w:rsid w:val="005227BF"/>
    <w:rsid w:val="00566A4C"/>
    <w:rsid w:val="005C30D7"/>
    <w:rsid w:val="005E094C"/>
    <w:rsid w:val="005F6CAE"/>
    <w:rsid w:val="00620764"/>
    <w:rsid w:val="006F0439"/>
    <w:rsid w:val="007664E1"/>
    <w:rsid w:val="007C62DA"/>
    <w:rsid w:val="007D5EE1"/>
    <w:rsid w:val="007E1D0B"/>
    <w:rsid w:val="00812496"/>
    <w:rsid w:val="0081364C"/>
    <w:rsid w:val="008157A6"/>
    <w:rsid w:val="00820EC7"/>
    <w:rsid w:val="00830BFE"/>
    <w:rsid w:val="008908FD"/>
    <w:rsid w:val="00893C29"/>
    <w:rsid w:val="00903269"/>
    <w:rsid w:val="009F6598"/>
    <w:rsid w:val="00A46CDA"/>
    <w:rsid w:val="00A80159"/>
    <w:rsid w:val="00AA0D27"/>
    <w:rsid w:val="00B13892"/>
    <w:rsid w:val="00B53E8D"/>
    <w:rsid w:val="00B715B6"/>
    <w:rsid w:val="00BD5033"/>
    <w:rsid w:val="00C56014"/>
    <w:rsid w:val="00C72A48"/>
    <w:rsid w:val="00C84389"/>
    <w:rsid w:val="00C8694A"/>
    <w:rsid w:val="00D76FB3"/>
    <w:rsid w:val="00D97D81"/>
    <w:rsid w:val="00DC29E4"/>
    <w:rsid w:val="00DF56F2"/>
    <w:rsid w:val="00E52FBC"/>
    <w:rsid w:val="00E56C7F"/>
    <w:rsid w:val="00ED15A8"/>
    <w:rsid w:val="00EF3B15"/>
    <w:rsid w:val="00EF574F"/>
    <w:rsid w:val="00EF679B"/>
    <w:rsid w:val="00F123EA"/>
    <w:rsid w:val="00F24C89"/>
    <w:rsid w:val="00F42233"/>
    <w:rsid w:val="00F84331"/>
    <w:rsid w:val="00FD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97D81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90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32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19</cp:revision>
  <dcterms:created xsi:type="dcterms:W3CDTF">2016-06-10T12:10:00Z</dcterms:created>
  <dcterms:modified xsi:type="dcterms:W3CDTF">2016-09-05T10:26:00Z</dcterms:modified>
</cp:coreProperties>
</file>