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269" w:rsidRDefault="00CE1A21" w:rsidP="00103C04">
      <w:pPr>
        <w:pStyle w:val="PS-rovkd"/>
      </w:pPr>
      <w:r>
        <w:t>PS160047239</w:t>
      </w: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A80159" w:rsidP="000E730C">
      <w:pPr>
        <w:pStyle w:val="PS-hlavika2"/>
      </w:pPr>
      <w:r>
        <w:t>2016</w:t>
      </w:r>
    </w:p>
    <w:p w:rsidR="00DC29E4" w:rsidRDefault="00DC29E4" w:rsidP="00377253">
      <w:pPr>
        <w:pStyle w:val="PS-hlavika1"/>
      </w:pPr>
      <w:r>
        <w:t>7. volební období</w:t>
      </w:r>
    </w:p>
    <w:p w:rsidR="00DC29E4" w:rsidRDefault="00777DB1" w:rsidP="000E730C">
      <w:pPr>
        <w:pStyle w:val="PS-slousnesen"/>
      </w:pPr>
      <w:r>
        <w:t>250</w:t>
      </w:r>
    </w:p>
    <w:p w:rsidR="00DC29E4" w:rsidRDefault="00DC29E4" w:rsidP="00903269">
      <w:pPr>
        <w:pStyle w:val="PS-hlavika3"/>
      </w:pPr>
      <w:r>
        <w:t>USNESENÍ</w:t>
      </w:r>
    </w:p>
    <w:p w:rsidR="00DC29E4" w:rsidRDefault="00A80159" w:rsidP="00377253">
      <w:pPr>
        <w:pStyle w:val="PS-hlavika1"/>
      </w:pPr>
      <w:r>
        <w:t xml:space="preserve">ústavně právního </w:t>
      </w:r>
      <w:r w:rsidR="005C30D7">
        <w:t>výboru</w:t>
      </w:r>
    </w:p>
    <w:p w:rsidR="00DC29E4" w:rsidRDefault="00DC29E4" w:rsidP="00377253">
      <w:pPr>
        <w:pStyle w:val="PS-hlavika1"/>
      </w:pPr>
      <w:proofErr w:type="gramStart"/>
      <w:r>
        <w:t xml:space="preserve">z </w:t>
      </w:r>
      <w:r w:rsidR="00F64FC4">
        <w:t>71</w:t>
      </w:r>
      <w:proofErr w:type="gramEnd"/>
      <w:r>
        <w:t>. schůze</w:t>
      </w:r>
    </w:p>
    <w:p w:rsidR="00DC29E4" w:rsidRDefault="00DC29E4" w:rsidP="00377253">
      <w:pPr>
        <w:pStyle w:val="PS-hlavika1"/>
      </w:pPr>
      <w:r>
        <w:t xml:space="preserve">dne </w:t>
      </w:r>
      <w:r w:rsidR="00F64FC4">
        <w:t>2</w:t>
      </w:r>
      <w:r>
        <w:t xml:space="preserve">. </w:t>
      </w:r>
      <w:r w:rsidR="00F64FC4">
        <w:t>září</w:t>
      </w:r>
      <w:r w:rsidR="00A80159">
        <w:t xml:space="preserve"> 2016</w:t>
      </w:r>
    </w:p>
    <w:p w:rsidR="00DC29E4" w:rsidRPr="00F123EA" w:rsidRDefault="00F123EA" w:rsidP="00F123EA">
      <w:pPr>
        <w:pStyle w:val="PS-pedmtusnesen"/>
        <w:rPr>
          <w:szCs w:val="20"/>
          <w:lang w:eastAsia="cs-CZ"/>
        </w:rPr>
      </w:pPr>
      <w:r w:rsidRPr="00F123EA">
        <w:t xml:space="preserve">Vládní </w:t>
      </w:r>
      <w:r w:rsidR="00FA0339" w:rsidRPr="00403BCD">
        <w:t>návrh zákona, kterým se mění zákon č. 40/2009 Sb., trestní zákoník, ve znění pozdějších předpisů, zákon č. 169/1999 Sb., o výkonu trestu odnětí svobody a o změně některých souvisejících zákonů, ve znění pozdějších předpisů, a zákon č. 293/1993 Sb., o výkonu vazby, ve znění pozdějších předpisů (tisk 588)</w:t>
      </w:r>
    </w:p>
    <w:p w:rsidR="00DC29E4" w:rsidRDefault="00A80159" w:rsidP="00A46CDA">
      <w:pPr>
        <w:pStyle w:val="PS-uvodnodstavec"/>
      </w:pPr>
      <w:r>
        <w:t>P</w:t>
      </w:r>
      <w:r w:rsidR="00F64FC4">
        <w:t>o vyjádření</w:t>
      </w:r>
      <w:r w:rsidR="00F123EA">
        <w:t xml:space="preserve"> ministra spravedlnosti </w:t>
      </w:r>
      <w:r w:rsidR="0081364C">
        <w:t>JUDr. Roberta Pelikána, Ph.D.</w:t>
      </w:r>
      <w:r w:rsidR="00F42233">
        <w:t>,</w:t>
      </w:r>
      <w:r w:rsidR="00F123EA">
        <w:t xml:space="preserve"> </w:t>
      </w:r>
      <w:r>
        <w:t xml:space="preserve">zpravodajské zprávě </w:t>
      </w:r>
      <w:proofErr w:type="spellStart"/>
      <w:r>
        <w:t>posl</w:t>
      </w:r>
      <w:proofErr w:type="spellEnd"/>
      <w:r>
        <w:t>.</w:t>
      </w:r>
      <w:r w:rsidR="00F123EA">
        <w:t xml:space="preserve"> Mgr. </w:t>
      </w:r>
      <w:r w:rsidR="00FA0339">
        <w:t>Marie Benešové</w:t>
      </w:r>
      <w:r w:rsidR="0081364C">
        <w:t xml:space="preserve"> a po</w:t>
      </w:r>
      <w:r w:rsidR="00BD5033">
        <w:t xml:space="preserve"> </w:t>
      </w:r>
      <w:r w:rsidR="00DC29E4">
        <w:t>rozpravě</w:t>
      </w:r>
    </w:p>
    <w:p w:rsidR="00A80159" w:rsidRPr="00A80159" w:rsidRDefault="00A80159" w:rsidP="00A80159"/>
    <w:p w:rsidR="00A80159" w:rsidRDefault="00A80159" w:rsidP="00A80159">
      <w:pPr>
        <w:pStyle w:val="PS-uvodnodstavec"/>
        <w:ind w:firstLine="0"/>
      </w:pPr>
      <w:r>
        <w:t>ústavně právní výbor</w:t>
      </w:r>
    </w:p>
    <w:p w:rsidR="00777DB1" w:rsidRPr="00DF0D5B" w:rsidRDefault="00777DB1" w:rsidP="00777DB1">
      <w:pPr>
        <w:pStyle w:val="PS-slovanseznam"/>
      </w:pPr>
      <w:r w:rsidRPr="00FC2A3C">
        <w:rPr>
          <w:rStyle w:val="proloenChar"/>
        </w:rPr>
        <w:t>doporučuje</w:t>
      </w:r>
      <w:r w:rsidRPr="00FC2A3C">
        <w:t xml:space="preserve"> Poslanecké sněmovně Parlamentu, aby návrh schválila,</w:t>
      </w:r>
    </w:p>
    <w:p w:rsidR="00777DB1" w:rsidRDefault="00777DB1" w:rsidP="00777DB1">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CB5CE8" w:rsidRPr="00B51F08" w:rsidRDefault="00663031" w:rsidP="00CB5CE8">
      <w:pPr>
        <w:pStyle w:val="PS-slovanseznam"/>
        <w:numPr>
          <w:ilvl w:val="0"/>
          <w:numId w:val="21"/>
        </w:numPr>
      </w:pPr>
      <w:r>
        <w:t xml:space="preserve">V </w:t>
      </w:r>
      <w:r w:rsidR="00CB5CE8">
        <w:t>názvu zákona se slova „</w:t>
      </w:r>
      <w:r w:rsidR="00CB5CE8" w:rsidRPr="00B51F08">
        <w:t>zákon č. 293/1993 Sb., o výkonu vazby, ve znění pozdějších předpisů</w:t>
      </w:r>
      <w:r w:rsidR="00CB5CE8">
        <w:t>“ nahrazují slovy „</w:t>
      </w:r>
      <w:r w:rsidR="00CB5CE8" w:rsidRPr="00B51F08">
        <w:t>další související zákony</w:t>
      </w:r>
      <w:r w:rsidR="00CB5CE8">
        <w:t>“.</w:t>
      </w:r>
      <w:r w:rsidR="00CB5CE8" w:rsidRPr="00B51F08">
        <w:t xml:space="preserve"> </w:t>
      </w:r>
    </w:p>
    <w:p w:rsidR="00CB5CE8" w:rsidRPr="00C2676D" w:rsidRDefault="00CB5CE8" w:rsidP="00CB5CE8">
      <w:pPr>
        <w:pStyle w:val="PS-slovanseznam"/>
        <w:numPr>
          <w:ilvl w:val="0"/>
          <w:numId w:val="21"/>
        </w:numPr>
      </w:pPr>
      <w:r w:rsidRPr="0025237B">
        <w:t>V části druhé bodě 1, § 4 odst. 1 se slova „nejsou zaměstná</w:t>
      </w:r>
      <w:r>
        <w:t xml:space="preserve">ni ve věznici“ nahrazují slovy </w:t>
      </w:r>
      <w:r w:rsidRPr="0025237B">
        <w:t>„zejména působí v oblasti práce s pachateli trestných činů a osobami se sociálně patologickým nebo obdobným rizikovým způsobem chování, kteří se mohou spolupodílet na naplňování účelu trestu nebo kteří se mohou podílet na zajištění začlenění odsouzeného po výkonu trestu do společnosti nebo na zajištění jeho léčby</w:t>
      </w:r>
      <w:r w:rsidRPr="00C2676D">
        <w:t xml:space="preserve">“ a na konci odstavce 1 se doplňuje věta „Členem poradní komise nemůže být zaměstnanec Vězeňské služby.“.  </w:t>
      </w:r>
    </w:p>
    <w:p w:rsidR="00CB5CE8" w:rsidRPr="008B2D1E" w:rsidRDefault="00CB5CE8" w:rsidP="00CB5CE8">
      <w:pPr>
        <w:pStyle w:val="PS-slovanseznam"/>
        <w:numPr>
          <w:ilvl w:val="0"/>
          <w:numId w:val="21"/>
        </w:numPr>
      </w:pPr>
      <w:r w:rsidRPr="008B2D1E">
        <w:t>V části druhé bodě 1, § 4 odst. 6 se číslo „30“ nahrazuje číslem „31“.</w:t>
      </w:r>
    </w:p>
    <w:p w:rsidR="00CB5CE8" w:rsidRPr="008B2D1E" w:rsidRDefault="00CB5CE8" w:rsidP="00CB5CE8">
      <w:pPr>
        <w:pStyle w:val="PS-slovanseznam"/>
        <w:numPr>
          <w:ilvl w:val="0"/>
          <w:numId w:val="21"/>
        </w:numPr>
      </w:pPr>
      <w:r w:rsidRPr="008B2D1E">
        <w:lastRenderedPageBreak/>
        <w:t>V části druhé úvodní věta bodu 4 zní: „Za § 12 se vkládají nové § 12a a 12b, které včetně nadpisu znějí:“.</w:t>
      </w:r>
    </w:p>
    <w:p w:rsidR="00CB5CE8" w:rsidRPr="008B2D1E" w:rsidRDefault="00CB5CE8" w:rsidP="00CB5CE8">
      <w:pPr>
        <w:pStyle w:val="PS-slovanseznam"/>
        <w:numPr>
          <w:ilvl w:val="0"/>
          <w:numId w:val="21"/>
        </w:numPr>
      </w:pPr>
      <w:r w:rsidRPr="008B2D1E">
        <w:t>V části druhé bodě 4 se nad označení § 12a vkládá nadpis, který zní:  „</w:t>
      </w:r>
      <w:r w:rsidRPr="005C4CC4">
        <w:rPr>
          <w:b/>
        </w:rPr>
        <w:t>Vnitřní členění věznice s ostrahou</w:t>
      </w:r>
      <w:r w:rsidRPr="008B2D1E">
        <w:t xml:space="preserve">“ a nadpis pod označením § 12a se zrušuje. </w:t>
      </w:r>
    </w:p>
    <w:p w:rsidR="00CB5CE8" w:rsidRDefault="00CB5CE8" w:rsidP="00CB5CE8">
      <w:pPr>
        <w:pStyle w:val="PS-slovanseznam"/>
        <w:numPr>
          <w:ilvl w:val="0"/>
          <w:numId w:val="21"/>
        </w:numPr>
      </w:pPr>
      <w:r w:rsidRPr="008B2D1E">
        <w:t>V části druhé bodě 4</w:t>
      </w:r>
      <w:r>
        <w:t xml:space="preserve">, § 12a </w:t>
      </w:r>
      <w:proofErr w:type="gramStart"/>
      <w:r>
        <w:t>odst. 3  se</w:t>
      </w:r>
      <w:proofErr w:type="gramEnd"/>
      <w:r>
        <w:t xml:space="preserve"> slovo „druh“ nahrazuje slovem „formu“. </w:t>
      </w:r>
      <w:r w:rsidRPr="008B2D1E">
        <w:t xml:space="preserve"> </w:t>
      </w:r>
    </w:p>
    <w:p w:rsidR="00CB5CE8" w:rsidRPr="008B2D1E" w:rsidRDefault="00CB5CE8" w:rsidP="00CB5CE8">
      <w:pPr>
        <w:pStyle w:val="PS-slovanseznam"/>
        <w:numPr>
          <w:ilvl w:val="0"/>
          <w:numId w:val="21"/>
        </w:numPr>
      </w:pPr>
      <w:r w:rsidRPr="008B2D1E">
        <w:t>V části druhé bodě 4 se v § 12a odstavec 4 zrušuje.</w:t>
      </w:r>
    </w:p>
    <w:p w:rsidR="00CB5CE8" w:rsidRPr="008B2D1E" w:rsidRDefault="00CB5CE8" w:rsidP="00CB5CE8">
      <w:pPr>
        <w:pStyle w:val="PS-slovanseznam"/>
        <w:numPr>
          <w:ilvl w:val="0"/>
          <w:numId w:val="21"/>
        </w:numPr>
      </w:pPr>
      <w:r w:rsidRPr="008B2D1E">
        <w:t>V části druhé bodě 4 se za § 12a vkládá nový § 12b, který zní:</w:t>
      </w:r>
    </w:p>
    <w:p w:rsidR="00CB5CE8" w:rsidRPr="008B2D1E" w:rsidRDefault="00CB5CE8" w:rsidP="00CB5CE8">
      <w:pPr>
        <w:spacing w:before="120" w:after="0" w:line="240" w:lineRule="auto"/>
        <w:jc w:val="center"/>
        <w:rPr>
          <w:szCs w:val="24"/>
          <w:lang w:eastAsia="cs-CZ"/>
        </w:rPr>
      </w:pPr>
      <w:r w:rsidRPr="008B2D1E">
        <w:rPr>
          <w:szCs w:val="24"/>
          <w:lang w:eastAsia="cs-CZ"/>
        </w:rPr>
        <w:t>„§ 12b</w:t>
      </w:r>
    </w:p>
    <w:p w:rsidR="00CB5CE8" w:rsidRPr="008B2D1E" w:rsidRDefault="00CB5CE8" w:rsidP="00CB5CE8">
      <w:pPr>
        <w:widowControl w:val="0"/>
        <w:autoSpaceDE w:val="0"/>
        <w:autoSpaceDN w:val="0"/>
        <w:adjustRightInd w:val="0"/>
        <w:spacing w:before="120" w:after="0" w:line="240" w:lineRule="auto"/>
        <w:ind w:firstLine="426"/>
        <w:jc w:val="both"/>
        <w:rPr>
          <w:szCs w:val="24"/>
        </w:rPr>
      </w:pPr>
      <w:r w:rsidRPr="008B2D1E">
        <w:rPr>
          <w:szCs w:val="24"/>
        </w:rPr>
        <w:t>(1) Vyhodnocení míry vnějších a vnitřních rizik provede odborná komise, která je složena z vedoucího oddělení výkonu trestu nebo oddělení výkonu vazby a trestu anebo ředitelem věznice pověřeného zaměstnance tohoto oddělení, a dále z psychologa, speciálního pedagoga, sociálního pracovníka, vychovatele a popřípadě dalších zaměstnanců Vězeňské služby určených ředitelem věznice. Odborná komise toto v</w:t>
      </w:r>
      <w:r>
        <w:rPr>
          <w:szCs w:val="24"/>
        </w:rPr>
        <w:t>yhodnocení včetně doporučení na </w:t>
      </w:r>
      <w:r w:rsidRPr="008B2D1E">
        <w:rPr>
          <w:szCs w:val="24"/>
        </w:rPr>
        <w:t xml:space="preserve">umístění do některého z oddělení věznice s ostrahou předá bez zbytečného odkladu řediteli věznice. </w:t>
      </w:r>
    </w:p>
    <w:p w:rsidR="00CB5CE8" w:rsidRPr="00796348" w:rsidRDefault="00CB5CE8" w:rsidP="00CB5CE8">
      <w:pPr>
        <w:widowControl w:val="0"/>
        <w:autoSpaceDE w:val="0"/>
        <w:autoSpaceDN w:val="0"/>
        <w:adjustRightInd w:val="0"/>
        <w:spacing w:before="120" w:after="0" w:line="240" w:lineRule="auto"/>
        <w:ind w:firstLine="426"/>
        <w:jc w:val="both"/>
        <w:rPr>
          <w:szCs w:val="24"/>
        </w:rPr>
      </w:pPr>
      <w:r w:rsidRPr="00796348">
        <w:rPr>
          <w:szCs w:val="24"/>
        </w:rPr>
        <w:t>(2) O umístění do některého z oddělení věznice s ostrahou rozhoduje ředitel věznice, ve</w:t>
      </w:r>
      <w:r>
        <w:rPr>
          <w:szCs w:val="24"/>
        </w:rPr>
        <w:t> </w:t>
      </w:r>
      <w:r w:rsidRPr="00796348">
        <w:rPr>
          <w:szCs w:val="24"/>
        </w:rPr>
        <w:t xml:space="preserve">které je odsouzený umístěn. Při svém rozhodování přihlédne k doporučení odborné komise; rozhodne-li odchylně od jejího doporučení, tento postup odůvodní a o rozhodnutí </w:t>
      </w:r>
      <w:r>
        <w:rPr>
          <w:szCs w:val="24"/>
        </w:rPr>
        <w:t xml:space="preserve">informuje </w:t>
      </w:r>
      <w:r w:rsidRPr="00796348">
        <w:rPr>
          <w:szCs w:val="24"/>
        </w:rPr>
        <w:t>Ministerstvo spravedlnosti (dále jen „ministerstvo“). Rozhodnutí je třeba písemně vyhotovit a doručit odsouzenému.</w:t>
      </w:r>
    </w:p>
    <w:p w:rsidR="00CB5CE8" w:rsidRPr="008B2D1E" w:rsidRDefault="00CB5CE8" w:rsidP="00CB5CE8">
      <w:pPr>
        <w:widowControl w:val="0"/>
        <w:autoSpaceDE w:val="0"/>
        <w:autoSpaceDN w:val="0"/>
        <w:adjustRightInd w:val="0"/>
        <w:spacing w:before="120" w:after="0" w:line="240" w:lineRule="auto"/>
        <w:ind w:firstLine="426"/>
        <w:jc w:val="both"/>
        <w:rPr>
          <w:szCs w:val="24"/>
        </w:rPr>
      </w:pPr>
      <w:r w:rsidRPr="008B2D1E">
        <w:rPr>
          <w:szCs w:val="24"/>
        </w:rPr>
        <w:t xml:space="preserve">(3) Odsouzený </w:t>
      </w:r>
      <w:r>
        <w:rPr>
          <w:szCs w:val="24"/>
        </w:rPr>
        <w:t>umístěný</w:t>
      </w:r>
      <w:r w:rsidRPr="008B2D1E">
        <w:rPr>
          <w:szCs w:val="24"/>
        </w:rPr>
        <w:t xml:space="preserve"> do oddělení se středním nebo vysokým stupněm zabezpečení věznice s ostrahou má právo do 3 dnů ode dne doručení rozhodnutí podle odstavce 2 podat návrh na umístění</w:t>
      </w:r>
      <w:r w:rsidRPr="008B2D1E">
        <w:rPr>
          <w:i/>
          <w:szCs w:val="24"/>
        </w:rPr>
        <w:t xml:space="preserve"> </w:t>
      </w:r>
      <w:r w:rsidRPr="008B2D1E">
        <w:rPr>
          <w:szCs w:val="24"/>
        </w:rPr>
        <w:t xml:space="preserve">do oddělení s nižším stupněm zabezpečení, o čemž musí být poučen. Tento návrh nemá odkladný účinek. </w:t>
      </w:r>
    </w:p>
    <w:p w:rsidR="00CB5CE8" w:rsidRDefault="00CB5CE8" w:rsidP="00CB5CE8">
      <w:pPr>
        <w:widowControl w:val="0"/>
        <w:autoSpaceDE w:val="0"/>
        <w:autoSpaceDN w:val="0"/>
        <w:adjustRightInd w:val="0"/>
        <w:spacing w:before="120" w:after="0" w:line="240" w:lineRule="auto"/>
        <w:ind w:firstLine="426"/>
        <w:jc w:val="both"/>
        <w:rPr>
          <w:szCs w:val="24"/>
        </w:rPr>
      </w:pPr>
      <w:r w:rsidRPr="008B2D1E">
        <w:rPr>
          <w:szCs w:val="24"/>
        </w:rPr>
        <w:t xml:space="preserve">(4) Návrh podle odstavce 3 se podává u ředitele věznice, </w:t>
      </w:r>
      <w:r>
        <w:rPr>
          <w:szCs w:val="24"/>
        </w:rPr>
        <w:t>který jej spolu s rozhodnutím o </w:t>
      </w:r>
      <w:r w:rsidRPr="008B2D1E">
        <w:rPr>
          <w:szCs w:val="24"/>
        </w:rPr>
        <w:t>umístění do některého z oddělení věznice s ostrahou, podklady pro vydání tohoto rozhodnutí a dokladem o doručení tohoto rozhodnutí odsouzenému předloží neprodleně soudu.</w:t>
      </w:r>
      <w:r>
        <w:rPr>
          <w:szCs w:val="24"/>
        </w:rPr>
        <w:t>“.</w:t>
      </w:r>
    </w:p>
    <w:p w:rsidR="00CB5CE8" w:rsidRDefault="00CB5CE8" w:rsidP="00CB5CE8">
      <w:pPr>
        <w:widowControl w:val="0"/>
        <w:autoSpaceDE w:val="0"/>
        <w:autoSpaceDN w:val="0"/>
        <w:adjustRightInd w:val="0"/>
        <w:spacing w:before="120" w:after="0" w:line="240" w:lineRule="auto"/>
        <w:jc w:val="both"/>
        <w:rPr>
          <w:szCs w:val="24"/>
        </w:rPr>
      </w:pPr>
    </w:p>
    <w:p w:rsidR="00CB5CE8" w:rsidRDefault="00CB5CE8" w:rsidP="00CB5CE8">
      <w:pPr>
        <w:pStyle w:val="PS-slovanseznam"/>
        <w:numPr>
          <w:ilvl w:val="0"/>
          <w:numId w:val="21"/>
        </w:numPr>
      </w:pPr>
      <w:r>
        <w:t>V části druhé se za bod 5 vkládá nový bod 6, který zní:</w:t>
      </w:r>
    </w:p>
    <w:p w:rsidR="00CB5CE8" w:rsidRDefault="00CB5CE8" w:rsidP="00CB5CE8">
      <w:pPr>
        <w:widowControl w:val="0"/>
        <w:autoSpaceDE w:val="0"/>
        <w:autoSpaceDN w:val="0"/>
        <w:adjustRightInd w:val="0"/>
        <w:spacing w:before="120" w:after="0" w:line="240" w:lineRule="auto"/>
        <w:jc w:val="both"/>
        <w:rPr>
          <w:szCs w:val="24"/>
        </w:rPr>
      </w:pPr>
      <w:r>
        <w:rPr>
          <w:szCs w:val="24"/>
        </w:rPr>
        <w:t>„6. V § 33 odst. 3 se slova „</w:t>
      </w:r>
      <w:r w:rsidRPr="008B2D1E">
        <w:rPr>
          <w:szCs w:val="24"/>
        </w:rPr>
        <w:t>Ministerstvo spravedlnosti (dále jen „ministerstvo“)“ nahrazují slovem „ministerstvo“.</w:t>
      </w:r>
      <w:r>
        <w:rPr>
          <w:szCs w:val="24"/>
        </w:rPr>
        <w:t>“.</w:t>
      </w:r>
      <w:r w:rsidRPr="008B2D1E">
        <w:rPr>
          <w:szCs w:val="24"/>
        </w:rPr>
        <w:t xml:space="preserve"> </w:t>
      </w:r>
    </w:p>
    <w:p w:rsidR="00CB5CE8" w:rsidRDefault="00CB5CE8" w:rsidP="00CB5CE8">
      <w:pPr>
        <w:widowControl w:val="0"/>
        <w:autoSpaceDE w:val="0"/>
        <w:autoSpaceDN w:val="0"/>
        <w:adjustRightInd w:val="0"/>
        <w:spacing w:before="120" w:after="0" w:line="240" w:lineRule="auto"/>
        <w:jc w:val="both"/>
        <w:rPr>
          <w:szCs w:val="24"/>
        </w:rPr>
      </w:pPr>
      <w:r>
        <w:rPr>
          <w:szCs w:val="24"/>
        </w:rPr>
        <w:t>Následující body se přečíslují.</w:t>
      </w:r>
    </w:p>
    <w:p w:rsidR="00CB5CE8" w:rsidRDefault="00CB5CE8" w:rsidP="00CB5CE8">
      <w:pPr>
        <w:widowControl w:val="0"/>
        <w:autoSpaceDE w:val="0"/>
        <w:autoSpaceDN w:val="0"/>
        <w:adjustRightInd w:val="0"/>
        <w:spacing w:before="120" w:after="0" w:line="240" w:lineRule="auto"/>
        <w:jc w:val="both"/>
        <w:rPr>
          <w:szCs w:val="24"/>
        </w:rPr>
      </w:pPr>
    </w:p>
    <w:p w:rsidR="00CB5CE8" w:rsidRPr="00E74FD0" w:rsidRDefault="00CB5CE8" w:rsidP="00CB5CE8">
      <w:pPr>
        <w:pStyle w:val="PS-slovanseznam"/>
        <w:numPr>
          <w:ilvl w:val="0"/>
          <w:numId w:val="21"/>
        </w:numPr>
      </w:pPr>
      <w:r w:rsidRPr="0025237B">
        <w:t>V části třetí bodě 1, § 3a odst. 1 se slova „nejsou zaměstnáni ve věznici“ nahrazují slovy „zejména působí v oblasti práce s pachateli trestných činů a osobami se sociálně patologickým nebo obdobným rizikovým způsobem chování, kteří mohou spolupůsobit při výkonu vazby nebo kteří se mohou podílet na zajištění léčby obviněného</w:t>
      </w:r>
      <w:r w:rsidRPr="00E74FD0">
        <w:t xml:space="preserve">“ a </w:t>
      </w:r>
      <w:r w:rsidRPr="008B2D1E">
        <w:t>na konci odstavce 1 se doplňuje věta</w:t>
      </w:r>
      <w:r w:rsidRPr="00E74FD0">
        <w:t xml:space="preserve"> „Členem poradní komise nemůže být zaměstnanec Vězeňské služby.“.  </w:t>
      </w:r>
    </w:p>
    <w:p w:rsidR="00CB5CE8" w:rsidRDefault="00CB5CE8" w:rsidP="00CB5CE8">
      <w:pPr>
        <w:pStyle w:val="PS-slovanseznam"/>
        <w:numPr>
          <w:ilvl w:val="0"/>
          <w:numId w:val="21"/>
        </w:numPr>
      </w:pPr>
      <w:r>
        <w:lastRenderedPageBreak/>
        <w:t xml:space="preserve">V části třetí </w:t>
      </w:r>
      <w:r w:rsidRPr="008B2D1E">
        <w:t xml:space="preserve">bodě 1, § </w:t>
      </w:r>
      <w:r>
        <w:t>3a</w:t>
      </w:r>
      <w:r w:rsidRPr="008B2D1E">
        <w:t xml:space="preserve"> odst. 6 se číslo „30“ nahrazuje číslem „31“.</w:t>
      </w:r>
    </w:p>
    <w:p w:rsidR="00CB5CE8" w:rsidRDefault="00CB5CE8" w:rsidP="00CB5CE8">
      <w:pPr>
        <w:pStyle w:val="PS-slovanseznam"/>
        <w:numPr>
          <w:ilvl w:val="0"/>
          <w:numId w:val="21"/>
        </w:numPr>
      </w:pPr>
      <w:r>
        <w:t>Za část třetí se vkládají nové části čtvrtá a pátá, které včetně nadpisů znějí:</w:t>
      </w:r>
    </w:p>
    <w:p w:rsidR="00CB5CE8" w:rsidRDefault="00CB5CE8" w:rsidP="00CB5CE8">
      <w:pPr>
        <w:spacing w:before="120" w:after="0" w:line="240" w:lineRule="auto"/>
        <w:jc w:val="center"/>
        <w:rPr>
          <w:szCs w:val="24"/>
        </w:rPr>
      </w:pPr>
      <w:r>
        <w:rPr>
          <w:szCs w:val="24"/>
        </w:rPr>
        <w:t>„ČÁST ČTVRTÁ</w:t>
      </w:r>
    </w:p>
    <w:p w:rsidR="00CB5CE8" w:rsidRDefault="00CB5CE8" w:rsidP="00CB5CE8">
      <w:pPr>
        <w:spacing w:before="120" w:after="0" w:line="240" w:lineRule="auto"/>
        <w:jc w:val="center"/>
        <w:rPr>
          <w:b/>
          <w:szCs w:val="24"/>
        </w:rPr>
      </w:pPr>
      <w:r>
        <w:rPr>
          <w:b/>
          <w:szCs w:val="24"/>
        </w:rPr>
        <w:t xml:space="preserve">Změna trestního řádu </w:t>
      </w:r>
    </w:p>
    <w:p w:rsidR="00CB5CE8" w:rsidRPr="005C4CC4" w:rsidRDefault="00CB5CE8" w:rsidP="00CB5CE8">
      <w:pPr>
        <w:spacing w:before="120" w:after="0" w:line="240" w:lineRule="auto"/>
        <w:jc w:val="center"/>
        <w:rPr>
          <w:szCs w:val="24"/>
        </w:rPr>
      </w:pPr>
      <w:r w:rsidRPr="005C4CC4">
        <w:rPr>
          <w:szCs w:val="24"/>
        </w:rPr>
        <w:t xml:space="preserve">Čl. </w:t>
      </w:r>
      <w:r>
        <w:rPr>
          <w:szCs w:val="24"/>
        </w:rPr>
        <w:t>VI</w:t>
      </w:r>
    </w:p>
    <w:p w:rsidR="00CB5CE8" w:rsidRPr="009F2B29" w:rsidRDefault="00CB5CE8" w:rsidP="00CB5CE8">
      <w:pPr>
        <w:spacing w:before="120" w:after="0" w:line="240" w:lineRule="auto"/>
        <w:ind w:firstLine="426"/>
        <w:jc w:val="both"/>
        <w:rPr>
          <w:szCs w:val="24"/>
        </w:rPr>
      </w:pPr>
      <w:r>
        <w:rPr>
          <w:szCs w:val="24"/>
        </w:rPr>
        <w:t>Za § 324 zákona č. 141/1961 Sb., o trestním řízení soudním (trestní řád), ve znění zákona č. 152/1995 Sb., se vkládá nový § 324a, který včetně nadpisu zní:</w:t>
      </w:r>
    </w:p>
    <w:p w:rsidR="00CB5CE8" w:rsidRPr="009F2B29" w:rsidRDefault="00CB5CE8" w:rsidP="00CB5CE8">
      <w:pPr>
        <w:spacing w:before="120" w:after="0" w:line="240" w:lineRule="auto"/>
        <w:jc w:val="center"/>
        <w:rPr>
          <w:szCs w:val="24"/>
        </w:rPr>
      </w:pPr>
      <w:r w:rsidRPr="009F2B29">
        <w:rPr>
          <w:szCs w:val="24"/>
        </w:rPr>
        <w:t>„§ 324a</w:t>
      </w:r>
    </w:p>
    <w:p w:rsidR="00CB5CE8" w:rsidRPr="009F2B29" w:rsidRDefault="00CB5CE8" w:rsidP="00CB5CE8">
      <w:pPr>
        <w:spacing w:before="120" w:after="0" w:line="240" w:lineRule="auto"/>
        <w:jc w:val="center"/>
        <w:rPr>
          <w:b/>
          <w:szCs w:val="24"/>
        </w:rPr>
      </w:pPr>
      <w:r w:rsidRPr="009F2B29">
        <w:rPr>
          <w:b/>
          <w:szCs w:val="24"/>
        </w:rPr>
        <w:t>Rozhodování o návrhu na umístění</w:t>
      </w:r>
      <w:r w:rsidRPr="009F2B29">
        <w:rPr>
          <w:b/>
          <w:i/>
          <w:szCs w:val="24"/>
        </w:rPr>
        <w:t xml:space="preserve"> </w:t>
      </w:r>
      <w:r w:rsidRPr="009F2B29">
        <w:rPr>
          <w:b/>
          <w:szCs w:val="24"/>
        </w:rPr>
        <w:t>do oddělení s nižším stupněm zabezpečení věznice s ostrahou</w:t>
      </w:r>
    </w:p>
    <w:p w:rsidR="00CB5CE8" w:rsidRPr="009F2B29" w:rsidRDefault="00CB5CE8" w:rsidP="00CB5CE8">
      <w:pPr>
        <w:widowControl w:val="0"/>
        <w:autoSpaceDE w:val="0"/>
        <w:autoSpaceDN w:val="0"/>
        <w:adjustRightInd w:val="0"/>
        <w:spacing w:before="120" w:after="0" w:line="240" w:lineRule="auto"/>
        <w:ind w:firstLine="426"/>
        <w:jc w:val="both"/>
        <w:rPr>
          <w:szCs w:val="24"/>
        </w:rPr>
      </w:pPr>
      <w:r w:rsidRPr="009F2B29">
        <w:rPr>
          <w:szCs w:val="24"/>
        </w:rPr>
        <w:t>(1) O návrhu odsouzeného na umístění do oddělení s nižším stupněm zabezpečení věznice s</w:t>
      </w:r>
      <w:r>
        <w:rPr>
          <w:szCs w:val="24"/>
        </w:rPr>
        <w:t> </w:t>
      </w:r>
      <w:r w:rsidRPr="009F2B29">
        <w:rPr>
          <w:szCs w:val="24"/>
        </w:rPr>
        <w:t>ostrahou</w:t>
      </w:r>
      <w:r>
        <w:rPr>
          <w:szCs w:val="24"/>
        </w:rPr>
        <w:t xml:space="preserve"> podle zákona</w:t>
      </w:r>
      <w:r w:rsidRPr="009F2B29">
        <w:rPr>
          <w:szCs w:val="24"/>
        </w:rPr>
        <w:t xml:space="preserve"> up</w:t>
      </w:r>
      <w:r>
        <w:rPr>
          <w:szCs w:val="24"/>
        </w:rPr>
        <w:t>ravujícího</w:t>
      </w:r>
      <w:r w:rsidRPr="009F2B29">
        <w:rPr>
          <w:szCs w:val="24"/>
        </w:rPr>
        <w:t xml:space="preserve"> výkon trestu odnětí svobody rozhoduje ve</w:t>
      </w:r>
      <w:r>
        <w:rPr>
          <w:szCs w:val="24"/>
        </w:rPr>
        <w:t> </w:t>
      </w:r>
      <w:r w:rsidRPr="009F2B29">
        <w:rPr>
          <w:szCs w:val="24"/>
        </w:rPr>
        <w:t>veřejném zasedání okresní soud, v jehož obvodu se trest odnětí svobody vykonává. Nebrání-li tomu důležité důvody, je třeba o takovém návrhu rozhodnout nejpozději do 30 dnů od jeho doručení soudu.</w:t>
      </w:r>
    </w:p>
    <w:p w:rsidR="00CB5CE8" w:rsidRPr="009F2B29" w:rsidRDefault="00CB5CE8" w:rsidP="00CB5CE8">
      <w:pPr>
        <w:widowControl w:val="0"/>
        <w:autoSpaceDE w:val="0"/>
        <w:autoSpaceDN w:val="0"/>
        <w:adjustRightInd w:val="0"/>
        <w:spacing w:before="120" w:after="0" w:line="240" w:lineRule="auto"/>
        <w:ind w:firstLine="426"/>
        <w:jc w:val="both"/>
        <w:rPr>
          <w:szCs w:val="24"/>
        </w:rPr>
      </w:pPr>
      <w:r w:rsidRPr="009F2B29">
        <w:rPr>
          <w:szCs w:val="24"/>
        </w:rPr>
        <w:t>(2) Byl-li návrh podle odstavce 1 podán po lhůtě stanovené zákonem upravujícím výkon trestu odnětí svobody nebo osobou, která k podání návrhu není oprávněna, soud jej zamítne. Toto rozhodnutí může soud učinit též v neveřejném zasedání.</w:t>
      </w:r>
    </w:p>
    <w:p w:rsidR="00CB5CE8" w:rsidRPr="00796348" w:rsidRDefault="00CB5CE8" w:rsidP="00CB5CE8">
      <w:pPr>
        <w:widowControl w:val="0"/>
        <w:autoSpaceDE w:val="0"/>
        <w:autoSpaceDN w:val="0"/>
        <w:adjustRightInd w:val="0"/>
        <w:spacing w:before="120" w:after="0" w:line="240" w:lineRule="auto"/>
        <w:ind w:firstLine="426"/>
        <w:jc w:val="both"/>
        <w:rPr>
          <w:szCs w:val="24"/>
        </w:rPr>
      </w:pPr>
      <w:r w:rsidRPr="00796348">
        <w:rPr>
          <w:szCs w:val="24"/>
        </w:rPr>
        <w:t>(3) Soud na základě návrhu podle odstavce 1 přezkoumá rozhodnutí ředitele věznice o umístění odsouzeného do některého z oddělení věznice s ostrahou</w:t>
      </w:r>
      <w:r w:rsidRPr="00796348" w:rsidDel="006B4072">
        <w:rPr>
          <w:szCs w:val="24"/>
        </w:rPr>
        <w:t xml:space="preserve"> </w:t>
      </w:r>
      <w:r w:rsidRPr="00796348">
        <w:rPr>
          <w:szCs w:val="24"/>
        </w:rPr>
        <w:t>z hlediska jeho zákonnosti a odůvodněnosti. Shledá-li návrh nedůvodným nebo bylo-li v době od doručení návrhu soudu rozhodnuto o umístění odsouzeného do jiného oddělení věznice s ostrahou z důvodu změny míry vnějších a vnitřních rizik, návrh zamítne. Nepostupuje-li soud podle věty druhé, rozhodnutí zruší a je-li vada odstranitelná ve veřejném zasedání, ve věci sám rozhodne; nelze-li takto postupovat, rozhodnutí zruší a uloží řediteli věznice, aby o umístění do některého z oddělení věznice s ostrahou znovu rozhodl.</w:t>
      </w:r>
    </w:p>
    <w:p w:rsidR="00CB5CE8" w:rsidRPr="009F2B29" w:rsidRDefault="00CB5CE8" w:rsidP="00CB5CE8">
      <w:pPr>
        <w:widowControl w:val="0"/>
        <w:autoSpaceDE w:val="0"/>
        <w:autoSpaceDN w:val="0"/>
        <w:adjustRightInd w:val="0"/>
        <w:spacing w:before="120" w:after="0" w:line="240" w:lineRule="auto"/>
        <w:ind w:firstLine="426"/>
        <w:jc w:val="both"/>
        <w:rPr>
          <w:szCs w:val="24"/>
        </w:rPr>
      </w:pPr>
      <w:r w:rsidRPr="00796348">
        <w:rPr>
          <w:szCs w:val="24"/>
        </w:rPr>
        <w:t>(</w:t>
      </w:r>
      <w:r w:rsidRPr="009F2B29">
        <w:rPr>
          <w:szCs w:val="24"/>
        </w:rPr>
        <w:t>4) Ředitel věznice je při novém rozhodování o umístění odsouzeného do některého z oddělení věznice s ostrahou vázán právním názorem, který ve věci soud vyslovil, a je povinen provést úkony, jejichž provedení soud nařídil; do vydání nového rozhodnutí nedochází ke změně umístění odsouzeného.</w:t>
      </w:r>
    </w:p>
    <w:p w:rsidR="00CB5CE8" w:rsidRDefault="00CB5CE8" w:rsidP="00CB5CE8">
      <w:pPr>
        <w:widowControl w:val="0"/>
        <w:autoSpaceDE w:val="0"/>
        <w:autoSpaceDN w:val="0"/>
        <w:adjustRightInd w:val="0"/>
        <w:spacing w:before="120" w:after="0" w:line="240" w:lineRule="auto"/>
        <w:ind w:firstLine="426"/>
        <w:jc w:val="both"/>
        <w:rPr>
          <w:szCs w:val="24"/>
        </w:rPr>
      </w:pPr>
      <w:r w:rsidRPr="009F2B29">
        <w:rPr>
          <w:szCs w:val="24"/>
        </w:rPr>
        <w:t>(5) Rozhodnutí podle odstavců 2 a 3 se doručuje i řediteli věznice.“.</w:t>
      </w:r>
    </w:p>
    <w:p w:rsidR="00CB5CE8" w:rsidRDefault="00CB5CE8" w:rsidP="00CB5CE8">
      <w:pPr>
        <w:spacing w:before="120" w:after="0" w:line="240" w:lineRule="auto"/>
        <w:jc w:val="center"/>
        <w:rPr>
          <w:szCs w:val="24"/>
        </w:rPr>
      </w:pPr>
    </w:p>
    <w:p w:rsidR="00CB5CE8" w:rsidRDefault="00CB5CE8" w:rsidP="00CB5CE8">
      <w:pPr>
        <w:spacing w:before="120" w:after="0" w:line="240" w:lineRule="auto"/>
        <w:jc w:val="center"/>
        <w:rPr>
          <w:szCs w:val="24"/>
        </w:rPr>
      </w:pPr>
      <w:r>
        <w:rPr>
          <w:szCs w:val="24"/>
        </w:rPr>
        <w:t>ČÁST PÁTÁ</w:t>
      </w:r>
    </w:p>
    <w:p w:rsidR="00CB5CE8" w:rsidRDefault="00CB5CE8" w:rsidP="00CB5CE8">
      <w:pPr>
        <w:widowControl w:val="0"/>
        <w:autoSpaceDE w:val="0"/>
        <w:autoSpaceDN w:val="0"/>
        <w:adjustRightInd w:val="0"/>
        <w:spacing w:before="120" w:after="0" w:line="240" w:lineRule="auto"/>
        <w:jc w:val="center"/>
        <w:rPr>
          <w:b/>
          <w:szCs w:val="24"/>
        </w:rPr>
      </w:pPr>
      <w:r>
        <w:rPr>
          <w:b/>
          <w:szCs w:val="24"/>
        </w:rPr>
        <w:t xml:space="preserve">Změna zákona o </w:t>
      </w:r>
      <w:r w:rsidRPr="009F2B29">
        <w:rPr>
          <w:b/>
          <w:szCs w:val="24"/>
        </w:rPr>
        <w:t>Vězeňské službě a justiční stráži České republiky</w:t>
      </w:r>
    </w:p>
    <w:p w:rsidR="00CB5CE8" w:rsidRPr="005C4CC4" w:rsidRDefault="00CB5CE8" w:rsidP="00CB5CE8">
      <w:pPr>
        <w:spacing w:before="120" w:after="0" w:line="240" w:lineRule="auto"/>
        <w:jc w:val="center"/>
        <w:rPr>
          <w:szCs w:val="24"/>
        </w:rPr>
      </w:pPr>
      <w:r w:rsidRPr="005C4CC4">
        <w:rPr>
          <w:szCs w:val="24"/>
        </w:rPr>
        <w:t xml:space="preserve">Čl. </w:t>
      </w:r>
      <w:r>
        <w:rPr>
          <w:szCs w:val="24"/>
        </w:rPr>
        <w:t>VII</w:t>
      </w:r>
    </w:p>
    <w:p w:rsidR="00CB5CE8" w:rsidRDefault="00CB5CE8" w:rsidP="00CB5CE8">
      <w:pPr>
        <w:spacing w:before="120" w:after="0" w:line="240" w:lineRule="auto"/>
        <w:ind w:firstLine="426"/>
        <w:jc w:val="both"/>
        <w:rPr>
          <w:szCs w:val="24"/>
        </w:rPr>
      </w:pPr>
      <w:r w:rsidRPr="009F2B29">
        <w:rPr>
          <w:szCs w:val="24"/>
        </w:rPr>
        <w:t xml:space="preserve">Na konci textu § </w:t>
      </w:r>
      <w:r>
        <w:rPr>
          <w:szCs w:val="24"/>
        </w:rPr>
        <w:t xml:space="preserve">4b zákona č. 555/1992 Sb., </w:t>
      </w:r>
      <w:r w:rsidRPr="005C4CC4">
        <w:rPr>
          <w:szCs w:val="24"/>
        </w:rPr>
        <w:t>o Vězeňské službě a justiční stráži České republiky</w:t>
      </w:r>
      <w:r>
        <w:rPr>
          <w:szCs w:val="24"/>
        </w:rPr>
        <w:t>, ve znění zákona č. 436/2003 Sb. a zákona č. 129/2008 Sb., s</w:t>
      </w:r>
      <w:r w:rsidRPr="009F2B29">
        <w:rPr>
          <w:szCs w:val="24"/>
        </w:rPr>
        <w:t>e doplňují</w:t>
      </w:r>
      <w:r>
        <w:rPr>
          <w:szCs w:val="24"/>
        </w:rPr>
        <w:t xml:space="preserve"> </w:t>
      </w:r>
      <w:r w:rsidRPr="009F2B29">
        <w:rPr>
          <w:szCs w:val="24"/>
        </w:rPr>
        <w:t>slova „</w:t>
      </w:r>
      <w:r w:rsidRPr="005C4CC4">
        <w:rPr>
          <w:szCs w:val="24"/>
        </w:rPr>
        <w:t>a při rozhodování o umístění odsouzeného do některého z oddělení věznice s ostrahou“.</w:t>
      </w:r>
      <w:r>
        <w:rPr>
          <w:szCs w:val="24"/>
        </w:rPr>
        <w:t xml:space="preserve">“. </w:t>
      </w:r>
    </w:p>
    <w:p w:rsidR="00CB5CE8" w:rsidRDefault="00CB5CE8" w:rsidP="00CB5CE8">
      <w:pPr>
        <w:spacing w:before="120" w:after="0" w:line="240" w:lineRule="auto"/>
        <w:jc w:val="both"/>
        <w:rPr>
          <w:szCs w:val="24"/>
        </w:rPr>
      </w:pPr>
      <w:r>
        <w:rPr>
          <w:szCs w:val="24"/>
        </w:rPr>
        <w:t>Dosavadní část čtvrtá se označuje jako část šestá a článek VI se označuje jako článek VIII.</w:t>
      </w:r>
    </w:p>
    <w:p w:rsidR="00777DB1" w:rsidRDefault="00777DB1" w:rsidP="00777DB1">
      <w:pPr>
        <w:pStyle w:val="PS-slovanseznam"/>
        <w:numPr>
          <w:ilvl w:val="0"/>
          <w:numId w:val="0"/>
        </w:numPr>
        <w:ind w:left="357"/>
      </w:pPr>
    </w:p>
    <w:p w:rsidR="00777DB1" w:rsidRPr="00FC2A3C" w:rsidRDefault="00777DB1" w:rsidP="00777DB1">
      <w:pPr>
        <w:pStyle w:val="PS-slovanseznam"/>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777DB1" w:rsidRPr="00FC2A3C" w:rsidRDefault="00777DB1" w:rsidP="00777DB1">
      <w:pPr>
        <w:pStyle w:val="PS-slovanseznam"/>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777DB1" w:rsidRDefault="00777DB1" w:rsidP="00777DB1">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BD5033" w:rsidRDefault="00BD5033" w:rsidP="00BD5033"/>
    <w:p w:rsidR="00F42233" w:rsidRDefault="00F42233" w:rsidP="00F42233">
      <w:pPr>
        <w:pStyle w:val="sdendnote-western"/>
        <w:ind w:left="1080"/>
        <w:rPr>
          <w:rStyle w:val="proloenChar"/>
        </w:rPr>
      </w:pPr>
    </w:p>
    <w:p w:rsidR="00F64FC4" w:rsidRPr="00F42233" w:rsidRDefault="00F64FC4" w:rsidP="00F42233">
      <w:pPr>
        <w:pStyle w:val="sdendnote-western"/>
        <w:ind w:left="1080"/>
      </w:pPr>
    </w:p>
    <w:p w:rsidR="00BD5033" w:rsidRDefault="00BD5033" w:rsidP="00BD5033"/>
    <w:p w:rsidR="00BD5033" w:rsidRPr="00BD5033" w:rsidRDefault="00BD5033" w:rsidP="00BD5033"/>
    <w:p w:rsidR="00106842" w:rsidRPr="00106842" w:rsidRDefault="0081364C" w:rsidP="00CE1A21">
      <w:pPr>
        <w:keepNext/>
        <w:tabs>
          <w:tab w:val="center" w:pos="1701"/>
          <w:tab w:val="center" w:pos="4962"/>
        </w:tabs>
        <w:spacing w:before="1000" w:after="0" w:line="240" w:lineRule="auto"/>
      </w:pPr>
      <w:r>
        <w:tab/>
        <w:t xml:space="preserve">Mgr. </w:t>
      </w:r>
      <w:proofErr w:type="gramStart"/>
      <w:r w:rsidR="00FA0339">
        <w:t xml:space="preserve">Marie </w:t>
      </w:r>
      <w:r w:rsidR="00EF2774">
        <w:t xml:space="preserve"> </w:t>
      </w:r>
      <w:r w:rsidR="00FA0339">
        <w:t>BENEŠOVÁ</w:t>
      </w:r>
      <w:proofErr w:type="gramEnd"/>
      <w:r w:rsidR="00CE1A21">
        <w:t xml:space="preserve"> v. r.</w:t>
      </w:r>
      <w:r w:rsidR="00BD5033">
        <w:tab/>
      </w:r>
      <w:r w:rsidR="00BD5033">
        <w:tab/>
      </w:r>
      <w:r w:rsidR="00777DB1">
        <w:t>Mgr. Jan  FARSKÝ</w:t>
      </w:r>
      <w:r w:rsidR="00CE1A21">
        <w:t xml:space="preserve"> v. r.</w:t>
      </w:r>
    </w:p>
    <w:p w:rsidR="00106842" w:rsidRDefault="00106842" w:rsidP="00CE1A21">
      <w:pPr>
        <w:keepNext/>
        <w:tabs>
          <w:tab w:val="center" w:pos="1701"/>
          <w:tab w:val="center" w:pos="5529"/>
        </w:tabs>
        <w:spacing w:after="0" w:line="240" w:lineRule="auto"/>
      </w:pPr>
      <w:r w:rsidRPr="00106842">
        <w:tab/>
      </w:r>
      <w:r w:rsidR="00A80159">
        <w:t>zpravodaj</w:t>
      </w:r>
      <w:r w:rsidR="00FA0339">
        <w:t>ka</w:t>
      </w:r>
      <w:r w:rsidR="00A80159">
        <w:t xml:space="preserve"> výboru</w:t>
      </w:r>
      <w:r w:rsidRPr="00106842">
        <w:tab/>
      </w:r>
      <w:r w:rsidRPr="00106842">
        <w:tab/>
      </w:r>
      <w:r w:rsidR="00E840EC">
        <w:t xml:space="preserve"> </w:t>
      </w:r>
      <w:r w:rsidR="00CE1A21">
        <w:t xml:space="preserve">   </w:t>
      </w:r>
      <w:bookmarkStart w:id="0" w:name="_GoBack"/>
      <w:bookmarkEnd w:id="0"/>
      <w:r w:rsidR="00A80159">
        <w:t>ověřovatel výboru</w:t>
      </w:r>
    </w:p>
    <w:p w:rsidR="00663031" w:rsidRDefault="00663031" w:rsidP="00D71E3B">
      <w:pPr>
        <w:keepNext/>
        <w:tabs>
          <w:tab w:val="center" w:pos="1560"/>
          <w:tab w:val="center" w:pos="5529"/>
        </w:tabs>
        <w:spacing w:after="0" w:line="240" w:lineRule="auto"/>
      </w:pPr>
    </w:p>
    <w:p w:rsidR="00663031" w:rsidRPr="00106842" w:rsidRDefault="00663031" w:rsidP="00D71E3B">
      <w:pPr>
        <w:keepNext/>
        <w:tabs>
          <w:tab w:val="center" w:pos="1560"/>
          <w:tab w:val="center" w:pos="5529"/>
        </w:tabs>
        <w:spacing w:after="0" w:line="240" w:lineRule="auto"/>
      </w:pPr>
    </w:p>
    <w:p w:rsidR="00106842" w:rsidRPr="00254049" w:rsidRDefault="00A80159" w:rsidP="00FD76F9">
      <w:pPr>
        <w:tabs>
          <w:tab w:val="center" w:pos="1701"/>
          <w:tab w:val="center" w:pos="4253"/>
          <w:tab w:val="center" w:pos="7371"/>
        </w:tabs>
        <w:spacing w:before="1000" w:after="0" w:line="240" w:lineRule="auto"/>
        <w:rPr>
          <w:caps/>
        </w:rPr>
      </w:pPr>
      <w:r>
        <w:tab/>
      </w:r>
      <w:r>
        <w:tab/>
        <w:t>JUDr. Jeroným</w:t>
      </w:r>
      <w:r w:rsidR="00106842" w:rsidRPr="00106842">
        <w:t xml:space="preserve"> </w:t>
      </w:r>
      <w:r>
        <w:t xml:space="preserve"> TEJC</w:t>
      </w:r>
      <w:r w:rsidR="00CE1A21">
        <w:t xml:space="preserve"> v. r.</w:t>
      </w:r>
    </w:p>
    <w:p w:rsidR="00106842" w:rsidRDefault="00106842" w:rsidP="0081364C">
      <w:pPr>
        <w:tabs>
          <w:tab w:val="center" w:pos="1701"/>
          <w:tab w:val="center" w:pos="4253"/>
          <w:tab w:val="center" w:pos="7371"/>
        </w:tabs>
        <w:spacing w:after="0" w:line="240" w:lineRule="auto"/>
      </w:pPr>
      <w:r w:rsidRPr="00106842">
        <w:tab/>
      </w:r>
      <w:r w:rsidRPr="00106842">
        <w:tab/>
      </w:r>
      <w:r w:rsidR="00B715B6">
        <w:t>p</w:t>
      </w:r>
      <w:r w:rsidRPr="00106842">
        <w:t>ředseda</w:t>
      </w:r>
      <w:r w:rsidR="00E56C7F">
        <w:t xml:space="preserve"> výboru</w:t>
      </w:r>
    </w:p>
    <w:p w:rsidR="00B715B6" w:rsidRDefault="00B715B6" w:rsidP="00106842">
      <w:pPr>
        <w:tabs>
          <w:tab w:val="center" w:pos="1701"/>
          <w:tab w:val="center" w:pos="4536"/>
          <w:tab w:val="center" w:pos="7371"/>
        </w:tabs>
        <w:spacing w:after="0" w:line="240" w:lineRule="auto"/>
      </w:pPr>
    </w:p>
    <w:sectPr w:rsidR="00B715B6" w:rsidSect="00E840EC">
      <w:footerReference w:type="default" r:id="rId7"/>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0EC" w:rsidRDefault="00E840EC" w:rsidP="00E840EC">
      <w:pPr>
        <w:spacing w:after="0" w:line="240" w:lineRule="auto"/>
      </w:pPr>
      <w:r>
        <w:separator/>
      </w:r>
    </w:p>
  </w:endnote>
  <w:endnote w:type="continuationSeparator" w:id="0">
    <w:p w:rsidR="00E840EC" w:rsidRDefault="00E840EC" w:rsidP="00E84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804029"/>
      <w:docPartObj>
        <w:docPartGallery w:val="Page Numbers (Bottom of Page)"/>
        <w:docPartUnique/>
      </w:docPartObj>
    </w:sdtPr>
    <w:sdtEndPr/>
    <w:sdtContent>
      <w:p w:rsidR="00E840EC" w:rsidRDefault="00E840EC">
        <w:pPr>
          <w:pStyle w:val="Zpat"/>
          <w:jc w:val="center"/>
        </w:pPr>
        <w:r>
          <w:fldChar w:fldCharType="begin"/>
        </w:r>
        <w:r>
          <w:instrText>PAGE   \* MERGEFORMAT</w:instrText>
        </w:r>
        <w:r>
          <w:fldChar w:fldCharType="separate"/>
        </w:r>
        <w:r w:rsidR="00CE1A21">
          <w:rPr>
            <w:noProof/>
          </w:rPr>
          <w:t>3</w:t>
        </w:r>
        <w:r>
          <w:fldChar w:fldCharType="end"/>
        </w:r>
      </w:p>
    </w:sdtContent>
  </w:sdt>
  <w:p w:rsidR="00E840EC" w:rsidRDefault="00E840E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0EC" w:rsidRDefault="00E840EC" w:rsidP="00E840EC">
      <w:pPr>
        <w:spacing w:after="0" w:line="240" w:lineRule="auto"/>
      </w:pPr>
      <w:r>
        <w:separator/>
      </w:r>
    </w:p>
  </w:footnote>
  <w:footnote w:type="continuationSeparator" w:id="0">
    <w:p w:rsidR="00E840EC" w:rsidRDefault="00E840EC" w:rsidP="00E840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61567F0"/>
    <w:multiLevelType w:val="hybridMultilevel"/>
    <w:tmpl w:val="60E48B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1EE602B8"/>
    <w:multiLevelType w:val="hybridMultilevel"/>
    <w:tmpl w:val="611C0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nsid w:val="284C158D"/>
    <w:multiLevelType w:val="hybridMultilevel"/>
    <w:tmpl w:val="97CCEC46"/>
    <w:lvl w:ilvl="0" w:tplc="55EA66F0">
      <w:start w:val="1"/>
      <w:numFmt w:val="upperRoman"/>
      <w:lvlText w:val="%1."/>
      <w:lvlJc w:val="left"/>
      <w:pPr>
        <w:ind w:left="1080" w:hanging="720"/>
      </w:pPr>
      <w:rPr>
        <w:rFonts w:ascii="Times New Roman" w:hAnsi="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546FC1"/>
    <w:multiLevelType w:val="multilevel"/>
    <w:tmpl w:val="03B2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nsid w:val="47327B0D"/>
    <w:multiLevelType w:val="hybridMultilevel"/>
    <w:tmpl w:val="E042C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70310C4"/>
    <w:multiLevelType w:val="hybridMultilevel"/>
    <w:tmpl w:val="3DD808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16"/>
  </w:num>
  <w:num w:numId="7">
    <w:abstractNumId w:val="13"/>
  </w:num>
  <w:num w:numId="8">
    <w:abstractNumId w:val="10"/>
  </w:num>
  <w:num w:numId="9">
    <w:abstractNumId w:val="4"/>
  </w:num>
  <w:num w:numId="10">
    <w:abstractNumId w:val="5"/>
  </w:num>
  <w:num w:numId="11">
    <w:abstractNumId w:val="6"/>
  </w:num>
  <w:num w:numId="12">
    <w:abstractNumId w:val="7"/>
  </w:num>
  <w:num w:numId="13">
    <w:abstractNumId w:val="9"/>
  </w:num>
  <w:num w:numId="14">
    <w:abstractNumId w:val="18"/>
  </w:num>
  <w:num w:numId="15">
    <w:abstractNumId w:val="15"/>
  </w:num>
  <w:num w:numId="16">
    <w:abstractNumId w:val="11"/>
  </w:num>
  <w:num w:numId="17">
    <w:abstractNumId w:val="14"/>
  </w:num>
  <w:num w:numId="18">
    <w:abstractNumId w:val="17"/>
  </w:num>
  <w:num w:numId="19">
    <w:abstractNumId w:val="12"/>
  </w:num>
  <w:num w:numId="20">
    <w:abstractNumId w:val="16"/>
    <w:lvlOverride w:ilvl="0">
      <w:startOverride w:val="1"/>
    </w:lvlOverride>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476E4"/>
    <w:rsid w:val="000C5278"/>
    <w:rsid w:val="000E730C"/>
    <w:rsid w:val="00103C04"/>
    <w:rsid w:val="00106842"/>
    <w:rsid w:val="001B45F3"/>
    <w:rsid w:val="00230024"/>
    <w:rsid w:val="00254049"/>
    <w:rsid w:val="00272E1B"/>
    <w:rsid w:val="002A2F32"/>
    <w:rsid w:val="002B0FB6"/>
    <w:rsid w:val="002B60B3"/>
    <w:rsid w:val="002C6BED"/>
    <w:rsid w:val="00356011"/>
    <w:rsid w:val="00370B50"/>
    <w:rsid w:val="00377253"/>
    <w:rsid w:val="003A3FEA"/>
    <w:rsid w:val="003D2033"/>
    <w:rsid w:val="0047695E"/>
    <w:rsid w:val="004D4730"/>
    <w:rsid w:val="005227BF"/>
    <w:rsid w:val="00566A4C"/>
    <w:rsid w:val="005A6678"/>
    <w:rsid w:val="005C30D7"/>
    <w:rsid w:val="005E094C"/>
    <w:rsid w:val="005F6CAE"/>
    <w:rsid w:val="00620764"/>
    <w:rsid w:val="00663031"/>
    <w:rsid w:val="00777DB1"/>
    <w:rsid w:val="007C62DA"/>
    <w:rsid w:val="007D5EE1"/>
    <w:rsid w:val="007E1D0B"/>
    <w:rsid w:val="00812496"/>
    <w:rsid w:val="0081364C"/>
    <w:rsid w:val="00820EC7"/>
    <w:rsid w:val="00830BFE"/>
    <w:rsid w:val="00893C29"/>
    <w:rsid w:val="00903269"/>
    <w:rsid w:val="00A46CDA"/>
    <w:rsid w:val="00A80159"/>
    <w:rsid w:val="00AA0D27"/>
    <w:rsid w:val="00B13892"/>
    <w:rsid w:val="00B53E8D"/>
    <w:rsid w:val="00B715B6"/>
    <w:rsid w:val="00BD5033"/>
    <w:rsid w:val="00C56014"/>
    <w:rsid w:val="00C84389"/>
    <w:rsid w:val="00C8694A"/>
    <w:rsid w:val="00CB5CE8"/>
    <w:rsid w:val="00CE1A21"/>
    <w:rsid w:val="00CF50CE"/>
    <w:rsid w:val="00D71E3B"/>
    <w:rsid w:val="00D76FB3"/>
    <w:rsid w:val="00D97D81"/>
    <w:rsid w:val="00DC29E4"/>
    <w:rsid w:val="00E56C7F"/>
    <w:rsid w:val="00E840EC"/>
    <w:rsid w:val="00ED15A8"/>
    <w:rsid w:val="00EF2774"/>
    <w:rsid w:val="00EF3B15"/>
    <w:rsid w:val="00EF679B"/>
    <w:rsid w:val="00F123EA"/>
    <w:rsid w:val="00F42233"/>
    <w:rsid w:val="00F64FC4"/>
    <w:rsid w:val="00FA0339"/>
    <w:rsid w:val="00FD76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D97D81"/>
    <w:pPr>
      <w:spacing w:before="100" w:beforeAutospacing="1" w:after="0" w:line="240" w:lineRule="auto"/>
    </w:pPr>
    <w:rPr>
      <w:rFonts w:ascii="Courier" w:eastAsia="Times New Roman" w:hAnsi="Courier"/>
      <w:szCs w:val="24"/>
      <w:lang w:eastAsia="cs-CZ"/>
    </w:rPr>
  </w:style>
  <w:style w:type="paragraph" w:styleId="Textbubliny">
    <w:name w:val="Balloon Text"/>
    <w:basedOn w:val="Normln"/>
    <w:link w:val="TextbublinyChar"/>
    <w:uiPriority w:val="99"/>
    <w:semiHidden/>
    <w:unhideWhenUsed/>
    <w:rsid w:val="00CB5C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5CE8"/>
    <w:rPr>
      <w:rFonts w:ascii="Segoe UI" w:hAnsi="Segoe UI" w:cs="Segoe UI"/>
      <w:sz w:val="18"/>
      <w:szCs w:val="18"/>
      <w:lang w:eastAsia="en-US"/>
    </w:rPr>
  </w:style>
  <w:style w:type="paragraph" w:styleId="Zhlav">
    <w:name w:val="header"/>
    <w:basedOn w:val="Normln"/>
    <w:link w:val="ZhlavChar"/>
    <w:uiPriority w:val="99"/>
    <w:unhideWhenUsed/>
    <w:rsid w:val="00E840E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840EC"/>
    <w:rPr>
      <w:rFonts w:ascii="Times New Roman" w:hAnsi="Times New Roman"/>
      <w:sz w:val="24"/>
      <w:szCs w:val="22"/>
      <w:lang w:eastAsia="en-US"/>
    </w:rPr>
  </w:style>
  <w:style w:type="paragraph" w:styleId="Zpat">
    <w:name w:val="footer"/>
    <w:basedOn w:val="Normln"/>
    <w:link w:val="ZpatChar"/>
    <w:uiPriority w:val="99"/>
    <w:unhideWhenUsed/>
    <w:rsid w:val="00E840EC"/>
    <w:pPr>
      <w:tabs>
        <w:tab w:val="center" w:pos="4536"/>
        <w:tab w:val="right" w:pos="9072"/>
      </w:tabs>
      <w:spacing w:after="0" w:line="240" w:lineRule="auto"/>
    </w:pPr>
  </w:style>
  <w:style w:type="character" w:customStyle="1" w:styleId="ZpatChar">
    <w:name w:val="Zápatí Char"/>
    <w:basedOn w:val="Standardnpsmoodstavce"/>
    <w:link w:val="Zpat"/>
    <w:uiPriority w:val="99"/>
    <w:rsid w:val="00E840EC"/>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111782998">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USNESENI-UPV.dotx</Template>
  <TotalTime>11</TotalTime>
  <Pages>4</Pages>
  <Words>1032</Words>
  <Characters>6094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13</cp:revision>
  <cp:lastPrinted>2016-09-02T13:14:00Z</cp:lastPrinted>
  <dcterms:created xsi:type="dcterms:W3CDTF">2016-06-10T12:25:00Z</dcterms:created>
  <dcterms:modified xsi:type="dcterms:W3CDTF">2016-09-05T10:28:00Z</dcterms:modified>
</cp:coreProperties>
</file>