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0CD" w:rsidRPr="00E8084F" w:rsidRDefault="006570CD" w:rsidP="006570CD">
      <w:pPr>
        <w:pStyle w:val="nadpiszkona"/>
        <w:keepLines w:val="0"/>
      </w:pPr>
      <w:r w:rsidRPr="00E8084F">
        <w:t xml:space="preserve">ZÁKON </w:t>
      </w:r>
    </w:p>
    <w:p w:rsidR="006570CD" w:rsidRPr="006570CD" w:rsidRDefault="006570CD" w:rsidP="006570CD">
      <w:pPr>
        <w:pStyle w:val="nadpiszkona"/>
        <w:keepLines w:val="0"/>
        <w:rPr>
          <w:b w:val="0"/>
        </w:rPr>
      </w:pPr>
      <w:r w:rsidRPr="006570CD">
        <w:rPr>
          <w:b w:val="0"/>
        </w:rPr>
        <w:t>ze dne…201</w:t>
      </w:r>
      <w:r>
        <w:rPr>
          <w:b w:val="0"/>
        </w:rPr>
        <w:t>6</w:t>
      </w:r>
      <w:r w:rsidRPr="006570CD">
        <w:rPr>
          <w:b w:val="0"/>
        </w:rPr>
        <w:t>,</w:t>
      </w:r>
    </w:p>
    <w:p w:rsidR="006570CD" w:rsidRPr="00E8084F" w:rsidRDefault="006570CD" w:rsidP="006570CD">
      <w:pPr>
        <w:pStyle w:val="nadpiszkona"/>
      </w:pPr>
      <w:r w:rsidRPr="00E8084F">
        <w:t xml:space="preserve">kterým se mění některé zákony v souvislosti s prokazováním původu majetku </w:t>
      </w:r>
    </w:p>
    <w:p w:rsidR="006570CD" w:rsidRDefault="006570CD" w:rsidP="006570CD">
      <w:pPr>
        <w:pStyle w:val="Parlament"/>
      </w:pPr>
      <w:bookmarkStart w:id="0" w:name="_Toc298916106"/>
      <w:bookmarkStart w:id="1" w:name="_Toc298917603"/>
      <w:r>
        <w:t>Parlament se usnesl na tomto zákoně České republiky:</w:t>
      </w:r>
    </w:p>
    <w:p w:rsidR="006570CD" w:rsidRPr="00E8084F" w:rsidRDefault="006570CD" w:rsidP="006570CD">
      <w:pPr>
        <w:pStyle w:val="ST"/>
      </w:pPr>
      <w:r>
        <w:t xml:space="preserve">ČÁST </w:t>
      </w:r>
      <w:r w:rsidRPr="00E8084F">
        <w:t>PRVNÍ</w:t>
      </w:r>
      <w:bookmarkEnd w:id="0"/>
      <w:bookmarkEnd w:id="1"/>
    </w:p>
    <w:p w:rsidR="006570CD" w:rsidRPr="00E8084F" w:rsidRDefault="006570CD" w:rsidP="006570CD">
      <w:pPr>
        <w:pStyle w:val="NADPISSTI"/>
      </w:pPr>
      <w:bookmarkStart w:id="2" w:name="_Toc298916107"/>
      <w:bookmarkStart w:id="3" w:name="_Toc298917604"/>
      <w:r w:rsidRPr="00E8084F">
        <w:t>Změna zákona o daních z příjmů</w:t>
      </w:r>
      <w:bookmarkEnd w:id="2"/>
      <w:bookmarkEnd w:id="3"/>
    </w:p>
    <w:p w:rsidR="006570CD" w:rsidRPr="00E8084F" w:rsidRDefault="006570CD" w:rsidP="006570CD">
      <w:pPr>
        <w:pStyle w:val="lnek"/>
      </w:pPr>
      <w:bookmarkStart w:id="4" w:name="_Toc298916108"/>
      <w:bookmarkStart w:id="5" w:name="_Toc298917605"/>
      <w:r>
        <w:t xml:space="preserve">Čl. </w:t>
      </w:r>
      <w:r w:rsidRPr="00E8084F">
        <w:t>I</w:t>
      </w:r>
      <w:bookmarkEnd w:id="4"/>
      <w:bookmarkEnd w:id="5"/>
    </w:p>
    <w:p w:rsidR="006570CD" w:rsidRPr="00E8084F" w:rsidRDefault="006570CD" w:rsidP="006570CD">
      <w:pPr>
        <w:pStyle w:val="Textlnku"/>
      </w:pPr>
      <w:r w:rsidRPr="00E8084F">
        <w:t>V zákoně č. 586/1992 Sb., o daních z příjmů, ve znění zákona č. 35/1993 Sb., zákona č. 96/1993 Sb., zákona č. 157/1993 Sb., zákona č. 196/1993 Sb., zákona č. 323/1993 Sb., zákona č. 42/1994 Sb., zákona č. 85/1994 Sb., zákona č. 1</w:t>
      </w:r>
      <w:r>
        <w:t>14/1994 Sb., zákona č. 259/1994 </w:t>
      </w:r>
      <w:r w:rsidRPr="00E8084F">
        <w:t xml:space="preserve">Sb., zákona č. 32/1995 Sb., zákona č. 87/1995 Sb., zákona č. 118/1995 Sb., zákona č. 149/1995 Sb., zákona č. 248/1995 Sb., zákona č. </w:t>
      </w:r>
      <w:r>
        <w:t>316/1996 Sb., zákona č. 18/1997 </w:t>
      </w:r>
      <w:r w:rsidRPr="00E8084F">
        <w:t>Sb., zákona č. 151/1997 Sb., zákona č. 209/1997 Sb., zákona č. 210/1997 Sb., zákona č. 227/1997 Sb., zákona č. 111/1998 Sb., zákona č. 1</w:t>
      </w:r>
      <w:r>
        <w:t>49/1998 Sb., zákona č. 168/1998 </w:t>
      </w:r>
      <w:r w:rsidRPr="00E8084F">
        <w:t>Sb., zákona č. </w:t>
      </w:r>
      <w:r w:rsidR="0099283A">
        <w:t>333/1998 Sb., zákona č. 63/1999 </w:t>
      </w:r>
      <w:r w:rsidRPr="00E8084F">
        <w:t>Sb., zákona č. 129/1999 Sb., zákona č. 144/1999 Sb., zákona č. 1</w:t>
      </w:r>
      <w:r w:rsidR="0099283A">
        <w:t>70/1999 Sb., zákona č. 225/1999 </w:t>
      </w:r>
      <w:r w:rsidRPr="00E8084F">
        <w:t>Sb., nálezu Ústavního soudu vyhlášeného pod č</w:t>
      </w:r>
      <w:r w:rsidR="0099283A">
        <w:t>. 3/2000 Sb., zákona č. 17/2000 </w:t>
      </w:r>
      <w:r w:rsidRPr="00E8084F">
        <w:t>Sb., zákona č. 27/2000 Sb., zákona č. 72/2000 Sb., zákona č. 100/2000 Sb., zákona č. 103/2000 Sb., zákona č. 121/2000 Sb., zákona č. 132/2000 Sb., zá</w:t>
      </w:r>
      <w:r w:rsidR="0099283A">
        <w:t>kona č. 241/2000 Sb., zákona č. </w:t>
      </w:r>
      <w:r w:rsidRPr="00E8084F">
        <w:t>3</w:t>
      </w:r>
      <w:r w:rsidR="0099283A">
        <w:t>40/2000 </w:t>
      </w:r>
      <w:r>
        <w:t>Sb., zákona č. 492/2000 </w:t>
      </w:r>
      <w:r w:rsidRPr="00E8084F">
        <w:t xml:space="preserve">Sb., zákona č. 117/2001 Sb., zákona č. 120/2001 Sb., zákona č. 239/2001 Sb., zákona č. 453/2001 Sb., zákona č. 483/2001 Sb., zákona č. </w:t>
      </w:r>
      <w:r w:rsidR="0099283A">
        <w:t>50/2002 </w:t>
      </w:r>
      <w:r>
        <w:t>Sb., zákona č. 128/2002 </w:t>
      </w:r>
      <w:r w:rsidRPr="00E8084F">
        <w:t>Sb., zákona č. 198/2002 Sb., zákona č. 2</w:t>
      </w:r>
      <w:r w:rsidR="0099283A">
        <w:t>10/2002 Sb., zákona č. 260/2002 </w:t>
      </w:r>
      <w:r w:rsidRPr="00E8084F">
        <w:t>Sb., zákona č. 308/2002 Sb., zákona č. 575/2002 Sb., zákona č. 1</w:t>
      </w:r>
      <w:r>
        <w:t>62/2003 Sb., zákona č. 362/2003 </w:t>
      </w:r>
      <w:r w:rsidRPr="00E8084F">
        <w:t>Sb., zákona č. 438/2003 Sb., zákona č. 19/2004 Sb., zákona č. 47/2004 Sb., zákona č. 49/2004 Sb., zákona č. 257/2004 Sb., zákona č. 2</w:t>
      </w:r>
      <w:r>
        <w:t>80/2004 Sb., zákona č. 359/2004 </w:t>
      </w:r>
      <w:r w:rsidRPr="00E8084F">
        <w:t>Sb., zákona č. 360/2004 Sb., zákona č. 436/2004 Sb., zákona č. 5</w:t>
      </w:r>
      <w:r w:rsidR="0099283A">
        <w:t>62/2004 Sb., zákona č. 628/2004 </w:t>
      </w:r>
      <w:r w:rsidRPr="00E8084F">
        <w:t>Sb., zákona č. 669/2004 Sb., zákona č. 6</w:t>
      </w:r>
      <w:r>
        <w:t>76/2004 Sb., zákona č. 179/2005 </w:t>
      </w:r>
      <w:r w:rsidRPr="00E8084F">
        <w:t>Sb., zákona č. 217/2005 Sb., zákona č. 342/2005 Sb., zákona č. 3</w:t>
      </w:r>
      <w:r w:rsidR="0099283A">
        <w:t>57/2005 Sb., zákona č. 441/2005 </w:t>
      </w:r>
      <w:r w:rsidRPr="00E8084F">
        <w:t>Sb., zákona č. 530/2005 Sb., zákona č. 545/2005</w:t>
      </w:r>
      <w:r>
        <w:t xml:space="preserve"> Sb., zákona č. 552/2005 </w:t>
      </w:r>
      <w:r w:rsidRPr="00E8084F">
        <w:t>Sb., zákona č. 56/2006 Sb., zákona č. 57/2006 Sb., zákona č. 109/2006 Sb., zákona č. 112/2006 Sb., zákona č. 179/2006 Sb., zákona č. 189/2006 Sb., zákona č. </w:t>
      </w:r>
      <w:r>
        <w:t>203/2006 </w:t>
      </w:r>
      <w:r w:rsidR="0099283A">
        <w:t>Sb., zákona č. 223/2006 </w:t>
      </w:r>
      <w:r w:rsidRPr="00E8084F">
        <w:t xml:space="preserve">Sb., zákona č. 245/2006 Sb., zákona č. 264/2006 Sb., zákona č. 267/2006 Sb., zákona č. 29/2007 Sb., zákona č. </w:t>
      </w:r>
      <w:r>
        <w:t>67/2007 Sb., zákona č. 159/2007 </w:t>
      </w:r>
      <w:r w:rsidRPr="00E8084F">
        <w:t>Sb., zákona č. 261/2007 Sb., zákona č. 296/2007 Sb., zákona č. 362/2007 Sb., zákona č. 1</w:t>
      </w:r>
      <w:r w:rsidR="0099283A">
        <w:t>26/2008 Sb., zákona č. 306/2008 </w:t>
      </w:r>
      <w:r w:rsidRPr="00E8084F">
        <w:t>Sb., zákona č. 482/2008 Sb., zákona</w:t>
      </w:r>
      <w:r>
        <w:t xml:space="preserve"> č. 2/2009 </w:t>
      </w:r>
      <w:r w:rsidRPr="00E8084F">
        <w:t>Sb., zákona č. 87/2009 Sb., zákona č. 216/2009 Sb., zákona č. 221/2009 Sb., zákona č. 227/2009 Sb., zákona č. 281/2009 Sb., zákona č. 289/2009 Sb., zákona č. 303/2009 Sb., zákona č. 3</w:t>
      </w:r>
      <w:r w:rsidR="0099283A">
        <w:t>04/2009 Sb., zákona č. 326/2009 </w:t>
      </w:r>
      <w:r w:rsidRPr="00E8084F">
        <w:t>Sb., zákona č. 362/2009 Sb., z</w:t>
      </w:r>
      <w:r>
        <w:t>ákona č. 199/2010 </w:t>
      </w:r>
      <w:r w:rsidRPr="00E8084F">
        <w:t>Sb., zákona č. 346/2010 Sb., zákona č. 348/2010 Sb., zákona č. 73/2011 Sb., nálezu Úst</w:t>
      </w:r>
      <w:r w:rsidR="0099283A">
        <w:t>avního soudu vyhlášeného pod č. </w:t>
      </w:r>
      <w:r w:rsidRPr="00E8084F">
        <w:t>119/2011 Sb., zá</w:t>
      </w:r>
      <w:r>
        <w:t>kona č. 188/2011 Sb., zákona č. </w:t>
      </w:r>
      <w:r w:rsidRPr="00E8084F">
        <w:t>329/2011 Sb., zákona č. 353/2011 Sb., zákona č. 355/2011 Sb., zákona č. 370/2011 Sb., zákona č. 3</w:t>
      </w:r>
      <w:r w:rsidR="0099283A">
        <w:t>75/2011 Sb., zákona č. 420/2011 </w:t>
      </w:r>
      <w:r w:rsidRPr="00E8084F">
        <w:t>Sb., zákona č. 4</w:t>
      </w:r>
      <w:r>
        <w:t>28/2011 Sb., zákona č. 458/2011 </w:t>
      </w:r>
      <w:r w:rsidRPr="00E8084F">
        <w:t>Sb., zákona č. 466/2011 Sb., zákona č. 470/2011 Sb., zákona č. 192/2012 Sb., zákona č. 3</w:t>
      </w:r>
      <w:r w:rsidR="0099283A">
        <w:t>99/2012 Sb., zákona č. 401/2012 </w:t>
      </w:r>
      <w:r w:rsidRPr="00E8084F">
        <w:t>Sb., zákona č. 403/2012 Sb., zákona č.</w:t>
      </w:r>
      <w:r>
        <w:t> </w:t>
      </w:r>
      <w:r w:rsidRPr="00E8084F">
        <w:t>428/2012</w:t>
      </w:r>
      <w:r>
        <w:t> </w:t>
      </w:r>
      <w:r w:rsidRPr="00E8084F">
        <w:t>Sb., zákona č. 500/2012 Sb., zákona č. 503/2012 Sb., zákona č. 44/2013 Sb., zákona č. 80/2013 Sb., zákona č. 1</w:t>
      </w:r>
      <w:r>
        <w:t>05/2013 Sb., zákona č. 160/2013 </w:t>
      </w:r>
      <w:r w:rsidRPr="00E8084F">
        <w:t xml:space="preserve">Sb., zákona č. 215/2013 Sb., zákona </w:t>
      </w:r>
      <w:r w:rsidRPr="00E8084F">
        <w:lastRenderedPageBreak/>
        <w:t>č.</w:t>
      </w:r>
      <w:r w:rsidR="0099283A">
        <w:t> </w:t>
      </w:r>
      <w:r w:rsidRPr="00E8084F">
        <w:t>241/2013</w:t>
      </w:r>
      <w:r w:rsidR="0099283A">
        <w:t> </w:t>
      </w:r>
      <w:r w:rsidRPr="00E8084F">
        <w:t>Sb., zákonného opatření Senátu č. 344/2013 Sb., nálezu Ústavního soudu, vyhlášeného pod č. 162/2014 Sb.,</w:t>
      </w:r>
      <w:r>
        <w:t xml:space="preserve"> zákona č. </w:t>
      </w:r>
      <w:r w:rsidRPr="00E8084F">
        <w:t>182/2014 Sb., zákona č. 247/2014 Sb., zákona č. 267/2014 Sb., zákona č. 332/2014 Sb.</w:t>
      </w:r>
      <w:r w:rsidR="00561F94">
        <w:t xml:space="preserve">, </w:t>
      </w:r>
      <w:r w:rsidRPr="00E8084F">
        <w:t>zákona č. 84/2015 Sb.,</w:t>
      </w:r>
      <w:r w:rsidR="00A96CE5">
        <w:t xml:space="preserve"> zákona č. 127/2015 Sb., zákona č. 221/2015 Sb., zákona č. 375/20</w:t>
      </w:r>
      <w:r w:rsidR="00A20D1D">
        <w:t>15 </w:t>
      </w:r>
      <w:r w:rsidR="00A96CE5">
        <w:t>Sb.</w:t>
      </w:r>
      <w:r w:rsidR="00A20D1D">
        <w:t>,</w:t>
      </w:r>
      <w:r w:rsidR="00A96CE5">
        <w:t xml:space="preserve"> zákona č. 377/2015 Sb.,</w:t>
      </w:r>
      <w:r w:rsidR="00A20D1D">
        <w:t xml:space="preserve"> zákona č. 47/2016 Sb., zákona č. 105/2016 Sb., zákona č. 113/2016 </w:t>
      </w:r>
      <w:bookmarkStart w:id="6" w:name="_GoBack"/>
      <w:bookmarkEnd w:id="6"/>
      <w:r w:rsidR="00A20D1D">
        <w:t>Sb., zákona č. 125/2016 Sb., zákona č. 148/2016 Sb. a zákona č. 188/2016 Sb.,</w:t>
      </w:r>
      <w:r w:rsidRPr="00E8084F">
        <w:t xml:space="preserve"> se za § 38w vkládají nové § 38x až 38ze, které včetně nadpisů znějí:</w:t>
      </w:r>
    </w:p>
    <w:p w:rsidR="006570CD" w:rsidRPr="00E8084F" w:rsidRDefault="006570CD" w:rsidP="006570CD">
      <w:pPr>
        <w:pStyle w:val="Paragraf"/>
      </w:pPr>
      <w:r w:rsidRPr="00E8084F">
        <w:t>„§ 38x</w:t>
      </w:r>
    </w:p>
    <w:p w:rsidR="006570CD" w:rsidRPr="00E8084F" w:rsidRDefault="006570CD" w:rsidP="006570CD">
      <w:pPr>
        <w:pStyle w:val="Nadpisparagrafu"/>
        <w:spacing w:before="120"/>
      </w:pPr>
      <w:r w:rsidRPr="00E8084F">
        <w:t>Výzva k prokázání příjmů</w:t>
      </w:r>
    </w:p>
    <w:p w:rsidR="006570CD" w:rsidRPr="00E8084F" w:rsidRDefault="006570CD" w:rsidP="006570CD">
      <w:pPr>
        <w:pStyle w:val="Textodstavce"/>
      </w:pPr>
      <w:r w:rsidRPr="00E8084F">
        <w:t xml:space="preserve">Správce daně vyzve poplatníka k prokázání vzniku a původu příjmů a dalších skutečností souvisejících s nárůstem jeho jmění, spotřebou nebo jiným vydáním v případě, že </w:t>
      </w:r>
    </w:p>
    <w:p w:rsidR="006570CD" w:rsidRPr="00E8084F" w:rsidRDefault="006570CD" w:rsidP="006570CD">
      <w:pPr>
        <w:pStyle w:val="Textpsmene"/>
      </w:pPr>
      <w:r w:rsidRPr="00E8084F">
        <w:t>má důvodné pochybnosti, zda příjmy poplatníka oznámené nebo tvrzené správci daně odpovídají nárůstu jeho jmění, spotřebě nebo jinému vydání, a nejsou mu známy skutečnosti, které by nárůst jmění, spotřebu nebo jiné vydání ozřejmovaly, a</w:t>
      </w:r>
    </w:p>
    <w:p w:rsidR="006570CD" w:rsidRPr="00E8084F" w:rsidRDefault="006570CD" w:rsidP="006570CD">
      <w:pPr>
        <w:pStyle w:val="Textpsmene"/>
      </w:pPr>
      <w:r w:rsidRPr="00E8084F">
        <w:t>po předběžném posouzení dojde k závěru, že rozdíl mezi těmito příjmy a nárůstem jmění, spotřebou nebo jiným vydáním poplatníka přesahuje 7 000 000 Kč.</w:t>
      </w:r>
    </w:p>
    <w:p w:rsidR="006570CD" w:rsidRPr="00E8084F" w:rsidRDefault="006570CD" w:rsidP="006570CD">
      <w:pPr>
        <w:pStyle w:val="Textodstavce"/>
      </w:pPr>
      <w:r w:rsidRPr="00E8084F">
        <w:t xml:space="preserve">Správce daně ve výzvě k prokázání příjmů uvede své pochybnosti způsobem, který umožňuje poplatníkovi, aby se k nim vyjádřil a předložil důkazní prostředky tak, aby došlo k odstranění těchto pochybností. </w:t>
      </w:r>
    </w:p>
    <w:p w:rsidR="006570CD" w:rsidRPr="00E8084F" w:rsidRDefault="006570CD" w:rsidP="006570CD">
      <w:pPr>
        <w:pStyle w:val="Textodstavce"/>
      </w:pPr>
      <w:r w:rsidRPr="00E8084F">
        <w:t xml:space="preserve">Ve výzvě k prokázání příjmů správce daně </w:t>
      </w:r>
    </w:p>
    <w:p w:rsidR="006570CD" w:rsidRPr="00E8084F" w:rsidRDefault="006570CD" w:rsidP="006570CD">
      <w:pPr>
        <w:pStyle w:val="Textpsmene"/>
      </w:pPr>
      <w:r w:rsidRPr="00E8084F">
        <w:t>určí rozhodné období pro posouzení vztahu příjmů poplatníka k nárůstu jeho jmění, spotřebě nebo jinému vydání,</w:t>
      </w:r>
    </w:p>
    <w:p w:rsidR="006570CD" w:rsidRPr="00E8084F" w:rsidRDefault="006570CD" w:rsidP="006570CD">
      <w:pPr>
        <w:pStyle w:val="Textpsmene"/>
      </w:pPr>
      <w:r w:rsidRPr="00E8084F">
        <w:t>stanoví lhůtu k vyjádření a předložení důkazních prostředků k prokázání požadovaných skutečností, která nesmí být kratší než 30 dnů,</w:t>
      </w:r>
    </w:p>
    <w:p w:rsidR="006570CD" w:rsidRPr="00E8084F" w:rsidRDefault="006570CD" w:rsidP="006570CD">
      <w:pPr>
        <w:pStyle w:val="Textpsmene"/>
      </w:pPr>
      <w:r w:rsidRPr="00E8084F">
        <w:t>poplatníka poučí o následcích spojených s neprokázáním požadovaných skutečností a neposkytnutím dostatečné součinnosti při prokazování požadovaných skutečností.</w:t>
      </w:r>
    </w:p>
    <w:p w:rsidR="006570CD" w:rsidRPr="00E8084F" w:rsidRDefault="006570CD" w:rsidP="006570CD">
      <w:pPr>
        <w:pStyle w:val="Textodstavce"/>
      </w:pPr>
      <w:r w:rsidRPr="00E8084F">
        <w:t>Správce daně může požadované skutečnosti doplňovat prostřednictvím další výzvy k prokázání příjmů.</w:t>
      </w:r>
    </w:p>
    <w:p w:rsidR="006570CD" w:rsidRPr="00E8084F" w:rsidRDefault="006570CD" w:rsidP="006570CD">
      <w:pPr>
        <w:pStyle w:val="Textodstavce"/>
      </w:pPr>
      <w:r w:rsidRPr="00E8084F">
        <w:t>Správce daně nevyzývá poplatníka k prokázání skutečností, o nichž je správci daně známo, že</w:t>
      </w:r>
      <w:r w:rsidRPr="00E8084F" w:rsidDel="000109F8">
        <w:t xml:space="preserve"> </w:t>
      </w:r>
      <w:r w:rsidRPr="00E8084F">
        <w:t>nastaly v období, u kterého již uplynula lhůta pro stanovení daně.</w:t>
      </w:r>
    </w:p>
    <w:p w:rsidR="006570CD" w:rsidRPr="00E8084F" w:rsidRDefault="006570CD" w:rsidP="006570CD">
      <w:pPr>
        <w:pStyle w:val="Paragraf"/>
      </w:pPr>
      <w:r w:rsidRPr="00E8084F">
        <w:t>§ 38y</w:t>
      </w:r>
    </w:p>
    <w:p w:rsidR="006570CD" w:rsidRPr="00E8084F" w:rsidRDefault="006570CD" w:rsidP="006570CD">
      <w:pPr>
        <w:pStyle w:val="Nadpisparagrafu"/>
        <w:spacing w:before="120"/>
      </w:pPr>
      <w:r w:rsidRPr="00E8084F">
        <w:t>Povinnost prokázat příjmy</w:t>
      </w:r>
    </w:p>
    <w:p w:rsidR="006570CD" w:rsidRPr="00E8084F" w:rsidRDefault="006570CD" w:rsidP="006570CD">
      <w:pPr>
        <w:pStyle w:val="Textodstavce"/>
        <w:numPr>
          <w:ilvl w:val="0"/>
          <w:numId w:val="0"/>
        </w:numPr>
        <w:ind w:firstLine="425"/>
      </w:pPr>
      <w:r w:rsidRPr="00E8084F">
        <w:t>Poplatník je povinen prokázat skutečnosti požadované ve výzvě k prokázání příjmů, ledaže prokáže, že</w:t>
      </w:r>
      <w:r w:rsidRPr="00E8084F" w:rsidDel="000109F8">
        <w:t xml:space="preserve"> </w:t>
      </w:r>
      <w:r w:rsidRPr="00E8084F">
        <w:t>nastaly v období, u kterého již uplynula lhůta pro stanovení daně.</w:t>
      </w:r>
    </w:p>
    <w:p w:rsidR="006570CD" w:rsidRPr="00E8084F" w:rsidRDefault="006570CD" w:rsidP="006570CD">
      <w:pPr>
        <w:pStyle w:val="Paragraf"/>
      </w:pPr>
      <w:r w:rsidRPr="00E8084F">
        <w:t>§ 38z</w:t>
      </w:r>
    </w:p>
    <w:p w:rsidR="006570CD" w:rsidRPr="00E8084F" w:rsidRDefault="006570CD" w:rsidP="006570CD">
      <w:pPr>
        <w:pStyle w:val="Nadpisparagrafu"/>
        <w:spacing w:before="120"/>
      </w:pPr>
      <w:r w:rsidRPr="00E8084F">
        <w:t>Prokázání příjmů</w:t>
      </w:r>
    </w:p>
    <w:p w:rsidR="006570CD" w:rsidRPr="00E8084F" w:rsidRDefault="006570CD" w:rsidP="006570CD">
      <w:pPr>
        <w:pStyle w:val="Textodstavce"/>
        <w:numPr>
          <w:ilvl w:val="0"/>
          <w:numId w:val="9"/>
        </w:numPr>
      </w:pPr>
      <w:r w:rsidRPr="00E8084F">
        <w:t xml:space="preserve">Došlo-li k prokázání skutečností požadovaných ve výzvě k prokázání příjmů, správce daně o tom poplatníka vhodným způsobem vyrozumí. </w:t>
      </w:r>
    </w:p>
    <w:p w:rsidR="006570CD" w:rsidRPr="00E8084F" w:rsidRDefault="006570CD" w:rsidP="006570CD">
      <w:pPr>
        <w:pStyle w:val="Textodstavce"/>
      </w:pPr>
      <w:r w:rsidRPr="00E8084F">
        <w:t xml:space="preserve"> Správce daně přistoupí ke stanovení daně podle pomůcek zvláštním způsobem, pokud</w:t>
      </w:r>
    </w:p>
    <w:p w:rsidR="006570CD" w:rsidRPr="00E8084F" w:rsidRDefault="006570CD" w:rsidP="006570CD">
      <w:pPr>
        <w:pStyle w:val="Textpsmene"/>
      </w:pPr>
      <w:r w:rsidRPr="00E8084F">
        <w:t>nedošlo k prokázání skutečností požadovaných ve výzvě k prokázání příjmů,</w:t>
      </w:r>
    </w:p>
    <w:p w:rsidR="006570CD" w:rsidRPr="00E8084F" w:rsidRDefault="006570CD" w:rsidP="006570CD">
      <w:pPr>
        <w:pStyle w:val="Textpsmene"/>
      </w:pPr>
      <w:r w:rsidRPr="00E8084F">
        <w:t xml:space="preserve">daň nelze stanovit na základě dokazování a </w:t>
      </w:r>
    </w:p>
    <w:p w:rsidR="006570CD" w:rsidRPr="00E8084F" w:rsidRDefault="006570CD" w:rsidP="006570CD">
      <w:pPr>
        <w:pStyle w:val="Textpsmene"/>
      </w:pPr>
      <w:r w:rsidRPr="00E8084F">
        <w:t xml:space="preserve">správce daně dojde po předběžném posouzení k závěru, že daň stanovená podle pomůcek zvláštním způsobem přesáhne 2 000 000 Kč. </w:t>
      </w:r>
    </w:p>
    <w:p w:rsidR="006570CD" w:rsidRPr="00E8084F" w:rsidRDefault="006570CD" w:rsidP="006570CD">
      <w:pPr>
        <w:pStyle w:val="Paragraf"/>
      </w:pPr>
      <w:r w:rsidRPr="00E8084F">
        <w:lastRenderedPageBreak/>
        <w:t>§ 38za</w:t>
      </w:r>
    </w:p>
    <w:p w:rsidR="006570CD" w:rsidRPr="00E8084F" w:rsidRDefault="006570CD" w:rsidP="006570CD">
      <w:pPr>
        <w:pStyle w:val="Nadpisparagrafu"/>
        <w:spacing w:before="120"/>
      </w:pPr>
      <w:r w:rsidRPr="00E8084F">
        <w:t>Stanovení daně podle pomůcek zvláštním způsobem</w:t>
      </w:r>
    </w:p>
    <w:p w:rsidR="006570CD" w:rsidRPr="00E8084F" w:rsidRDefault="006570CD" w:rsidP="006570CD">
      <w:pPr>
        <w:pStyle w:val="Textodstavce"/>
        <w:numPr>
          <w:ilvl w:val="0"/>
          <w:numId w:val="10"/>
        </w:numPr>
      </w:pPr>
      <w:r w:rsidRPr="00E8084F">
        <w:t>Správce daně při stanovení daně podle pomůcek zvláštním způsobem určí základ daně pomocí odhadu výše příjmů, kterých by poplatník musel dosáhnout, aby to odpovídalo nárůstu jeho jmění, spotřebě nebo jinému vydání.</w:t>
      </w:r>
    </w:p>
    <w:p w:rsidR="006570CD" w:rsidRPr="00E8084F" w:rsidRDefault="006570CD" w:rsidP="006570CD">
      <w:pPr>
        <w:pStyle w:val="Textodstavce"/>
      </w:pPr>
      <w:r w:rsidRPr="00E8084F">
        <w:t>Při odhadu výše příjmů podle odstavce 1 vyjde správce daně zejména z</w:t>
      </w:r>
    </w:p>
    <w:p w:rsidR="006570CD" w:rsidRPr="00E8084F" w:rsidRDefault="006570CD" w:rsidP="006570CD">
      <w:pPr>
        <w:pStyle w:val="Textpsmene"/>
      </w:pPr>
      <w:r w:rsidRPr="00E8084F">
        <w:t>informací, ze kterých přímo i nepřímo vyplývá, že příjmy poplatníka neodpovídají nárůstu jeho jmění, spotřebě nebo jinému vydání,</w:t>
      </w:r>
    </w:p>
    <w:p w:rsidR="006570CD" w:rsidRPr="00E8084F" w:rsidRDefault="006570CD" w:rsidP="006570CD">
      <w:pPr>
        <w:pStyle w:val="Textpsmene"/>
      </w:pPr>
      <w:r w:rsidRPr="00E8084F">
        <w:t>ekonomických ukazatelů,</w:t>
      </w:r>
    </w:p>
    <w:p w:rsidR="006570CD" w:rsidRPr="00E8084F" w:rsidRDefault="006570CD" w:rsidP="006570CD">
      <w:pPr>
        <w:pStyle w:val="Textpsmene"/>
      </w:pPr>
      <w:r w:rsidRPr="00E8084F">
        <w:t>porovnání se srovnatelnými poplatníky,</w:t>
      </w:r>
    </w:p>
    <w:p w:rsidR="006570CD" w:rsidRPr="00E8084F" w:rsidRDefault="006570CD" w:rsidP="006570CD">
      <w:pPr>
        <w:pStyle w:val="Textpsmene"/>
      </w:pPr>
      <w:r w:rsidRPr="00E8084F">
        <w:t>obvyklé hodnoty srovnatelného majetku, spotřeby nebo jiného vydání,</w:t>
      </w:r>
    </w:p>
    <w:p w:rsidR="006570CD" w:rsidRPr="00E8084F" w:rsidRDefault="006570CD" w:rsidP="006570CD">
      <w:pPr>
        <w:pStyle w:val="Textpsmene"/>
      </w:pPr>
      <w:r w:rsidRPr="00E8084F">
        <w:t>pohybů a zůstatků na účtech,</w:t>
      </w:r>
    </w:p>
    <w:p w:rsidR="006570CD" w:rsidRPr="00E8084F" w:rsidRDefault="006570CD" w:rsidP="006570CD">
      <w:pPr>
        <w:pStyle w:val="Textpsmene"/>
      </w:pPr>
      <w:r w:rsidRPr="00E8084F">
        <w:t>prohlášení o majetku.</w:t>
      </w:r>
    </w:p>
    <w:p w:rsidR="006570CD" w:rsidRPr="00E8084F" w:rsidRDefault="006570CD" w:rsidP="006570CD">
      <w:pPr>
        <w:pStyle w:val="Textodstavce"/>
      </w:pPr>
      <w:r w:rsidRPr="00E8084F">
        <w:t>Pokud při stanovení daně podle pomůcek zvláštním způsobem nelze určit, do jakého zdaňovacího období příjmy spadají, hledí se na ně, jakoby vznikly v posledním zdaňovacím období, za které již lze stanovit daň.</w:t>
      </w:r>
    </w:p>
    <w:p w:rsidR="006570CD" w:rsidRPr="00E8084F" w:rsidRDefault="006570CD" w:rsidP="006570CD">
      <w:pPr>
        <w:pStyle w:val="Textodstavce"/>
      </w:pPr>
      <w:r w:rsidRPr="00E8084F">
        <w:t>Při stanovení daně podle pomůcek zvláštním způsobem správce daně přihlédne k okolnostem, z nichž vyplývají výhody pro poplatníka, pouze pokud jím byly uplatněny a prokázány v řízení o stanovení daně podle pomůcek zvláštním způsobem.</w:t>
      </w:r>
    </w:p>
    <w:p w:rsidR="006570CD" w:rsidRPr="00E8084F" w:rsidRDefault="006570CD" w:rsidP="006570CD">
      <w:pPr>
        <w:pStyle w:val="Paragraf"/>
      </w:pPr>
      <w:r w:rsidRPr="00E8084F">
        <w:t>§ 38zb</w:t>
      </w:r>
    </w:p>
    <w:p w:rsidR="006570CD" w:rsidRPr="00E8084F" w:rsidRDefault="006570CD" w:rsidP="006570CD">
      <w:pPr>
        <w:pStyle w:val="Nadpisparagrafu"/>
        <w:spacing w:before="120"/>
      </w:pPr>
      <w:r w:rsidRPr="00E8084F">
        <w:t>Penále při stanovení daně podle pomůcek zvláštním způsobem</w:t>
      </w:r>
    </w:p>
    <w:p w:rsidR="006570CD" w:rsidRPr="00E8084F" w:rsidRDefault="006570CD" w:rsidP="006570CD">
      <w:pPr>
        <w:pStyle w:val="Textodstavce"/>
        <w:numPr>
          <w:ilvl w:val="0"/>
          <w:numId w:val="11"/>
        </w:numPr>
      </w:pPr>
      <w:r w:rsidRPr="00E8084F">
        <w:t>Poplatníkovi vzniká povinnost uhradit penále z částky daně stanovené podle pomůcek zvláštním způsobem ve výši</w:t>
      </w:r>
    </w:p>
    <w:p w:rsidR="006570CD" w:rsidRPr="00E8084F" w:rsidRDefault="006570CD" w:rsidP="006570CD">
      <w:pPr>
        <w:pStyle w:val="Textpsmene"/>
        <w:numPr>
          <w:ilvl w:val="1"/>
          <w:numId w:val="8"/>
        </w:numPr>
      </w:pPr>
      <w:r w:rsidRPr="00E8084F">
        <w:t>50 %, nebo</w:t>
      </w:r>
    </w:p>
    <w:p w:rsidR="006570CD" w:rsidRPr="00E8084F" w:rsidRDefault="006570CD" w:rsidP="006570CD">
      <w:pPr>
        <w:pStyle w:val="Textpsmene"/>
      </w:pPr>
      <w:r w:rsidRPr="00E8084F">
        <w:t>100 %, pokud neposkytnutí součinnosti poplatníka závažně ztížilo nebo bránilo stanovení daně.</w:t>
      </w:r>
    </w:p>
    <w:p w:rsidR="006570CD" w:rsidRPr="00E8084F" w:rsidRDefault="006570CD" w:rsidP="006570CD">
      <w:pPr>
        <w:pStyle w:val="Textodstavce"/>
      </w:pPr>
      <w:r w:rsidRPr="00E8084F">
        <w:t>Správce daně rozhodne o povinnosti uhradit penále v rámci platebního výměru, nebo dodatečného platebního výměru, kterými se stanoví daň podle pomůcek zvláštním způsobem, a současně penále předepíše</w:t>
      </w:r>
      <w:r w:rsidRPr="00E8084F" w:rsidDel="000109F8">
        <w:t xml:space="preserve"> </w:t>
      </w:r>
      <w:r w:rsidRPr="00E8084F">
        <w:t xml:space="preserve">do evidence daní. </w:t>
      </w:r>
    </w:p>
    <w:p w:rsidR="006570CD" w:rsidRPr="00E8084F" w:rsidRDefault="006570CD" w:rsidP="006570CD">
      <w:pPr>
        <w:pStyle w:val="Textodstavce"/>
      </w:pPr>
      <w:r w:rsidRPr="00E8084F">
        <w:t xml:space="preserve">Penále je splatné ke stejnému dni jako stanovená daň. </w:t>
      </w:r>
    </w:p>
    <w:p w:rsidR="006570CD" w:rsidRPr="00E8084F" w:rsidRDefault="006570CD" w:rsidP="006570CD">
      <w:pPr>
        <w:pStyle w:val="Paragraf"/>
      </w:pPr>
      <w:r w:rsidRPr="00E8084F">
        <w:t>§ 38zc</w:t>
      </w:r>
    </w:p>
    <w:p w:rsidR="006570CD" w:rsidRPr="00E8084F" w:rsidRDefault="006570CD" w:rsidP="006570CD">
      <w:pPr>
        <w:pStyle w:val="Nadpisparagrafu"/>
        <w:spacing w:before="120"/>
      </w:pPr>
      <w:r w:rsidRPr="00E8084F">
        <w:t>Výzva k podání prohlášení o majetku</w:t>
      </w:r>
    </w:p>
    <w:p w:rsidR="006570CD" w:rsidRPr="00E8084F" w:rsidRDefault="006570CD" w:rsidP="006570CD">
      <w:pPr>
        <w:pStyle w:val="Textodstavce"/>
        <w:numPr>
          <w:ilvl w:val="0"/>
          <w:numId w:val="6"/>
        </w:numPr>
      </w:pPr>
      <w:r w:rsidRPr="00E8084F">
        <w:t>Správce daně poplatníka vyzve k podání prohlášení o majetku, pokud</w:t>
      </w:r>
    </w:p>
    <w:p w:rsidR="006570CD" w:rsidRPr="00E8084F" w:rsidRDefault="006570CD" w:rsidP="006570CD">
      <w:pPr>
        <w:pStyle w:val="Textpsmene"/>
      </w:pPr>
      <w:r w:rsidRPr="00E8084F">
        <w:t>nedošlo k prokázání skutečností požadovaných ve výzvě k prokázání příjmů,</w:t>
      </w:r>
    </w:p>
    <w:p w:rsidR="006570CD" w:rsidRPr="00E8084F" w:rsidRDefault="006570CD" w:rsidP="006570CD">
      <w:pPr>
        <w:pStyle w:val="Textpsmene"/>
      </w:pPr>
      <w:r w:rsidRPr="00E8084F">
        <w:t>informace potřebné ke zjištění stavu jmění</w:t>
      </w:r>
      <w:r w:rsidRPr="00E8084F" w:rsidDel="000109F8">
        <w:t xml:space="preserve"> </w:t>
      </w:r>
      <w:r w:rsidRPr="00E8084F">
        <w:t>nelze získat jiným způsobem, nebo je lze získat pouze s nepoměrnými obtížemi a</w:t>
      </w:r>
    </w:p>
    <w:p w:rsidR="006570CD" w:rsidRPr="00E8084F" w:rsidRDefault="006570CD" w:rsidP="006570CD">
      <w:pPr>
        <w:pStyle w:val="Textpsmene"/>
      </w:pPr>
      <w:r w:rsidRPr="00E8084F">
        <w:t>správce daně dojde po předběžném posouzení k závěru, že souhrnná hodnota majetku, který je poplatník v prohlášení o majetku povinen uvést, přesáhne 10 000 000 Kč.</w:t>
      </w:r>
    </w:p>
    <w:p w:rsidR="006570CD" w:rsidRPr="00E8084F" w:rsidRDefault="006570CD" w:rsidP="006570CD">
      <w:pPr>
        <w:pStyle w:val="Textodstavce"/>
      </w:pPr>
      <w:r w:rsidRPr="00E8084F">
        <w:t>Poplatník je povinen podat prohlášení o majetku ve lhůtě 60 dnů od oznámení výzvy k podání prohlášení o majetku; tuto lhůtu lze prodloužit.</w:t>
      </w:r>
    </w:p>
    <w:p w:rsidR="006570CD" w:rsidRPr="00E8084F" w:rsidRDefault="006570CD" w:rsidP="006570CD">
      <w:pPr>
        <w:pStyle w:val="Textodstavce"/>
      </w:pPr>
      <w:r w:rsidRPr="00E8084F">
        <w:t>Ve výzvě správce daně poučí poplatníka o povinnostech spojených s oznámením výzvy a případných následcích spojených s nepodáním prohlášení o majetku nebo uvedením nepravdivých anebo hrubě zkreslených údajů; ohledně nesplnění této povinnosti není správce daně vázán povinností mlčenlivosti pro účely trestního řízení.</w:t>
      </w:r>
    </w:p>
    <w:p w:rsidR="006570CD" w:rsidRPr="00E8084F" w:rsidRDefault="006570CD" w:rsidP="006570CD">
      <w:pPr>
        <w:pStyle w:val="Textodstavce"/>
      </w:pPr>
      <w:r w:rsidRPr="00E8084F">
        <w:t>Pokud poplatník nepodá na výzvu správce daně prohlášení o majetku, nebo v něm uvede nepravdivé nebo hrubě zkreslené údaje, správce daně bez dalšího přistoupí ke stanovení daně podle pomůcek zvláštním způsobem.</w:t>
      </w:r>
    </w:p>
    <w:p w:rsidR="006570CD" w:rsidRPr="00E8084F" w:rsidRDefault="006570CD" w:rsidP="006570CD">
      <w:pPr>
        <w:pStyle w:val="Paragraf"/>
      </w:pPr>
      <w:r w:rsidRPr="00E8084F">
        <w:t>§ 38zd</w:t>
      </w:r>
    </w:p>
    <w:p w:rsidR="006570CD" w:rsidRPr="00E8084F" w:rsidRDefault="006570CD" w:rsidP="006570CD">
      <w:pPr>
        <w:pStyle w:val="Nadpisparagrafu"/>
        <w:spacing w:before="120"/>
      </w:pPr>
      <w:r w:rsidRPr="00E8084F">
        <w:t>Náležitosti prohlášení o majetku</w:t>
      </w:r>
    </w:p>
    <w:p w:rsidR="006570CD" w:rsidRPr="00E8084F" w:rsidRDefault="006570CD" w:rsidP="006570CD">
      <w:pPr>
        <w:pStyle w:val="Textodstavce"/>
        <w:numPr>
          <w:ilvl w:val="0"/>
          <w:numId w:val="7"/>
        </w:numPr>
      </w:pPr>
      <w:r w:rsidRPr="00E8084F">
        <w:t>V prohlášení o majetku je poplatník povinen uvést úplné a pravdivé údaje.</w:t>
      </w:r>
    </w:p>
    <w:p w:rsidR="006570CD" w:rsidRPr="00E8084F" w:rsidRDefault="006570CD" w:rsidP="006570CD">
      <w:pPr>
        <w:pStyle w:val="Textodstavce"/>
      </w:pPr>
      <w:r w:rsidRPr="00E8084F">
        <w:t>V prohlášení o majetku je poplatník povinen uvést údaje, které se uvádějí v prohlášení o majetku podle daňového řádu.</w:t>
      </w:r>
    </w:p>
    <w:p w:rsidR="006570CD" w:rsidRPr="00E8084F" w:rsidRDefault="006570CD" w:rsidP="006570CD">
      <w:pPr>
        <w:pStyle w:val="Textodstavce"/>
      </w:pPr>
      <w:r w:rsidRPr="00E8084F">
        <w:t>V prohlášení o majetku je poplatník povinen dále uvést</w:t>
      </w:r>
    </w:p>
    <w:p w:rsidR="006570CD" w:rsidRPr="00E8084F" w:rsidRDefault="006570CD" w:rsidP="006570CD">
      <w:pPr>
        <w:pStyle w:val="Textpsmene"/>
      </w:pPr>
      <w:proofErr w:type="spellStart"/>
      <w:r w:rsidRPr="00E8084F">
        <w:t>svěřenský</w:t>
      </w:r>
      <w:proofErr w:type="spellEnd"/>
      <w:r w:rsidRPr="00E8084F">
        <w:t xml:space="preserve"> fond, jehož je zakladatelem nebo obmyšleným, a skutečnosti, které jsou mu známy o majetku v tomto </w:t>
      </w:r>
      <w:proofErr w:type="spellStart"/>
      <w:r w:rsidRPr="00E8084F">
        <w:t>svěřenském</w:t>
      </w:r>
      <w:proofErr w:type="spellEnd"/>
      <w:r w:rsidRPr="00E8084F">
        <w:t xml:space="preserve"> fondu,</w:t>
      </w:r>
    </w:p>
    <w:p w:rsidR="006570CD" w:rsidRPr="00E8084F" w:rsidRDefault="006570CD" w:rsidP="006570CD">
      <w:pPr>
        <w:pStyle w:val="Textpsmene"/>
      </w:pPr>
      <w:r w:rsidRPr="00E8084F">
        <w:t>věc nepodléhající výkonu rozhodnutí, pokud jde o věc, kterou podnikatel nezbytně nutně potřebuje k výkonu své podnikatelské činnosti,</w:t>
      </w:r>
    </w:p>
    <w:p w:rsidR="006570CD" w:rsidRPr="00E8084F" w:rsidRDefault="006570CD" w:rsidP="006570CD">
      <w:pPr>
        <w:pStyle w:val="Textpsmene"/>
      </w:pPr>
      <w:r w:rsidRPr="00E8084F">
        <w:t>peněžitý dluh nebo</w:t>
      </w:r>
    </w:p>
    <w:p w:rsidR="006570CD" w:rsidRPr="00E8084F" w:rsidRDefault="006570CD" w:rsidP="006570CD">
      <w:pPr>
        <w:pStyle w:val="Textpsmene"/>
      </w:pPr>
      <w:r w:rsidRPr="00E8084F">
        <w:t>výslovné prohlášení, že uvedl úplné a pravdivé údaje.</w:t>
      </w:r>
    </w:p>
    <w:p w:rsidR="006570CD" w:rsidRPr="00E8084F" w:rsidRDefault="006570CD" w:rsidP="006570CD">
      <w:pPr>
        <w:pStyle w:val="Textodstavce"/>
      </w:pPr>
      <w:r w:rsidRPr="00E8084F">
        <w:t>Rozhodným dnem pro sestavení prohlášení o majetku je den oznámení výzvy k podání prohlášení o majetku, není-li v této výzvě stanoven jiný rozhodný den.</w:t>
      </w:r>
    </w:p>
    <w:p w:rsidR="006570CD" w:rsidRPr="00E8084F" w:rsidRDefault="006570CD" w:rsidP="006570CD">
      <w:pPr>
        <w:pStyle w:val="Textodstavce"/>
      </w:pPr>
      <w:r w:rsidRPr="00E8084F">
        <w:t>Podpis poplatníka na prohlášení o majetku, které není podáno ústně do protokolu nebo prostřednictvím datové zprávy, musí být úředně ověřen.</w:t>
      </w:r>
    </w:p>
    <w:p w:rsidR="006570CD" w:rsidRPr="00E8084F" w:rsidRDefault="006570CD" w:rsidP="006570CD">
      <w:pPr>
        <w:pStyle w:val="Paragraf"/>
      </w:pPr>
      <w:r w:rsidRPr="00E8084F">
        <w:t>§ 38ze</w:t>
      </w:r>
    </w:p>
    <w:p w:rsidR="006570CD" w:rsidRPr="00E8084F" w:rsidRDefault="006570CD" w:rsidP="006570CD">
      <w:pPr>
        <w:pStyle w:val="Nadpisparagrafu"/>
        <w:spacing w:before="120"/>
      </w:pPr>
      <w:r w:rsidRPr="00E8084F">
        <w:t>Zvláštní ustanovení o náležitostech prohlášení o majetku</w:t>
      </w:r>
    </w:p>
    <w:p w:rsidR="006570CD" w:rsidRPr="00E8084F" w:rsidRDefault="006570CD" w:rsidP="006570CD">
      <w:pPr>
        <w:pStyle w:val="Textodstavce"/>
        <w:numPr>
          <w:ilvl w:val="0"/>
          <w:numId w:val="12"/>
        </w:numPr>
      </w:pPr>
      <w:r w:rsidRPr="00E8084F">
        <w:t>V prohlášení o majetku není poplatník povinen uvést údaje, které může správce daně zjistit z rejstříků a evidencí, do kterých má přístup. Tyto údaje správce daně zveřejní</w:t>
      </w:r>
      <w:r w:rsidRPr="00E8084F" w:rsidDel="009908BE">
        <w:t xml:space="preserve"> </w:t>
      </w:r>
      <w:r w:rsidRPr="00E8084F">
        <w:t>na úřední desce a způsobem umožňujícím dálkový přístup.</w:t>
      </w:r>
    </w:p>
    <w:p w:rsidR="006570CD" w:rsidRPr="00E8084F" w:rsidRDefault="006570CD" w:rsidP="006570CD">
      <w:pPr>
        <w:pStyle w:val="Textodstavce"/>
      </w:pPr>
      <w:r w:rsidRPr="00E8084F">
        <w:t>Pokud souhrnná hodnota majetku, který je poplatník v prohlášení o majetku povinen uvést, nepřesahuje 10 000 000 Kč, poplatník v prohlášení o majetku může uvést pouze tuto skutečnost a výslovné prohlášení, že tento údaj je pravdivý.</w:t>
      </w:r>
    </w:p>
    <w:p w:rsidR="006570CD" w:rsidRPr="00E8084F" w:rsidRDefault="006570CD" w:rsidP="006570CD">
      <w:pPr>
        <w:pStyle w:val="Textodstavce"/>
      </w:pPr>
      <w:r w:rsidRPr="00E8084F">
        <w:t>Poplatník není v prohlášení o majetku povinen uvést</w:t>
      </w:r>
    </w:p>
    <w:p w:rsidR="006570CD" w:rsidRPr="00E8084F" w:rsidRDefault="006570CD" w:rsidP="006570CD">
      <w:pPr>
        <w:pStyle w:val="Textpsmene"/>
      </w:pPr>
      <w:r w:rsidRPr="00E8084F">
        <w:t>movitou věc, jejíž hodnota nepřesahuje 100 000 Kč, nebo</w:t>
      </w:r>
    </w:p>
    <w:p w:rsidR="006570CD" w:rsidRPr="00E8084F" w:rsidRDefault="006570CD" w:rsidP="006570CD">
      <w:pPr>
        <w:pStyle w:val="Textpsmene"/>
      </w:pPr>
      <w:r w:rsidRPr="00E8084F">
        <w:t>peněžitý dluh nepřesahující 100 000 Kč.“.</w:t>
      </w:r>
    </w:p>
    <w:p w:rsidR="006570CD" w:rsidRPr="00E8084F" w:rsidRDefault="006570CD" w:rsidP="006570CD">
      <w:pPr>
        <w:pStyle w:val="lnek"/>
        <w:spacing w:before="480"/>
      </w:pPr>
      <w:r>
        <w:t xml:space="preserve">Čl. </w:t>
      </w:r>
      <w:r w:rsidRPr="00E8084F">
        <w:t>II</w:t>
      </w:r>
    </w:p>
    <w:p w:rsidR="006570CD" w:rsidRPr="00E8084F" w:rsidRDefault="006570CD" w:rsidP="006570CD">
      <w:pPr>
        <w:pStyle w:val="Nadpislnku"/>
        <w:spacing w:before="120"/>
      </w:pPr>
      <w:r w:rsidRPr="00E8084F">
        <w:t>Přechodné ustanovení</w:t>
      </w:r>
    </w:p>
    <w:p w:rsidR="006570CD" w:rsidRPr="00E8084F" w:rsidRDefault="006570CD" w:rsidP="006570CD">
      <w:pPr>
        <w:pStyle w:val="Textparagrafu"/>
      </w:pPr>
      <w:r w:rsidRPr="00E8084F">
        <w:t>Penále podle § 38zb zákona č. 586/1992 Sb., ve znění účinném ode dne nabytí účinnosti tohoto zákona, lze uplatnit až v případě stanovení daně, u níž uplynula lhůta pro podání řádného daňového přiznání nebo dodatečného daňového přiznání po dni nabytí účinnosti tohoto zákona.</w:t>
      </w:r>
    </w:p>
    <w:p w:rsidR="006570CD" w:rsidRPr="00E8084F" w:rsidRDefault="006570CD" w:rsidP="006570CD">
      <w:pPr>
        <w:pStyle w:val="ST"/>
        <w:spacing w:before="480"/>
      </w:pPr>
      <w:r>
        <w:t xml:space="preserve">ČÁST </w:t>
      </w:r>
      <w:r w:rsidRPr="00E8084F">
        <w:t>Druhá</w:t>
      </w:r>
    </w:p>
    <w:p w:rsidR="006570CD" w:rsidRPr="00E8084F" w:rsidRDefault="006570CD" w:rsidP="006570CD">
      <w:pPr>
        <w:pStyle w:val="NADPISSTI"/>
      </w:pPr>
      <w:r w:rsidRPr="00E8084F">
        <w:t>Změna trestního zákoníku</w:t>
      </w:r>
    </w:p>
    <w:p w:rsidR="006570CD" w:rsidRPr="00E8084F" w:rsidRDefault="006570CD" w:rsidP="006570CD">
      <w:pPr>
        <w:pStyle w:val="lnek"/>
        <w:spacing w:before="120"/>
      </w:pPr>
      <w:r>
        <w:t xml:space="preserve">Čl. </w:t>
      </w:r>
      <w:r w:rsidRPr="00E8084F">
        <w:t>III</w:t>
      </w:r>
    </w:p>
    <w:p w:rsidR="006570CD" w:rsidRPr="00E8084F" w:rsidRDefault="006570CD" w:rsidP="006570CD">
      <w:pPr>
        <w:pStyle w:val="Textlnku"/>
        <w:keepNext/>
      </w:pPr>
      <w:r w:rsidRPr="00E8084F">
        <w:t>V § 227 zákona č. 40/2009 Sb., trestní zákoník, se slova „až na jeden rok“ nahrazují slovy „na šest měsíců až tři léta, peněžitým trestem“.</w:t>
      </w:r>
    </w:p>
    <w:p w:rsidR="006570CD" w:rsidRPr="00E8084F" w:rsidRDefault="006570CD" w:rsidP="006570CD">
      <w:pPr>
        <w:pStyle w:val="ST"/>
        <w:spacing w:before="480"/>
      </w:pPr>
      <w:r>
        <w:t xml:space="preserve">ČÁST </w:t>
      </w:r>
      <w:r w:rsidRPr="00E8084F">
        <w:t>TŘETÍ</w:t>
      </w:r>
    </w:p>
    <w:p w:rsidR="006570CD" w:rsidRPr="00E8084F" w:rsidRDefault="006570CD" w:rsidP="006570CD">
      <w:pPr>
        <w:pStyle w:val="NADPISSTI"/>
      </w:pPr>
      <w:r w:rsidRPr="00E8084F">
        <w:t>ÚČINNOST</w:t>
      </w:r>
    </w:p>
    <w:p w:rsidR="006570CD" w:rsidRPr="00E8084F" w:rsidRDefault="006570CD" w:rsidP="006570CD">
      <w:pPr>
        <w:pStyle w:val="lnek"/>
        <w:spacing w:before="120"/>
      </w:pPr>
      <w:r>
        <w:t xml:space="preserve">Čl. </w:t>
      </w:r>
      <w:r w:rsidRPr="00E8084F">
        <w:t>IV</w:t>
      </w:r>
    </w:p>
    <w:p w:rsidR="006570CD" w:rsidRDefault="006570CD" w:rsidP="006570CD">
      <w:pPr>
        <w:pStyle w:val="Textparagrafu"/>
      </w:pPr>
      <w:r w:rsidRPr="00E8084F">
        <w:t xml:space="preserve">Tento zákon nabývá účinnosti </w:t>
      </w:r>
      <w:r w:rsidR="00A96CE5">
        <w:t xml:space="preserve">prvním </w:t>
      </w:r>
      <w:r w:rsidRPr="00E8084F">
        <w:t>dnem</w:t>
      </w:r>
      <w:r w:rsidR="00A96CE5">
        <w:t xml:space="preserve"> druhého kalendářního měsíce následujícího po dni jeho vyhlášení.</w:t>
      </w:r>
    </w:p>
    <w:p w:rsidR="003F53C8" w:rsidRDefault="003F53C8"/>
    <w:sectPr w:rsidR="003F53C8">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0CD" w:rsidRDefault="006570CD">
      <w:r>
        <w:separator/>
      </w:r>
    </w:p>
  </w:endnote>
  <w:endnote w:type="continuationSeparator" w:id="0">
    <w:p w:rsidR="006570CD" w:rsidRDefault="00657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0CD" w:rsidRDefault="006570CD">
      <w:r>
        <w:separator/>
      </w:r>
    </w:p>
  </w:footnote>
  <w:footnote w:type="continuationSeparator" w:id="0">
    <w:p w:rsidR="006570CD" w:rsidRDefault="006570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3C8" w:rsidRDefault="003F53C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F53C8" w:rsidRDefault="003F53C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3C8" w:rsidRDefault="003F53C8">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A20D1D">
      <w:rPr>
        <w:rStyle w:val="slostrnky"/>
        <w:noProof/>
      </w:rPr>
      <w:t>5</w:t>
    </w:r>
    <w:r>
      <w:rPr>
        <w:rStyle w:val="slostrnky"/>
      </w:rPr>
      <w:fldChar w:fldCharType="end"/>
    </w:r>
    <w:r>
      <w:rPr>
        <w:rStyle w:val="slostrnky"/>
      </w:rPr>
      <w:t xml:space="preserve"> -</w:t>
    </w:r>
  </w:p>
  <w:p w:rsidR="003F53C8" w:rsidRDefault="003F53C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6570CD"/>
    <w:rsid w:val="003F53C8"/>
    <w:rsid w:val="00561F94"/>
    <w:rsid w:val="006570CD"/>
    <w:rsid w:val="006D23A3"/>
    <w:rsid w:val="00970095"/>
    <w:rsid w:val="0099283A"/>
    <w:rsid w:val="00A20D1D"/>
    <w:rsid w:val="00A96C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C12DD8-ED0A-4A32-8E68-F3AB6D651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6CE5"/>
    <w:pPr>
      <w:jc w:val="both"/>
    </w:pPr>
    <w:rPr>
      <w:sz w:val="24"/>
      <w:szCs w:val="24"/>
    </w:rPr>
  </w:style>
  <w:style w:type="paragraph" w:styleId="Nadpis1">
    <w:name w:val="heading 1"/>
    <w:basedOn w:val="Normln"/>
    <w:next w:val="Normln"/>
    <w:qFormat/>
    <w:rsid w:val="00A96CE5"/>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96CE5"/>
    <w:pPr>
      <w:tabs>
        <w:tab w:val="center" w:pos="4536"/>
        <w:tab w:val="right" w:pos="9072"/>
      </w:tabs>
    </w:pPr>
  </w:style>
  <w:style w:type="paragraph" w:customStyle="1" w:styleId="Textparagrafu">
    <w:name w:val="Text paragrafu"/>
    <w:basedOn w:val="Normln"/>
    <w:rsid w:val="00A96CE5"/>
    <w:pPr>
      <w:spacing w:before="240"/>
      <w:ind w:firstLine="425"/>
      <w:outlineLvl w:val="5"/>
    </w:pPr>
  </w:style>
  <w:style w:type="paragraph" w:customStyle="1" w:styleId="Paragraf">
    <w:name w:val="Paragraf"/>
    <w:basedOn w:val="Normln"/>
    <w:next w:val="Textodstavce"/>
    <w:rsid w:val="00A96CE5"/>
    <w:pPr>
      <w:keepNext/>
      <w:keepLines/>
      <w:spacing w:before="240"/>
      <w:jc w:val="center"/>
      <w:outlineLvl w:val="5"/>
    </w:pPr>
  </w:style>
  <w:style w:type="paragraph" w:customStyle="1" w:styleId="Oddl">
    <w:name w:val="Oddíl"/>
    <w:basedOn w:val="Normln"/>
    <w:next w:val="Nadpisoddlu"/>
    <w:rsid w:val="00A96CE5"/>
    <w:pPr>
      <w:keepNext/>
      <w:keepLines/>
      <w:spacing w:before="240"/>
      <w:jc w:val="center"/>
      <w:outlineLvl w:val="4"/>
    </w:pPr>
  </w:style>
  <w:style w:type="paragraph" w:customStyle="1" w:styleId="Nadpisoddlu">
    <w:name w:val="Nadpis oddílu"/>
    <w:basedOn w:val="Normln"/>
    <w:next w:val="Paragraf"/>
    <w:rsid w:val="00A96CE5"/>
    <w:pPr>
      <w:keepNext/>
      <w:keepLines/>
      <w:jc w:val="center"/>
      <w:outlineLvl w:val="4"/>
    </w:pPr>
    <w:rPr>
      <w:b/>
    </w:rPr>
  </w:style>
  <w:style w:type="paragraph" w:customStyle="1" w:styleId="Dl">
    <w:name w:val="Díl"/>
    <w:basedOn w:val="Normln"/>
    <w:next w:val="Nadpisdlu"/>
    <w:rsid w:val="00A96CE5"/>
    <w:pPr>
      <w:keepNext/>
      <w:keepLines/>
      <w:spacing w:before="240"/>
      <w:jc w:val="center"/>
      <w:outlineLvl w:val="3"/>
    </w:pPr>
  </w:style>
  <w:style w:type="paragraph" w:customStyle="1" w:styleId="Nadpisdlu">
    <w:name w:val="Nadpis dílu"/>
    <w:basedOn w:val="Normln"/>
    <w:next w:val="Oddl"/>
    <w:rsid w:val="00A96CE5"/>
    <w:pPr>
      <w:keepNext/>
      <w:keepLines/>
      <w:jc w:val="center"/>
      <w:outlineLvl w:val="3"/>
    </w:pPr>
    <w:rPr>
      <w:b/>
    </w:rPr>
  </w:style>
  <w:style w:type="paragraph" w:customStyle="1" w:styleId="Hlava">
    <w:name w:val="Hlava"/>
    <w:basedOn w:val="Normln"/>
    <w:next w:val="Nadpishlavy"/>
    <w:rsid w:val="00A96CE5"/>
    <w:pPr>
      <w:keepNext/>
      <w:keepLines/>
      <w:spacing w:before="240"/>
      <w:jc w:val="center"/>
      <w:outlineLvl w:val="2"/>
    </w:pPr>
  </w:style>
  <w:style w:type="paragraph" w:customStyle="1" w:styleId="Nadpishlavy">
    <w:name w:val="Nadpis hlavy"/>
    <w:basedOn w:val="Normln"/>
    <w:next w:val="Dl"/>
    <w:rsid w:val="00A96CE5"/>
    <w:pPr>
      <w:keepNext/>
      <w:keepLines/>
      <w:jc w:val="center"/>
      <w:outlineLvl w:val="2"/>
    </w:pPr>
    <w:rPr>
      <w:b/>
    </w:rPr>
  </w:style>
  <w:style w:type="paragraph" w:customStyle="1" w:styleId="ST">
    <w:name w:val="ČÁST"/>
    <w:basedOn w:val="Normln"/>
    <w:next w:val="NADPISSTI"/>
    <w:rsid w:val="00A96CE5"/>
    <w:pPr>
      <w:keepNext/>
      <w:keepLines/>
      <w:spacing w:before="240" w:after="120"/>
      <w:jc w:val="center"/>
      <w:outlineLvl w:val="1"/>
    </w:pPr>
    <w:rPr>
      <w:caps/>
    </w:rPr>
  </w:style>
  <w:style w:type="paragraph" w:customStyle="1" w:styleId="NADPISSTI">
    <w:name w:val="NADPIS ČÁSTI"/>
    <w:basedOn w:val="Normln"/>
    <w:next w:val="Hlava"/>
    <w:link w:val="NADPISSTIChar"/>
    <w:rsid w:val="00A96CE5"/>
    <w:pPr>
      <w:keepNext/>
      <w:keepLines/>
      <w:jc w:val="center"/>
      <w:outlineLvl w:val="1"/>
    </w:pPr>
    <w:rPr>
      <w:b/>
    </w:rPr>
  </w:style>
  <w:style w:type="paragraph" w:customStyle="1" w:styleId="ZKON">
    <w:name w:val="ZÁKON"/>
    <w:basedOn w:val="Normln"/>
    <w:next w:val="nadpiszkona"/>
    <w:rsid w:val="00A96CE5"/>
    <w:pPr>
      <w:keepNext/>
      <w:keepLines/>
      <w:jc w:val="center"/>
      <w:outlineLvl w:val="0"/>
    </w:pPr>
    <w:rPr>
      <w:b/>
      <w:caps/>
    </w:rPr>
  </w:style>
  <w:style w:type="paragraph" w:customStyle="1" w:styleId="nadpiszkona">
    <w:name w:val="nadpis zákona"/>
    <w:basedOn w:val="Normln"/>
    <w:next w:val="Parlament"/>
    <w:rsid w:val="00A96CE5"/>
    <w:pPr>
      <w:keepNext/>
      <w:keepLines/>
      <w:spacing w:before="120"/>
      <w:jc w:val="center"/>
      <w:outlineLvl w:val="0"/>
    </w:pPr>
    <w:rPr>
      <w:b/>
    </w:rPr>
  </w:style>
  <w:style w:type="paragraph" w:customStyle="1" w:styleId="Parlament">
    <w:name w:val="Parlament"/>
    <w:basedOn w:val="Normln"/>
    <w:next w:val="ST"/>
    <w:rsid w:val="00A96CE5"/>
    <w:pPr>
      <w:keepNext/>
      <w:keepLines/>
      <w:spacing w:before="360" w:after="240"/>
    </w:pPr>
  </w:style>
  <w:style w:type="paragraph" w:customStyle="1" w:styleId="Textlnku">
    <w:name w:val="Text článku"/>
    <w:basedOn w:val="Normln"/>
    <w:link w:val="TextlnkuChar"/>
    <w:rsid w:val="00A96CE5"/>
    <w:pPr>
      <w:spacing w:before="240"/>
      <w:ind w:firstLine="425"/>
      <w:outlineLvl w:val="5"/>
    </w:pPr>
  </w:style>
  <w:style w:type="paragraph" w:customStyle="1" w:styleId="lnek">
    <w:name w:val="Článek"/>
    <w:basedOn w:val="Normln"/>
    <w:next w:val="Textodstavce"/>
    <w:link w:val="lnekChar"/>
    <w:rsid w:val="00A96CE5"/>
    <w:pPr>
      <w:keepNext/>
      <w:keepLines/>
      <w:spacing w:before="240"/>
      <w:jc w:val="center"/>
      <w:outlineLvl w:val="5"/>
    </w:pPr>
  </w:style>
  <w:style w:type="paragraph" w:customStyle="1" w:styleId="CELEX">
    <w:name w:val="CELEX"/>
    <w:basedOn w:val="Normln"/>
    <w:next w:val="Normln"/>
    <w:rsid w:val="00A96CE5"/>
    <w:pPr>
      <w:spacing w:before="60"/>
    </w:pPr>
    <w:rPr>
      <w:i/>
      <w:sz w:val="20"/>
    </w:rPr>
  </w:style>
  <w:style w:type="paragraph" w:customStyle="1" w:styleId="funkce">
    <w:name w:val="funkce"/>
    <w:basedOn w:val="Normln"/>
    <w:rsid w:val="00A96CE5"/>
    <w:pPr>
      <w:keepLines/>
      <w:jc w:val="center"/>
    </w:pPr>
  </w:style>
  <w:style w:type="paragraph" w:customStyle="1" w:styleId="Psmeno">
    <w:name w:val="&quot;Písmeno&quot;"/>
    <w:basedOn w:val="Normln"/>
    <w:next w:val="Normln"/>
    <w:rsid w:val="00A96CE5"/>
    <w:pPr>
      <w:keepNext/>
      <w:keepLines/>
      <w:ind w:left="425" w:hanging="425"/>
    </w:pPr>
  </w:style>
  <w:style w:type="paragraph" w:customStyle="1" w:styleId="Oznaenpozmn">
    <w:name w:val="Označení pozm.n."/>
    <w:basedOn w:val="Normln"/>
    <w:next w:val="Normln"/>
    <w:rsid w:val="00A96CE5"/>
    <w:pPr>
      <w:numPr>
        <w:numId w:val="2"/>
      </w:numPr>
      <w:spacing w:after="120"/>
    </w:pPr>
    <w:rPr>
      <w:b/>
    </w:rPr>
  </w:style>
  <w:style w:type="paragraph" w:customStyle="1" w:styleId="Textpozmn">
    <w:name w:val="Text pozm.n."/>
    <w:basedOn w:val="Normln"/>
    <w:next w:val="Normln"/>
    <w:rsid w:val="00A96CE5"/>
    <w:pPr>
      <w:numPr>
        <w:numId w:val="3"/>
      </w:numPr>
      <w:tabs>
        <w:tab w:val="clear" w:pos="425"/>
        <w:tab w:val="left" w:pos="851"/>
      </w:tabs>
      <w:spacing w:after="120"/>
      <w:ind w:left="850"/>
    </w:pPr>
  </w:style>
  <w:style w:type="paragraph" w:customStyle="1" w:styleId="Novelizanbod">
    <w:name w:val="Novelizační bod"/>
    <w:basedOn w:val="Normln"/>
    <w:next w:val="Normln"/>
    <w:rsid w:val="00A96CE5"/>
    <w:pPr>
      <w:keepNext/>
      <w:keepLines/>
      <w:numPr>
        <w:numId w:val="4"/>
      </w:numPr>
      <w:tabs>
        <w:tab w:val="left" w:pos="851"/>
      </w:tabs>
      <w:spacing w:before="480" w:after="120"/>
    </w:pPr>
  </w:style>
  <w:style w:type="paragraph" w:customStyle="1" w:styleId="Novelizanbodvpozmn">
    <w:name w:val="Novelizační bod v pozm.n."/>
    <w:basedOn w:val="Normln"/>
    <w:next w:val="Normln"/>
    <w:rsid w:val="00A96CE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A96CE5"/>
    <w:pPr>
      <w:keepNext/>
      <w:keepLines/>
      <w:spacing w:after="120"/>
      <w:jc w:val="center"/>
    </w:pPr>
    <w:rPr>
      <w:b/>
      <w:sz w:val="32"/>
    </w:rPr>
  </w:style>
  <w:style w:type="paragraph" w:customStyle="1" w:styleId="Textbodu">
    <w:name w:val="Text bodu"/>
    <w:basedOn w:val="Normln"/>
    <w:rsid w:val="00A96CE5"/>
    <w:pPr>
      <w:numPr>
        <w:ilvl w:val="2"/>
        <w:numId w:val="5"/>
      </w:numPr>
      <w:outlineLvl w:val="8"/>
    </w:pPr>
  </w:style>
  <w:style w:type="paragraph" w:customStyle="1" w:styleId="Textpsmene">
    <w:name w:val="Text písmene"/>
    <w:basedOn w:val="Normln"/>
    <w:rsid w:val="00A96CE5"/>
    <w:pPr>
      <w:numPr>
        <w:ilvl w:val="1"/>
        <w:numId w:val="5"/>
      </w:numPr>
      <w:outlineLvl w:val="7"/>
    </w:pPr>
  </w:style>
  <w:style w:type="character" w:customStyle="1" w:styleId="Odkaznapoznpodarou">
    <w:name w:val="Odkaz na pozn. pod čarou"/>
    <w:rsid w:val="00A96CE5"/>
    <w:rPr>
      <w:vertAlign w:val="superscript"/>
    </w:rPr>
  </w:style>
  <w:style w:type="character" w:customStyle="1" w:styleId="TextlnkuChar">
    <w:name w:val="Text článku Char"/>
    <w:link w:val="Textlnku"/>
    <w:rsid w:val="006570CD"/>
    <w:rPr>
      <w:sz w:val="24"/>
      <w:szCs w:val="24"/>
    </w:rPr>
  </w:style>
  <w:style w:type="paragraph" w:customStyle="1" w:styleId="Textodstavce">
    <w:name w:val="Text odstavce"/>
    <w:basedOn w:val="Normln"/>
    <w:link w:val="TextodstavceChar"/>
    <w:rsid w:val="00A96CE5"/>
    <w:pPr>
      <w:numPr>
        <w:numId w:val="5"/>
      </w:numPr>
      <w:tabs>
        <w:tab w:val="left" w:pos="851"/>
      </w:tabs>
      <w:spacing w:before="120" w:after="120"/>
      <w:outlineLvl w:val="6"/>
    </w:pPr>
  </w:style>
  <w:style w:type="paragraph" w:customStyle="1" w:styleId="Textbodunovely">
    <w:name w:val="Text bodu novely"/>
    <w:basedOn w:val="Normln"/>
    <w:next w:val="Normln"/>
    <w:rsid w:val="00A96CE5"/>
    <w:pPr>
      <w:ind w:left="567" w:hanging="567"/>
    </w:pPr>
  </w:style>
  <w:style w:type="character" w:styleId="slostrnky">
    <w:name w:val="page number"/>
    <w:basedOn w:val="Standardnpsmoodstavce"/>
    <w:rsid w:val="00A96CE5"/>
  </w:style>
  <w:style w:type="paragraph" w:styleId="Zpat">
    <w:name w:val="footer"/>
    <w:basedOn w:val="Normln"/>
    <w:semiHidden/>
    <w:rsid w:val="00A96CE5"/>
    <w:pPr>
      <w:tabs>
        <w:tab w:val="center" w:pos="4536"/>
        <w:tab w:val="right" w:pos="9072"/>
      </w:tabs>
    </w:pPr>
  </w:style>
  <w:style w:type="paragraph" w:styleId="Textpoznpodarou">
    <w:name w:val="footnote text"/>
    <w:basedOn w:val="Normln"/>
    <w:semiHidden/>
    <w:rsid w:val="00A96CE5"/>
    <w:pPr>
      <w:tabs>
        <w:tab w:val="left" w:pos="425"/>
      </w:tabs>
      <w:ind w:left="425" w:hanging="425"/>
    </w:pPr>
    <w:rPr>
      <w:sz w:val="20"/>
    </w:rPr>
  </w:style>
  <w:style w:type="character" w:styleId="Znakapoznpodarou">
    <w:name w:val="footnote reference"/>
    <w:semiHidden/>
    <w:rsid w:val="00A96CE5"/>
    <w:rPr>
      <w:vertAlign w:val="superscript"/>
    </w:rPr>
  </w:style>
  <w:style w:type="paragraph" w:styleId="Titulek">
    <w:name w:val="caption"/>
    <w:basedOn w:val="Normln"/>
    <w:next w:val="Normln"/>
    <w:qFormat/>
    <w:rsid w:val="00A96CE5"/>
    <w:pPr>
      <w:spacing w:before="120" w:after="120"/>
    </w:pPr>
    <w:rPr>
      <w:b/>
    </w:rPr>
  </w:style>
  <w:style w:type="paragraph" w:customStyle="1" w:styleId="Nvrh">
    <w:name w:val="Návrh"/>
    <w:basedOn w:val="Normln"/>
    <w:next w:val="ZKON"/>
    <w:rsid w:val="00A96CE5"/>
    <w:pPr>
      <w:keepNext/>
      <w:keepLines/>
      <w:spacing w:after="240"/>
      <w:jc w:val="center"/>
      <w:outlineLvl w:val="0"/>
    </w:pPr>
    <w:rPr>
      <w:spacing w:val="40"/>
    </w:rPr>
  </w:style>
  <w:style w:type="paragraph" w:customStyle="1" w:styleId="Podpis">
    <w:name w:val="Podpis_"/>
    <w:basedOn w:val="Normln"/>
    <w:next w:val="funkce"/>
    <w:rsid w:val="00A96CE5"/>
    <w:pPr>
      <w:keepNext/>
      <w:keepLines/>
      <w:spacing w:before="720"/>
      <w:jc w:val="center"/>
    </w:pPr>
  </w:style>
  <w:style w:type="character" w:customStyle="1" w:styleId="NADPISSTIChar">
    <w:name w:val="NADPIS ČÁSTI Char"/>
    <w:link w:val="NADPISSTI"/>
    <w:rsid w:val="006570CD"/>
    <w:rPr>
      <w:b/>
      <w:sz w:val="24"/>
      <w:szCs w:val="24"/>
    </w:rPr>
  </w:style>
  <w:style w:type="paragraph" w:customStyle="1" w:styleId="VARIANTA">
    <w:name w:val="VARIANTA"/>
    <w:basedOn w:val="Normln"/>
    <w:next w:val="Normln"/>
    <w:rsid w:val="00A96CE5"/>
    <w:pPr>
      <w:keepNext/>
      <w:spacing w:before="120" w:after="120"/>
    </w:pPr>
    <w:rPr>
      <w:caps/>
      <w:spacing w:val="60"/>
    </w:rPr>
  </w:style>
  <w:style w:type="paragraph" w:customStyle="1" w:styleId="VARIANTA-konec">
    <w:name w:val="VARIANTA - konec"/>
    <w:basedOn w:val="Normln"/>
    <w:next w:val="Normln"/>
    <w:rsid w:val="00A96CE5"/>
    <w:rPr>
      <w:caps/>
      <w:spacing w:val="60"/>
    </w:rPr>
  </w:style>
  <w:style w:type="paragraph" w:customStyle="1" w:styleId="Nadpisparagrafu">
    <w:name w:val="Nadpis paragrafu"/>
    <w:basedOn w:val="Paragraf"/>
    <w:next w:val="Textodstavce"/>
    <w:rsid w:val="00A96CE5"/>
    <w:rPr>
      <w:b/>
    </w:rPr>
  </w:style>
  <w:style w:type="paragraph" w:customStyle="1" w:styleId="Nadpislnku">
    <w:name w:val="Nadpis článku"/>
    <w:basedOn w:val="lnek"/>
    <w:next w:val="Textodstavce"/>
    <w:link w:val="NadpislnkuChar"/>
    <w:rsid w:val="00A96CE5"/>
    <w:rPr>
      <w:b/>
    </w:rPr>
  </w:style>
  <w:style w:type="character" w:customStyle="1" w:styleId="lnekChar">
    <w:name w:val="Článek Char"/>
    <w:link w:val="lnek"/>
    <w:rsid w:val="006570CD"/>
    <w:rPr>
      <w:sz w:val="24"/>
      <w:szCs w:val="24"/>
    </w:rPr>
  </w:style>
  <w:style w:type="character" w:customStyle="1" w:styleId="NadpislnkuChar">
    <w:name w:val="Nadpis článku Char"/>
    <w:link w:val="Nadpislnku"/>
    <w:rsid w:val="006570CD"/>
    <w:rPr>
      <w:b/>
      <w:sz w:val="24"/>
      <w:szCs w:val="24"/>
    </w:rPr>
  </w:style>
  <w:style w:type="character" w:customStyle="1" w:styleId="TextodstavceChar">
    <w:name w:val="Text odstavce Char"/>
    <w:link w:val="Textodstavce"/>
    <w:locked/>
    <w:rsid w:val="006570CD"/>
    <w:rPr>
      <w:sz w:val="24"/>
      <w:szCs w:val="24"/>
    </w:rPr>
  </w:style>
  <w:style w:type="character" w:customStyle="1" w:styleId="ZhlavChar">
    <w:name w:val="Záhlaví Char"/>
    <w:link w:val="Zhlav"/>
    <w:rsid w:val="006570CD"/>
    <w:rPr>
      <w:sz w:val="24"/>
      <w:szCs w:val="24"/>
    </w:rPr>
  </w:style>
  <w:style w:type="paragraph" w:styleId="Textbubliny">
    <w:name w:val="Balloon Text"/>
    <w:basedOn w:val="Normln"/>
    <w:link w:val="TextbublinyChar"/>
    <w:uiPriority w:val="99"/>
    <w:semiHidden/>
    <w:unhideWhenUsed/>
    <w:rsid w:val="00A20D1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0D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TotalTime>
  <Pages>5</Pages>
  <Words>1790</Words>
  <Characters>9431</Characters>
  <Application>Microsoft Office Word</Application>
  <DocSecurity>0</DocSecurity>
  <Lines>78</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3</cp:revision>
  <cp:lastPrinted>2016-07-08T09:12:00Z</cp:lastPrinted>
  <dcterms:created xsi:type="dcterms:W3CDTF">2016-07-01T11:11:00Z</dcterms:created>
  <dcterms:modified xsi:type="dcterms:W3CDTF">2016-07-08T09:12:00Z</dcterms:modified>
  <cp:category/>
</cp:coreProperties>
</file>