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7F3" w:rsidRDefault="00DB37F3" w:rsidP="00DB37F3">
      <w:pPr>
        <w:pStyle w:val="ZKON"/>
        <w:rPr>
          <w:rFonts w:eastAsia="Arial"/>
        </w:rPr>
      </w:pPr>
      <w:r>
        <w:rPr>
          <w:rFonts w:eastAsia="Arial"/>
        </w:rPr>
        <w:t>ZÁKON</w:t>
      </w:r>
    </w:p>
    <w:p w:rsidR="002D5CCF" w:rsidRPr="00DB37F3" w:rsidRDefault="00DB37F3" w:rsidP="00DB37F3">
      <w:pPr>
        <w:pStyle w:val="nadpiszkona"/>
        <w:rPr>
          <w:b w:val="0"/>
        </w:rPr>
      </w:pPr>
      <w:r w:rsidRPr="00DB37F3">
        <w:rPr>
          <w:rFonts w:eastAsia="Arial"/>
          <w:b w:val="0"/>
        </w:rPr>
        <w:t xml:space="preserve">ze </w:t>
      </w:r>
      <w:proofErr w:type="gramStart"/>
      <w:r w:rsidRPr="00DB37F3">
        <w:rPr>
          <w:rFonts w:eastAsia="Arial"/>
          <w:b w:val="0"/>
        </w:rPr>
        <w:t>dne     2016</w:t>
      </w:r>
      <w:proofErr w:type="gramEnd"/>
      <w:r w:rsidRPr="00DB37F3">
        <w:rPr>
          <w:rFonts w:eastAsia="Arial"/>
          <w:b w:val="0"/>
        </w:rPr>
        <w:t>,</w:t>
      </w:r>
    </w:p>
    <w:p w:rsidR="002D5CCF" w:rsidRDefault="002D5CCF" w:rsidP="00DB37F3">
      <w:pPr>
        <w:pStyle w:val="nadpiszkona"/>
        <w:rPr>
          <w:rFonts w:eastAsia="Arial"/>
        </w:rPr>
      </w:pPr>
      <w:r>
        <w:rPr>
          <w:rFonts w:eastAsia="Arial"/>
        </w:rPr>
        <w:t>kterým se mění zákon č. 100/2001 Sb., o posuzování vlivů na životní prostředí a o změně některých souvisejících zákonů (zákon o posuzování vlivů na životní prostředí), ve znění pozdějších předpisů</w:t>
      </w:r>
    </w:p>
    <w:p w:rsidR="002D5CCF" w:rsidRDefault="002D5CCF" w:rsidP="002D5CCF">
      <w:pPr>
        <w:spacing w:line="372" w:lineRule="exact"/>
      </w:pPr>
    </w:p>
    <w:p w:rsidR="002D5CCF" w:rsidRDefault="00DB37F3" w:rsidP="00DB37F3">
      <w:pPr>
        <w:pStyle w:val="Parlament"/>
      </w:pPr>
      <w:r>
        <w:t>Parlament se usnesl na tomto zákoně České republiky:</w:t>
      </w:r>
    </w:p>
    <w:p w:rsidR="002D5CCF" w:rsidRDefault="00DB37F3" w:rsidP="00DB37F3">
      <w:pPr>
        <w:pStyle w:val="lnek"/>
        <w:rPr>
          <w:rFonts w:eastAsia="Arial"/>
        </w:rPr>
      </w:pPr>
      <w:r>
        <w:rPr>
          <w:rFonts w:eastAsia="Arial"/>
        </w:rPr>
        <w:t xml:space="preserve">Čl. </w:t>
      </w:r>
      <w:r w:rsidR="002D5CCF">
        <w:rPr>
          <w:rFonts w:eastAsia="Arial"/>
        </w:rPr>
        <w:t>I</w:t>
      </w:r>
    </w:p>
    <w:p w:rsidR="002D5CCF" w:rsidRPr="00B1684C" w:rsidRDefault="002D5CCF" w:rsidP="00B1684C">
      <w:pPr>
        <w:pStyle w:val="Textlnku"/>
        <w:rPr>
          <w:rFonts w:eastAsia="Arial"/>
        </w:rPr>
      </w:pPr>
      <w:r>
        <w:rPr>
          <w:rFonts w:eastAsia="Arial"/>
        </w:rPr>
        <w:t>V zákoně č. 100/2001 Sb., o posuzování vlivů na životní prostředí a o změně některých souvisejících zákonů (zákon o posuzování vlivů na životní</w:t>
      </w:r>
      <w:r w:rsidR="00B1684C">
        <w:rPr>
          <w:rFonts w:eastAsia="Arial"/>
        </w:rPr>
        <w:t xml:space="preserve"> prostředí), ve znění zákona č. </w:t>
      </w:r>
      <w:r>
        <w:rPr>
          <w:rFonts w:eastAsia="Arial"/>
        </w:rPr>
        <w:t>93/2004 Sb., zákona č. 163/2006 Sb., zákona č. 186/2006 Sb., zákona č. 216/2007 Sb., zákona č. 124/2008 Sb., zákona č. 223/2009 Sb., zákona</w:t>
      </w:r>
      <w:r w:rsidR="00DB37F3">
        <w:rPr>
          <w:rFonts w:eastAsia="Arial"/>
        </w:rPr>
        <w:t xml:space="preserve"> </w:t>
      </w:r>
      <w:r w:rsidR="00A22922">
        <w:rPr>
          <w:rFonts w:eastAsia="Arial"/>
        </w:rPr>
        <w:t>č. 227/2009 Sb., zákona</w:t>
      </w:r>
      <w:r w:rsidR="00A22922">
        <w:rPr>
          <w:rFonts w:eastAsia="Arial"/>
        </w:rPr>
        <w:tab/>
        <w:t>č. 436/2009 Sb., zákona</w:t>
      </w:r>
      <w:r w:rsidR="00A22922">
        <w:rPr>
          <w:rFonts w:eastAsia="Arial"/>
        </w:rPr>
        <w:tab/>
        <w:t xml:space="preserve">č. 38/2012 Sb., </w:t>
      </w:r>
      <w:r w:rsidR="00B1684C">
        <w:rPr>
          <w:rFonts w:eastAsia="Arial"/>
        </w:rPr>
        <w:t>zá</w:t>
      </w:r>
      <w:r w:rsidR="00A22922">
        <w:rPr>
          <w:rFonts w:eastAsia="Arial"/>
          <w:w w:val="98"/>
        </w:rPr>
        <w:t xml:space="preserve">kona </w:t>
      </w:r>
      <w:r w:rsidR="00A22922">
        <w:rPr>
          <w:rFonts w:eastAsia="Arial"/>
        </w:rPr>
        <w:t>č. 85/2012 Sb.,</w:t>
      </w:r>
      <w:r w:rsidR="00B1684C">
        <w:rPr>
          <w:rFonts w:eastAsia="Arial"/>
        </w:rPr>
        <w:t xml:space="preserve"> </w:t>
      </w:r>
      <w:r w:rsidR="00A22922">
        <w:rPr>
          <w:rFonts w:eastAsia="Arial"/>
        </w:rPr>
        <w:t>zákona</w:t>
      </w:r>
      <w:r w:rsidR="00B1684C">
        <w:rPr>
          <w:rFonts w:eastAsia="Arial"/>
        </w:rPr>
        <w:t xml:space="preserve"> č. </w:t>
      </w:r>
      <w:r w:rsidR="00A22922">
        <w:rPr>
          <w:rFonts w:eastAsia="Arial"/>
        </w:rPr>
        <w:t>167/2012 Sb.,</w:t>
      </w:r>
      <w:r w:rsidR="00B1684C">
        <w:rPr>
          <w:rFonts w:eastAsia="Arial"/>
        </w:rPr>
        <w:t xml:space="preserve"> </w:t>
      </w:r>
      <w:r w:rsidR="00A22922">
        <w:rPr>
          <w:rFonts w:eastAsia="Arial"/>
        </w:rPr>
        <w:t>zákona</w:t>
      </w:r>
      <w:r w:rsidR="00B1684C">
        <w:rPr>
          <w:rFonts w:eastAsia="Arial"/>
        </w:rPr>
        <w:t xml:space="preserve"> </w:t>
      </w:r>
      <w:r w:rsidR="00A22922">
        <w:rPr>
          <w:rFonts w:eastAsia="Arial"/>
        </w:rPr>
        <w:t>č. 350/2012</w:t>
      </w:r>
      <w:r w:rsidR="00E06C6B">
        <w:rPr>
          <w:rFonts w:eastAsia="Arial"/>
        </w:rPr>
        <w:t xml:space="preserve"> </w:t>
      </w:r>
      <w:r w:rsidR="00A22922">
        <w:rPr>
          <w:rFonts w:eastAsia="Arial"/>
        </w:rPr>
        <w:t>Sb.,</w:t>
      </w:r>
      <w:r w:rsidR="00B1684C">
        <w:rPr>
          <w:rFonts w:eastAsia="Arial"/>
        </w:rPr>
        <w:t xml:space="preserve"> zá</w:t>
      </w:r>
      <w:r w:rsidR="00A22922">
        <w:rPr>
          <w:rFonts w:eastAsia="Arial"/>
          <w:w w:val="98"/>
        </w:rPr>
        <w:t>kona</w:t>
      </w:r>
      <w:r w:rsidR="00B1684C">
        <w:rPr>
          <w:rFonts w:eastAsia="Arial"/>
          <w:w w:val="98"/>
        </w:rPr>
        <w:t xml:space="preserve"> </w:t>
      </w:r>
      <w:r w:rsidR="00A22922">
        <w:rPr>
          <w:rFonts w:eastAsia="Arial"/>
        </w:rPr>
        <w:t>č. 39/2015 Sb. a zákona č. 268/2015 Sb., se za § 23 vkládá nový § 23a, který včetně</w:t>
      </w:r>
      <w:r w:rsidR="00B1684C">
        <w:rPr>
          <w:rFonts w:eastAsia="Arial"/>
        </w:rPr>
        <w:t xml:space="preserve"> </w:t>
      </w:r>
      <w:r w:rsidRPr="00B1684C">
        <w:rPr>
          <w:rFonts w:eastAsia="Arial"/>
        </w:rPr>
        <w:t>poznámky pod čarou č. 14 zní:</w:t>
      </w:r>
    </w:p>
    <w:p w:rsidR="002D5CCF" w:rsidRPr="00B1684C" w:rsidRDefault="002D5CCF" w:rsidP="002D5CCF">
      <w:pPr>
        <w:spacing w:line="0" w:lineRule="atLeast"/>
        <w:ind w:left="4201"/>
        <w:rPr>
          <w:rFonts w:eastAsia="Arial"/>
        </w:rPr>
      </w:pPr>
      <w:r w:rsidRPr="00B1684C">
        <w:rPr>
          <w:rFonts w:eastAsia="Arial"/>
        </w:rPr>
        <w:t>„§ 23a</w:t>
      </w:r>
    </w:p>
    <w:p w:rsidR="002D5CCF" w:rsidRDefault="002D5CCF" w:rsidP="00B1684C">
      <w:pPr>
        <w:pStyle w:val="Textodstavce"/>
        <w:spacing w:after="0"/>
        <w:rPr>
          <w:rFonts w:eastAsia="Arial"/>
        </w:rPr>
      </w:pPr>
      <w:r>
        <w:rPr>
          <w:rFonts w:eastAsia="Arial"/>
        </w:rPr>
        <w:t>Pro účely tohoto zákona se prioritním dopravním záměrem rozumí záměr,</w:t>
      </w:r>
    </w:p>
    <w:p w:rsidR="002D5CCF" w:rsidRDefault="002D5CCF" w:rsidP="00B1684C">
      <w:pPr>
        <w:pStyle w:val="Textpsmene"/>
        <w:rPr>
          <w:rFonts w:eastAsia="Arial"/>
        </w:rPr>
      </w:pPr>
      <w:r>
        <w:rPr>
          <w:rFonts w:eastAsia="Arial"/>
        </w:rPr>
        <w:t>který se nachází na transevropské dopravní síti</w:t>
      </w:r>
      <w:r w:rsidRPr="00AF0F88">
        <w:rPr>
          <w:rFonts w:eastAsia="Arial"/>
          <w:vertAlign w:val="superscript"/>
        </w:rPr>
        <w:t>14)</w:t>
      </w:r>
      <w:r>
        <w:rPr>
          <w:rFonts w:eastAsia="Arial"/>
        </w:rPr>
        <w:t>,</w:t>
      </w:r>
    </w:p>
    <w:p w:rsidR="002D5CCF" w:rsidRDefault="002D5CCF" w:rsidP="00B1684C">
      <w:pPr>
        <w:pStyle w:val="Textpsmene"/>
        <w:rPr>
          <w:rFonts w:eastAsia="Arial"/>
        </w:rPr>
      </w:pPr>
      <w:r>
        <w:rPr>
          <w:rFonts w:eastAsia="Arial"/>
        </w:rPr>
        <w:t>pro který bylo vydáno územní rozhodnutí nejpozději 31. března 2015,</w:t>
      </w:r>
    </w:p>
    <w:p w:rsidR="002D5CCF" w:rsidRDefault="002D5CCF" w:rsidP="00B1684C">
      <w:pPr>
        <w:pStyle w:val="Textpsmene"/>
        <w:rPr>
          <w:rFonts w:eastAsia="Arial"/>
        </w:rPr>
      </w:pPr>
      <w:r>
        <w:rPr>
          <w:rFonts w:eastAsia="Arial"/>
        </w:rPr>
        <w:t>pro který bylo vydáno souhlasné stanovisko o hodnocení</w:t>
      </w:r>
      <w:r w:rsidR="0071441D">
        <w:rPr>
          <w:rFonts w:eastAsia="Arial"/>
        </w:rPr>
        <w:t xml:space="preserve"> vlivů podle zákona č. 244/1992 </w:t>
      </w:r>
      <w:r>
        <w:rPr>
          <w:rFonts w:eastAsia="Arial"/>
        </w:rPr>
        <w:t>Sb., o posuzování vlivů na životní prostředí (dále jen „zákon č. 244/1992 Sb.“) a</w:t>
      </w:r>
    </w:p>
    <w:p w:rsidR="002D5CCF" w:rsidRPr="0071441D" w:rsidRDefault="002D5CCF" w:rsidP="00400F7A">
      <w:pPr>
        <w:pStyle w:val="Textpsmene"/>
        <w:rPr>
          <w:rFonts w:eastAsia="Arial"/>
        </w:rPr>
      </w:pPr>
      <w:r w:rsidRPr="0071441D">
        <w:rPr>
          <w:rFonts w:eastAsia="Arial"/>
        </w:rPr>
        <w:t>který stanoví vláda nařízením.</w:t>
      </w:r>
    </w:p>
    <w:p w:rsidR="002D5CCF" w:rsidRDefault="002D5CCF" w:rsidP="00B1684C">
      <w:pPr>
        <w:pStyle w:val="Textodstavce"/>
        <w:rPr>
          <w:rFonts w:eastAsia="Arial"/>
        </w:rPr>
      </w:pPr>
      <w:r>
        <w:rPr>
          <w:rFonts w:eastAsia="Arial"/>
        </w:rPr>
        <w:t>Příslušným úřadem je v případě prioritního dopravního záměru vždy ministerstvo.</w:t>
      </w:r>
    </w:p>
    <w:p w:rsidR="002D5CCF" w:rsidRDefault="002D5CCF" w:rsidP="00B1684C">
      <w:pPr>
        <w:pStyle w:val="Textodstavce"/>
        <w:rPr>
          <w:rFonts w:eastAsia="Arial"/>
        </w:rPr>
      </w:pPr>
      <w:r>
        <w:rPr>
          <w:rFonts w:eastAsia="Arial"/>
        </w:rPr>
        <w:t>Příslušný úřad vydá k prioritnímu dopravnímu záměru závazné stanovisko k vlivům prioritního dopravního záměru na životní prostředí, které je podkladem pro vydání rozhodnutí v navazujících řízeních. Závazné stanovisko podle věty první obsahuje opatření k prevenci, vyloučení, snížení, popřípadě kompenzaci nepříznivých vlivů na životní prostředí. Platnost závazného stanoviska podle věty první je 5 let.</w:t>
      </w:r>
    </w:p>
    <w:p w:rsidR="002D5CCF" w:rsidRDefault="002D5CCF" w:rsidP="00B1684C">
      <w:pPr>
        <w:pStyle w:val="Textodstavce"/>
        <w:rPr>
          <w:rFonts w:eastAsia="Arial"/>
        </w:rPr>
      </w:pPr>
      <w:r>
        <w:rPr>
          <w:rFonts w:eastAsia="Arial"/>
        </w:rPr>
        <w:t xml:space="preserve">Při vydávání závazného stanoviska k vlivům prioritního dopravního záměru na životní prostředí příslušný úřad vezme v úvahu účinné právní předpisy </w:t>
      </w:r>
      <w:r w:rsidR="00B1684C">
        <w:rPr>
          <w:rFonts w:eastAsia="Arial"/>
        </w:rPr>
        <w:t>v oblasti životního prostředí a </w:t>
      </w:r>
      <w:r>
        <w:rPr>
          <w:rFonts w:eastAsia="Arial"/>
        </w:rPr>
        <w:t>veřejného zdraví.</w:t>
      </w:r>
    </w:p>
    <w:p w:rsidR="002D5CCF" w:rsidRDefault="002D5CCF" w:rsidP="00B1684C">
      <w:pPr>
        <w:pStyle w:val="Textodstavce"/>
        <w:rPr>
          <w:rFonts w:eastAsia="Arial"/>
        </w:rPr>
      </w:pPr>
      <w:bookmarkStart w:id="0" w:name="page2"/>
      <w:bookmarkEnd w:id="0"/>
      <w:r>
        <w:rPr>
          <w:rFonts w:eastAsia="Arial"/>
        </w:rPr>
        <w:t xml:space="preserve">Závazné stanovisko k vlivům prioritního dopravního záměru na životní prostředí se vydává na základě žádosti oznamovatele, jejíž součástí je podklad obsahující popis aktuálního technického řešení záměru a jeho vlivu na životní prostředí a veřejné zdraví; žádost lze podat nejpozději 31. ledna 2017. U prioritního dopravního záměru, který stanoví vláda nařízením, oznamovatel v podkladu podle věty první uvede i nástin studovaných hlavních variant a stěžejní důvody pro jeho volbu vzhledem k vlivu na životní prostředí. Při vydávání závazného stanoviska k vlivům prioritního dopravního záměru na životní prostředí se § 6 až </w:t>
      </w:r>
      <w:bookmarkStart w:id="1" w:name="_GoBack"/>
      <w:bookmarkEnd w:id="1"/>
      <w:r>
        <w:rPr>
          <w:rFonts w:eastAsia="Arial"/>
        </w:rPr>
        <w:t>9 nepoužijí. Bylo-li vydáno souhlasné závazné stanovisko k vlivům prioritního dopravního záměru na životní prostředí, stanovisko dle § 9a odst. 1 se v navazujících řízeních nevyžaduje.</w:t>
      </w:r>
    </w:p>
    <w:p w:rsidR="002D5CCF" w:rsidRDefault="002D5CCF" w:rsidP="00B1684C">
      <w:pPr>
        <w:pStyle w:val="Textodstavce"/>
        <w:rPr>
          <w:rFonts w:eastAsia="Arial"/>
        </w:rPr>
      </w:pPr>
      <w:r>
        <w:rPr>
          <w:rFonts w:eastAsia="Arial"/>
        </w:rPr>
        <w:t>Závazné stanovisko k vlivům prioritního dopravníh</w:t>
      </w:r>
      <w:r w:rsidR="00B1684C">
        <w:rPr>
          <w:rFonts w:eastAsia="Arial"/>
        </w:rPr>
        <w:t>o záměru na životní prostředí a </w:t>
      </w:r>
      <w:r>
        <w:rPr>
          <w:rFonts w:eastAsia="Arial"/>
        </w:rPr>
        <w:t>podklady k jeho vydání zveřejní příslušný úřad na internetu.</w:t>
      </w:r>
    </w:p>
    <w:p w:rsidR="002D5CCF" w:rsidRDefault="002D5CCF" w:rsidP="00B1684C">
      <w:pPr>
        <w:pStyle w:val="Textodstavce"/>
        <w:rPr>
          <w:rFonts w:eastAsia="Arial"/>
        </w:rPr>
      </w:pPr>
      <w:r>
        <w:rPr>
          <w:rFonts w:eastAsia="Arial"/>
        </w:rPr>
        <w:lastRenderedPageBreak/>
        <w:t>Řízení, ve kterém se vydává rozhodnutí podle zvláštních právních předpisů</w:t>
      </w:r>
      <w:r>
        <w:rPr>
          <w:rFonts w:eastAsia="Arial"/>
          <w:sz w:val="32"/>
          <w:vertAlign w:val="superscript"/>
        </w:rPr>
        <w:t>1a)</w:t>
      </w:r>
      <w:r>
        <w:rPr>
          <w:rFonts w:eastAsia="Arial"/>
        </w:rPr>
        <w:t>, které povoluje umístění nebo provedení prioritního dopravního záměru, pro který bylo vydáno závazné stanovisko k vlivům prioritního dopravního záměru na životní prostředí, je navazujícím řízením.</w:t>
      </w:r>
    </w:p>
    <w:p w:rsidR="002D5CCF" w:rsidRDefault="002D5CCF" w:rsidP="00B1684C">
      <w:pPr>
        <w:pStyle w:val="Textodstavce"/>
        <w:rPr>
          <w:rFonts w:eastAsia="Arial"/>
        </w:rPr>
      </w:pPr>
      <w:r>
        <w:rPr>
          <w:rFonts w:eastAsia="Arial"/>
        </w:rPr>
        <w:t>V navazujícím řízení příslušný úřad ověří, zda nedošlo ke změnám prioritního dopravního záměru, které by mohly mít významný negativní vliv na životní prostředí. Při ověření podle věty první se použije obdobně § 9a odst. 4 a 5; změny se posuzují oproti záměru popsanému v podkladu podle odstavce 5. Jestliže bylo na základě ověření podle věty první vydáno nesouhlasné závazné stanovisko, správní orgán vedoucí navazující řízení žádost zamítne.</w:t>
      </w:r>
    </w:p>
    <w:p w:rsidR="002D5CCF" w:rsidRDefault="002D5CCF" w:rsidP="00B1684C">
      <w:pPr>
        <w:pStyle w:val="Textodstavce"/>
        <w:rPr>
          <w:rFonts w:eastAsia="Arial"/>
        </w:rPr>
      </w:pPr>
      <w:r>
        <w:rPr>
          <w:rFonts w:eastAsia="Arial"/>
        </w:rPr>
        <w:t>Správní orgán vedoucí navazující řízení do svého rozhodnutí zahrne opatření k prevenci, vyloučení, snížení, popřípadě kompenzaci nepříznivých vlivů na životní prostředí uvedené v závazných stanoviscích podle odstavců 3 a 8.</w:t>
      </w:r>
    </w:p>
    <w:p w:rsidR="002D5CCF" w:rsidRDefault="002D5CCF" w:rsidP="00B1684C">
      <w:pPr>
        <w:pStyle w:val="Textodstavce"/>
        <w:rPr>
          <w:rFonts w:eastAsia="Arial"/>
        </w:rPr>
      </w:pPr>
      <w:r>
        <w:rPr>
          <w:rFonts w:eastAsia="Arial"/>
        </w:rPr>
        <w:t xml:space="preserve"> Na stanovisko o hodnocení vlivů vydané podle zákona č. 244/1992 Sb. pro prioritní dopravní záměr podle odstavce 1 se čl. II bod 1 zákona č. 39/2015 Sb., kterým se mění zákon č. 100/2001 Sb., o posuzování vlivů na životní prostředí a o změně některých souvisejících zákonů (zákon o posuzování vlivů na životní prostředí), ve znění pozdějších předpisů, a další související zákony, nepoužije.</w:t>
      </w:r>
    </w:p>
    <w:p w:rsidR="002D5CCF" w:rsidRPr="00B1684C" w:rsidRDefault="002D5CCF" w:rsidP="00B1684C">
      <w:pPr>
        <w:rPr>
          <w:rFonts w:eastAsia="Arial"/>
        </w:rPr>
      </w:pPr>
      <w:r w:rsidRPr="00B1684C">
        <w:rPr>
          <w:rFonts w:eastAsia="Arial"/>
        </w:rPr>
        <w:t>______________________</w:t>
      </w:r>
    </w:p>
    <w:p w:rsidR="002D5CCF" w:rsidRPr="00B1684C" w:rsidRDefault="002D5CCF" w:rsidP="00B1684C">
      <w:pPr>
        <w:ind w:left="567" w:hanging="567"/>
        <w:rPr>
          <w:rFonts w:eastAsia="Arial"/>
          <w:sz w:val="22"/>
        </w:rPr>
      </w:pPr>
      <w:r w:rsidRPr="00B1684C">
        <w:rPr>
          <w:rFonts w:eastAsia="Arial"/>
          <w:vertAlign w:val="superscript"/>
        </w:rPr>
        <w:t>14)</w:t>
      </w:r>
      <w:r w:rsidR="00B1684C">
        <w:rPr>
          <w:rFonts w:eastAsia="Arial"/>
        </w:rPr>
        <w:tab/>
      </w:r>
      <w:r w:rsidRPr="00B1684C">
        <w:rPr>
          <w:rFonts w:eastAsia="Arial"/>
        </w:rPr>
        <w:t>Nařízení Evropského parlamentu a Rady (EU) č. 1315/</w:t>
      </w:r>
      <w:r w:rsidR="00B1684C">
        <w:rPr>
          <w:rFonts w:eastAsia="Arial"/>
        </w:rPr>
        <w:t>2013 ze dne 11. prosince 2013 o </w:t>
      </w:r>
      <w:r w:rsidRPr="00B1684C">
        <w:rPr>
          <w:rFonts w:eastAsia="Arial"/>
        </w:rPr>
        <w:t>hlavních směrech Unie pro rozvoj</w:t>
      </w:r>
      <w:r w:rsidRPr="00B1684C">
        <w:rPr>
          <w:rFonts w:eastAsia="Arial"/>
          <w:sz w:val="22"/>
        </w:rPr>
        <w:t xml:space="preserve"> transevropské dopravní</w:t>
      </w:r>
      <w:r w:rsidR="00B1684C">
        <w:rPr>
          <w:rFonts w:eastAsia="Arial"/>
          <w:sz w:val="22"/>
        </w:rPr>
        <w:t xml:space="preserve"> sítě a o zrušení rozhodnutí č. </w:t>
      </w:r>
      <w:r w:rsidRPr="00B1684C">
        <w:rPr>
          <w:rFonts w:eastAsia="Arial"/>
          <w:sz w:val="22"/>
        </w:rPr>
        <w:t>661/2010/EU.“.</w:t>
      </w:r>
    </w:p>
    <w:p w:rsidR="002D5CCF" w:rsidRPr="00B1684C" w:rsidRDefault="002D5CCF" w:rsidP="00B1684C"/>
    <w:p w:rsidR="002D5CCF" w:rsidRDefault="002D5CCF" w:rsidP="002D5CCF">
      <w:pPr>
        <w:spacing w:line="300" w:lineRule="exact"/>
      </w:pPr>
    </w:p>
    <w:p w:rsidR="002D5CCF" w:rsidRDefault="00B1684C" w:rsidP="00B1684C">
      <w:pPr>
        <w:pStyle w:val="lnek"/>
        <w:rPr>
          <w:rFonts w:eastAsia="Arial"/>
        </w:rPr>
      </w:pPr>
      <w:r>
        <w:rPr>
          <w:rFonts w:eastAsia="Arial"/>
        </w:rPr>
        <w:t xml:space="preserve">Čl. </w:t>
      </w:r>
      <w:r w:rsidR="002D5CCF">
        <w:rPr>
          <w:rFonts w:eastAsia="Arial"/>
        </w:rPr>
        <w:t>II</w:t>
      </w:r>
    </w:p>
    <w:p w:rsidR="002D5CCF" w:rsidRDefault="002D5CCF" w:rsidP="002D5CCF">
      <w:pPr>
        <w:spacing w:line="38" w:lineRule="exact"/>
      </w:pPr>
    </w:p>
    <w:p w:rsidR="002D5CCF" w:rsidRDefault="002D5CCF" w:rsidP="00B1684C">
      <w:pPr>
        <w:pStyle w:val="Nadpislnku"/>
        <w:spacing w:before="120"/>
        <w:rPr>
          <w:rFonts w:eastAsia="Arial"/>
        </w:rPr>
      </w:pPr>
      <w:r>
        <w:rPr>
          <w:rFonts w:eastAsia="Arial"/>
        </w:rPr>
        <w:t>Účinnost</w:t>
      </w:r>
    </w:p>
    <w:p w:rsidR="002D5CCF" w:rsidRDefault="002D5CCF" w:rsidP="00B1684C">
      <w:pPr>
        <w:pStyle w:val="Textlnku"/>
        <w:rPr>
          <w:rFonts w:eastAsia="Arial"/>
        </w:rPr>
      </w:pPr>
      <w:r>
        <w:rPr>
          <w:rFonts w:eastAsia="Arial"/>
        </w:rPr>
        <w:t>Tento zákon nabývá účinnosti dnem jeho vyhlášení.</w:t>
      </w:r>
    </w:p>
    <w:p w:rsidR="002D5CCF" w:rsidRDefault="002D5CCF" w:rsidP="002D5CCF">
      <w:pPr>
        <w:spacing w:line="200" w:lineRule="exact"/>
      </w:pPr>
    </w:p>
    <w:p w:rsidR="002D5CCF" w:rsidRDefault="002D5CCF" w:rsidP="002D5CCF">
      <w:pPr>
        <w:spacing w:line="200" w:lineRule="exact"/>
      </w:pPr>
    </w:p>
    <w:p w:rsidR="00A73D85" w:rsidRDefault="00A73D85"/>
    <w:sectPr w:rsidR="00A73D85" w:rsidSect="00AF0F88">
      <w:headerReference w:type="even" r:id="rId8"/>
      <w:headerReference w:type="default" r:id="rId9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CCF" w:rsidRDefault="002D5CCF">
      <w:r>
        <w:separator/>
      </w:r>
    </w:p>
  </w:endnote>
  <w:endnote w:type="continuationSeparator" w:id="0">
    <w:p w:rsidR="002D5CCF" w:rsidRDefault="002D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CCF" w:rsidRDefault="002D5CCF">
      <w:r>
        <w:separator/>
      </w:r>
    </w:p>
  </w:footnote>
  <w:footnote w:type="continuationSeparator" w:id="0">
    <w:p w:rsidR="002D5CCF" w:rsidRDefault="002D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C0243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2EB141F2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(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1B71EFA"/>
    <w:lvl w:ilvl="0" w:tplc="FFFFFFFF">
      <w:start w:val="2"/>
      <w:numFmt w:val="decimal"/>
      <w:lvlText w:val="(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9E2A9E2"/>
    <w:lvl w:ilvl="0" w:tplc="FFFFFFFF">
      <w:start w:val="8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D5CCF"/>
    <w:rsid w:val="00266D0A"/>
    <w:rsid w:val="002D5CCF"/>
    <w:rsid w:val="003C0243"/>
    <w:rsid w:val="0071441D"/>
    <w:rsid w:val="00A22922"/>
    <w:rsid w:val="00A73D85"/>
    <w:rsid w:val="00AF0F88"/>
    <w:rsid w:val="00B1684C"/>
    <w:rsid w:val="00DB37F3"/>
    <w:rsid w:val="00E06C6B"/>
    <w:rsid w:val="00F2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C5F10-2374-4A34-96CA-A2EC902F5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0243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C024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3C0243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3C0243"/>
  </w:style>
  <w:style w:type="paragraph" w:styleId="Zhlav">
    <w:name w:val="header"/>
    <w:basedOn w:val="Normln"/>
    <w:semiHidden/>
    <w:rsid w:val="003C0243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C0243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C0243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C0243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C0243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C0243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C0243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C0243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C0243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C0243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C0243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C0243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C0243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C0243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C0243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C0243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C0243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C0243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C0243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C0243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C0243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C0243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C0243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C0243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C0243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C0243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C0243"/>
    <w:rPr>
      <w:vertAlign w:val="superscript"/>
    </w:rPr>
  </w:style>
  <w:style w:type="paragraph" w:customStyle="1" w:styleId="Textodstavce">
    <w:name w:val="Text odstavce"/>
    <w:basedOn w:val="Normln"/>
    <w:rsid w:val="003C0243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C0243"/>
    <w:pPr>
      <w:ind w:left="567" w:hanging="567"/>
    </w:pPr>
  </w:style>
  <w:style w:type="character" w:styleId="slostrnky">
    <w:name w:val="page number"/>
    <w:basedOn w:val="Standardnpsmoodstavce"/>
    <w:semiHidden/>
    <w:rsid w:val="003C0243"/>
  </w:style>
  <w:style w:type="paragraph" w:styleId="Zpat">
    <w:name w:val="footer"/>
    <w:basedOn w:val="Normln"/>
    <w:semiHidden/>
    <w:rsid w:val="003C0243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C0243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C0243"/>
    <w:rPr>
      <w:vertAlign w:val="superscript"/>
    </w:rPr>
  </w:style>
  <w:style w:type="paragraph" w:styleId="Titulek">
    <w:name w:val="caption"/>
    <w:basedOn w:val="Normln"/>
    <w:next w:val="Normln"/>
    <w:qFormat/>
    <w:rsid w:val="003C0243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C0243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C0243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C0243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C0243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C0243"/>
    <w:rPr>
      <w:b/>
    </w:rPr>
  </w:style>
  <w:style w:type="paragraph" w:customStyle="1" w:styleId="Nadpislnku">
    <w:name w:val="Nadpis článku"/>
    <w:basedOn w:val="lnek"/>
    <w:next w:val="Textodstavce"/>
    <w:rsid w:val="003C0243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C6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C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10D82-9AC3-4202-A607-C1D823CE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2</Pages>
  <Words>677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Bartosova Marta</cp:lastModifiedBy>
  <cp:revision>3</cp:revision>
  <cp:lastPrinted>2016-06-29T16:07:00Z</cp:lastPrinted>
  <dcterms:created xsi:type="dcterms:W3CDTF">2016-06-29T16:07:00Z</dcterms:created>
  <dcterms:modified xsi:type="dcterms:W3CDTF">2016-06-29T16:07:00Z</dcterms:modified>
  <cp:category/>
</cp:coreProperties>
</file>