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2A41EE" w:rsidP="00103C04">
      <w:pPr>
        <w:pStyle w:val="PS-rovkd"/>
      </w:pPr>
      <w:r>
        <w:t>PS160039796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F17A2E" w:rsidP="000E730C">
      <w:pPr>
        <w:pStyle w:val="PS-slousnesen"/>
      </w:pPr>
      <w:r>
        <w:t>185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F17A2E">
        <w:t>56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F17A2E">
        <w:t>18</w:t>
      </w:r>
      <w:r>
        <w:t xml:space="preserve">. </w:t>
      </w:r>
      <w:r w:rsidR="00F17A2E">
        <w:t>února</w:t>
      </w:r>
      <w:r w:rsidR="00A80159">
        <w:t xml:space="preserve"> 2016</w:t>
      </w:r>
    </w:p>
    <w:p w:rsidR="00DC29E4" w:rsidRPr="00D76FB3" w:rsidRDefault="002A41EE" w:rsidP="00F17A2E">
      <w:pPr>
        <w:pStyle w:val="PS-pedmtusnesen"/>
      </w:pPr>
      <w:hyperlink r:id="rId5" w:history="1">
        <w:r w:rsidR="00F17A2E" w:rsidRPr="00F17A2E">
          <w:rPr>
            <w:rStyle w:val="Hypertextovodkaz"/>
            <w:color w:val="auto"/>
            <w:u w:val="none"/>
          </w:rPr>
          <w:t>Vládní návrh zákona, kterým se mění zákon č. 141/1961 Sb., o trestním řízení soudním (trestní řád), ve znění pozdějších předpisů, a zákon č. 40/2009 Sb., trestní zákoník, ve znění pozdějších předpis</w:t>
        </w:r>
      </w:hyperlink>
      <w:r w:rsidR="00F17A2E" w:rsidRPr="00F17A2E">
        <w:t>ů (tisk 458)</w:t>
      </w:r>
    </w:p>
    <w:p w:rsidR="00F17A2E" w:rsidRDefault="00F17A2E" w:rsidP="00F17A2E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F17A2E" w:rsidRDefault="00F17A2E" w:rsidP="00F17A2E">
      <w:pPr>
        <w:pStyle w:val="Tlotextu"/>
        <w:jc w:val="both"/>
        <w:rPr>
          <w:rFonts w:cs="Mangal"/>
          <w:spacing w:val="-4"/>
        </w:rPr>
      </w:pPr>
    </w:p>
    <w:p w:rsidR="00F17A2E" w:rsidRDefault="00F17A2E" w:rsidP="00750C73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458/4) v následujícím pořadí:</w:t>
      </w:r>
    </w:p>
    <w:p w:rsidR="00F17A2E" w:rsidRDefault="00F17A2E" w:rsidP="00F17A2E">
      <w:pPr>
        <w:spacing w:after="0" w:line="240" w:lineRule="auto"/>
        <w:rPr>
          <w:rFonts w:cs="Mangal"/>
        </w:rPr>
      </w:pPr>
    </w:p>
    <w:p w:rsidR="00F17A2E" w:rsidRDefault="00323225" w:rsidP="00F17A2E">
      <w:pPr>
        <w:spacing w:after="0" w:line="240" w:lineRule="auto"/>
        <w:ind w:left="1410" w:hanging="720"/>
        <w:jc w:val="both"/>
      </w:pPr>
      <w:r>
        <w:t>1.</w:t>
      </w:r>
      <w:r>
        <w:tab/>
        <w:t>N</w:t>
      </w:r>
      <w:r w:rsidR="00F17A2E">
        <w:t>ávrh na zamítnutí návrhu zákona.</w:t>
      </w:r>
    </w:p>
    <w:p w:rsidR="00F17A2E" w:rsidRDefault="00F17A2E" w:rsidP="00F17A2E">
      <w:pPr>
        <w:spacing w:after="0" w:line="240" w:lineRule="auto"/>
        <w:ind w:left="1410" w:hanging="720"/>
        <w:jc w:val="both"/>
        <w:rPr>
          <w:rFonts w:cs="Mangal"/>
        </w:rPr>
      </w:pPr>
    </w:p>
    <w:p w:rsidR="00F17A2E" w:rsidRDefault="00F17A2E" w:rsidP="00F17A2E">
      <w:pPr>
        <w:spacing w:after="0" w:line="240" w:lineRule="auto"/>
        <w:ind w:left="1410" w:hanging="720"/>
        <w:jc w:val="both"/>
      </w:pPr>
      <w:r>
        <w:t>2.</w:t>
      </w:r>
      <w:r>
        <w:tab/>
        <w:t>Návrhy technických úprav podle § 95 odst. 2 JŘ přednesené ve třetím čtení</w:t>
      </w:r>
    </w:p>
    <w:p w:rsidR="00F17A2E" w:rsidRDefault="00F17A2E" w:rsidP="00F17A2E">
      <w:pPr>
        <w:spacing w:after="0" w:line="240" w:lineRule="auto"/>
        <w:ind w:left="1410"/>
        <w:jc w:val="both"/>
      </w:pPr>
      <w:r>
        <w:t>(budou-li v rozpravě ve třetím čtení předneseny).</w:t>
      </w:r>
    </w:p>
    <w:p w:rsidR="00F17A2E" w:rsidRDefault="00F17A2E" w:rsidP="00F17A2E">
      <w:pPr>
        <w:spacing w:after="0" w:line="240" w:lineRule="auto"/>
        <w:ind w:left="1410" w:hanging="675"/>
        <w:rPr>
          <w:rFonts w:cs="Mangal"/>
        </w:rPr>
      </w:pPr>
    </w:p>
    <w:p w:rsidR="00F17A2E" w:rsidRDefault="00F17A2E" w:rsidP="00F17A2E">
      <w:pPr>
        <w:spacing w:after="0" w:line="240" w:lineRule="auto"/>
        <w:ind w:left="1425" w:hanging="720"/>
        <w:jc w:val="both"/>
      </w:pPr>
      <w:r>
        <w:t>3</w:t>
      </w:r>
      <w:r>
        <w:rPr>
          <w:rFonts w:cs="Mangal"/>
        </w:rPr>
        <w:t>.</w:t>
      </w:r>
      <w:r>
        <w:rPr>
          <w:rFonts w:cs="Mangal"/>
        </w:rPr>
        <w:tab/>
      </w:r>
      <w:r>
        <w:t>Návrh A (A1 až A6)</w:t>
      </w:r>
    </w:p>
    <w:p w:rsidR="00F17A2E" w:rsidRDefault="00F17A2E" w:rsidP="00F17A2E">
      <w:pPr>
        <w:spacing w:after="0" w:line="240" w:lineRule="auto"/>
        <w:ind w:left="1425" w:hanging="720"/>
        <w:jc w:val="both"/>
      </w:pPr>
    </w:p>
    <w:p w:rsidR="00F17A2E" w:rsidRDefault="00F17A2E" w:rsidP="00F17A2E">
      <w:pPr>
        <w:spacing w:after="0" w:line="240" w:lineRule="auto"/>
        <w:ind w:left="1425" w:hanging="720"/>
        <w:jc w:val="both"/>
      </w:pPr>
      <w:r>
        <w:t>4.</w:t>
      </w:r>
      <w:r>
        <w:tab/>
        <w:t>Návrh B</w:t>
      </w:r>
    </w:p>
    <w:p w:rsidR="00F17A2E" w:rsidRPr="00BD3C40" w:rsidRDefault="00F17A2E" w:rsidP="00F17A2E">
      <w:pPr>
        <w:spacing w:after="0" w:line="240" w:lineRule="auto"/>
        <w:ind w:left="1425" w:hanging="720"/>
        <w:jc w:val="both"/>
      </w:pPr>
      <w:r>
        <w:tab/>
      </w:r>
      <w:r>
        <w:tab/>
      </w:r>
      <w:r>
        <w:tab/>
      </w:r>
    </w:p>
    <w:p w:rsidR="00F17A2E" w:rsidRDefault="00F17A2E" w:rsidP="00F17A2E">
      <w:pPr>
        <w:spacing w:after="0" w:line="240" w:lineRule="auto"/>
        <w:ind w:left="720"/>
      </w:pPr>
      <w:r>
        <w:t xml:space="preserve">5. </w:t>
      </w:r>
      <w:r>
        <w:tab/>
        <w:t>Návrh zákona jako celek;</w:t>
      </w:r>
    </w:p>
    <w:p w:rsidR="00F17A2E" w:rsidRDefault="00F17A2E" w:rsidP="00F17A2E">
      <w:pPr>
        <w:pStyle w:val="Tlotextu"/>
        <w:jc w:val="both"/>
        <w:rPr>
          <w:rFonts w:cs="Mangal"/>
        </w:rPr>
      </w:pPr>
    </w:p>
    <w:p w:rsidR="00F17A2E" w:rsidRDefault="00F17A2E" w:rsidP="00F17A2E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F17A2E" w:rsidRDefault="00F17A2E" w:rsidP="00F17A2E">
      <w:pPr>
        <w:spacing w:after="0" w:line="240" w:lineRule="auto"/>
        <w:ind w:left="1425" w:hanging="720"/>
        <w:jc w:val="both"/>
      </w:pPr>
      <w:r>
        <w:t>Návrh A (A1 až A6)</w:t>
      </w:r>
      <w:r w:rsidR="001529CB">
        <w:t xml:space="preserve"> - </w:t>
      </w:r>
      <w:r w:rsidR="001529CB" w:rsidRPr="001529CB">
        <w:rPr>
          <w:b/>
        </w:rPr>
        <w:t>doporučuje</w:t>
      </w:r>
    </w:p>
    <w:p w:rsidR="00F17A2E" w:rsidRDefault="00F17A2E" w:rsidP="00F17A2E">
      <w:pPr>
        <w:spacing w:after="0" w:line="240" w:lineRule="auto"/>
        <w:ind w:left="1425" w:hanging="720"/>
        <w:jc w:val="both"/>
      </w:pPr>
    </w:p>
    <w:p w:rsidR="00F17A2E" w:rsidRDefault="00F17A2E" w:rsidP="00F17A2E">
      <w:pPr>
        <w:spacing w:after="0" w:line="240" w:lineRule="auto"/>
        <w:ind w:left="1425" w:hanging="720"/>
        <w:jc w:val="both"/>
      </w:pPr>
      <w:r>
        <w:t>Návrh B</w:t>
      </w:r>
      <w:r w:rsidR="00750C73">
        <w:t xml:space="preserve"> </w:t>
      </w:r>
      <w:r w:rsidR="008F5386">
        <w:t>–</w:t>
      </w:r>
      <w:r w:rsidR="001529CB">
        <w:t xml:space="preserve"> </w:t>
      </w:r>
      <w:r w:rsidR="008F5386">
        <w:rPr>
          <w:b/>
        </w:rPr>
        <w:t>stanovisko nebylo přijato</w:t>
      </w:r>
    </w:p>
    <w:p w:rsidR="00F17A2E" w:rsidRDefault="00F17A2E" w:rsidP="00F17A2E">
      <w:pPr>
        <w:spacing w:after="0" w:line="240" w:lineRule="auto"/>
        <w:ind w:left="1425" w:hanging="720"/>
        <w:jc w:val="both"/>
      </w:pPr>
      <w:r>
        <w:tab/>
      </w:r>
      <w:r>
        <w:tab/>
      </w:r>
      <w:r>
        <w:tab/>
      </w:r>
    </w:p>
    <w:p w:rsidR="00F17A2E" w:rsidRPr="00F17A2E" w:rsidRDefault="00F17A2E" w:rsidP="00F17A2E">
      <w:pPr>
        <w:spacing w:after="0" w:line="240" w:lineRule="auto"/>
        <w:ind w:left="1425" w:hanging="720"/>
        <w:jc w:val="both"/>
      </w:pPr>
      <w:r>
        <w:t xml:space="preserve">Návrh zákona jako celek, ve znění přijatých pozměňovacích návrhů - </w:t>
      </w:r>
      <w:r>
        <w:rPr>
          <w:b/>
          <w:bCs/>
        </w:rPr>
        <w:t>doporučuje</w:t>
      </w:r>
    </w:p>
    <w:p w:rsidR="00F17A2E" w:rsidRDefault="00F17A2E" w:rsidP="001529CB">
      <w:pPr>
        <w:pStyle w:val="Tlotextu"/>
        <w:jc w:val="both"/>
        <w:rPr>
          <w:rFonts w:cs="Mangal"/>
        </w:rPr>
      </w:pPr>
    </w:p>
    <w:p w:rsidR="00F17A2E" w:rsidRDefault="00F17A2E" w:rsidP="00F17A2E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 xml:space="preserve">ve spolupráci s navrhovatelem a legislativním </w:t>
      </w:r>
      <w:r>
        <w:rPr>
          <w:rFonts w:ascii="TimesNewRomanPSMT" w:hAnsi="TimesNewRomanPSMT" w:cs="TimesNewRomanPSMT"/>
        </w:rPr>
        <w:lastRenderedPageBreak/>
        <w:t>odborem Kanceláře Poslanecké sněmovny popřípadě navrhl</w:t>
      </w:r>
      <w:r>
        <w:t xml:space="preserve"> nezbytné úpravy podle § 95 odst. 2 zákona o jednacím řádu Poslanecké sněmovny,</w:t>
      </w:r>
    </w:p>
    <w:p w:rsidR="00F17A2E" w:rsidRDefault="00F17A2E" w:rsidP="00F17A2E">
      <w:pPr>
        <w:pStyle w:val="Tlotextu"/>
        <w:spacing w:after="0"/>
        <w:rPr>
          <w:rFonts w:cs="Mangal"/>
        </w:rPr>
      </w:pPr>
    </w:p>
    <w:p w:rsidR="00F17A2E" w:rsidRDefault="00F17A2E" w:rsidP="00F17A2E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F17A2E" w:rsidRDefault="00F17A2E" w:rsidP="00750C73">
      <w:pPr>
        <w:jc w:val="both"/>
      </w:pPr>
    </w:p>
    <w:p w:rsidR="00F17A2E" w:rsidRDefault="00F17A2E" w:rsidP="00753F3E">
      <w:pPr>
        <w:ind w:left="705" w:hanging="705"/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F17A2E" w:rsidRDefault="00F17A2E" w:rsidP="00F17A2E">
      <w:pPr>
        <w:pStyle w:val="WW-BodyText2"/>
        <w:rPr>
          <w:rFonts w:cs="Mangal"/>
        </w:rPr>
      </w:pPr>
    </w:p>
    <w:p w:rsidR="00F17A2E" w:rsidRDefault="00F17A2E" w:rsidP="00F17A2E">
      <w:pPr>
        <w:pStyle w:val="WW-BodyText2"/>
        <w:rPr>
          <w:rFonts w:cs="Mangal"/>
          <w:sz w:val="20"/>
        </w:rPr>
      </w:pPr>
    </w:p>
    <w:p w:rsidR="00F17A2E" w:rsidRDefault="00F17A2E" w:rsidP="00F17A2E">
      <w:pPr>
        <w:pStyle w:val="WW-BodyText2"/>
        <w:rPr>
          <w:rFonts w:cs="Mangal"/>
          <w:sz w:val="20"/>
        </w:rPr>
      </w:pPr>
    </w:p>
    <w:p w:rsidR="00F17A2E" w:rsidRDefault="00F17A2E" w:rsidP="00F17A2E">
      <w:pPr>
        <w:pStyle w:val="WW-BodyText2"/>
        <w:rPr>
          <w:rFonts w:cs="Mangal"/>
          <w:sz w:val="20"/>
        </w:rPr>
      </w:pPr>
    </w:p>
    <w:p w:rsidR="00F17A2E" w:rsidRDefault="00F17A2E" w:rsidP="00F17A2E">
      <w:pPr>
        <w:jc w:val="both"/>
        <w:rPr>
          <w:rFonts w:cs="Mangal"/>
        </w:rPr>
      </w:pPr>
    </w:p>
    <w:p w:rsidR="001529CB" w:rsidRDefault="001529CB" w:rsidP="00F17A2E">
      <w:pPr>
        <w:jc w:val="both"/>
        <w:rPr>
          <w:rFonts w:cs="Mangal"/>
        </w:rPr>
      </w:pPr>
    </w:p>
    <w:p w:rsidR="001529CB" w:rsidRDefault="001529CB" w:rsidP="00F17A2E">
      <w:pPr>
        <w:jc w:val="both"/>
        <w:rPr>
          <w:rFonts w:cs="Mangal"/>
        </w:rPr>
      </w:pPr>
    </w:p>
    <w:p w:rsidR="001529CB" w:rsidRDefault="001529CB" w:rsidP="00F17A2E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F17A2E" w:rsidTr="006E0129">
        <w:tc>
          <w:tcPr>
            <w:tcW w:w="5369" w:type="dxa"/>
            <w:shd w:val="clear" w:color="auto" w:fill="auto"/>
          </w:tcPr>
          <w:p w:rsidR="00F17A2E" w:rsidRDefault="00F17A2E" w:rsidP="00F17A2E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F17A2E" w:rsidRDefault="00F17A2E" w:rsidP="00DE6ADB">
            <w:pPr>
              <w:spacing w:after="0" w:line="240" w:lineRule="auto"/>
              <w:ind w:left="-569"/>
              <w:jc w:val="center"/>
            </w:pPr>
            <w:r>
              <w:t xml:space="preserve">Prof. JUDr. </w:t>
            </w:r>
            <w:proofErr w:type="gramStart"/>
            <w:r>
              <w:t>Helena  VÁLKOVÁ</w:t>
            </w:r>
            <w:proofErr w:type="gramEnd"/>
            <w:r>
              <w:t>, CSc.</w:t>
            </w:r>
            <w:r w:rsidR="002A41EE">
              <w:t xml:space="preserve"> v. r.</w:t>
            </w:r>
          </w:p>
          <w:p w:rsidR="00F17A2E" w:rsidRDefault="00F17A2E" w:rsidP="00DE6ADB">
            <w:pPr>
              <w:spacing w:after="0" w:line="240" w:lineRule="auto"/>
              <w:ind w:left="-427"/>
              <w:jc w:val="center"/>
            </w:pPr>
            <w:r>
              <w:t>zpravodaj výboru</w:t>
            </w:r>
          </w:p>
        </w:tc>
        <w:tc>
          <w:tcPr>
            <w:tcW w:w="4750" w:type="dxa"/>
            <w:shd w:val="clear" w:color="auto" w:fill="auto"/>
          </w:tcPr>
          <w:p w:rsidR="00F17A2E" w:rsidRDefault="00F17A2E" w:rsidP="00F17A2E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F17A2E" w:rsidRDefault="00DE6ADB" w:rsidP="00DE6ADB">
            <w:pPr>
              <w:spacing w:after="0" w:line="240" w:lineRule="auto"/>
              <w:ind w:left="-1119"/>
              <w:jc w:val="center"/>
            </w:pPr>
            <w:r>
              <w:t xml:space="preserve">Mgr. </w:t>
            </w:r>
            <w:proofErr w:type="gramStart"/>
            <w:r>
              <w:t xml:space="preserve">Jan  </w:t>
            </w:r>
            <w:r w:rsidR="001529CB">
              <w:t>FARSKÝ</w:t>
            </w:r>
            <w:proofErr w:type="gramEnd"/>
            <w:r w:rsidR="002A41EE">
              <w:t xml:space="preserve"> v. r.</w:t>
            </w:r>
          </w:p>
          <w:p w:rsidR="00F17A2E" w:rsidRDefault="00F17A2E" w:rsidP="00DE6ADB">
            <w:pPr>
              <w:spacing w:after="0" w:line="240" w:lineRule="auto"/>
              <w:ind w:left="-1119"/>
              <w:jc w:val="center"/>
            </w:pPr>
            <w:r>
              <w:t>ověřovatel výboru</w:t>
            </w:r>
          </w:p>
        </w:tc>
      </w:tr>
      <w:tr w:rsidR="00F17A2E" w:rsidTr="006E0129">
        <w:tc>
          <w:tcPr>
            <w:tcW w:w="10119" w:type="dxa"/>
            <w:gridSpan w:val="2"/>
            <w:shd w:val="clear" w:color="auto" w:fill="auto"/>
          </w:tcPr>
          <w:p w:rsidR="00F17A2E" w:rsidRDefault="00F17A2E" w:rsidP="00F17A2E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1529CB" w:rsidRDefault="001529CB" w:rsidP="00F17A2E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1529CB" w:rsidRDefault="001529CB" w:rsidP="00F17A2E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F17A2E" w:rsidRDefault="00F17A2E" w:rsidP="00F17A2E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F17A2E" w:rsidRDefault="00F17A2E" w:rsidP="00DE6ADB">
            <w:pPr>
              <w:spacing w:after="0" w:line="240" w:lineRule="auto"/>
              <w:ind w:left="-427"/>
              <w:jc w:val="center"/>
            </w:pPr>
            <w:r>
              <w:t>JUDr. Jeroným  TEJC</w:t>
            </w:r>
            <w:r w:rsidR="002A41EE">
              <w:t xml:space="preserve"> v. r.</w:t>
            </w:r>
            <w:bookmarkStart w:id="0" w:name="_GoBack"/>
            <w:bookmarkEnd w:id="0"/>
            <w:r>
              <w:t xml:space="preserve"> </w:t>
            </w:r>
          </w:p>
          <w:p w:rsidR="00F17A2E" w:rsidRDefault="00F17A2E" w:rsidP="00DE6ADB">
            <w:pPr>
              <w:spacing w:after="0" w:line="240" w:lineRule="auto"/>
              <w:ind w:left="-427"/>
              <w:jc w:val="center"/>
            </w:pPr>
            <w:r>
              <w:t>předseda výboru</w:t>
            </w:r>
          </w:p>
        </w:tc>
      </w:tr>
    </w:tbl>
    <w:p w:rsidR="00B715B6" w:rsidRDefault="00B715B6" w:rsidP="00F17A2E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2E"/>
    <w:rsid w:val="000476E4"/>
    <w:rsid w:val="000C5278"/>
    <w:rsid w:val="000E730C"/>
    <w:rsid w:val="00103C04"/>
    <w:rsid w:val="00106842"/>
    <w:rsid w:val="001529CB"/>
    <w:rsid w:val="001B45F3"/>
    <w:rsid w:val="00230024"/>
    <w:rsid w:val="00254049"/>
    <w:rsid w:val="00272E1B"/>
    <w:rsid w:val="002A2F32"/>
    <w:rsid w:val="002A41EE"/>
    <w:rsid w:val="002B0FB6"/>
    <w:rsid w:val="002B60B3"/>
    <w:rsid w:val="002C6BED"/>
    <w:rsid w:val="00323225"/>
    <w:rsid w:val="00356011"/>
    <w:rsid w:val="00377253"/>
    <w:rsid w:val="003D2033"/>
    <w:rsid w:val="005227BF"/>
    <w:rsid w:val="00566A4C"/>
    <w:rsid w:val="005C30D7"/>
    <w:rsid w:val="005E094C"/>
    <w:rsid w:val="005F6CAE"/>
    <w:rsid w:val="00620764"/>
    <w:rsid w:val="00750C73"/>
    <w:rsid w:val="00753F3E"/>
    <w:rsid w:val="007C62DA"/>
    <w:rsid w:val="007D5EE1"/>
    <w:rsid w:val="007E1D0B"/>
    <w:rsid w:val="00812496"/>
    <w:rsid w:val="00830BFE"/>
    <w:rsid w:val="00893C29"/>
    <w:rsid w:val="008F5386"/>
    <w:rsid w:val="00903269"/>
    <w:rsid w:val="00A46CDA"/>
    <w:rsid w:val="00A80159"/>
    <w:rsid w:val="00AA0D27"/>
    <w:rsid w:val="00B13892"/>
    <w:rsid w:val="00B53E8D"/>
    <w:rsid w:val="00B715B6"/>
    <w:rsid w:val="00C56014"/>
    <w:rsid w:val="00D76FB3"/>
    <w:rsid w:val="00DC29E4"/>
    <w:rsid w:val="00DE6ADB"/>
    <w:rsid w:val="00E56C7F"/>
    <w:rsid w:val="00ED15A8"/>
    <w:rsid w:val="00EF3B15"/>
    <w:rsid w:val="00EF679B"/>
    <w:rsid w:val="00F1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AD86D-0BD1-4E01-8C0C-B8A7114F2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17A2E"/>
    <w:rPr>
      <w:color w:val="0000FF"/>
      <w:u w:val="single"/>
    </w:rPr>
  </w:style>
  <w:style w:type="paragraph" w:customStyle="1" w:styleId="Tlotextu">
    <w:name w:val="Tělo textu"/>
    <w:basedOn w:val="Normln"/>
    <w:rsid w:val="00F17A2E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F17A2E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customStyle="1" w:styleId="western">
    <w:name w:val="western"/>
    <w:basedOn w:val="Normln"/>
    <w:rsid w:val="00F17A2E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F3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sp.cz/sqw/text/tiskt.sqw?O=7&amp;CT=458&amp;CT1=0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18</TotalTime>
  <Pages>2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7</cp:revision>
  <cp:lastPrinted>2016-02-18T14:45:00Z</cp:lastPrinted>
  <dcterms:created xsi:type="dcterms:W3CDTF">2016-02-18T14:33:00Z</dcterms:created>
  <dcterms:modified xsi:type="dcterms:W3CDTF">2016-02-23T10:42:00Z</dcterms:modified>
</cp:coreProperties>
</file>