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65B" w:rsidRDefault="006527B8" w:rsidP="000A1659">
      <w:pPr>
        <w:pStyle w:val="Bezmezer"/>
        <w:jc w:val="right"/>
      </w:pPr>
      <w:r>
        <w:t>PS150034461</w:t>
      </w:r>
    </w:p>
    <w:p w:rsidR="000A1659" w:rsidRPr="00335892" w:rsidRDefault="000A1659" w:rsidP="000A1659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2015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Pr="00783508" w:rsidRDefault="00E9692F" w:rsidP="000E730C">
      <w:pPr>
        <w:pStyle w:val="PS-slousnesen"/>
        <w:rPr>
          <w:sz w:val="28"/>
          <w:szCs w:val="28"/>
        </w:rPr>
      </w:pPr>
      <w:r>
        <w:rPr>
          <w:sz w:val="28"/>
          <w:szCs w:val="28"/>
        </w:rPr>
        <w:t>9</w:t>
      </w:r>
      <w:r w:rsidR="00742354">
        <w:rPr>
          <w:sz w:val="28"/>
          <w:szCs w:val="28"/>
        </w:rPr>
        <w:t>3</w:t>
      </w:r>
      <w:r w:rsidR="0083629F" w:rsidRPr="00783508">
        <w:rPr>
          <w:sz w:val="28"/>
          <w:szCs w:val="28"/>
        </w:rPr>
        <w:t>.</w:t>
      </w:r>
      <w:r w:rsidR="00C050D7">
        <w:rPr>
          <w:sz w:val="28"/>
          <w:szCs w:val="28"/>
        </w:rPr>
        <w:t xml:space="preserve"> 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83629F">
        <w:t>2</w:t>
      </w:r>
      <w:r w:rsidR="00E9692F">
        <w:t>4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CD67FE">
        <w:t>1</w:t>
      </w:r>
      <w:r w:rsidR="00E9692F">
        <w:t>1</w:t>
      </w:r>
      <w:r>
        <w:t xml:space="preserve">. </w:t>
      </w:r>
      <w:r w:rsidR="00E9692F">
        <w:t>listopadu</w:t>
      </w:r>
      <w:r>
        <w:t xml:space="preserve"> 2015</w:t>
      </w:r>
    </w:p>
    <w:p w:rsidR="00365208" w:rsidRPr="00365208" w:rsidRDefault="00365208" w:rsidP="00365208">
      <w:pPr>
        <w:pStyle w:val="Bezmezer"/>
      </w:pPr>
    </w:p>
    <w:p w:rsidR="0083629F" w:rsidRDefault="003037E3" w:rsidP="00430211">
      <w:pPr>
        <w:pStyle w:val="Normlnweb"/>
        <w:pBdr>
          <w:bottom w:val="single" w:sz="6" w:space="1" w:color="000000"/>
        </w:pBdr>
        <w:spacing w:before="0" w:beforeAutospacing="0" w:after="0"/>
        <w:jc w:val="both"/>
      </w:pPr>
      <w:r>
        <w:t>k</w:t>
      </w:r>
      <w:r w:rsidR="00365208">
        <w:t> </w:t>
      </w:r>
      <w:r w:rsidR="00430211">
        <w:t>v</w:t>
      </w:r>
      <w:r w:rsidR="00365208">
        <w:t>ládnímu návrhu zákona</w:t>
      </w:r>
      <w:r w:rsidR="00430211">
        <w:t xml:space="preserve">, kterým </w:t>
      </w:r>
      <w:r w:rsidR="001F29B9">
        <w:t>se</w:t>
      </w:r>
      <w:r w:rsidR="008B604E">
        <w:t xml:space="preserve"> mění zákon č. 503/2012 Sb., o S</w:t>
      </w:r>
      <w:r w:rsidR="001F29B9">
        <w:t>tátním</w:t>
      </w:r>
      <w:r w:rsidR="00365208">
        <w:t xml:space="preserve"> </w:t>
      </w:r>
      <w:r w:rsidR="001F29B9">
        <w:t xml:space="preserve">pozemkovém úřadu a o změně některých souvisejících zákonů, ve znění pozdějších předpisů, a další související zákony </w:t>
      </w:r>
      <w:r w:rsidR="00430211">
        <w:t>(sněmovní tisk 575)</w:t>
      </w:r>
    </w:p>
    <w:p w:rsidR="0083629F" w:rsidRDefault="0083629F" w:rsidP="00365208">
      <w:pPr>
        <w:pStyle w:val="PS-uvodnodstavec"/>
        <w:spacing w:after="0" w:line="240" w:lineRule="auto"/>
      </w:pPr>
    </w:p>
    <w:p w:rsidR="005A7870" w:rsidRPr="005A7870" w:rsidRDefault="005A7870" w:rsidP="00365208">
      <w:pPr>
        <w:spacing w:after="0" w:line="240" w:lineRule="auto"/>
      </w:pPr>
    </w:p>
    <w:p w:rsidR="00DC29E4" w:rsidRDefault="003037E3" w:rsidP="005242D6">
      <w:pPr>
        <w:pStyle w:val="PS-uvodnodstavec"/>
        <w:spacing w:after="0" w:line="240" w:lineRule="auto"/>
      </w:pPr>
      <w:r>
        <w:t>Zemědělský</w:t>
      </w:r>
      <w:r w:rsidR="00DC29E4">
        <w:t xml:space="preserve"> výbor Poslanecké sněmovny Parlamentu ČR po úvodní</w:t>
      </w:r>
      <w:r>
        <w:t xml:space="preserve">m slově </w:t>
      </w:r>
      <w:r w:rsidR="00C050D7">
        <w:t>ministra zemědělství Mariana Jurečky</w:t>
      </w:r>
      <w:bookmarkStart w:id="0" w:name="_GoBack"/>
      <w:bookmarkEnd w:id="0"/>
      <w:r w:rsidR="008B604E">
        <w:t>,</w:t>
      </w:r>
      <w:r w:rsidR="005A7870">
        <w:t xml:space="preserve"> </w:t>
      </w:r>
      <w:r>
        <w:t xml:space="preserve">zpravodajské zprávě poslance </w:t>
      </w:r>
      <w:r w:rsidR="008B604E">
        <w:t>Petra Kudely</w:t>
      </w:r>
      <w:r>
        <w:t xml:space="preserve"> a </w:t>
      </w:r>
      <w:r w:rsidR="00DC29E4">
        <w:t>po rozpravě</w:t>
      </w:r>
    </w:p>
    <w:p w:rsidR="008D0C42" w:rsidRPr="008D0C42" w:rsidRDefault="008D0C42" w:rsidP="008D0C42"/>
    <w:p w:rsidR="008D0C42" w:rsidRPr="008D0C42" w:rsidRDefault="008D0C42" w:rsidP="008D0C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D0C42" w:rsidRDefault="008D0C42" w:rsidP="008D0C42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8D0C42">
        <w:rPr>
          <w:rFonts w:ascii="Times New Roman" w:eastAsia="Times New Roman" w:hAnsi="Times New Roman"/>
          <w:sz w:val="24"/>
          <w:szCs w:val="24"/>
          <w:lang w:eastAsia="cs-CZ"/>
        </w:rPr>
        <w:t>p ř e r u š u j e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Pr="008D0C42">
        <w:rPr>
          <w:rFonts w:ascii="Times New Roman" w:eastAsia="Times New Roman" w:hAnsi="Times New Roman"/>
          <w:sz w:val="24"/>
          <w:szCs w:val="24"/>
          <w:lang w:eastAsia="cs-CZ"/>
        </w:rPr>
        <w:t xml:space="preserve"> projednávání</w:t>
      </w:r>
      <w:proofErr w:type="gramEnd"/>
      <w:r w:rsidRPr="008D0C42">
        <w:rPr>
          <w:rFonts w:ascii="Times New Roman" w:eastAsia="Times New Roman" w:hAnsi="Times New Roman"/>
          <w:sz w:val="24"/>
          <w:szCs w:val="24"/>
          <w:lang w:eastAsia="cs-CZ"/>
        </w:rPr>
        <w:t xml:space="preserve"> tohoto bodu v obecné rozpravě;</w:t>
      </w:r>
    </w:p>
    <w:p w:rsidR="008D0C42" w:rsidRDefault="008D0C42" w:rsidP="008D0C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D0C42" w:rsidRDefault="008D0C42" w:rsidP="008D0C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D0C42" w:rsidRPr="008D0C42" w:rsidRDefault="008D0C42" w:rsidP="00265F5D">
      <w:pPr>
        <w:numPr>
          <w:ilvl w:val="0"/>
          <w:numId w:val="18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8D0C42">
        <w:rPr>
          <w:rFonts w:ascii="Times New Roman" w:eastAsia="Times New Roman" w:hAnsi="Times New Roman"/>
          <w:sz w:val="24"/>
          <w:szCs w:val="24"/>
          <w:lang w:eastAsia="cs-CZ"/>
        </w:rPr>
        <w:t>s t a n o v u j e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Pr="008D0C42">
        <w:rPr>
          <w:rFonts w:ascii="Times New Roman" w:eastAsia="Times New Roman" w:hAnsi="Times New Roman"/>
          <w:sz w:val="24"/>
          <w:szCs w:val="24"/>
          <w:lang w:eastAsia="cs-CZ"/>
        </w:rPr>
        <w:t xml:space="preserve"> termín</w:t>
      </w:r>
      <w:proofErr w:type="gramEnd"/>
      <w:r w:rsidRPr="008D0C42">
        <w:rPr>
          <w:rFonts w:ascii="Times New Roman" w:eastAsia="Times New Roman" w:hAnsi="Times New Roman"/>
          <w:sz w:val="24"/>
          <w:szCs w:val="24"/>
          <w:lang w:eastAsia="cs-CZ"/>
        </w:rPr>
        <w:t xml:space="preserve"> pro podávání pozměňovacích návrhů do </w:t>
      </w:r>
      <w:r w:rsidR="003F59CA">
        <w:rPr>
          <w:rFonts w:ascii="Times New Roman" w:eastAsia="Times New Roman" w:hAnsi="Times New Roman"/>
          <w:sz w:val="24"/>
          <w:szCs w:val="24"/>
          <w:lang w:eastAsia="cs-CZ"/>
        </w:rPr>
        <w:t>středy</w:t>
      </w:r>
      <w:r w:rsidR="00A51C5C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5A7870">
        <w:rPr>
          <w:rFonts w:ascii="Times New Roman" w:eastAsia="Times New Roman" w:hAnsi="Times New Roman"/>
          <w:sz w:val="24"/>
          <w:szCs w:val="24"/>
          <w:lang w:eastAsia="cs-CZ"/>
        </w:rPr>
        <w:t>2</w:t>
      </w:r>
      <w:r w:rsidR="003F59CA">
        <w:rPr>
          <w:rFonts w:ascii="Times New Roman" w:eastAsia="Times New Roman" w:hAnsi="Times New Roman"/>
          <w:sz w:val="24"/>
          <w:szCs w:val="24"/>
          <w:lang w:eastAsia="cs-CZ"/>
        </w:rPr>
        <w:t>5</w:t>
      </w:r>
      <w:r w:rsidR="00A51C5C">
        <w:rPr>
          <w:rFonts w:ascii="Times New Roman" w:eastAsia="Times New Roman" w:hAnsi="Times New Roman"/>
          <w:sz w:val="24"/>
          <w:szCs w:val="24"/>
          <w:lang w:eastAsia="cs-CZ"/>
        </w:rPr>
        <w:t>.</w:t>
      </w:r>
      <w:r w:rsidRPr="008D0C42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5A7870">
        <w:rPr>
          <w:rFonts w:ascii="Times New Roman" w:eastAsia="Times New Roman" w:hAnsi="Times New Roman"/>
          <w:sz w:val="24"/>
          <w:szCs w:val="24"/>
          <w:lang w:eastAsia="cs-CZ"/>
        </w:rPr>
        <w:t>listopadu</w:t>
      </w:r>
      <w:r w:rsidR="00A51C5C">
        <w:rPr>
          <w:rFonts w:ascii="Times New Roman" w:eastAsia="Times New Roman" w:hAnsi="Times New Roman"/>
          <w:sz w:val="24"/>
          <w:szCs w:val="24"/>
          <w:lang w:eastAsia="cs-CZ"/>
        </w:rPr>
        <w:t xml:space="preserve"> 2015 do 12.00 hodin</w:t>
      </w:r>
      <w:r w:rsidRPr="008D0C42">
        <w:rPr>
          <w:rFonts w:ascii="Times New Roman" w:eastAsia="Times New Roman" w:hAnsi="Times New Roman"/>
          <w:sz w:val="24"/>
          <w:szCs w:val="24"/>
          <w:lang w:eastAsia="cs-CZ"/>
        </w:rPr>
        <w:t>, a to na sekretariát zemědělského výboru.</w:t>
      </w:r>
    </w:p>
    <w:p w:rsidR="008D0C42" w:rsidRPr="008D0C42" w:rsidRDefault="008D0C42" w:rsidP="008D0C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D699F" w:rsidRDefault="002D699F" w:rsidP="008D0C42">
      <w:pPr>
        <w:spacing w:after="0" w:line="240" w:lineRule="auto"/>
      </w:pPr>
    </w:p>
    <w:p w:rsidR="008D0C42" w:rsidRDefault="008D0C42" w:rsidP="008D0C42">
      <w:pPr>
        <w:spacing w:after="0" w:line="240" w:lineRule="auto"/>
      </w:pPr>
    </w:p>
    <w:p w:rsidR="002A2C50" w:rsidRDefault="002A2C50" w:rsidP="005242D6">
      <w:pPr>
        <w:spacing w:after="0" w:line="240" w:lineRule="auto"/>
      </w:pPr>
    </w:p>
    <w:p w:rsidR="002A2C50" w:rsidRDefault="002A2C50" w:rsidP="005242D6">
      <w:pPr>
        <w:spacing w:after="0" w:line="240" w:lineRule="auto"/>
      </w:pPr>
    </w:p>
    <w:p w:rsidR="008D0C42" w:rsidRDefault="008D0C42" w:rsidP="005242D6">
      <w:pPr>
        <w:spacing w:after="0" w:line="240" w:lineRule="auto"/>
      </w:pPr>
    </w:p>
    <w:p w:rsidR="002A2C50" w:rsidRDefault="002A2C50" w:rsidP="005242D6">
      <w:pPr>
        <w:spacing w:after="0" w:line="240" w:lineRule="auto"/>
      </w:pPr>
    </w:p>
    <w:p w:rsidR="002A2C50" w:rsidRDefault="002A2C50" w:rsidP="005242D6">
      <w:pPr>
        <w:spacing w:after="0" w:line="240" w:lineRule="auto"/>
      </w:pPr>
    </w:p>
    <w:p w:rsidR="003037E3" w:rsidRPr="003037E3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1D0F56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Petr</w:t>
      </w:r>
      <w:r w:rsidR="005A7870">
        <w:rPr>
          <w:rFonts w:ascii="Times New Roman" w:eastAsia="Times New Roman" w:hAnsi="Times New Roman"/>
          <w:sz w:val="24"/>
          <w:szCs w:val="24"/>
          <w:lang w:eastAsia="cs-CZ"/>
        </w:rPr>
        <w:t xml:space="preserve">  K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UDELA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</w:t>
      </w:r>
      <w:r w:rsidR="009559A1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E4317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Josef </w:t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E4317C">
        <w:rPr>
          <w:rFonts w:ascii="Times New Roman" w:eastAsia="Times New Roman" w:hAnsi="Times New Roman"/>
          <w:sz w:val="24"/>
          <w:szCs w:val="24"/>
          <w:lang w:eastAsia="cs-CZ"/>
        </w:rPr>
        <w:t>KOTT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3037E3" w:rsidRDefault="001D0F56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zpravodaj výboru</w:t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4317C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  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ověřovatel výboru</w:t>
      </w:r>
    </w:p>
    <w:p w:rsidR="003037E3" w:rsidRPr="003037E3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A2C50" w:rsidRDefault="002A2C50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A2C50" w:rsidRDefault="002A2C50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D0C42" w:rsidRPr="003037E3" w:rsidRDefault="008D0C42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3037E3" w:rsidP="005242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 w:rsidR="00AA560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 </w:t>
      </w:r>
      <w:proofErr w:type="gramStart"/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Default="003037E3" w:rsidP="005242D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97E" w:rsidRDefault="004E197E" w:rsidP="004E197E">
      <w:pPr>
        <w:spacing w:after="0" w:line="240" w:lineRule="auto"/>
      </w:pPr>
      <w:r>
        <w:separator/>
      </w:r>
    </w:p>
  </w:endnote>
  <w:endnote w:type="continuationSeparator" w:id="0">
    <w:p w:rsidR="004E197E" w:rsidRDefault="004E197E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97E" w:rsidRDefault="004E197E" w:rsidP="00887B3C">
    <w:pPr>
      <w:pStyle w:val="Zpat"/>
      <w:tabs>
        <w:tab w:val="left" w:pos="709"/>
      </w:tabs>
      <w:jc w:val="center"/>
    </w:pPr>
  </w:p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97E" w:rsidRDefault="004E197E" w:rsidP="004E197E">
      <w:pPr>
        <w:spacing w:after="0" w:line="240" w:lineRule="auto"/>
      </w:pPr>
      <w:r>
        <w:separator/>
      </w:r>
    </w:p>
  </w:footnote>
  <w:footnote w:type="continuationSeparator" w:id="0">
    <w:p w:rsidR="004E197E" w:rsidRDefault="004E197E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6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7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6"/>
  </w:num>
  <w:num w:numId="15">
    <w:abstractNumId w:val="14"/>
  </w:num>
  <w:num w:numId="16">
    <w:abstractNumId w:val="15"/>
  </w:num>
  <w:num w:numId="17">
    <w:abstractNumId w:val="11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476E4"/>
    <w:rsid w:val="0008322E"/>
    <w:rsid w:val="00084BC5"/>
    <w:rsid w:val="000A1659"/>
    <w:rsid w:val="000C5278"/>
    <w:rsid w:val="000D2781"/>
    <w:rsid w:val="000E730C"/>
    <w:rsid w:val="00103C04"/>
    <w:rsid w:val="00106842"/>
    <w:rsid w:val="00150E6E"/>
    <w:rsid w:val="001B45F3"/>
    <w:rsid w:val="001D0F56"/>
    <w:rsid w:val="001F29B9"/>
    <w:rsid w:val="00230024"/>
    <w:rsid w:val="0025355A"/>
    <w:rsid w:val="00254049"/>
    <w:rsid w:val="00265F5D"/>
    <w:rsid w:val="00272E1B"/>
    <w:rsid w:val="00276FAE"/>
    <w:rsid w:val="002A2C50"/>
    <w:rsid w:val="002A2F32"/>
    <w:rsid w:val="002B0FB6"/>
    <w:rsid w:val="002B60B3"/>
    <w:rsid w:val="002C6BED"/>
    <w:rsid w:val="002D699F"/>
    <w:rsid w:val="002E3D58"/>
    <w:rsid w:val="003037E3"/>
    <w:rsid w:val="00317CD7"/>
    <w:rsid w:val="00335892"/>
    <w:rsid w:val="00356011"/>
    <w:rsid w:val="00365208"/>
    <w:rsid w:val="003747D7"/>
    <w:rsid w:val="00377253"/>
    <w:rsid w:val="003B3517"/>
    <w:rsid w:val="003C300B"/>
    <w:rsid w:val="003D2033"/>
    <w:rsid w:val="003F009A"/>
    <w:rsid w:val="003F59CA"/>
    <w:rsid w:val="00430211"/>
    <w:rsid w:val="004C25B5"/>
    <w:rsid w:val="004E033E"/>
    <w:rsid w:val="004E197E"/>
    <w:rsid w:val="004F05C3"/>
    <w:rsid w:val="005227BF"/>
    <w:rsid w:val="005242D6"/>
    <w:rsid w:val="00543C68"/>
    <w:rsid w:val="00566A4C"/>
    <w:rsid w:val="00574C19"/>
    <w:rsid w:val="005A7870"/>
    <w:rsid w:val="005C30D7"/>
    <w:rsid w:val="005E094C"/>
    <w:rsid w:val="005F6CAE"/>
    <w:rsid w:val="00620764"/>
    <w:rsid w:val="006242D8"/>
    <w:rsid w:val="006527B8"/>
    <w:rsid w:val="00742354"/>
    <w:rsid w:val="00766E84"/>
    <w:rsid w:val="00783508"/>
    <w:rsid w:val="007C62DA"/>
    <w:rsid w:val="007D5EE1"/>
    <w:rsid w:val="007E1D0B"/>
    <w:rsid w:val="00812496"/>
    <w:rsid w:val="00830BFE"/>
    <w:rsid w:val="0083629F"/>
    <w:rsid w:val="0084565B"/>
    <w:rsid w:val="00887B3C"/>
    <w:rsid w:val="00893C29"/>
    <w:rsid w:val="008A0794"/>
    <w:rsid w:val="008B604E"/>
    <w:rsid w:val="008C41E9"/>
    <w:rsid w:val="008D0C42"/>
    <w:rsid w:val="008F51F7"/>
    <w:rsid w:val="00903269"/>
    <w:rsid w:val="009559A1"/>
    <w:rsid w:val="00983EFE"/>
    <w:rsid w:val="009C2CD6"/>
    <w:rsid w:val="009D47C4"/>
    <w:rsid w:val="009E3F08"/>
    <w:rsid w:val="00A3129E"/>
    <w:rsid w:val="00A408B6"/>
    <w:rsid w:val="00A46CDA"/>
    <w:rsid w:val="00A51C5C"/>
    <w:rsid w:val="00A72476"/>
    <w:rsid w:val="00AA0D27"/>
    <w:rsid w:val="00AA19B7"/>
    <w:rsid w:val="00AA560D"/>
    <w:rsid w:val="00B13892"/>
    <w:rsid w:val="00B53E8D"/>
    <w:rsid w:val="00B715B6"/>
    <w:rsid w:val="00B86853"/>
    <w:rsid w:val="00C050D7"/>
    <w:rsid w:val="00C56014"/>
    <w:rsid w:val="00CD67FE"/>
    <w:rsid w:val="00D76FB3"/>
    <w:rsid w:val="00DC29E4"/>
    <w:rsid w:val="00E13A34"/>
    <w:rsid w:val="00E4317C"/>
    <w:rsid w:val="00E64D64"/>
    <w:rsid w:val="00E8070B"/>
    <w:rsid w:val="00E8161C"/>
    <w:rsid w:val="00E9692F"/>
    <w:rsid w:val="00EB6D2D"/>
    <w:rsid w:val="00ED15A8"/>
    <w:rsid w:val="00EE2C70"/>
    <w:rsid w:val="00EF3B15"/>
    <w:rsid w:val="00EF679B"/>
    <w:rsid w:val="00F91415"/>
    <w:rsid w:val="00FB0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EV\7VO\2015\ruzne\word_stitky_hlavicky\sab_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E9AB1-9AA0-4AE9-BF68-D74DCF436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sab_usneseni.dotx</Template>
  <TotalTime>38</TotalTime>
  <Pages>1</Pages>
  <Words>130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Zavodska Jana</cp:lastModifiedBy>
  <cp:revision>14</cp:revision>
  <cp:lastPrinted>2015-09-16T12:46:00Z</cp:lastPrinted>
  <dcterms:created xsi:type="dcterms:W3CDTF">2015-10-27T13:52:00Z</dcterms:created>
  <dcterms:modified xsi:type="dcterms:W3CDTF">2015-11-12T14:15:00Z</dcterms:modified>
</cp:coreProperties>
</file>