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32245F" w:rsidP="00103C04">
      <w:pPr>
        <w:pStyle w:val="PS-rovkd"/>
      </w:pPr>
      <w:r>
        <w:t>PS170052954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8C4A9D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C87136" w:rsidP="000E730C">
      <w:pPr>
        <w:pStyle w:val="PS-slousnesen"/>
      </w:pPr>
      <w:r>
        <w:t>286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D724FA">
        <w:t>8</w:t>
      </w:r>
      <w:r w:rsidR="008C4A9D">
        <w:t>1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8C4A9D">
        <w:t>26</w:t>
      </w:r>
      <w:r>
        <w:t xml:space="preserve">. </w:t>
      </w:r>
      <w:r w:rsidR="008C4A9D">
        <w:t>ledna 2017</w:t>
      </w:r>
    </w:p>
    <w:p w:rsidR="007A53FC" w:rsidRPr="00D724FA" w:rsidRDefault="007842B8" w:rsidP="007842B8">
      <w:pPr>
        <w:pStyle w:val="PS-pedmtusnesen"/>
        <w:rPr>
          <w:sz w:val="20"/>
          <w:szCs w:val="20"/>
          <w:lang w:eastAsia="cs-CZ"/>
        </w:rPr>
      </w:pPr>
      <w:r>
        <w:t xml:space="preserve">Vládní návrh zákona o zahraniční službě a o změně některých zákonů (zákon o zahraniční </w:t>
      </w:r>
      <w:proofErr w:type="gramStart"/>
      <w:r>
        <w:t>službě) (tisk</w:t>
      </w:r>
      <w:proofErr w:type="gramEnd"/>
      <w:r>
        <w:t xml:space="preserve"> 994)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</w:t>
      </w:r>
      <w:r w:rsidR="00C87136">
        <w:t>odůvodnění ministra zahranič</w:t>
      </w:r>
      <w:r w:rsidR="00653774">
        <w:t xml:space="preserve">ních </w:t>
      </w:r>
      <w:r w:rsidR="00C87136">
        <w:t>věcí PhDr. Lubomíra Zaorálka</w:t>
      </w:r>
      <w:r w:rsidR="00F42233">
        <w:t>,</w:t>
      </w:r>
      <w:r w:rsidR="00F123EA">
        <w:t xml:space="preserve"> </w:t>
      </w:r>
      <w:r>
        <w:t xml:space="preserve">zpravodajské zprávě </w:t>
      </w:r>
      <w:proofErr w:type="spellStart"/>
      <w:r>
        <w:t>posl</w:t>
      </w:r>
      <w:proofErr w:type="spellEnd"/>
      <w:r>
        <w:t>.</w:t>
      </w:r>
      <w:r w:rsidR="00337183">
        <w:t xml:space="preserve"> JUDr</w:t>
      </w:r>
      <w:r w:rsidR="007A53FC">
        <w:t>. </w:t>
      </w:r>
      <w:r w:rsidR="00E659A5">
        <w:t>Jeronýma Tejce</w:t>
      </w:r>
      <w:r w:rsidR="00337183">
        <w:t xml:space="preserve"> </w:t>
      </w:r>
      <w:r w:rsidR="00A0150F">
        <w:t>a po</w:t>
      </w:r>
      <w:r w:rsidR="00F84331">
        <w:t xml:space="preserve"> </w:t>
      </w:r>
      <w:r w:rsidR="00DC29E4">
        <w:t>rozpravě</w:t>
      </w:r>
    </w:p>
    <w:p w:rsidR="00A80159" w:rsidRPr="00A80159" w:rsidRDefault="00A80159" w:rsidP="00A80159"/>
    <w:p w:rsidR="008C4A9D" w:rsidRDefault="008C4A9D" w:rsidP="008C4A9D">
      <w:pPr>
        <w:pStyle w:val="PS-uvodnodstavec"/>
        <w:ind w:firstLine="0"/>
      </w:pPr>
      <w:r>
        <w:t>ústavně právní výbor</w:t>
      </w:r>
    </w:p>
    <w:p w:rsidR="000D1019" w:rsidRPr="000D1019" w:rsidRDefault="000D1019" w:rsidP="000D1019"/>
    <w:p w:rsidR="008C4A9D" w:rsidRDefault="008C4A9D" w:rsidP="000D1019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0D1019" w:rsidRDefault="000D1019" w:rsidP="000D1019">
      <w:pPr>
        <w:pStyle w:val="PS-slovanseznam"/>
        <w:numPr>
          <w:ilvl w:val="0"/>
          <w:numId w:val="0"/>
        </w:numPr>
        <w:spacing w:after="0" w:line="240" w:lineRule="auto"/>
      </w:pPr>
    </w:p>
    <w:p w:rsidR="000D1019" w:rsidRPr="00DF0D5B" w:rsidRDefault="000D1019" w:rsidP="000D1019">
      <w:pPr>
        <w:pStyle w:val="PS-slovanseznam"/>
        <w:numPr>
          <w:ilvl w:val="0"/>
          <w:numId w:val="0"/>
        </w:numPr>
        <w:spacing w:after="0" w:line="240" w:lineRule="auto"/>
      </w:pPr>
    </w:p>
    <w:p w:rsidR="008C4A9D" w:rsidRDefault="008C4A9D" w:rsidP="000D1019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AA5A6D" w:rsidRDefault="00AA5A6D" w:rsidP="00653774">
      <w:pPr>
        <w:pStyle w:val="PS-slovanseznam"/>
        <w:numPr>
          <w:ilvl w:val="0"/>
          <w:numId w:val="0"/>
        </w:numPr>
        <w:spacing w:after="0" w:line="240" w:lineRule="auto"/>
      </w:pPr>
    </w:p>
    <w:p w:rsidR="000D1019" w:rsidRDefault="000D1019" w:rsidP="00653774">
      <w:pPr>
        <w:pStyle w:val="PS-slovanseznam"/>
        <w:numPr>
          <w:ilvl w:val="0"/>
          <w:numId w:val="0"/>
        </w:numPr>
        <w:spacing w:after="0" w:line="240" w:lineRule="auto"/>
      </w:pPr>
    </w:p>
    <w:p w:rsidR="008C4A9D" w:rsidRDefault="00810366" w:rsidP="00AA5A6D">
      <w:pPr>
        <w:pStyle w:val="PS-slovanseznam"/>
        <w:numPr>
          <w:ilvl w:val="0"/>
          <w:numId w:val="0"/>
        </w:numPr>
        <w:spacing w:after="0" w:line="240" w:lineRule="auto"/>
        <w:ind w:left="357"/>
      </w:pPr>
      <w:r>
        <w:t>V § 58 odst. 2 se slova „při výkonu služby v zahraničí“ a slova „se služebním působištěm v zahraničí“ zrušují.</w:t>
      </w:r>
    </w:p>
    <w:p w:rsidR="00AA5A6D" w:rsidRDefault="00AA5A6D" w:rsidP="00AA5A6D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46314E" w:rsidRPr="00810366" w:rsidRDefault="0046314E" w:rsidP="00653774">
      <w:pPr>
        <w:pStyle w:val="PS-slovanseznam"/>
        <w:numPr>
          <w:ilvl w:val="0"/>
          <w:numId w:val="0"/>
        </w:numPr>
        <w:spacing w:after="0" w:line="240" w:lineRule="auto"/>
      </w:pPr>
    </w:p>
    <w:p w:rsidR="00AA5A6D" w:rsidRDefault="008C4A9D" w:rsidP="00653774">
      <w:pPr>
        <w:pStyle w:val="PS-slovanseznam"/>
        <w:spacing w:after="0" w:line="240" w:lineRule="auto"/>
        <w:ind w:left="425"/>
      </w:pPr>
      <w:r w:rsidRPr="00577830">
        <w:rPr>
          <w:rStyle w:val="proloenChar"/>
        </w:rPr>
        <w:t>pověřuj</w:t>
      </w:r>
      <w:r w:rsidRPr="00FC2A3C">
        <w:rPr>
          <w:rStyle w:val="proloenChar"/>
        </w:rPr>
        <w:t>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653774" w:rsidRDefault="00653774" w:rsidP="00653774">
      <w:pPr>
        <w:pStyle w:val="PS-slovanseznam"/>
        <w:numPr>
          <w:ilvl w:val="0"/>
          <w:numId w:val="0"/>
        </w:numPr>
        <w:spacing w:after="0" w:line="240" w:lineRule="auto"/>
        <w:ind w:left="425"/>
      </w:pPr>
    </w:p>
    <w:p w:rsidR="00653774" w:rsidRPr="00FC2A3C" w:rsidRDefault="00653774" w:rsidP="00653774">
      <w:pPr>
        <w:pStyle w:val="PS-slovanseznam"/>
        <w:numPr>
          <w:ilvl w:val="0"/>
          <w:numId w:val="0"/>
        </w:numPr>
        <w:spacing w:after="0" w:line="240" w:lineRule="auto"/>
        <w:ind w:left="425"/>
      </w:pPr>
    </w:p>
    <w:p w:rsidR="00653774" w:rsidRDefault="008C4A9D" w:rsidP="00653774">
      <w:pPr>
        <w:pStyle w:val="PS-slovanseznam"/>
        <w:spacing w:after="0" w:line="240" w:lineRule="auto"/>
        <w:ind w:left="425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653774" w:rsidRDefault="00653774" w:rsidP="00653774">
      <w:pPr>
        <w:pStyle w:val="PS-slovanseznam"/>
        <w:numPr>
          <w:ilvl w:val="0"/>
          <w:numId w:val="0"/>
        </w:numPr>
        <w:spacing w:after="0" w:line="240" w:lineRule="auto"/>
        <w:ind w:left="425"/>
      </w:pPr>
    </w:p>
    <w:p w:rsidR="00653774" w:rsidRDefault="00653774" w:rsidP="00653774">
      <w:pPr>
        <w:pStyle w:val="PS-slovanseznam"/>
        <w:numPr>
          <w:ilvl w:val="0"/>
          <w:numId w:val="0"/>
        </w:numPr>
        <w:spacing w:after="0" w:line="240" w:lineRule="auto"/>
        <w:ind w:left="425"/>
      </w:pPr>
    </w:p>
    <w:p w:rsidR="000D1019" w:rsidRDefault="000D1019" w:rsidP="00653774">
      <w:pPr>
        <w:pStyle w:val="PS-slovanseznam"/>
        <w:numPr>
          <w:ilvl w:val="0"/>
          <w:numId w:val="0"/>
        </w:numPr>
        <w:spacing w:after="0" w:line="240" w:lineRule="auto"/>
        <w:ind w:left="425"/>
      </w:pPr>
    </w:p>
    <w:p w:rsidR="000D1019" w:rsidRPr="00FC2A3C" w:rsidRDefault="000D1019" w:rsidP="00653774">
      <w:pPr>
        <w:pStyle w:val="PS-slovanseznam"/>
        <w:numPr>
          <w:ilvl w:val="0"/>
          <w:numId w:val="0"/>
        </w:numPr>
        <w:spacing w:after="0" w:line="240" w:lineRule="auto"/>
        <w:ind w:left="425"/>
      </w:pPr>
    </w:p>
    <w:p w:rsidR="002F4129" w:rsidRDefault="008C4A9D" w:rsidP="00653774">
      <w:pPr>
        <w:pStyle w:val="PS-slovanseznam"/>
        <w:ind w:left="426"/>
      </w:pPr>
      <w:r w:rsidRPr="00FC2A3C">
        <w:rPr>
          <w:rStyle w:val="proloenChar"/>
        </w:rPr>
        <w:lastRenderedPageBreak/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0D1019" w:rsidRDefault="000D1019" w:rsidP="000D1019">
      <w:pPr>
        <w:pStyle w:val="PS-slovanseznam"/>
        <w:numPr>
          <w:ilvl w:val="0"/>
          <w:numId w:val="0"/>
        </w:numPr>
        <w:ind w:left="357" w:hanging="357"/>
      </w:pPr>
    </w:p>
    <w:p w:rsidR="000D1019" w:rsidRDefault="000D1019" w:rsidP="000D1019">
      <w:pPr>
        <w:pStyle w:val="PS-slovanseznam"/>
        <w:numPr>
          <w:ilvl w:val="0"/>
          <w:numId w:val="0"/>
        </w:numPr>
        <w:ind w:left="357" w:hanging="357"/>
      </w:pPr>
    </w:p>
    <w:p w:rsidR="000D1019" w:rsidRDefault="000D1019" w:rsidP="000D1019">
      <w:pPr>
        <w:pStyle w:val="PS-slovanseznam"/>
        <w:numPr>
          <w:ilvl w:val="0"/>
          <w:numId w:val="0"/>
        </w:numPr>
        <w:ind w:left="357" w:hanging="357"/>
      </w:pPr>
    </w:p>
    <w:p w:rsidR="00106842" w:rsidRPr="00106842" w:rsidRDefault="00E659A5" w:rsidP="0032245F">
      <w:pPr>
        <w:keepNext/>
        <w:tabs>
          <w:tab w:val="center" w:pos="6804"/>
        </w:tabs>
        <w:spacing w:after="0" w:line="240" w:lineRule="auto"/>
        <w:ind w:left="851" w:hanging="142"/>
      </w:pPr>
      <w:bookmarkStart w:id="0" w:name="_GoBack"/>
      <w:bookmarkEnd w:id="0"/>
      <w:r>
        <w:t>JUDr. Jeroným  TEJC</w:t>
      </w:r>
      <w:r w:rsidR="0032245F">
        <w:t xml:space="preserve"> v. r.</w:t>
      </w:r>
      <w:r w:rsidR="00BD5033">
        <w:tab/>
      </w:r>
      <w:r w:rsidR="00810366">
        <w:t xml:space="preserve">JUDr. PhDr. </w:t>
      </w:r>
      <w:proofErr w:type="gramStart"/>
      <w:r w:rsidR="00810366">
        <w:t>Zdeněk  ONDRÁČEK</w:t>
      </w:r>
      <w:proofErr w:type="gramEnd"/>
      <w:r w:rsidR="00810366">
        <w:t>, Ph.D.</w:t>
      </w:r>
      <w:r w:rsidR="0032245F">
        <w:t xml:space="preserve"> v. r.</w:t>
      </w:r>
    </w:p>
    <w:p w:rsidR="00106842" w:rsidRDefault="00106842" w:rsidP="008A13A0">
      <w:pPr>
        <w:keepNext/>
        <w:tabs>
          <w:tab w:val="center" w:pos="1985"/>
          <w:tab w:val="center" w:pos="6804"/>
        </w:tabs>
        <w:spacing w:after="0" w:line="240" w:lineRule="auto"/>
        <w:ind w:left="993"/>
      </w:pPr>
      <w:r w:rsidRPr="00106842">
        <w:tab/>
      </w:r>
      <w:r w:rsidR="00F27BB7">
        <w:t xml:space="preserve"> </w:t>
      </w:r>
      <w:r w:rsidR="00A80159">
        <w:t>zpravodaj výboru</w:t>
      </w:r>
      <w:r w:rsidR="002C04A8">
        <w:tab/>
      </w:r>
      <w:r w:rsidR="00A80159">
        <w:t>ověřovatel výboru</w:t>
      </w:r>
    </w:p>
    <w:p w:rsidR="00672667" w:rsidRDefault="00672667" w:rsidP="009F6598">
      <w:pPr>
        <w:keepNext/>
        <w:tabs>
          <w:tab w:val="center" w:pos="1701"/>
          <w:tab w:val="center" w:pos="6804"/>
        </w:tabs>
        <w:spacing w:after="0" w:line="240" w:lineRule="auto"/>
      </w:pPr>
    </w:p>
    <w:p w:rsidR="00746C31" w:rsidRPr="00106842" w:rsidRDefault="00746C31" w:rsidP="009F6598">
      <w:pPr>
        <w:keepNext/>
        <w:tabs>
          <w:tab w:val="center" w:pos="1701"/>
          <w:tab w:val="center" w:pos="6804"/>
        </w:tabs>
        <w:spacing w:after="0" w:line="240" w:lineRule="auto"/>
      </w:pPr>
    </w:p>
    <w:p w:rsidR="00106842" w:rsidRPr="00254049" w:rsidRDefault="00A80159" w:rsidP="00741CC7">
      <w:pPr>
        <w:tabs>
          <w:tab w:val="center" w:pos="1701"/>
          <w:tab w:val="center" w:pos="4111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32245F">
        <w:t xml:space="preserve"> v. r.</w:t>
      </w:r>
    </w:p>
    <w:p w:rsidR="00106842" w:rsidRDefault="00106842" w:rsidP="00741CC7">
      <w:pPr>
        <w:tabs>
          <w:tab w:val="center" w:pos="1701"/>
          <w:tab w:val="center" w:pos="4111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097E5B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E5B" w:rsidRDefault="00097E5B" w:rsidP="00097E5B">
      <w:pPr>
        <w:spacing w:after="0" w:line="240" w:lineRule="auto"/>
      </w:pPr>
      <w:r>
        <w:separator/>
      </w:r>
    </w:p>
  </w:endnote>
  <w:endnote w:type="continuationSeparator" w:id="0">
    <w:p w:rsidR="00097E5B" w:rsidRDefault="00097E5B" w:rsidP="0009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2494283"/>
      <w:docPartObj>
        <w:docPartGallery w:val="Page Numbers (Bottom of Page)"/>
        <w:docPartUnique/>
      </w:docPartObj>
    </w:sdtPr>
    <w:sdtEndPr/>
    <w:sdtContent>
      <w:p w:rsidR="00097E5B" w:rsidRDefault="00097E5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45F">
          <w:rPr>
            <w:noProof/>
          </w:rPr>
          <w:t>2</w:t>
        </w:r>
        <w:r>
          <w:fldChar w:fldCharType="end"/>
        </w:r>
      </w:p>
    </w:sdtContent>
  </w:sdt>
  <w:p w:rsidR="00097E5B" w:rsidRDefault="00097E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E5B" w:rsidRDefault="00097E5B" w:rsidP="00097E5B">
      <w:pPr>
        <w:spacing w:after="0" w:line="240" w:lineRule="auto"/>
      </w:pPr>
      <w:r>
        <w:separator/>
      </w:r>
    </w:p>
  </w:footnote>
  <w:footnote w:type="continuationSeparator" w:id="0">
    <w:p w:rsidR="00097E5B" w:rsidRDefault="00097E5B" w:rsidP="00097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31D88"/>
    <w:multiLevelType w:val="multilevel"/>
    <w:tmpl w:val="399C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EB3DB8"/>
    <w:multiLevelType w:val="multilevel"/>
    <w:tmpl w:val="EC40D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CA39BD"/>
    <w:multiLevelType w:val="multilevel"/>
    <w:tmpl w:val="A0D2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4F848B8"/>
    <w:multiLevelType w:val="multilevel"/>
    <w:tmpl w:val="184C8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506B34"/>
    <w:multiLevelType w:val="multilevel"/>
    <w:tmpl w:val="D638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9255F4"/>
    <w:multiLevelType w:val="multilevel"/>
    <w:tmpl w:val="4EC0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5"/>
  </w:num>
  <w:num w:numId="15">
    <w:abstractNumId w:val="17"/>
  </w:num>
  <w:num w:numId="16">
    <w:abstractNumId w:val="11"/>
  </w:num>
  <w:num w:numId="17">
    <w:abstractNumId w:val="16"/>
  </w:num>
  <w:num w:numId="18">
    <w:abstractNumId w:val="23"/>
  </w:num>
  <w:num w:numId="19">
    <w:abstractNumId w:val="24"/>
  </w:num>
  <w:num w:numId="20">
    <w:abstractNumId w:val="20"/>
  </w:num>
  <w:num w:numId="21">
    <w:abstractNumId w:val="12"/>
  </w:num>
  <w:num w:numId="22">
    <w:abstractNumId w:val="26"/>
  </w:num>
  <w:num w:numId="23">
    <w:abstractNumId w:val="18"/>
  </w:num>
  <w:num w:numId="24">
    <w:abstractNumId w:val="13"/>
  </w:num>
  <w:num w:numId="25">
    <w:abstractNumId w:val="21"/>
  </w:num>
  <w:num w:numId="26">
    <w:abstractNumId w:val="1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97E5B"/>
    <w:rsid w:val="000C5278"/>
    <w:rsid w:val="000D1019"/>
    <w:rsid w:val="000E730C"/>
    <w:rsid w:val="00103C04"/>
    <w:rsid w:val="00106842"/>
    <w:rsid w:val="00184DAF"/>
    <w:rsid w:val="001B45F3"/>
    <w:rsid w:val="00230024"/>
    <w:rsid w:val="00254049"/>
    <w:rsid w:val="00272E1B"/>
    <w:rsid w:val="002A2F32"/>
    <w:rsid w:val="002B0FB6"/>
    <w:rsid w:val="002B60B3"/>
    <w:rsid w:val="002C04A8"/>
    <w:rsid w:val="002C6BED"/>
    <w:rsid w:val="002F4129"/>
    <w:rsid w:val="0032245F"/>
    <w:rsid w:val="00337183"/>
    <w:rsid w:val="00356011"/>
    <w:rsid w:val="00370B50"/>
    <w:rsid w:val="00377253"/>
    <w:rsid w:val="003A3FEA"/>
    <w:rsid w:val="003D2033"/>
    <w:rsid w:val="0046314E"/>
    <w:rsid w:val="004D4730"/>
    <w:rsid w:val="005204D3"/>
    <w:rsid w:val="005227BF"/>
    <w:rsid w:val="00566A4C"/>
    <w:rsid w:val="005C30D7"/>
    <w:rsid w:val="005E094C"/>
    <w:rsid w:val="005F6CAE"/>
    <w:rsid w:val="00620764"/>
    <w:rsid w:val="00653774"/>
    <w:rsid w:val="00672667"/>
    <w:rsid w:val="006F0439"/>
    <w:rsid w:val="00741CC7"/>
    <w:rsid w:val="00746C31"/>
    <w:rsid w:val="007842B8"/>
    <w:rsid w:val="00794C98"/>
    <w:rsid w:val="007A53FC"/>
    <w:rsid w:val="007C62DA"/>
    <w:rsid w:val="007D5EE1"/>
    <w:rsid w:val="007E1D0B"/>
    <w:rsid w:val="00810366"/>
    <w:rsid w:val="00812496"/>
    <w:rsid w:val="0081364C"/>
    <w:rsid w:val="00820EC7"/>
    <w:rsid w:val="00830BFE"/>
    <w:rsid w:val="00893C29"/>
    <w:rsid w:val="008A13A0"/>
    <w:rsid w:val="008C4A9D"/>
    <w:rsid w:val="00903269"/>
    <w:rsid w:val="009F6598"/>
    <w:rsid w:val="00A0150F"/>
    <w:rsid w:val="00A46CDA"/>
    <w:rsid w:val="00A80159"/>
    <w:rsid w:val="00AA0D27"/>
    <w:rsid w:val="00AA5A6D"/>
    <w:rsid w:val="00B13892"/>
    <w:rsid w:val="00B53E8D"/>
    <w:rsid w:val="00B715B6"/>
    <w:rsid w:val="00BD5033"/>
    <w:rsid w:val="00C56014"/>
    <w:rsid w:val="00C72A48"/>
    <w:rsid w:val="00C84389"/>
    <w:rsid w:val="00C8694A"/>
    <w:rsid w:val="00C87136"/>
    <w:rsid w:val="00CA12A9"/>
    <w:rsid w:val="00D724FA"/>
    <w:rsid w:val="00D76FB3"/>
    <w:rsid w:val="00D97D81"/>
    <w:rsid w:val="00DA599C"/>
    <w:rsid w:val="00DC29E4"/>
    <w:rsid w:val="00DF56F2"/>
    <w:rsid w:val="00E52FBC"/>
    <w:rsid w:val="00E56C7F"/>
    <w:rsid w:val="00E659A5"/>
    <w:rsid w:val="00EA1107"/>
    <w:rsid w:val="00EA6C8A"/>
    <w:rsid w:val="00ED15A8"/>
    <w:rsid w:val="00EF3B15"/>
    <w:rsid w:val="00EF574F"/>
    <w:rsid w:val="00EF679B"/>
    <w:rsid w:val="00F123EA"/>
    <w:rsid w:val="00F27BB7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97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7E5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97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7E5B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53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66</TotalTime>
  <Pages>2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41</cp:revision>
  <dcterms:created xsi:type="dcterms:W3CDTF">2016-06-10T12:10:00Z</dcterms:created>
  <dcterms:modified xsi:type="dcterms:W3CDTF">2017-01-30T10:28:00Z</dcterms:modified>
</cp:coreProperties>
</file>