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C3CFB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DB23D4" w:rsidP="000E730C">
      <w:pPr>
        <w:pStyle w:val="PS-slousnesen"/>
      </w:pPr>
      <w:r>
        <w:t>1</w:t>
      </w:r>
      <w:r w:rsidR="007827A3">
        <w:t>6</w:t>
      </w:r>
      <w:r w:rsidR="00594466">
        <w:t>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794FF7">
        <w:t>30</w:t>
      </w:r>
      <w:r>
        <w:t>. schůze</w:t>
      </w:r>
    </w:p>
    <w:p w:rsidR="00081292" w:rsidRDefault="00081292" w:rsidP="00081292">
      <w:pPr>
        <w:pStyle w:val="PS-hlavika1"/>
      </w:pPr>
      <w:r>
        <w:t xml:space="preserve">ze dne </w:t>
      </w:r>
      <w:r w:rsidR="007827A3">
        <w:t>24</w:t>
      </w:r>
      <w:r>
        <w:t xml:space="preserve">. </w:t>
      </w:r>
      <w:r w:rsidR="007827A3">
        <w:t>ledna</w:t>
      </w:r>
      <w:r>
        <w:t xml:space="preserve"> 201</w:t>
      </w:r>
      <w:r w:rsidR="001C3CFB">
        <w:t>7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3516" w:rsidRDefault="004A7EDF" w:rsidP="003E71C2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color w:val="000000"/>
          <w:spacing w:val="-3"/>
          <w:szCs w:val="24"/>
        </w:rPr>
      </w:pPr>
      <w:r w:rsidRPr="00C302C6">
        <w:rPr>
          <w:b/>
          <w:szCs w:val="24"/>
        </w:rPr>
        <w:t xml:space="preserve">k vládnímu </w:t>
      </w:r>
      <w:r w:rsidR="007827A3" w:rsidRPr="007827A3">
        <w:rPr>
          <w:rFonts w:ascii="Times New Roman;serif" w:hAnsi="Times New Roman;serif"/>
          <w:b/>
        </w:rPr>
        <w:t>návrhu</w:t>
      </w:r>
      <w:r w:rsidR="004D24CF">
        <w:rPr>
          <w:rFonts w:ascii="Times New Roman;serif" w:hAnsi="Times New Roman;serif"/>
          <w:b/>
        </w:rPr>
        <w:t xml:space="preserve"> zákona o zahraniční službě a o změně některých zákonů (zákon </w:t>
      </w:r>
      <w:r w:rsidR="004D24CF">
        <w:rPr>
          <w:rFonts w:ascii="Times New Roman;serif" w:hAnsi="Times New Roman;serif"/>
          <w:b/>
        </w:rPr>
        <w:br/>
        <w:t>o zahraniční službě)</w:t>
      </w:r>
      <w:r w:rsidR="003E71C2" w:rsidRPr="003E71C2">
        <w:rPr>
          <w:b/>
          <w:bCs/>
          <w:color w:val="000000"/>
          <w:spacing w:val="-3"/>
          <w:szCs w:val="24"/>
        </w:rPr>
        <w:t xml:space="preserve"> /sněmovní tisk 9</w:t>
      </w:r>
      <w:r w:rsidR="00C24383">
        <w:rPr>
          <w:b/>
          <w:bCs/>
          <w:color w:val="000000"/>
          <w:spacing w:val="-3"/>
          <w:szCs w:val="24"/>
        </w:rPr>
        <w:t>94</w:t>
      </w:r>
      <w:r w:rsidR="003E71C2" w:rsidRPr="003E71C2">
        <w:rPr>
          <w:b/>
          <w:bCs/>
          <w:color w:val="000000"/>
          <w:spacing w:val="-3"/>
          <w:szCs w:val="24"/>
        </w:rPr>
        <w:t>/</w:t>
      </w:r>
    </w:p>
    <w:p w:rsidR="003E71C2" w:rsidRPr="003E71C2" w:rsidRDefault="003E71C2" w:rsidP="00353516">
      <w:pPr>
        <w:pStyle w:val="Odstavecseseznamem"/>
        <w:ind w:left="0"/>
        <w:jc w:val="both"/>
        <w:rPr>
          <w:b/>
          <w:bCs/>
          <w:color w:val="000000"/>
          <w:spacing w:val="-3"/>
          <w:szCs w:val="24"/>
        </w:rPr>
      </w:pPr>
    </w:p>
    <w:p w:rsidR="006876A5" w:rsidRPr="00764D12" w:rsidRDefault="00EE1660" w:rsidP="00353516">
      <w:pPr>
        <w:pStyle w:val="Odstavecseseznamem"/>
        <w:ind w:left="0"/>
        <w:jc w:val="both"/>
      </w:pPr>
      <w:r>
        <w:tab/>
      </w:r>
      <w:r w:rsidR="00B43D45" w:rsidRPr="00B43D45">
        <w:t xml:space="preserve">Po odůvodnění </w:t>
      </w:r>
      <w:r w:rsidR="00044709">
        <w:t>ministra</w:t>
      </w:r>
      <w:r>
        <w:t xml:space="preserve"> </w:t>
      </w:r>
      <w:r w:rsidR="003E71C2">
        <w:t>zahraničních věcí</w:t>
      </w:r>
      <w:r w:rsidR="00CD498F">
        <w:t xml:space="preserve"> PhDr. Lubomíra Zaorálka</w:t>
      </w:r>
      <w:r w:rsidR="0029549A">
        <w:t>,</w:t>
      </w:r>
      <w:r w:rsidR="00B43D45" w:rsidRPr="00B43D45">
        <w:t xml:space="preserve"> zpravodajské zprávě posl.</w:t>
      </w:r>
      <w:r w:rsidR="004A7EDF">
        <w:t xml:space="preserve"> </w:t>
      </w:r>
      <w:r w:rsidR="004D24CF">
        <w:t>Robina Böhnische</w:t>
      </w:r>
      <w:r w:rsidR="00044709">
        <w:t xml:space="preserve"> </w:t>
      </w:r>
      <w:r w:rsidR="00B43D45" w:rsidRPr="00B43D45">
        <w:t>a po rozpravě</w:t>
      </w:r>
    </w:p>
    <w:p w:rsidR="00EE1660" w:rsidRDefault="00EE1660" w:rsidP="00B43D45">
      <w:pPr>
        <w:rPr>
          <w:szCs w:val="24"/>
        </w:rPr>
      </w:pPr>
    </w:p>
    <w:p w:rsid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353516" w:rsidRDefault="00353516" w:rsidP="00B43D45">
      <w:pPr>
        <w:rPr>
          <w:szCs w:val="24"/>
        </w:rPr>
      </w:pPr>
    </w:p>
    <w:p w:rsidR="004F6563" w:rsidRDefault="009D6337" w:rsidP="002224AE">
      <w:pPr>
        <w:pStyle w:val="PS-slovanseznam"/>
        <w:tabs>
          <w:tab w:val="left" w:pos="567"/>
        </w:tabs>
        <w:spacing w:after="240"/>
        <w:jc w:val="left"/>
      </w:pPr>
      <w:r w:rsidRPr="00E33B46">
        <w:rPr>
          <w:rStyle w:val="proloenChar"/>
          <w:b/>
        </w:rPr>
        <w:t xml:space="preserve">přerušuje </w:t>
      </w:r>
      <w:r>
        <w:t xml:space="preserve">projednávání sněmovního tisku </w:t>
      </w:r>
      <w:r w:rsidR="00C24383">
        <w:t>994</w:t>
      </w:r>
      <w:r w:rsidR="00E33B46">
        <w:t>.</w:t>
      </w:r>
    </w:p>
    <w:p w:rsidR="002B60B3" w:rsidRDefault="009D6337" w:rsidP="00E33B46">
      <w:r>
        <w:tab/>
      </w:r>
    </w:p>
    <w:p w:rsidR="00226770" w:rsidRDefault="00226770" w:rsidP="00351BD7">
      <w:pPr>
        <w:spacing w:after="0"/>
        <w:jc w:val="center"/>
      </w:pPr>
    </w:p>
    <w:p w:rsidR="00044709" w:rsidRDefault="00044709" w:rsidP="00351BD7">
      <w:pPr>
        <w:spacing w:after="0"/>
        <w:jc w:val="center"/>
      </w:pPr>
    </w:p>
    <w:p w:rsidR="00EE1660" w:rsidRDefault="00EE1660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E33B46" w:rsidRDefault="00E33B46" w:rsidP="00351BD7">
      <w:pPr>
        <w:spacing w:after="0"/>
        <w:jc w:val="center"/>
      </w:pPr>
    </w:p>
    <w:p w:rsidR="00E33B46" w:rsidRDefault="00E33B46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FF5CEE" w:rsidRDefault="00FF5CEE" w:rsidP="00351BD7">
      <w:pPr>
        <w:spacing w:after="240"/>
        <w:jc w:val="center"/>
      </w:pPr>
    </w:p>
    <w:p w:rsidR="00270A67" w:rsidRDefault="004D24CF" w:rsidP="00351BD7">
      <w:pPr>
        <w:spacing w:after="240"/>
        <w:jc w:val="center"/>
      </w:pPr>
      <w:r>
        <w:t>Robin  B ö h n i s c h</w:t>
      </w:r>
      <w:r w:rsidR="00353516">
        <w:t xml:space="preserve"> </w:t>
      </w:r>
      <w:r w:rsidR="00460A5A">
        <w:t xml:space="preserve"> v.r.</w:t>
      </w:r>
      <w:r w:rsidR="007827A3">
        <w:t xml:space="preserve"> </w:t>
      </w:r>
      <w:r w:rsidR="00424224">
        <w:t xml:space="preserve"> </w:t>
      </w:r>
      <w:r w:rsidR="00C302C6">
        <w:t xml:space="preserve"> </w:t>
      </w:r>
      <w:r w:rsidR="00577BE4">
        <w:t xml:space="preserve"> </w:t>
      </w:r>
      <w:r w:rsidR="00351BD7">
        <w:br/>
      </w:r>
      <w:r w:rsidR="00A837B1">
        <w:t>zpravodaj výboru</w:t>
      </w: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446545" w:rsidRDefault="00460A5A" w:rsidP="00FF5CEE">
      <w:pPr>
        <w:spacing w:after="0" w:line="240" w:lineRule="auto"/>
        <w:jc w:val="both"/>
      </w:pPr>
      <w:r>
        <w:t xml:space="preserve">          </w:t>
      </w:r>
      <w:r w:rsidR="00FF5CEE">
        <w:t>Robin  B ö h n i s c h</w:t>
      </w:r>
      <w:r>
        <w:t xml:space="preserve">  v.r.</w:t>
      </w:r>
      <w:r w:rsidR="00FF5CEE">
        <w:tab/>
      </w:r>
      <w:r w:rsidR="00FF5CEE">
        <w:tab/>
      </w:r>
      <w:r w:rsidR="00FF5CEE">
        <w:tab/>
      </w:r>
      <w:r w:rsidR="00EE1660">
        <w:t xml:space="preserve">  </w:t>
      </w:r>
      <w:r>
        <w:t xml:space="preserve">  </w:t>
      </w:r>
      <w:r w:rsidR="00FF5CEE">
        <w:rPr>
          <w:color w:val="FFFFFF" w:themeColor="background1"/>
        </w:rPr>
        <w:t xml:space="preserve">  </w:t>
      </w:r>
      <w:r w:rsidR="00446545">
        <w:t>Karel  S c h w a r z e n b e r g</w:t>
      </w:r>
      <w:r>
        <w:t xml:space="preserve">  v.r.</w:t>
      </w:r>
    </w:p>
    <w:p w:rsidR="00446545" w:rsidRDefault="00446545" w:rsidP="0044654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ověřovatel výboru               </w:t>
      </w:r>
      <w:r w:rsidR="00EE1660">
        <w:t xml:space="preserve">   </w:t>
      </w:r>
      <w:r>
        <w:t xml:space="preserve">                                       </w:t>
      </w:r>
      <w:r w:rsidR="00226770">
        <w:t xml:space="preserve"> </w:t>
      </w:r>
      <w:r>
        <w:t>předseda výboru</w:t>
      </w:r>
      <w:bookmarkStart w:id="0" w:name="_GoBack"/>
      <w:bookmarkEnd w:id="0"/>
    </w:p>
    <w:p w:rsidR="00B715B6" w:rsidRDefault="00B715B6" w:rsidP="00446545">
      <w:pPr>
        <w:spacing w:after="0" w:line="240" w:lineRule="auto"/>
      </w:pPr>
    </w:p>
    <w:sectPr w:rsidR="00B715B6" w:rsidSect="00351BD7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E1137"/>
    <w:multiLevelType w:val="hybridMultilevel"/>
    <w:tmpl w:val="6A163CB4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6993988"/>
    <w:multiLevelType w:val="hybridMultilevel"/>
    <w:tmpl w:val="32F40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1CCFF86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59851B8F"/>
    <w:multiLevelType w:val="hybridMultilevel"/>
    <w:tmpl w:val="ED7C31DE"/>
    <w:lvl w:ilvl="0" w:tplc="104A66A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4709"/>
    <w:rsid w:val="000476E4"/>
    <w:rsid w:val="00081292"/>
    <w:rsid w:val="00092632"/>
    <w:rsid w:val="000A2312"/>
    <w:rsid w:val="000C5278"/>
    <w:rsid w:val="000D0E8D"/>
    <w:rsid w:val="000E730C"/>
    <w:rsid w:val="00103C04"/>
    <w:rsid w:val="00106842"/>
    <w:rsid w:val="001622D9"/>
    <w:rsid w:val="00180E07"/>
    <w:rsid w:val="001B45F3"/>
    <w:rsid w:val="001C3CFB"/>
    <w:rsid w:val="002065BD"/>
    <w:rsid w:val="00226770"/>
    <w:rsid w:val="00230024"/>
    <w:rsid w:val="00242FB0"/>
    <w:rsid w:val="00245FAA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E52FB"/>
    <w:rsid w:val="00351BD7"/>
    <w:rsid w:val="00353516"/>
    <w:rsid w:val="00356011"/>
    <w:rsid w:val="00377253"/>
    <w:rsid w:val="003A2447"/>
    <w:rsid w:val="003D2033"/>
    <w:rsid w:val="003D581D"/>
    <w:rsid w:val="003E71C2"/>
    <w:rsid w:val="003F38A7"/>
    <w:rsid w:val="00424224"/>
    <w:rsid w:val="00446545"/>
    <w:rsid w:val="00460A5A"/>
    <w:rsid w:val="004A7EDF"/>
    <w:rsid w:val="004B7D84"/>
    <w:rsid w:val="004D1EF7"/>
    <w:rsid w:val="004D24CF"/>
    <w:rsid w:val="004F6563"/>
    <w:rsid w:val="004F69FB"/>
    <w:rsid w:val="005227BF"/>
    <w:rsid w:val="00566A4C"/>
    <w:rsid w:val="00577BE4"/>
    <w:rsid w:val="00594466"/>
    <w:rsid w:val="005C30D7"/>
    <w:rsid w:val="005E094C"/>
    <w:rsid w:val="005F6CAE"/>
    <w:rsid w:val="006202D1"/>
    <w:rsid w:val="00620764"/>
    <w:rsid w:val="0066367F"/>
    <w:rsid w:val="006876A5"/>
    <w:rsid w:val="00714B1F"/>
    <w:rsid w:val="0075419B"/>
    <w:rsid w:val="00764D12"/>
    <w:rsid w:val="0077779D"/>
    <w:rsid w:val="007827A3"/>
    <w:rsid w:val="00794FF7"/>
    <w:rsid w:val="007B253F"/>
    <w:rsid w:val="007C62DA"/>
    <w:rsid w:val="007D5EE1"/>
    <w:rsid w:val="007E1D0B"/>
    <w:rsid w:val="00812496"/>
    <w:rsid w:val="00830BFE"/>
    <w:rsid w:val="00842C46"/>
    <w:rsid w:val="00893C29"/>
    <w:rsid w:val="008B733E"/>
    <w:rsid w:val="008C2628"/>
    <w:rsid w:val="00903269"/>
    <w:rsid w:val="00920D8B"/>
    <w:rsid w:val="00922566"/>
    <w:rsid w:val="009D6337"/>
    <w:rsid w:val="00A46CDA"/>
    <w:rsid w:val="00A837B1"/>
    <w:rsid w:val="00A93E93"/>
    <w:rsid w:val="00AA0D27"/>
    <w:rsid w:val="00B0568C"/>
    <w:rsid w:val="00B13892"/>
    <w:rsid w:val="00B43D45"/>
    <w:rsid w:val="00B53E8D"/>
    <w:rsid w:val="00B715B6"/>
    <w:rsid w:val="00BC09E3"/>
    <w:rsid w:val="00C1701C"/>
    <w:rsid w:val="00C24383"/>
    <w:rsid w:val="00C302C6"/>
    <w:rsid w:val="00C40BB1"/>
    <w:rsid w:val="00C56014"/>
    <w:rsid w:val="00CD498F"/>
    <w:rsid w:val="00D022B6"/>
    <w:rsid w:val="00D720D0"/>
    <w:rsid w:val="00D76FB3"/>
    <w:rsid w:val="00DB23D4"/>
    <w:rsid w:val="00DB5BB7"/>
    <w:rsid w:val="00DC29E4"/>
    <w:rsid w:val="00E33B46"/>
    <w:rsid w:val="00E44BB8"/>
    <w:rsid w:val="00EB7898"/>
    <w:rsid w:val="00ED101C"/>
    <w:rsid w:val="00ED15A8"/>
    <w:rsid w:val="00EE1660"/>
    <w:rsid w:val="00EE4714"/>
    <w:rsid w:val="00EF3B15"/>
    <w:rsid w:val="00EF679B"/>
    <w:rsid w:val="00F54E38"/>
    <w:rsid w:val="00FA794F"/>
    <w:rsid w:val="00FD7008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842C4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8E341-9494-455E-882E-D1AC502C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2017-01-24T13:11:00Z</cp:lastPrinted>
  <dcterms:created xsi:type="dcterms:W3CDTF">2017-01-24T15:32:00Z</dcterms:created>
  <dcterms:modified xsi:type="dcterms:W3CDTF">2017-01-24T15:43:00Z</dcterms:modified>
</cp:coreProperties>
</file>