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634590" w:rsidP="002A342F">
      <w:pPr>
        <w:pStyle w:val="PShlavika2"/>
        <w:spacing w:line="240" w:lineRule="auto"/>
      </w:pPr>
      <w:r>
        <w:t>201</w:t>
      </w:r>
      <w:r w:rsidR="002032EB">
        <w:t>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2032EB" w:rsidP="00CD725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408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3D6206">
        <w:t>55</w:t>
      </w:r>
      <w:r w:rsidR="00C907C5">
        <w:t>. schůze</w:t>
      </w:r>
    </w:p>
    <w:p w:rsidR="00C907C5" w:rsidRDefault="00CC1F7A" w:rsidP="00C33B2C">
      <w:pPr>
        <w:pStyle w:val="PShlavika1"/>
        <w:spacing w:after="600" w:line="240" w:lineRule="auto"/>
        <w:rPr>
          <w:lang w:eastAsia="cs-CZ"/>
        </w:rPr>
      </w:pPr>
      <w:r>
        <w:t xml:space="preserve">ze dne </w:t>
      </w:r>
      <w:r w:rsidR="003D6206">
        <w:t>4</w:t>
      </w:r>
      <w:r w:rsidR="00634590">
        <w:t xml:space="preserve">. </w:t>
      </w:r>
      <w:r w:rsidR="003D6206">
        <w:t>července</w:t>
      </w:r>
      <w:r w:rsidR="00634590">
        <w:t xml:space="preserve"> 201</w:t>
      </w:r>
      <w:r w:rsidR="003D6206">
        <w:t>7</w:t>
      </w:r>
    </w:p>
    <w:p w:rsidR="00840B59" w:rsidRPr="00840B59" w:rsidRDefault="00E615B3" w:rsidP="00CD7251">
      <w:pPr>
        <w:pStyle w:val="PSnzevzkona"/>
        <w:spacing w:after="0"/>
      </w:pPr>
      <w:r>
        <w:t>k</w:t>
      </w:r>
      <w:r w:rsidR="008754B6">
        <w:t> </w:t>
      </w:r>
      <w:r w:rsidR="00D57B19">
        <w:t>V</w:t>
      </w:r>
      <w:r w:rsidR="008754B6">
        <w:t xml:space="preserve">ýroční zprávě o činnosti </w:t>
      </w:r>
      <w:r w:rsidR="005F1198">
        <w:t>a účetní závěr</w:t>
      </w:r>
      <w:r w:rsidR="003D6206">
        <w:t xml:space="preserve">ce </w:t>
      </w:r>
      <w:r w:rsidR="005F1198">
        <w:t>Státního fondu dopravní infrastruktury</w:t>
      </w:r>
      <w:r w:rsidR="00A765E9">
        <w:t xml:space="preserve"> </w:t>
      </w:r>
      <w:r w:rsidR="00A765E9">
        <w:br/>
        <w:t>za rok 201</w:t>
      </w:r>
      <w:r w:rsidR="003D6206">
        <w:t>6</w:t>
      </w:r>
      <w:r w:rsidR="00A765E9">
        <w:t xml:space="preserve"> </w:t>
      </w:r>
      <w:r w:rsidR="006B4D4B" w:rsidRPr="006B4D4B">
        <w:t xml:space="preserve">– </w:t>
      </w:r>
      <w:r w:rsidR="00193722">
        <w:rPr>
          <w:b/>
        </w:rPr>
        <w:t xml:space="preserve">sněmovní tisk </w:t>
      </w:r>
      <w:r w:rsidR="003D6206">
        <w:rPr>
          <w:b/>
        </w:rPr>
        <w:t>1132</w:t>
      </w:r>
    </w:p>
    <w:p w:rsidR="00A765E9" w:rsidRPr="00A765E9" w:rsidRDefault="00A765E9" w:rsidP="00CD7251">
      <w:pPr>
        <w:pStyle w:val="Tlotextu"/>
        <w:spacing w:before="480"/>
        <w:ind w:firstLine="709"/>
        <w:jc w:val="both"/>
        <w:rPr>
          <w:szCs w:val="24"/>
        </w:rPr>
      </w:pPr>
      <w:r w:rsidRPr="00A765E9">
        <w:rPr>
          <w:szCs w:val="24"/>
        </w:rPr>
        <w:t xml:space="preserve">Hospodářský výbor Poslanecké sněmovny Parlamentu ČR po vyslechnutí výkladu </w:t>
      </w:r>
      <w:r w:rsidRPr="00C33B2C">
        <w:rPr>
          <w:szCs w:val="24"/>
        </w:rPr>
        <w:t>náměstka ministra dopravy Tomáše Čočka</w:t>
      </w:r>
      <w:r w:rsidR="00C33B2C" w:rsidRPr="00C33B2C">
        <w:rPr>
          <w:szCs w:val="24"/>
        </w:rPr>
        <w:t>,</w:t>
      </w:r>
      <w:r w:rsidRPr="00C33B2C">
        <w:rPr>
          <w:szCs w:val="24"/>
        </w:rPr>
        <w:t xml:space="preserve"> zpravodajské zprávy poslance Stanislava </w:t>
      </w:r>
      <w:proofErr w:type="spellStart"/>
      <w:r w:rsidRPr="00C33B2C">
        <w:rPr>
          <w:szCs w:val="24"/>
        </w:rPr>
        <w:t>Pflégera</w:t>
      </w:r>
      <w:proofErr w:type="spellEnd"/>
      <w:r w:rsidRPr="00C33B2C">
        <w:rPr>
          <w:szCs w:val="24"/>
        </w:rPr>
        <w:t xml:space="preserve">, </w:t>
      </w:r>
      <w:r w:rsidRPr="00A765E9">
        <w:rPr>
          <w:szCs w:val="24"/>
        </w:rPr>
        <w:t>po obecné a podrobné rozpravě</w:t>
      </w:r>
    </w:p>
    <w:p w:rsidR="00A765E9" w:rsidRPr="00A765E9" w:rsidRDefault="00A765E9" w:rsidP="00CD7251">
      <w:pPr>
        <w:numPr>
          <w:ilvl w:val="0"/>
          <w:numId w:val="26"/>
        </w:numPr>
        <w:suppressAutoHyphens/>
        <w:spacing w:before="480" w:after="48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doporučuje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 xml:space="preserve">Poslanecké sněmovně Parlamentu ČR </w:t>
      </w:r>
      <w:r w:rsidRPr="00A765E9">
        <w:rPr>
          <w:rFonts w:ascii="Times New Roman" w:hAnsi="Times New Roman"/>
          <w:b/>
          <w:spacing w:val="30"/>
          <w:sz w:val="24"/>
          <w:szCs w:val="24"/>
        </w:rPr>
        <w:t>schválit</w:t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i/>
          <w:sz w:val="24"/>
          <w:szCs w:val="24"/>
        </w:rPr>
        <w:t>Výroční zprávu</w:t>
      </w:r>
      <w:r>
        <w:rPr>
          <w:rFonts w:ascii="Times New Roman" w:hAnsi="Times New Roman"/>
          <w:i/>
          <w:sz w:val="24"/>
          <w:szCs w:val="24"/>
        </w:rPr>
        <w:br/>
      </w:r>
      <w:r w:rsidRPr="00A765E9">
        <w:rPr>
          <w:rFonts w:ascii="Times New Roman" w:hAnsi="Times New Roman"/>
          <w:i/>
          <w:sz w:val="24"/>
          <w:szCs w:val="24"/>
        </w:rPr>
        <w:t xml:space="preserve"> o činnosti a účetní závěrku Státního fondu dopravní infrastruktury za rok 201</w:t>
      </w:r>
      <w:r w:rsidR="003D6206">
        <w:rPr>
          <w:rFonts w:ascii="Times New Roman" w:hAnsi="Times New Roman"/>
          <w:i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br/>
      </w:r>
      <w:r w:rsidRPr="00A765E9">
        <w:rPr>
          <w:rFonts w:ascii="Times New Roman" w:hAnsi="Times New Roman"/>
          <w:sz w:val="24"/>
          <w:szCs w:val="24"/>
        </w:rPr>
        <w:t xml:space="preserve"> </w:t>
      </w:r>
      <w:r w:rsidRPr="00A765E9">
        <w:rPr>
          <w:rFonts w:ascii="Times New Roman" w:hAnsi="Times New Roman"/>
          <w:b/>
          <w:sz w:val="24"/>
          <w:szCs w:val="24"/>
        </w:rPr>
        <w:t xml:space="preserve">– sněmovní tisk </w:t>
      </w:r>
      <w:r w:rsidR="003D6206">
        <w:rPr>
          <w:rFonts w:ascii="Times New Roman" w:hAnsi="Times New Roman"/>
          <w:b/>
          <w:sz w:val="24"/>
          <w:szCs w:val="24"/>
        </w:rPr>
        <w:t>1132</w:t>
      </w:r>
      <w:r w:rsidRPr="00A765E9">
        <w:rPr>
          <w:rFonts w:ascii="Times New Roman" w:hAnsi="Times New Roman"/>
          <w:b/>
          <w:sz w:val="24"/>
          <w:szCs w:val="24"/>
        </w:rPr>
        <w:t>.</w:t>
      </w:r>
    </w:p>
    <w:p w:rsidR="00A765E9" w:rsidRPr="00A765E9" w:rsidRDefault="00A765E9" w:rsidP="00343958">
      <w:pPr>
        <w:numPr>
          <w:ilvl w:val="0"/>
          <w:numId w:val="26"/>
        </w:numPr>
        <w:suppressAutoHyphens/>
        <w:spacing w:before="48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z w:val="24"/>
          <w:szCs w:val="24"/>
        </w:rPr>
        <w:t xml:space="preserve"> </w:t>
      </w:r>
      <w:r w:rsidRPr="00A765E9">
        <w:rPr>
          <w:rFonts w:ascii="Times New Roman" w:hAnsi="Times New Roman"/>
          <w:sz w:val="24"/>
          <w:szCs w:val="24"/>
        </w:rPr>
        <w:t>zpravodaje výboru, aby na schůzi Poslanecké sněmovny Parlamentu ČR přednesl zprávu o výsledku projednání této zprávy v hospodářském výboru.</w:t>
      </w:r>
    </w:p>
    <w:p w:rsidR="00A765E9" w:rsidRPr="00A765E9" w:rsidRDefault="00A765E9" w:rsidP="00CD7251">
      <w:pPr>
        <w:numPr>
          <w:ilvl w:val="0"/>
          <w:numId w:val="26"/>
        </w:numPr>
        <w:tabs>
          <w:tab w:val="clear" w:pos="720"/>
          <w:tab w:val="left" w:pos="735"/>
        </w:tabs>
        <w:suppressAutoHyphens/>
        <w:spacing w:before="480" w:after="1440" w:line="240" w:lineRule="auto"/>
        <w:jc w:val="both"/>
        <w:rPr>
          <w:rFonts w:ascii="Times New Roman" w:hAnsi="Times New Roman"/>
          <w:sz w:val="24"/>
          <w:szCs w:val="24"/>
        </w:rPr>
      </w:pPr>
      <w:r w:rsidRPr="00A765E9">
        <w:rPr>
          <w:rFonts w:ascii="Times New Roman" w:hAnsi="Times New Roman"/>
          <w:b/>
          <w:spacing w:val="40"/>
          <w:sz w:val="24"/>
          <w:szCs w:val="24"/>
        </w:rPr>
        <w:t>Pověřuje</w:t>
      </w:r>
      <w:r w:rsidRPr="00A765E9">
        <w:rPr>
          <w:rFonts w:ascii="Times New Roman" w:hAnsi="Times New Roman"/>
          <w:b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předsedu výboru, aby předložil toto usnesení předsedovi Poslanecké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A765E9">
        <w:rPr>
          <w:rFonts w:ascii="Times New Roman" w:hAnsi="Times New Roman"/>
          <w:spacing w:val="-4"/>
          <w:sz w:val="24"/>
          <w:szCs w:val="24"/>
        </w:rPr>
        <w:t>sněmovny Parlamentu ČR.</w:t>
      </w:r>
      <w:bookmarkStart w:id="0" w:name="_GoBack"/>
      <w:bookmarkEnd w:id="0"/>
    </w:p>
    <w:p w:rsidR="00343958" w:rsidRDefault="008B66E8" w:rsidP="0034395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 w:rsidRPr="00A765E9">
        <w:rPr>
          <w:rFonts w:ascii="Times New Roman" w:hAnsi="Times New Roman"/>
          <w:sz w:val="24"/>
          <w:szCs w:val="24"/>
          <w:lang w:eastAsia="cs-CZ"/>
        </w:rPr>
        <w:tab/>
      </w:r>
      <w:r w:rsidR="00343958">
        <w:rPr>
          <w:rFonts w:ascii="Times New Roman" w:hAnsi="Times New Roman"/>
          <w:sz w:val="24"/>
          <w:szCs w:val="24"/>
          <w:lang w:eastAsia="cs-CZ"/>
        </w:rPr>
        <w:t xml:space="preserve">Karel </w:t>
      </w:r>
      <w:r w:rsidR="00343958" w:rsidRPr="004D5FCF">
        <w:rPr>
          <w:rFonts w:ascii="Times New Roman" w:hAnsi="Times New Roman"/>
          <w:sz w:val="24"/>
          <w:szCs w:val="24"/>
          <w:lang w:eastAsia="cs-CZ"/>
        </w:rPr>
        <w:t>ŠIDLO</w:t>
      </w:r>
      <w:r w:rsidR="00343958"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 w:rsidR="00343958">
        <w:rPr>
          <w:rFonts w:ascii="Times New Roman" w:hAnsi="Times New Roman"/>
          <w:sz w:val="24"/>
          <w:szCs w:val="24"/>
          <w:lang w:eastAsia="cs-CZ"/>
        </w:rPr>
        <w:tab/>
      </w:r>
      <w:r w:rsidR="00343958">
        <w:rPr>
          <w:rFonts w:ascii="Times New Roman" w:hAnsi="Times New Roman"/>
          <w:sz w:val="24"/>
          <w:szCs w:val="24"/>
          <w:lang w:eastAsia="cs-CZ"/>
        </w:rPr>
        <w:tab/>
        <w:t>Stanislav PFLÉGER</w:t>
      </w:r>
      <w:r w:rsidR="00343958"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="00343958"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343958" w:rsidRDefault="00343958" w:rsidP="00C33B2C">
      <w:pPr>
        <w:tabs>
          <w:tab w:val="center" w:pos="1418"/>
          <w:tab w:val="center" w:pos="4536"/>
          <w:tab w:val="center" w:pos="7655"/>
        </w:tabs>
        <w:spacing w:after="120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343958" w:rsidRDefault="00343958" w:rsidP="0034395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3D6206">
        <w:rPr>
          <w:rFonts w:ascii="Times New Roman" w:hAnsi="Times New Roman"/>
          <w:sz w:val="24"/>
          <w:szCs w:val="24"/>
          <w:lang w:eastAsia="cs-CZ"/>
        </w:rPr>
        <w:t>Martin KOLOVRATNÍK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8B66E8" w:rsidRPr="006D02C4" w:rsidRDefault="00343958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  <w:r w:rsidR="008B66E8">
        <w:rPr>
          <w:rFonts w:ascii="Times New Roman" w:hAnsi="Times New Roman"/>
          <w:sz w:val="24"/>
          <w:szCs w:val="24"/>
          <w:lang w:eastAsia="cs-CZ"/>
        </w:rPr>
        <w:tab/>
      </w:r>
      <w:r w:rsidR="008B66E8">
        <w:rPr>
          <w:rFonts w:ascii="Times New Roman" w:hAnsi="Times New Roman"/>
          <w:sz w:val="24"/>
          <w:szCs w:val="24"/>
          <w:lang w:eastAsia="cs-CZ"/>
        </w:rPr>
        <w:tab/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847C1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D6478B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37A5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9766C1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B48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60FC0"/>
    <w:multiLevelType w:val="multilevel"/>
    <w:tmpl w:val="FCE0D5D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6"/>
  </w:num>
  <w:num w:numId="13">
    <w:abstractNumId w:val="22"/>
  </w:num>
  <w:num w:numId="14">
    <w:abstractNumId w:val="23"/>
  </w:num>
  <w:num w:numId="15">
    <w:abstractNumId w:val="12"/>
  </w:num>
  <w:num w:numId="16">
    <w:abstractNumId w:val="20"/>
  </w:num>
  <w:num w:numId="17">
    <w:abstractNumId w:val="18"/>
  </w:num>
  <w:num w:numId="18">
    <w:abstractNumId w:val="11"/>
  </w:num>
  <w:num w:numId="19">
    <w:abstractNumId w:val="14"/>
  </w:num>
  <w:num w:numId="20">
    <w:abstractNumId w:val="24"/>
  </w:num>
  <w:num w:numId="21">
    <w:abstractNumId w:val="15"/>
  </w:num>
  <w:num w:numId="22">
    <w:abstractNumId w:val="17"/>
  </w:num>
  <w:num w:numId="23">
    <w:abstractNumId w:val="13"/>
  </w:num>
  <w:num w:numId="24">
    <w:abstractNumId w:val="25"/>
  </w:num>
  <w:num w:numId="25">
    <w:abstractNumId w:val="21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F60B3"/>
    <w:rsid w:val="00101EF4"/>
    <w:rsid w:val="00193722"/>
    <w:rsid w:val="001A0E63"/>
    <w:rsid w:val="002032EB"/>
    <w:rsid w:val="00210690"/>
    <w:rsid w:val="002A342F"/>
    <w:rsid w:val="00343958"/>
    <w:rsid w:val="003A4E2D"/>
    <w:rsid w:val="003D6206"/>
    <w:rsid w:val="003E0A61"/>
    <w:rsid w:val="003E1216"/>
    <w:rsid w:val="003F7969"/>
    <w:rsid w:val="00433B08"/>
    <w:rsid w:val="00472797"/>
    <w:rsid w:val="004F072B"/>
    <w:rsid w:val="004F0F9F"/>
    <w:rsid w:val="005F1198"/>
    <w:rsid w:val="00634590"/>
    <w:rsid w:val="006B4D4B"/>
    <w:rsid w:val="006D02C4"/>
    <w:rsid w:val="00766CF9"/>
    <w:rsid w:val="0079355C"/>
    <w:rsid w:val="007E282F"/>
    <w:rsid w:val="00840B59"/>
    <w:rsid w:val="008754B6"/>
    <w:rsid w:val="008B66E8"/>
    <w:rsid w:val="0097160B"/>
    <w:rsid w:val="009A1211"/>
    <w:rsid w:val="009B2718"/>
    <w:rsid w:val="00A03230"/>
    <w:rsid w:val="00A47BEA"/>
    <w:rsid w:val="00A765E9"/>
    <w:rsid w:val="00A906BE"/>
    <w:rsid w:val="00AB1E4B"/>
    <w:rsid w:val="00AD2D19"/>
    <w:rsid w:val="00AF55A5"/>
    <w:rsid w:val="00B326CB"/>
    <w:rsid w:val="00B56E94"/>
    <w:rsid w:val="00B64EF3"/>
    <w:rsid w:val="00B91600"/>
    <w:rsid w:val="00BF65D9"/>
    <w:rsid w:val="00C3035B"/>
    <w:rsid w:val="00C33B2C"/>
    <w:rsid w:val="00C907C5"/>
    <w:rsid w:val="00CA608B"/>
    <w:rsid w:val="00CB400A"/>
    <w:rsid w:val="00CC1F7A"/>
    <w:rsid w:val="00CD7251"/>
    <w:rsid w:val="00CE5CBE"/>
    <w:rsid w:val="00D17FBE"/>
    <w:rsid w:val="00D57B19"/>
    <w:rsid w:val="00DA007D"/>
    <w:rsid w:val="00E225B0"/>
    <w:rsid w:val="00E2625A"/>
    <w:rsid w:val="00E27A82"/>
    <w:rsid w:val="00E615B3"/>
    <w:rsid w:val="00E91AA6"/>
    <w:rsid w:val="00EA0554"/>
    <w:rsid w:val="00EA6734"/>
    <w:rsid w:val="00F405B5"/>
    <w:rsid w:val="00F55AFD"/>
    <w:rsid w:val="00F9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lotextu">
    <w:name w:val="Tělo textu"/>
    <w:basedOn w:val="Normln"/>
    <w:rsid w:val="00A765E9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2017-07-04T09:27:00Z</cp:lastPrinted>
  <dcterms:created xsi:type="dcterms:W3CDTF">2017-07-04T09:28:00Z</dcterms:created>
  <dcterms:modified xsi:type="dcterms:W3CDTF">2017-07-04T09:28:00Z</dcterms:modified>
</cp:coreProperties>
</file>