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6B4" w:rsidRDefault="00771923" w:rsidP="006356B4">
      <w:pPr>
        <w:pStyle w:val="PS-hlavika1"/>
      </w:pPr>
      <w:r>
        <w:t xml:space="preserve"> </w:t>
      </w:r>
      <w:r w:rsidR="006356B4">
        <w:t>Parlament České republiky</w:t>
      </w:r>
    </w:p>
    <w:p w:rsidR="006356B4" w:rsidRDefault="006356B4" w:rsidP="006356B4">
      <w:pPr>
        <w:pStyle w:val="PS-hlavika2"/>
      </w:pPr>
      <w:r>
        <w:t>POSLANECKÁ SNĚMOVNA</w:t>
      </w:r>
    </w:p>
    <w:p w:rsidR="006356B4" w:rsidRDefault="002A6304" w:rsidP="006356B4">
      <w:pPr>
        <w:pStyle w:val="PS-hlavika2"/>
      </w:pPr>
      <w:r>
        <w:t>2017</w:t>
      </w:r>
    </w:p>
    <w:p w:rsidR="006356B4" w:rsidRDefault="006356B4" w:rsidP="006356B4">
      <w:pPr>
        <w:pStyle w:val="PS-hlavika1"/>
      </w:pPr>
      <w:r>
        <w:t>7. volební období</w:t>
      </w:r>
    </w:p>
    <w:p w:rsidR="006356B4" w:rsidRDefault="00C13DD5" w:rsidP="006356B4">
      <w:pPr>
        <w:pStyle w:val="PS-slousnesen"/>
      </w:pPr>
      <w:r>
        <w:t>40</w:t>
      </w:r>
      <w:r w:rsidR="00907022">
        <w:t>3</w:t>
      </w:r>
    </w:p>
    <w:p w:rsidR="006356B4" w:rsidRDefault="006356B4" w:rsidP="006356B4">
      <w:pPr>
        <w:pStyle w:val="PS-hlavika3"/>
      </w:pPr>
      <w:r>
        <w:t>USNESENÍ</w:t>
      </w:r>
    </w:p>
    <w:p w:rsidR="006356B4" w:rsidRDefault="006356B4" w:rsidP="006356B4">
      <w:pPr>
        <w:pStyle w:val="PS-hlavika1"/>
      </w:pPr>
      <w:r>
        <w:t>organizačního výboru</w:t>
      </w:r>
    </w:p>
    <w:p w:rsidR="006356B4" w:rsidRDefault="006356B4" w:rsidP="006356B4">
      <w:pPr>
        <w:pStyle w:val="PS-hlavika1"/>
      </w:pPr>
      <w:r>
        <w:t xml:space="preserve">z </w:t>
      </w:r>
      <w:r w:rsidR="00C13DD5">
        <w:t>8</w:t>
      </w:r>
      <w:r w:rsidR="007F2A11">
        <w:t>3</w:t>
      </w:r>
      <w:r>
        <w:t>. schůze</w:t>
      </w:r>
    </w:p>
    <w:p w:rsidR="006356B4" w:rsidRDefault="006356B4" w:rsidP="006356B4">
      <w:pPr>
        <w:pStyle w:val="PS-hlavika1"/>
      </w:pPr>
      <w:r>
        <w:t xml:space="preserve">ze dne </w:t>
      </w:r>
      <w:r w:rsidR="00C13DD5">
        <w:t>15</w:t>
      </w:r>
      <w:r>
        <w:t xml:space="preserve">. </w:t>
      </w:r>
      <w:r w:rsidR="00C13DD5">
        <w:t>červ</w:t>
      </w:r>
      <w:r w:rsidR="00322CB9">
        <w:t>na</w:t>
      </w:r>
      <w:r w:rsidR="002A6304">
        <w:t xml:space="preserve"> 2017</w:t>
      </w:r>
    </w:p>
    <w:p w:rsidR="006356B4" w:rsidRDefault="006356B4" w:rsidP="006356B4">
      <w:pPr>
        <w:jc w:val="both"/>
      </w:pPr>
    </w:p>
    <w:p w:rsidR="00FB6FB6" w:rsidRDefault="00FB6FB6" w:rsidP="006356B4">
      <w:pPr>
        <w:jc w:val="both"/>
      </w:pPr>
    </w:p>
    <w:p w:rsidR="007B5347" w:rsidRDefault="007B5347" w:rsidP="006356B4">
      <w:pPr>
        <w:jc w:val="both"/>
      </w:pPr>
    </w:p>
    <w:p w:rsidR="007B5347" w:rsidRDefault="007B5347" w:rsidP="006356B4">
      <w:pPr>
        <w:jc w:val="both"/>
      </w:pPr>
    </w:p>
    <w:p w:rsidR="00237EF6" w:rsidRPr="00817B0C" w:rsidRDefault="006356B4" w:rsidP="00817B0C">
      <w:pPr>
        <w:pStyle w:val="PS-pedmtusnesen"/>
        <w:jc w:val="both"/>
      </w:pPr>
      <w:r>
        <w:rPr>
          <w:szCs w:val="24"/>
        </w:rPr>
        <w:t xml:space="preserve">k návrhu termínu a pořadu </w:t>
      </w:r>
      <w:r w:rsidR="00771923">
        <w:rPr>
          <w:szCs w:val="24"/>
        </w:rPr>
        <w:t>5</w:t>
      </w:r>
      <w:r w:rsidR="00C13DD5">
        <w:rPr>
          <w:szCs w:val="24"/>
        </w:rPr>
        <w:t>9</w:t>
      </w:r>
      <w:r>
        <w:rPr>
          <w:szCs w:val="24"/>
        </w:rPr>
        <w:t>. schůze Poslanecké sněmovny</w:t>
      </w:r>
    </w:p>
    <w:p w:rsidR="00D3155F" w:rsidRDefault="00D3155F" w:rsidP="004009C1">
      <w:pPr>
        <w:widowControl w:val="0"/>
        <w:tabs>
          <w:tab w:val="left" w:pos="-720"/>
        </w:tabs>
        <w:rPr>
          <w:rFonts w:eastAsia="SimSun" w:cs="Mangal"/>
          <w:spacing w:val="-3"/>
          <w:szCs w:val="24"/>
        </w:rPr>
      </w:pPr>
    </w:p>
    <w:p w:rsidR="00D96B19" w:rsidRPr="00D96B19" w:rsidRDefault="00D96B19" w:rsidP="004009C1">
      <w:pPr>
        <w:widowControl w:val="0"/>
        <w:tabs>
          <w:tab w:val="left" w:pos="-720"/>
        </w:tabs>
        <w:rPr>
          <w:rFonts w:eastAsia="SimSun" w:cs="Mangal"/>
          <w:spacing w:val="-3"/>
          <w:szCs w:val="24"/>
        </w:rPr>
      </w:pPr>
    </w:p>
    <w:p w:rsidR="004009C1" w:rsidRPr="004009C1" w:rsidRDefault="004009C1" w:rsidP="004009C1">
      <w:pPr>
        <w:widowControl w:val="0"/>
        <w:tabs>
          <w:tab w:val="left" w:pos="-720"/>
        </w:tabs>
        <w:rPr>
          <w:b/>
          <w:spacing w:val="-3"/>
        </w:rPr>
      </w:pPr>
      <w:r w:rsidRPr="004009C1">
        <w:rPr>
          <w:rFonts w:eastAsia="SimSun" w:cs="Mangal"/>
          <w:b/>
          <w:spacing w:val="-3"/>
          <w:szCs w:val="24"/>
        </w:rPr>
        <w:t>Organizační výbor Poslanecké sněmovny</w:t>
      </w:r>
    </w:p>
    <w:p w:rsidR="004009C1" w:rsidRPr="004009C1" w:rsidRDefault="004009C1" w:rsidP="004009C1">
      <w:pPr>
        <w:widowControl w:val="0"/>
        <w:tabs>
          <w:tab w:val="left" w:pos="-720"/>
        </w:tabs>
        <w:rPr>
          <w:spacing w:val="-3"/>
        </w:rPr>
      </w:pPr>
    </w:p>
    <w:p w:rsidR="004009C1" w:rsidRDefault="004009C1" w:rsidP="004009C1">
      <w:pPr>
        <w:widowControl w:val="0"/>
        <w:tabs>
          <w:tab w:val="left" w:pos="-720"/>
        </w:tabs>
        <w:rPr>
          <w:spacing w:val="-3"/>
        </w:rPr>
      </w:pPr>
    </w:p>
    <w:p w:rsidR="007B5347" w:rsidRPr="004009C1" w:rsidRDefault="007B5347" w:rsidP="004009C1">
      <w:pPr>
        <w:widowControl w:val="0"/>
        <w:tabs>
          <w:tab w:val="left" w:pos="-720"/>
        </w:tabs>
        <w:rPr>
          <w:spacing w:val="-3"/>
        </w:rPr>
      </w:pPr>
    </w:p>
    <w:p w:rsidR="004009C1" w:rsidRPr="004009C1" w:rsidRDefault="004009C1" w:rsidP="004009C1">
      <w:pPr>
        <w:widowControl w:val="0"/>
        <w:tabs>
          <w:tab w:val="left" w:pos="-720"/>
        </w:tabs>
        <w:jc w:val="both"/>
        <w:rPr>
          <w:rFonts w:eastAsia="SimSun" w:cs="Mangal"/>
          <w:szCs w:val="24"/>
        </w:rPr>
      </w:pPr>
      <w:r w:rsidRPr="004009C1">
        <w:rPr>
          <w:rFonts w:eastAsia="SimSun" w:cs="Mangal"/>
          <w:spacing w:val="-3"/>
          <w:szCs w:val="24"/>
        </w:rPr>
        <w:tab/>
      </w:r>
      <w:r w:rsidRPr="004009C1">
        <w:rPr>
          <w:rFonts w:eastAsia="SimSun" w:cs="Mangal"/>
          <w:b/>
          <w:spacing w:val="-3"/>
          <w:szCs w:val="24"/>
        </w:rPr>
        <w:t>navrhuje</w:t>
      </w:r>
      <w:r w:rsidRPr="004009C1">
        <w:rPr>
          <w:rFonts w:eastAsia="SimSun" w:cs="Mangal"/>
          <w:spacing w:val="-3"/>
          <w:szCs w:val="24"/>
        </w:rPr>
        <w:t xml:space="preserve"> předsedovi Poslanecké sněmovny</w:t>
      </w:r>
    </w:p>
    <w:p w:rsidR="004009C1" w:rsidRPr="004009C1" w:rsidRDefault="004009C1" w:rsidP="004009C1">
      <w:pPr>
        <w:widowControl w:val="0"/>
        <w:tabs>
          <w:tab w:val="left" w:pos="-720"/>
        </w:tabs>
        <w:rPr>
          <w:spacing w:val="-3"/>
        </w:rPr>
      </w:pPr>
    </w:p>
    <w:p w:rsidR="004009C1" w:rsidRPr="004009C1" w:rsidRDefault="00771923" w:rsidP="004009C1">
      <w:pPr>
        <w:widowControl w:val="0"/>
        <w:tabs>
          <w:tab w:val="left" w:pos="-720"/>
          <w:tab w:val="left" w:pos="0"/>
          <w:tab w:val="left" w:pos="720"/>
        </w:tabs>
        <w:spacing w:line="360" w:lineRule="auto"/>
        <w:rPr>
          <w:rFonts w:eastAsia="SimSun" w:cs="Mangal"/>
          <w:szCs w:val="24"/>
        </w:rPr>
      </w:pPr>
      <w:r>
        <w:rPr>
          <w:rFonts w:eastAsia="SimSun" w:cs="Mangal"/>
          <w:spacing w:val="-3"/>
          <w:szCs w:val="24"/>
        </w:rPr>
        <w:t>1.</w:t>
      </w:r>
      <w:r>
        <w:rPr>
          <w:rFonts w:eastAsia="SimSun" w:cs="Mangal"/>
          <w:spacing w:val="-3"/>
          <w:szCs w:val="24"/>
        </w:rPr>
        <w:tab/>
        <w:t>svolat 5</w:t>
      </w:r>
      <w:r w:rsidR="00C13DD5">
        <w:rPr>
          <w:rFonts w:eastAsia="SimSun" w:cs="Mangal"/>
          <w:spacing w:val="-3"/>
          <w:szCs w:val="24"/>
        </w:rPr>
        <w:t>9</w:t>
      </w:r>
      <w:r w:rsidR="004009C1" w:rsidRPr="004009C1">
        <w:rPr>
          <w:rFonts w:eastAsia="SimSun" w:cs="Mangal"/>
          <w:spacing w:val="-3"/>
          <w:szCs w:val="24"/>
        </w:rPr>
        <w:t>. schůz</w:t>
      </w:r>
      <w:r w:rsidR="0023451F">
        <w:rPr>
          <w:rFonts w:eastAsia="SimSun" w:cs="Mangal"/>
          <w:spacing w:val="-3"/>
          <w:szCs w:val="24"/>
        </w:rPr>
        <w:t xml:space="preserve">i Poslanecké sněmovny na úterý </w:t>
      </w:r>
      <w:r w:rsidR="00C13DD5">
        <w:rPr>
          <w:rFonts w:eastAsia="SimSun" w:cs="Mangal"/>
          <w:spacing w:val="-3"/>
          <w:szCs w:val="24"/>
        </w:rPr>
        <w:t>27</w:t>
      </w:r>
      <w:r w:rsidR="0023451F">
        <w:rPr>
          <w:rFonts w:eastAsia="SimSun" w:cs="Mangal"/>
          <w:spacing w:val="-3"/>
          <w:szCs w:val="24"/>
        </w:rPr>
        <w:t xml:space="preserve">. </w:t>
      </w:r>
      <w:r w:rsidR="00022AEF">
        <w:rPr>
          <w:rFonts w:eastAsia="SimSun" w:cs="Mangal"/>
          <w:spacing w:val="-3"/>
          <w:szCs w:val="24"/>
        </w:rPr>
        <w:t>červ</w:t>
      </w:r>
      <w:r w:rsidR="00C217A9">
        <w:rPr>
          <w:rFonts w:eastAsia="SimSun" w:cs="Mangal"/>
          <w:spacing w:val="-3"/>
          <w:szCs w:val="24"/>
        </w:rPr>
        <w:t>n</w:t>
      </w:r>
      <w:r w:rsidR="002A6304">
        <w:rPr>
          <w:rFonts w:eastAsia="SimSun" w:cs="Mangal"/>
          <w:spacing w:val="-3"/>
          <w:szCs w:val="24"/>
        </w:rPr>
        <w:t>a</w:t>
      </w:r>
      <w:r w:rsidR="004009C1" w:rsidRPr="004009C1">
        <w:rPr>
          <w:rFonts w:eastAsia="SimSun" w:cs="Mangal"/>
          <w:spacing w:val="-3"/>
          <w:szCs w:val="24"/>
        </w:rPr>
        <w:t xml:space="preserve"> 201</w:t>
      </w:r>
      <w:r w:rsidR="002A6304">
        <w:rPr>
          <w:rFonts w:eastAsia="SimSun" w:cs="Mangal"/>
          <w:spacing w:val="-3"/>
          <w:szCs w:val="24"/>
        </w:rPr>
        <w:t>7</w:t>
      </w:r>
      <w:r w:rsidR="004009C1" w:rsidRPr="004009C1">
        <w:rPr>
          <w:rFonts w:eastAsia="SimSun" w:cs="Mangal"/>
          <w:spacing w:val="-3"/>
          <w:szCs w:val="24"/>
        </w:rPr>
        <w:t xml:space="preserve"> ve 14.00 hodin;</w:t>
      </w:r>
    </w:p>
    <w:p w:rsidR="004009C1" w:rsidRPr="004009C1" w:rsidRDefault="00771923" w:rsidP="004009C1">
      <w:pPr>
        <w:widowControl w:val="0"/>
        <w:tabs>
          <w:tab w:val="left" w:pos="-720"/>
          <w:tab w:val="left" w:pos="0"/>
          <w:tab w:val="left" w:pos="720"/>
        </w:tabs>
        <w:spacing w:line="360" w:lineRule="auto"/>
        <w:rPr>
          <w:rFonts w:eastAsia="SimSun" w:cs="Mangal"/>
          <w:szCs w:val="24"/>
        </w:rPr>
      </w:pPr>
      <w:r>
        <w:rPr>
          <w:rFonts w:eastAsia="SimSun" w:cs="Mangal"/>
          <w:spacing w:val="-3"/>
          <w:szCs w:val="24"/>
        </w:rPr>
        <w:t>2.</w:t>
      </w:r>
      <w:r>
        <w:rPr>
          <w:rFonts w:eastAsia="SimSun" w:cs="Mangal"/>
          <w:spacing w:val="-3"/>
          <w:szCs w:val="24"/>
        </w:rPr>
        <w:tab/>
        <w:t>následující pořad 5</w:t>
      </w:r>
      <w:r w:rsidR="00C13DD5">
        <w:rPr>
          <w:rFonts w:eastAsia="SimSun" w:cs="Mangal"/>
          <w:spacing w:val="-3"/>
          <w:szCs w:val="24"/>
        </w:rPr>
        <w:t>9</w:t>
      </w:r>
      <w:r w:rsidR="004009C1" w:rsidRPr="004009C1">
        <w:rPr>
          <w:rFonts w:eastAsia="SimSun" w:cs="Mangal"/>
          <w:spacing w:val="-3"/>
          <w:szCs w:val="24"/>
        </w:rPr>
        <w:t>. schůze strukturovaný podle následujícího:</w:t>
      </w:r>
    </w:p>
    <w:p w:rsidR="004009C1" w:rsidRDefault="004009C1" w:rsidP="004009C1">
      <w:pPr>
        <w:widowControl w:val="0"/>
        <w:rPr>
          <w:rFonts w:eastAsia="SimSun" w:cs="Mangal"/>
          <w:szCs w:val="24"/>
          <w:lang w:eastAsia="en-US"/>
        </w:rPr>
      </w:pPr>
    </w:p>
    <w:p w:rsidR="007B5347" w:rsidRPr="004940C7" w:rsidRDefault="007B5347" w:rsidP="004009C1">
      <w:pPr>
        <w:widowControl w:val="0"/>
        <w:rPr>
          <w:rFonts w:eastAsia="SimSun" w:cs="Mangal"/>
          <w:szCs w:val="24"/>
          <w:lang w:eastAsia="en-US"/>
        </w:rPr>
      </w:pPr>
    </w:p>
    <w:p w:rsidR="00C84C5B" w:rsidRDefault="00C84C5B" w:rsidP="00C84C5B">
      <w:pPr>
        <w:pStyle w:val="Bezmezer"/>
        <w:rPr>
          <w:rFonts w:cs="Times New Roman"/>
          <w:szCs w:val="24"/>
          <w:u w:val="single"/>
        </w:rPr>
      </w:pPr>
    </w:p>
    <w:p w:rsidR="007B5347" w:rsidRDefault="007B5347" w:rsidP="007B5347">
      <w:pPr>
        <w:pStyle w:val="Bezmezer"/>
        <w:rPr>
          <w:rFonts w:cs="Times New Roman"/>
          <w:szCs w:val="24"/>
          <w:u w:val="single"/>
        </w:rPr>
      </w:pPr>
      <w:r>
        <w:rPr>
          <w:rFonts w:cs="Times New Roman"/>
          <w:szCs w:val="24"/>
          <w:u w:val="single"/>
        </w:rPr>
        <w:t xml:space="preserve">úterý 27. června </w:t>
      </w:r>
    </w:p>
    <w:p w:rsidR="007B5347" w:rsidRDefault="007B5347" w:rsidP="007B5347">
      <w:pPr>
        <w:pStyle w:val="Bezmezer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body 1 /ST 990/, 2 /ST 959/, 3 /ST 927/, 4 /ST 1022/</w:t>
      </w:r>
    </w:p>
    <w:p w:rsidR="007B5347" w:rsidRDefault="007B5347" w:rsidP="007B5347">
      <w:pPr>
        <w:pStyle w:val="Bezmezer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body z bloku 2. čtení - zákony </w:t>
      </w:r>
    </w:p>
    <w:p w:rsidR="007B5347" w:rsidRDefault="007B5347" w:rsidP="007B5347">
      <w:pPr>
        <w:pStyle w:val="Bezmezer"/>
        <w:jc w:val="both"/>
        <w:rPr>
          <w:rFonts w:cs="Times New Roman"/>
          <w:szCs w:val="24"/>
        </w:rPr>
      </w:pPr>
    </w:p>
    <w:p w:rsidR="007B5347" w:rsidRDefault="007B5347" w:rsidP="007B5347">
      <w:pPr>
        <w:pStyle w:val="Bezmezer"/>
        <w:rPr>
          <w:rFonts w:cs="Times New Roman"/>
          <w:szCs w:val="24"/>
          <w:u w:val="single"/>
        </w:rPr>
      </w:pPr>
    </w:p>
    <w:p w:rsidR="007B5347" w:rsidRDefault="007B5347" w:rsidP="007B5347">
      <w:pPr>
        <w:pStyle w:val="Bezmezer"/>
        <w:rPr>
          <w:rFonts w:cs="Times New Roman"/>
          <w:szCs w:val="24"/>
          <w:u w:val="single"/>
        </w:rPr>
      </w:pPr>
      <w:r>
        <w:rPr>
          <w:rFonts w:cs="Times New Roman"/>
          <w:szCs w:val="24"/>
          <w:u w:val="single"/>
        </w:rPr>
        <w:t>středa 28. června</w:t>
      </w:r>
    </w:p>
    <w:p w:rsidR="007B5347" w:rsidRDefault="007B5347" w:rsidP="007B5347">
      <w:pPr>
        <w:pStyle w:val="Bezmezer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body 84 /ST 1021/, 40 /ST 1124/, 41 /ST 1101/, 96 /ST 999/</w:t>
      </w:r>
    </w:p>
    <w:p w:rsidR="007B5347" w:rsidRDefault="007B5347" w:rsidP="007B5347">
      <w:pPr>
        <w:pStyle w:val="Bezmezer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body z bloku 3. čtení   </w:t>
      </w:r>
    </w:p>
    <w:p w:rsidR="007B5347" w:rsidRDefault="007B5347" w:rsidP="007B5347">
      <w:pPr>
        <w:pStyle w:val="Bezmezer"/>
        <w:jc w:val="both"/>
        <w:rPr>
          <w:rFonts w:cs="Times New Roman"/>
          <w:szCs w:val="24"/>
        </w:rPr>
      </w:pPr>
    </w:p>
    <w:p w:rsidR="007B5347" w:rsidRDefault="007B5347" w:rsidP="007B5347">
      <w:pPr>
        <w:pStyle w:val="Bezmezer"/>
        <w:rPr>
          <w:rFonts w:cs="Times New Roman"/>
          <w:szCs w:val="24"/>
        </w:rPr>
      </w:pPr>
      <w:r>
        <w:rPr>
          <w:rFonts w:cs="Times New Roman"/>
          <w:szCs w:val="24"/>
        </w:rPr>
        <w:t>ve 14.30 hodin:</w:t>
      </w:r>
    </w:p>
    <w:p w:rsidR="007B5347" w:rsidRDefault="007B5347" w:rsidP="007B5347">
      <w:pPr>
        <w:pStyle w:val="Bezmezer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body 142, 20 /ST 495/, 26 /ST 998/, 24 /ST 1029/, 25 /ST 1072/, 19 /ST 931/, 16 /ST 924/, 15 /ST 847/, 17 /ST 930/, 22 /ST 836/, 34 /ST 1020/</w:t>
      </w:r>
    </w:p>
    <w:p w:rsidR="007B5347" w:rsidRDefault="007B5347" w:rsidP="007B5347">
      <w:pPr>
        <w:pStyle w:val="Bezmezer"/>
        <w:jc w:val="both"/>
        <w:rPr>
          <w:rFonts w:cs="Times New Roman"/>
          <w:szCs w:val="24"/>
        </w:rPr>
      </w:pPr>
    </w:p>
    <w:p w:rsidR="007B5347" w:rsidRDefault="007B5347" w:rsidP="007B5347">
      <w:pPr>
        <w:pStyle w:val="Bezmezer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body z bloku 2. čtení - zákony </w:t>
      </w:r>
    </w:p>
    <w:p w:rsidR="007B5347" w:rsidRDefault="007B5347" w:rsidP="007B5347">
      <w:pPr>
        <w:pStyle w:val="Bezmezer"/>
        <w:rPr>
          <w:rFonts w:cs="Times New Roman"/>
          <w:szCs w:val="24"/>
        </w:rPr>
      </w:pPr>
    </w:p>
    <w:p w:rsidR="007B5347" w:rsidRDefault="007B5347" w:rsidP="007B5347">
      <w:pPr>
        <w:pStyle w:val="Bezmezer"/>
        <w:rPr>
          <w:rFonts w:cs="Times New Roman"/>
          <w:szCs w:val="24"/>
          <w:u w:val="single"/>
        </w:rPr>
      </w:pPr>
    </w:p>
    <w:p w:rsidR="007B5347" w:rsidRDefault="007B5347" w:rsidP="007B5347">
      <w:pPr>
        <w:pStyle w:val="Bezmezer"/>
        <w:rPr>
          <w:rFonts w:cs="Times New Roman"/>
          <w:szCs w:val="24"/>
          <w:u w:val="single"/>
        </w:rPr>
      </w:pPr>
    </w:p>
    <w:p w:rsidR="007B5347" w:rsidRDefault="007B5347" w:rsidP="007B5347">
      <w:pPr>
        <w:pStyle w:val="Bezmezer"/>
        <w:rPr>
          <w:rFonts w:cs="Times New Roman"/>
          <w:szCs w:val="24"/>
          <w:u w:val="single"/>
        </w:rPr>
      </w:pPr>
      <w:r>
        <w:rPr>
          <w:rFonts w:cs="Times New Roman"/>
          <w:szCs w:val="24"/>
          <w:u w:val="single"/>
        </w:rPr>
        <w:t>čtvrtek 29. června</w:t>
      </w:r>
    </w:p>
    <w:p w:rsidR="007B5347" w:rsidRDefault="007B5347" w:rsidP="007B5347">
      <w:pPr>
        <w:pStyle w:val="Bezmezer"/>
        <w:rPr>
          <w:rFonts w:cs="Times New Roman"/>
          <w:szCs w:val="24"/>
        </w:rPr>
      </w:pPr>
      <w:r>
        <w:rPr>
          <w:rFonts w:cs="Times New Roman"/>
          <w:szCs w:val="24"/>
        </w:rPr>
        <w:t>bod 192 /písemné interpelace/</w:t>
      </w:r>
    </w:p>
    <w:p w:rsidR="007B5347" w:rsidRDefault="007B5347" w:rsidP="007B5347">
      <w:pPr>
        <w:pStyle w:val="Bezmezer"/>
        <w:rPr>
          <w:rFonts w:cs="Times New Roman"/>
          <w:szCs w:val="24"/>
        </w:rPr>
      </w:pPr>
    </w:p>
    <w:p w:rsidR="007B5347" w:rsidRDefault="007B5347" w:rsidP="007B5347">
      <w:pPr>
        <w:pStyle w:val="Bezmezer"/>
        <w:rPr>
          <w:rFonts w:cs="Times New Roman"/>
          <w:szCs w:val="24"/>
        </w:rPr>
      </w:pPr>
      <w:r>
        <w:rPr>
          <w:rFonts w:cs="Times New Roman"/>
          <w:szCs w:val="24"/>
        </w:rPr>
        <w:t>v 11.00 hodin:</w:t>
      </w:r>
    </w:p>
    <w:p w:rsidR="007B5347" w:rsidRDefault="007B5347" w:rsidP="007B5347">
      <w:pPr>
        <w:pStyle w:val="Bezmezer"/>
        <w:rPr>
          <w:szCs w:val="24"/>
        </w:rPr>
      </w:pPr>
      <w:r>
        <w:rPr>
          <w:szCs w:val="24"/>
        </w:rPr>
        <w:t>body 44 /ST 1076 - E/, 60 /ST 1044/, 61 /ST 1105/</w:t>
      </w:r>
    </w:p>
    <w:p w:rsidR="007B5347" w:rsidRDefault="007B5347" w:rsidP="007B5347">
      <w:pPr>
        <w:pStyle w:val="Bezmezer"/>
        <w:rPr>
          <w:szCs w:val="24"/>
        </w:rPr>
      </w:pPr>
      <w:r>
        <w:rPr>
          <w:szCs w:val="24"/>
        </w:rPr>
        <w:t>další body z bloku smlouvy - 1. čtení</w:t>
      </w:r>
    </w:p>
    <w:p w:rsidR="007B5347" w:rsidRDefault="007B5347" w:rsidP="007B5347">
      <w:pPr>
        <w:pStyle w:val="Bezmezer"/>
        <w:rPr>
          <w:rFonts w:cs="Times New Roman"/>
          <w:szCs w:val="24"/>
        </w:rPr>
      </w:pPr>
    </w:p>
    <w:p w:rsidR="007B5347" w:rsidRDefault="007B5347" w:rsidP="007B5347">
      <w:pPr>
        <w:pStyle w:val="Bezmezer"/>
        <w:rPr>
          <w:rFonts w:cs="Times New Roman"/>
          <w:szCs w:val="24"/>
        </w:rPr>
      </w:pPr>
      <w:r>
        <w:rPr>
          <w:rFonts w:cs="Times New Roman"/>
          <w:szCs w:val="24"/>
        </w:rPr>
        <w:t>ve 14.30 hodin:</w:t>
      </w:r>
    </w:p>
    <w:p w:rsidR="007B5347" w:rsidRDefault="007B5347" w:rsidP="007B5347">
      <w:pPr>
        <w:pStyle w:val="Bezmezer"/>
        <w:rPr>
          <w:rFonts w:cs="Times New Roman"/>
          <w:szCs w:val="24"/>
        </w:rPr>
      </w:pPr>
      <w:r>
        <w:rPr>
          <w:rFonts w:cs="Times New Roman"/>
          <w:szCs w:val="24"/>
        </w:rPr>
        <w:t>bod 193 /ústní interpelace/</w:t>
      </w:r>
    </w:p>
    <w:p w:rsidR="007B5347" w:rsidRDefault="007B5347" w:rsidP="007B5347">
      <w:pPr>
        <w:pStyle w:val="Bezmezer"/>
        <w:rPr>
          <w:rFonts w:cs="Times New Roman"/>
          <w:szCs w:val="24"/>
          <w:u w:val="single"/>
        </w:rPr>
      </w:pPr>
    </w:p>
    <w:p w:rsidR="007B5347" w:rsidRDefault="007B5347" w:rsidP="007B5347">
      <w:pPr>
        <w:pStyle w:val="Bezmezer"/>
        <w:rPr>
          <w:rFonts w:cs="Times New Roman"/>
          <w:szCs w:val="24"/>
          <w:u w:val="single"/>
        </w:rPr>
      </w:pPr>
      <w:r>
        <w:rPr>
          <w:rFonts w:cs="Times New Roman"/>
          <w:szCs w:val="24"/>
          <w:u w:val="single"/>
        </w:rPr>
        <w:t>pátek 30. června</w:t>
      </w:r>
    </w:p>
    <w:p w:rsidR="007B5347" w:rsidRDefault="007B5347" w:rsidP="007B5347">
      <w:pPr>
        <w:pStyle w:val="Bezmezer"/>
        <w:rPr>
          <w:rFonts w:cs="Times New Roman"/>
          <w:szCs w:val="24"/>
        </w:rPr>
      </w:pPr>
      <w:r>
        <w:rPr>
          <w:rFonts w:cs="Times New Roman"/>
          <w:szCs w:val="24"/>
        </w:rPr>
        <w:t>body 89 /ST 935/, 90 /ST 816/, 91 /ST 862/, 92 /ST 881/, 94 /ST 736/</w:t>
      </w:r>
    </w:p>
    <w:p w:rsidR="007B5347" w:rsidRDefault="007B5347" w:rsidP="007B5347">
      <w:pPr>
        <w:pStyle w:val="Bezmez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další body z bloku 3. čtení </w:t>
      </w:r>
    </w:p>
    <w:p w:rsidR="007B5347" w:rsidRDefault="007B5347" w:rsidP="007B5347">
      <w:pPr>
        <w:pStyle w:val="Bezmezer"/>
        <w:rPr>
          <w:rFonts w:cs="Times New Roman"/>
          <w:szCs w:val="24"/>
          <w:u w:val="single"/>
        </w:rPr>
      </w:pPr>
    </w:p>
    <w:p w:rsidR="007B5347" w:rsidRDefault="007B5347" w:rsidP="007B5347">
      <w:pPr>
        <w:pStyle w:val="Bezmezer"/>
        <w:jc w:val="both"/>
        <w:rPr>
          <w:rFonts w:cs="Times New Roman"/>
          <w:szCs w:val="24"/>
        </w:rPr>
      </w:pPr>
    </w:p>
    <w:p w:rsidR="007B5347" w:rsidRPr="007B5347" w:rsidRDefault="007B5347" w:rsidP="007B5347">
      <w:pPr>
        <w:pStyle w:val="Bezmezer"/>
        <w:jc w:val="both"/>
        <w:rPr>
          <w:rFonts w:cs="Times New Roman"/>
          <w:szCs w:val="24"/>
        </w:rPr>
      </w:pPr>
    </w:p>
    <w:p w:rsidR="007B5347" w:rsidRDefault="007B5347" w:rsidP="007B5347">
      <w:pPr>
        <w:pStyle w:val="Bezmezer"/>
        <w:jc w:val="both"/>
        <w:rPr>
          <w:rFonts w:cs="Times New Roman"/>
          <w:i/>
          <w:szCs w:val="24"/>
        </w:rPr>
      </w:pPr>
      <w:r>
        <w:rPr>
          <w:rFonts w:cs="Times New Roman"/>
          <w:i/>
          <w:szCs w:val="24"/>
        </w:rPr>
        <w:t xml:space="preserve">pokračování 59. schůze Poslanecké sněmovny dle schváleného harmonogramu: ve variabilním týdnu 11. 7. - 14. 7. 2017 </w:t>
      </w:r>
    </w:p>
    <w:p w:rsidR="007B5347" w:rsidRDefault="007B5347" w:rsidP="007B5347">
      <w:pPr>
        <w:pStyle w:val="Bezmezer"/>
        <w:jc w:val="both"/>
        <w:rPr>
          <w:rFonts w:cs="Times New Roman"/>
          <w:i/>
          <w:szCs w:val="24"/>
        </w:rPr>
      </w:pPr>
    </w:p>
    <w:p w:rsidR="007B5347" w:rsidRDefault="007B5347" w:rsidP="007B5347">
      <w:pPr>
        <w:pStyle w:val="Bezmezer"/>
        <w:rPr>
          <w:rFonts w:cs="Times New Roman"/>
          <w:szCs w:val="24"/>
          <w:u w:val="single"/>
        </w:rPr>
      </w:pPr>
    </w:p>
    <w:p w:rsidR="007B5347" w:rsidRDefault="007B5347" w:rsidP="007B5347">
      <w:pPr>
        <w:pStyle w:val="Bezmezer"/>
        <w:rPr>
          <w:rFonts w:cs="Times New Roman"/>
          <w:szCs w:val="24"/>
          <w:u w:val="single"/>
        </w:rPr>
      </w:pPr>
      <w:r>
        <w:rPr>
          <w:rFonts w:cs="Times New Roman"/>
          <w:szCs w:val="24"/>
          <w:u w:val="single"/>
        </w:rPr>
        <w:t xml:space="preserve">úterý 11. července </w:t>
      </w:r>
    </w:p>
    <w:p w:rsidR="007B5347" w:rsidRDefault="007B5347" w:rsidP="007B5347">
      <w:pPr>
        <w:pStyle w:val="Bezmezer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body 56 /ST 996/, 65 /ST 1000/, 64 /ST 932/, 174 /ST 1121/</w:t>
      </w:r>
    </w:p>
    <w:p w:rsidR="007B5347" w:rsidRDefault="007B5347" w:rsidP="007B5347">
      <w:pPr>
        <w:pStyle w:val="Bezmezer"/>
        <w:rPr>
          <w:szCs w:val="24"/>
        </w:rPr>
      </w:pPr>
      <w:r>
        <w:rPr>
          <w:szCs w:val="24"/>
        </w:rPr>
        <w:t>body z bloku smlouvy - 1. a 2. čtení</w:t>
      </w:r>
    </w:p>
    <w:p w:rsidR="007B5347" w:rsidRDefault="007B5347" w:rsidP="007B5347">
      <w:pPr>
        <w:pStyle w:val="Bezmezer"/>
        <w:rPr>
          <w:szCs w:val="24"/>
        </w:rPr>
      </w:pPr>
      <w:r>
        <w:rPr>
          <w:szCs w:val="24"/>
        </w:rPr>
        <w:t>body z bloku zprávy, návrhy a další</w:t>
      </w:r>
    </w:p>
    <w:p w:rsidR="007B5347" w:rsidRDefault="007B5347" w:rsidP="007B5347">
      <w:pPr>
        <w:pStyle w:val="Bezmezer"/>
        <w:jc w:val="both"/>
        <w:rPr>
          <w:rFonts w:cs="Times New Roman"/>
          <w:szCs w:val="24"/>
        </w:rPr>
      </w:pPr>
    </w:p>
    <w:p w:rsidR="007B5347" w:rsidRDefault="007B5347" w:rsidP="007B5347">
      <w:pPr>
        <w:pStyle w:val="Bezmezer"/>
        <w:jc w:val="both"/>
        <w:rPr>
          <w:rFonts w:cs="Times New Roman"/>
          <w:szCs w:val="24"/>
        </w:rPr>
      </w:pPr>
    </w:p>
    <w:p w:rsidR="007B5347" w:rsidRDefault="007B5347" w:rsidP="007B5347">
      <w:pPr>
        <w:pStyle w:val="Bezmezer"/>
        <w:rPr>
          <w:rFonts w:cs="Times New Roman"/>
          <w:szCs w:val="24"/>
          <w:u w:val="single"/>
        </w:rPr>
      </w:pPr>
    </w:p>
    <w:p w:rsidR="007B5347" w:rsidRDefault="007B5347" w:rsidP="007B5347">
      <w:pPr>
        <w:pStyle w:val="Bezmezer"/>
        <w:rPr>
          <w:rFonts w:cs="Times New Roman"/>
          <w:szCs w:val="24"/>
          <w:u w:val="single"/>
        </w:rPr>
      </w:pPr>
      <w:r>
        <w:rPr>
          <w:rFonts w:cs="Times New Roman"/>
          <w:szCs w:val="24"/>
          <w:u w:val="single"/>
        </w:rPr>
        <w:t>středa 12. července</w:t>
      </w:r>
    </w:p>
    <w:p w:rsidR="007B5347" w:rsidRDefault="007B5347" w:rsidP="007B5347">
      <w:pPr>
        <w:pStyle w:val="Bezmezer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bod 93 /ST 666/</w:t>
      </w:r>
    </w:p>
    <w:p w:rsidR="007B5347" w:rsidRDefault="007B5347" w:rsidP="007B5347">
      <w:pPr>
        <w:pStyle w:val="Bezmezer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další body z bloku 3. čtení  </w:t>
      </w:r>
    </w:p>
    <w:p w:rsidR="007B5347" w:rsidRDefault="007B5347" w:rsidP="007B5347">
      <w:pPr>
        <w:pStyle w:val="Bezmezer"/>
        <w:rPr>
          <w:rFonts w:cs="Times New Roman"/>
          <w:szCs w:val="24"/>
          <w:u w:val="single"/>
        </w:rPr>
      </w:pPr>
    </w:p>
    <w:p w:rsidR="007B5347" w:rsidRDefault="007B5347" w:rsidP="007B5347">
      <w:pPr>
        <w:pStyle w:val="Bezmezer"/>
        <w:rPr>
          <w:rFonts w:cs="Times New Roman"/>
          <w:szCs w:val="24"/>
        </w:rPr>
      </w:pPr>
      <w:r>
        <w:rPr>
          <w:rFonts w:cs="Times New Roman"/>
          <w:szCs w:val="24"/>
        </w:rPr>
        <w:t>ve 14.30 hodin:</w:t>
      </w:r>
    </w:p>
    <w:p w:rsidR="007B5347" w:rsidRPr="004E416C" w:rsidRDefault="007B5347" w:rsidP="007B5347">
      <w:pPr>
        <w:pStyle w:val="Bezmezer"/>
        <w:rPr>
          <w:rFonts w:cs="Times New Roman"/>
          <w:szCs w:val="24"/>
        </w:rPr>
      </w:pPr>
      <w:r>
        <w:rPr>
          <w:rFonts w:cs="Times New Roman"/>
          <w:szCs w:val="24"/>
        </w:rPr>
        <w:t>bod 42 /ST 943/</w:t>
      </w:r>
    </w:p>
    <w:p w:rsidR="007B5347" w:rsidRDefault="007B5347" w:rsidP="007B5347">
      <w:pPr>
        <w:pStyle w:val="Bezmezer"/>
        <w:rPr>
          <w:szCs w:val="24"/>
        </w:rPr>
      </w:pPr>
      <w:r>
        <w:rPr>
          <w:szCs w:val="24"/>
        </w:rPr>
        <w:t>body z bloku smlouvy - 1. a 2. čtení</w:t>
      </w:r>
    </w:p>
    <w:p w:rsidR="007B5347" w:rsidRDefault="007B5347" w:rsidP="007B5347">
      <w:pPr>
        <w:pStyle w:val="Bezmezer"/>
        <w:rPr>
          <w:szCs w:val="24"/>
        </w:rPr>
      </w:pPr>
      <w:r>
        <w:rPr>
          <w:szCs w:val="24"/>
        </w:rPr>
        <w:t>body z bloku zprávy, návrhy a další</w:t>
      </w:r>
    </w:p>
    <w:p w:rsidR="007B5347" w:rsidRDefault="007B5347" w:rsidP="007B5347">
      <w:pPr>
        <w:pStyle w:val="Bezmezer"/>
        <w:rPr>
          <w:rFonts w:cs="Times New Roman"/>
          <w:szCs w:val="24"/>
          <w:u w:val="single"/>
        </w:rPr>
      </w:pPr>
    </w:p>
    <w:p w:rsidR="007B5347" w:rsidRDefault="007B5347" w:rsidP="007B5347">
      <w:pPr>
        <w:pStyle w:val="Bezmezer"/>
        <w:rPr>
          <w:rFonts w:cs="Times New Roman"/>
          <w:szCs w:val="24"/>
          <w:u w:val="single"/>
        </w:rPr>
      </w:pPr>
    </w:p>
    <w:p w:rsidR="007B5347" w:rsidRDefault="007B5347" w:rsidP="007B5347">
      <w:pPr>
        <w:pStyle w:val="Bezmezer"/>
        <w:rPr>
          <w:rFonts w:cs="Times New Roman"/>
          <w:szCs w:val="24"/>
          <w:u w:val="single"/>
        </w:rPr>
      </w:pPr>
      <w:r>
        <w:rPr>
          <w:rFonts w:cs="Times New Roman"/>
          <w:szCs w:val="24"/>
          <w:u w:val="single"/>
        </w:rPr>
        <w:t>čtvrtek 13. července</w:t>
      </w:r>
    </w:p>
    <w:p w:rsidR="007B5347" w:rsidRDefault="007B5347" w:rsidP="007B5347">
      <w:pPr>
        <w:pStyle w:val="Bezmezer"/>
        <w:rPr>
          <w:rFonts w:cs="Times New Roman"/>
          <w:szCs w:val="24"/>
        </w:rPr>
      </w:pPr>
      <w:r>
        <w:rPr>
          <w:rFonts w:cs="Times New Roman"/>
          <w:szCs w:val="24"/>
        </w:rPr>
        <w:t>bod 192 /písemné interpelace/</w:t>
      </w:r>
    </w:p>
    <w:p w:rsidR="007B5347" w:rsidRDefault="007B5347" w:rsidP="007B5347">
      <w:pPr>
        <w:pStyle w:val="Bezmezer"/>
        <w:rPr>
          <w:szCs w:val="24"/>
        </w:rPr>
      </w:pPr>
    </w:p>
    <w:p w:rsidR="007B5347" w:rsidRDefault="007B5347" w:rsidP="007B5347">
      <w:pPr>
        <w:pStyle w:val="Bezmezer"/>
        <w:rPr>
          <w:rFonts w:cs="Times New Roman"/>
          <w:szCs w:val="24"/>
        </w:rPr>
      </w:pPr>
      <w:r>
        <w:rPr>
          <w:rFonts w:cs="Times New Roman"/>
          <w:szCs w:val="24"/>
        </w:rPr>
        <w:t>v 11.00 hodin:</w:t>
      </w:r>
    </w:p>
    <w:p w:rsidR="007B5347" w:rsidRDefault="007B5347" w:rsidP="007B5347">
      <w:pPr>
        <w:pStyle w:val="Bezmezer"/>
        <w:rPr>
          <w:szCs w:val="24"/>
        </w:rPr>
      </w:pPr>
      <w:r>
        <w:rPr>
          <w:szCs w:val="24"/>
        </w:rPr>
        <w:t>body 57 /ST 1012/, 58 /ST 1013/, 59 /ST 1028/</w:t>
      </w:r>
    </w:p>
    <w:p w:rsidR="007B5347" w:rsidRDefault="007B5347" w:rsidP="007B5347">
      <w:pPr>
        <w:pStyle w:val="Bezmezer"/>
        <w:rPr>
          <w:szCs w:val="24"/>
        </w:rPr>
      </w:pPr>
      <w:r>
        <w:rPr>
          <w:szCs w:val="24"/>
        </w:rPr>
        <w:t>body z bloku smlouvy - 1. a 2. čtení</w:t>
      </w:r>
    </w:p>
    <w:p w:rsidR="007B5347" w:rsidRDefault="007B5347" w:rsidP="007B5347">
      <w:pPr>
        <w:pStyle w:val="Bezmezer"/>
        <w:rPr>
          <w:szCs w:val="24"/>
        </w:rPr>
      </w:pPr>
      <w:r>
        <w:rPr>
          <w:szCs w:val="24"/>
        </w:rPr>
        <w:t>body z bloku zprávy, návrhy a další</w:t>
      </w:r>
    </w:p>
    <w:p w:rsidR="007B5347" w:rsidRDefault="007B5347" w:rsidP="007B5347">
      <w:pPr>
        <w:pStyle w:val="Bezmezer"/>
        <w:rPr>
          <w:rFonts w:cs="Times New Roman"/>
          <w:szCs w:val="24"/>
        </w:rPr>
      </w:pPr>
    </w:p>
    <w:p w:rsidR="007B5347" w:rsidRDefault="007B5347" w:rsidP="007B5347">
      <w:pPr>
        <w:pStyle w:val="Bezmezer"/>
        <w:rPr>
          <w:rFonts w:cs="Times New Roman"/>
          <w:szCs w:val="24"/>
        </w:rPr>
      </w:pPr>
      <w:r>
        <w:rPr>
          <w:rFonts w:cs="Times New Roman"/>
          <w:szCs w:val="24"/>
        </w:rPr>
        <w:t>ve 14.30 hodin:</w:t>
      </w:r>
    </w:p>
    <w:p w:rsidR="007B5347" w:rsidRDefault="007B5347" w:rsidP="007B5347">
      <w:pPr>
        <w:pStyle w:val="Bezmezer"/>
        <w:rPr>
          <w:rFonts w:cs="Times New Roman"/>
          <w:szCs w:val="24"/>
        </w:rPr>
      </w:pPr>
      <w:r>
        <w:rPr>
          <w:rFonts w:cs="Times New Roman"/>
          <w:szCs w:val="24"/>
        </w:rPr>
        <w:t>bod 193 /ústní interpelace/</w:t>
      </w:r>
    </w:p>
    <w:p w:rsidR="007B5347" w:rsidRDefault="007B5347" w:rsidP="007B5347">
      <w:pPr>
        <w:pStyle w:val="Bezmezer"/>
        <w:jc w:val="both"/>
        <w:rPr>
          <w:rFonts w:cs="Times New Roman"/>
          <w:szCs w:val="24"/>
          <w:u w:val="single"/>
        </w:rPr>
      </w:pPr>
    </w:p>
    <w:p w:rsidR="007B5347" w:rsidRDefault="007B5347" w:rsidP="007B5347">
      <w:pPr>
        <w:pStyle w:val="Bezmezer"/>
        <w:jc w:val="both"/>
        <w:rPr>
          <w:rFonts w:cs="Times New Roman"/>
          <w:szCs w:val="24"/>
          <w:u w:val="single"/>
        </w:rPr>
      </w:pPr>
    </w:p>
    <w:p w:rsidR="007B5347" w:rsidRDefault="007B5347" w:rsidP="007B5347">
      <w:pPr>
        <w:pStyle w:val="Bezmezer"/>
        <w:jc w:val="both"/>
        <w:rPr>
          <w:rFonts w:cs="Times New Roman"/>
          <w:szCs w:val="24"/>
          <w:u w:val="single"/>
        </w:rPr>
      </w:pPr>
    </w:p>
    <w:p w:rsidR="007B5347" w:rsidRDefault="007B5347" w:rsidP="007B5347">
      <w:pPr>
        <w:pStyle w:val="Bezmezer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lastRenderedPageBreak/>
        <w:t>pátek 14. července</w:t>
      </w:r>
      <w:r>
        <w:rPr>
          <w:rFonts w:cs="Times New Roman"/>
          <w:szCs w:val="24"/>
        </w:rPr>
        <w:t xml:space="preserve"> </w:t>
      </w:r>
    </w:p>
    <w:p w:rsidR="007B5347" w:rsidRDefault="007B5347" w:rsidP="007B5347">
      <w:pPr>
        <w:pStyle w:val="Bezmezer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body 157 /ST 1039/, 165 /ST 1080/ </w:t>
      </w:r>
    </w:p>
    <w:p w:rsidR="007B5347" w:rsidRDefault="007B5347" w:rsidP="007B5347">
      <w:pPr>
        <w:pStyle w:val="Bezmezer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případně další body z bloku 3. čtení  </w:t>
      </w:r>
    </w:p>
    <w:p w:rsidR="007B5347" w:rsidRDefault="007B5347" w:rsidP="007B5347">
      <w:pPr>
        <w:pStyle w:val="Bezmezer"/>
        <w:rPr>
          <w:szCs w:val="24"/>
        </w:rPr>
      </w:pPr>
      <w:r>
        <w:rPr>
          <w:szCs w:val="24"/>
        </w:rPr>
        <w:t>body z bloku smlouvy - 1. a 2. čtení</w:t>
      </w:r>
    </w:p>
    <w:p w:rsidR="007B5347" w:rsidRDefault="007B5347" w:rsidP="007B5347">
      <w:pPr>
        <w:pStyle w:val="Bezmezer"/>
        <w:rPr>
          <w:szCs w:val="24"/>
        </w:rPr>
      </w:pPr>
      <w:r>
        <w:rPr>
          <w:szCs w:val="24"/>
        </w:rPr>
        <w:t>body z bloku zprávy, návrhy a další</w:t>
      </w:r>
    </w:p>
    <w:p w:rsidR="007B5347" w:rsidRDefault="007B5347" w:rsidP="007B5347">
      <w:pPr>
        <w:pStyle w:val="Styl3-nadpis"/>
        <w:ind w:hanging="5"/>
      </w:pPr>
    </w:p>
    <w:p w:rsidR="007B5347" w:rsidRDefault="007B5347" w:rsidP="007B5347">
      <w:pPr>
        <w:pStyle w:val="Styl3-nadpis"/>
        <w:ind w:hanging="5"/>
      </w:pPr>
    </w:p>
    <w:p w:rsidR="007B5347" w:rsidRDefault="007B5347" w:rsidP="007B5347">
      <w:pPr>
        <w:pStyle w:val="Styl3-nadpis"/>
        <w:ind w:hanging="5"/>
      </w:pPr>
    </w:p>
    <w:p w:rsidR="007B5347" w:rsidRDefault="007B5347" w:rsidP="007B5347">
      <w:pPr>
        <w:pStyle w:val="Styl3-nadpis"/>
        <w:ind w:hanging="5"/>
      </w:pPr>
      <w:r>
        <w:t>Zákon - zamítnutý Senátem</w:t>
      </w:r>
    </w:p>
    <w:p w:rsidR="007B5347" w:rsidRDefault="007B5347" w:rsidP="007B5347">
      <w:pPr>
        <w:pStyle w:val="Styl2"/>
      </w:pPr>
      <w:r>
        <w:rPr>
          <w:sz w:val="24"/>
        </w:rPr>
        <w:t>1.</w:t>
      </w:r>
      <w:r>
        <w:rPr>
          <w:sz w:val="24"/>
        </w:rPr>
        <w:tab/>
        <w:t>Návrh zákona, kterým se mění zákon č. 326/1999 Sb., o pobytu cizinců na území České republiky a o změně některých zákonů, ve znění pozdějších předpisů, a další související zákony /sněmovní tisk 990/4/ - zamítnutý Senátem</w:t>
      </w:r>
      <w:r>
        <w:rPr>
          <w:b/>
          <w:sz w:val="20"/>
        </w:rPr>
        <w:t xml:space="preserve">     Út 27. 6., 1. bod </w:t>
      </w:r>
    </w:p>
    <w:p w:rsidR="007B5347" w:rsidRDefault="007B5347" w:rsidP="007B5347">
      <w:pPr>
        <w:pStyle w:val="Styl3-nadpis"/>
        <w:ind w:hanging="5"/>
      </w:pPr>
      <w:r>
        <w:t>Zákony - vrácené Senátem</w:t>
      </w:r>
    </w:p>
    <w:p w:rsidR="007B5347" w:rsidRDefault="007B5347" w:rsidP="007B5347">
      <w:pPr>
        <w:pStyle w:val="Styl2"/>
      </w:pPr>
      <w:r>
        <w:rPr>
          <w:sz w:val="24"/>
        </w:rPr>
        <w:t>2.</w:t>
      </w:r>
      <w:r>
        <w:rPr>
          <w:sz w:val="24"/>
        </w:rPr>
        <w:tab/>
        <w:t>Návrh zákona, kterým se mění zákon č. 563/2004 Sb., o pedagogických pracovnících a o změně některých zákonů, ve znění pozdějších předpisů, a další související zákony /sněmovní tisk 959/6/ - vrácený Senátem</w:t>
      </w:r>
      <w:r>
        <w:rPr>
          <w:b/>
          <w:sz w:val="20"/>
        </w:rPr>
        <w:t xml:space="preserve">     Út 27. 6., 2. bod </w:t>
      </w:r>
    </w:p>
    <w:p w:rsidR="007B5347" w:rsidRDefault="007B5347" w:rsidP="007B5347">
      <w:pPr>
        <w:pStyle w:val="Styl2"/>
      </w:pPr>
      <w:r>
        <w:rPr>
          <w:sz w:val="24"/>
        </w:rPr>
        <w:t>3.</w:t>
      </w:r>
      <w:r>
        <w:rPr>
          <w:sz w:val="24"/>
        </w:rPr>
        <w:tab/>
        <w:t>Návrh zákona, kterým se mění zákon č. 183/2006 Sb., o územním plánování a stavebním řádu (stavební zákon), ve znění pozdějších předpisů, a další související zákony /sněmovní tisk 927/7/ - vrácený Senátem</w:t>
      </w:r>
      <w:r>
        <w:rPr>
          <w:b/>
          <w:sz w:val="20"/>
        </w:rPr>
        <w:t xml:space="preserve">     Út 27. 6., 3. bod </w:t>
      </w:r>
    </w:p>
    <w:p w:rsidR="007B5347" w:rsidRDefault="007B5347" w:rsidP="007B5347">
      <w:pPr>
        <w:pStyle w:val="Styl2"/>
      </w:pPr>
      <w:r>
        <w:rPr>
          <w:sz w:val="24"/>
        </w:rPr>
        <w:t>4.</w:t>
      </w:r>
      <w:r>
        <w:rPr>
          <w:sz w:val="24"/>
        </w:rPr>
        <w:tab/>
        <w:t>Návrh zákona, kterým se mění zákon č. 245/2000 Sb., o státních svátcích, o ostatních svátcích, o významných dnech a o dnech pracovního klidu, ve znění pozdějších předpisů /sněmovní tisk 1022/2/ - vrácený Senátem</w:t>
      </w:r>
      <w:r>
        <w:rPr>
          <w:b/>
          <w:sz w:val="20"/>
        </w:rPr>
        <w:t xml:space="preserve">     Út 27. 6., 4. bod </w:t>
      </w:r>
    </w:p>
    <w:p w:rsidR="007B5347" w:rsidRDefault="007B5347" w:rsidP="007B5347">
      <w:pPr>
        <w:pStyle w:val="Styl2"/>
      </w:pPr>
      <w:r>
        <w:rPr>
          <w:sz w:val="24"/>
        </w:rPr>
        <w:t>5.</w:t>
      </w:r>
      <w:r>
        <w:rPr>
          <w:sz w:val="24"/>
        </w:rPr>
        <w:tab/>
        <w:t>Návrh zákona, kterým se mění zákon č. 340/2015 Sb., o zvláštních podmínkách účinnosti některých smluv, uveřejňování těchto smluv a o registru smluv (zákon o registru smluv), ve znění zákona č. 298/2016 Sb. /sněmovní tisk 699/11/ - vrácený Senátem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3-nadpis"/>
        <w:ind w:hanging="5"/>
      </w:pPr>
      <w:r>
        <w:t>Zákony - druhé čtení</w:t>
      </w:r>
    </w:p>
    <w:p w:rsidR="007B5347" w:rsidRDefault="007B5347" w:rsidP="007B5347">
      <w:pPr>
        <w:pStyle w:val="Styl2"/>
      </w:pPr>
      <w:r>
        <w:rPr>
          <w:sz w:val="24"/>
        </w:rPr>
        <w:t>6.</w:t>
      </w:r>
      <w:r>
        <w:rPr>
          <w:sz w:val="24"/>
        </w:rPr>
        <w:tab/>
        <w:t>Vládní návrh zákona, kterým se mění zákon č. 198/2009 Sb., o rovném zacházení a o právních prostředcích ochrany před diskriminací a o změně některých zákonů (antidiskriminační zákon), ve znění pozdějších předpisů, a další související zákony /sněmovní tisk 688/ - druhé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7.</w:t>
      </w:r>
      <w:r>
        <w:rPr>
          <w:sz w:val="24"/>
        </w:rPr>
        <w:tab/>
        <w:t>Vládní návrh zákona o univerzitních nemocnicích a o změně některých zákonů (zákon o univerzitních nemocnicích) /sněmovní tisk 1054/ - druhé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8.</w:t>
      </w:r>
      <w:r>
        <w:rPr>
          <w:sz w:val="24"/>
        </w:rPr>
        <w:tab/>
        <w:t>Vládní návrh zákona o platebním styku /sněmovní tisk 1059/ - druhé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9.</w:t>
      </w:r>
      <w:r>
        <w:rPr>
          <w:sz w:val="24"/>
        </w:rPr>
        <w:tab/>
        <w:t>Vládní návrh zákona, kterým se mění některé zákony v souvislosti s přijetím zákona o platebním styku /sněmovní tisk 1060/ - druhé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10.</w:t>
      </w:r>
      <w:r>
        <w:rPr>
          <w:sz w:val="24"/>
        </w:rPr>
        <w:tab/>
        <w:t>Vládní návrh zákona, kterým se mění zákon č. 218/2000 Sb., o rozpočtových pravidlech a o změně některých souvisejících zákonů (rozpočtová pravidla), ve znění pozdějších předpisů, a další související zákony /sněmovní tisk 1071/ - druhé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lastRenderedPageBreak/>
        <w:t>11.</w:t>
      </w:r>
      <w:r>
        <w:rPr>
          <w:sz w:val="24"/>
        </w:rPr>
        <w:tab/>
        <w:t>Vládní návrh zákona, kterým se mění zákon č. 21/1992 Sb., o bankách, ve znění pozdějších předpisů, a zákon č. 87/1995 Sb., o spořitelních a úvěrních družstvech a některých opatřeních s tím souvisejících a o doplnění zákona České národní rady č. 586/1992 Sb., o daních z příjmů, ve znění pozdějších předpisů, ve znění pozdějších předpisů /sněmovní tisk 1061/ - druhé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12.</w:t>
      </w:r>
      <w:r>
        <w:rPr>
          <w:sz w:val="24"/>
        </w:rPr>
        <w:tab/>
        <w:t>Vládní návrh zákona, kterým se mění zákon č. 374/2015 Sb., o ozdravných postupech a řešení krize na finančním trhu, ve znění zákona č. …/2017 Sb., a další související zákony /sněmovní tisk 1023/ - druhé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13.</w:t>
      </w:r>
      <w:r>
        <w:rPr>
          <w:sz w:val="24"/>
        </w:rPr>
        <w:tab/>
        <w:t>Vládní návrh ústavního zákona, kterým se mění ústavní zákon č. 1/1993 Sb., Ústava České republiky, ve znění pozdějších ústavních zákonů /sněmovní tisk 947/ - druhé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14.</w:t>
      </w:r>
      <w:r>
        <w:rPr>
          <w:sz w:val="24"/>
        </w:rPr>
        <w:tab/>
        <w:t>Vládní návrh zákona, kterým se mění zákon č. 166/1993 Sb., o Nejvyšším kontrolním úřadu, ve znění pozdějších předpisů, a další související zákony /sněmovní tisk 948/ - druhé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15.</w:t>
      </w:r>
      <w:r>
        <w:rPr>
          <w:sz w:val="24"/>
        </w:rPr>
        <w:tab/>
        <w:t>Vládní návrh zákona o podmínkách využívání genetických zdrojů podle Nagojského protokolu /sněmovní tisk 847/ - druhé čtení</w:t>
      </w:r>
      <w:r>
        <w:rPr>
          <w:b/>
          <w:sz w:val="20"/>
        </w:rPr>
        <w:t xml:space="preserve">     St 28. 6., 8. bod ve 14.30 hodin </w:t>
      </w:r>
    </w:p>
    <w:p w:rsidR="007B5347" w:rsidRDefault="007B5347" w:rsidP="007B5347">
      <w:pPr>
        <w:pStyle w:val="Styl2"/>
      </w:pPr>
      <w:r>
        <w:rPr>
          <w:sz w:val="24"/>
        </w:rPr>
        <w:t>16.</w:t>
      </w:r>
      <w:r>
        <w:rPr>
          <w:sz w:val="24"/>
        </w:rPr>
        <w:tab/>
        <w:t>Vládní návrh zákona, kterým se mění zákon č. 201/2012 Sb., o ochraně ovzduší, ve znění pozdějších předpisů /sněmovní tisk 924/ - druhé čtení</w:t>
      </w:r>
      <w:r>
        <w:rPr>
          <w:b/>
          <w:sz w:val="20"/>
        </w:rPr>
        <w:t xml:space="preserve">     St 28. 6., 7. bod ve 14.30 hodin </w:t>
      </w:r>
    </w:p>
    <w:p w:rsidR="007B5347" w:rsidRDefault="007B5347" w:rsidP="007B5347">
      <w:pPr>
        <w:pStyle w:val="Styl2"/>
      </w:pPr>
      <w:r>
        <w:rPr>
          <w:sz w:val="24"/>
        </w:rPr>
        <w:t>17.</w:t>
      </w:r>
      <w:r>
        <w:rPr>
          <w:sz w:val="24"/>
        </w:rPr>
        <w:tab/>
        <w:t>Vládní návrh zákona, kterým se mění zákon č. 254/2001 Sb., o vodách a o změně některých zákonů (vodní zákon), ve znění pozdějších předpisů, a zákon č. 388/1991 Sb., o Státním fondu životního prostředí České republiky, ve znění pozdějších předpisů /sněmovní tisk 930/ - druhé čtení</w:t>
      </w:r>
      <w:r>
        <w:rPr>
          <w:b/>
          <w:sz w:val="20"/>
        </w:rPr>
        <w:t xml:space="preserve">     St 28. 6., 9. bod ve 14.30 hodin </w:t>
      </w:r>
    </w:p>
    <w:p w:rsidR="007B5347" w:rsidRDefault="007B5347" w:rsidP="007B5347">
      <w:pPr>
        <w:pStyle w:val="Styl2"/>
      </w:pPr>
      <w:r>
        <w:rPr>
          <w:sz w:val="24"/>
        </w:rPr>
        <w:t>18.</w:t>
      </w:r>
      <w:r>
        <w:rPr>
          <w:sz w:val="24"/>
        </w:rPr>
        <w:tab/>
        <w:t>Vládní návrh zákona, kterým se mění zákon č. 6/1993 Sb., o České národní bance, ve znění pozdějších předpisů, a zákon č. 136/2011 Sb., o oběhu bankovek a mincí a o změně zákona č. 6/1993 Sb., o České národní bance, ve znění pozdějších předpisů, ve znění pozdějších předpisů /sněmovní tisk 1009/ - druhé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19.</w:t>
      </w:r>
      <w:r>
        <w:rPr>
          <w:sz w:val="24"/>
        </w:rPr>
        <w:tab/>
        <w:t>Vládní návrh zákona, kterým se mění zákon č. 289/2005 Sb., o Vojenském zpravodajství, ve znění pozdějších předpisů, a některé další zákony /sněmovní tisk 931/ - druhé čtení</w:t>
      </w:r>
      <w:r>
        <w:rPr>
          <w:b/>
          <w:sz w:val="20"/>
        </w:rPr>
        <w:t xml:space="preserve">     </w:t>
      </w:r>
      <w:r w:rsidR="00A91172">
        <w:rPr>
          <w:b/>
          <w:sz w:val="20"/>
        </w:rPr>
        <w:t>St </w:t>
      </w:r>
      <w:r>
        <w:rPr>
          <w:b/>
          <w:sz w:val="20"/>
        </w:rPr>
        <w:t xml:space="preserve">28. 6., 6. bod ve 14.30 hodin </w:t>
      </w:r>
    </w:p>
    <w:p w:rsidR="007B5347" w:rsidRDefault="007B5347" w:rsidP="007B5347">
      <w:pPr>
        <w:pStyle w:val="Styl2"/>
      </w:pPr>
      <w:r>
        <w:rPr>
          <w:sz w:val="24"/>
        </w:rPr>
        <w:t>20.</w:t>
      </w:r>
      <w:r>
        <w:rPr>
          <w:sz w:val="24"/>
        </w:rPr>
        <w:tab/>
        <w:t>Vládní návrh zákona o bezpečnostní činnosti a o změně souvisejících zákonů /sněmovní tisk 495/ - druhé čtení</w:t>
      </w:r>
      <w:r>
        <w:rPr>
          <w:b/>
          <w:sz w:val="20"/>
        </w:rPr>
        <w:t xml:space="preserve">     St 28. 6., 2. bod ve 14.30 hodin </w:t>
      </w:r>
    </w:p>
    <w:p w:rsidR="007B5347" w:rsidRDefault="007B5347" w:rsidP="007B5347">
      <w:pPr>
        <w:pStyle w:val="Styl2"/>
      </w:pPr>
      <w:r>
        <w:rPr>
          <w:sz w:val="24"/>
        </w:rPr>
        <w:t>21.</w:t>
      </w:r>
      <w:r>
        <w:rPr>
          <w:sz w:val="24"/>
        </w:rPr>
        <w:tab/>
        <w:t>Vládní návrh zákona, kterým se mění zákon č. 262/2006 Sb., zákoník práce, ve znění pozdějších předpisů, a další související zákony /sněmovní tisk 903/ - druhé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22.</w:t>
      </w:r>
      <w:r>
        <w:rPr>
          <w:sz w:val="24"/>
        </w:rPr>
        <w:tab/>
        <w:t>Vládní návrh zákona, kterým se zrušuje zákon č. 99/2000 Sb., o zákazu dodávek pro jadernou elektrárnu Búšehr /sněmovní tisk 836/ - druhé čtení</w:t>
      </w:r>
      <w:r>
        <w:rPr>
          <w:b/>
          <w:sz w:val="20"/>
        </w:rPr>
        <w:t xml:space="preserve">     St 28. 6., 10. bod ve 14.30 hodin </w:t>
      </w:r>
    </w:p>
    <w:p w:rsidR="007B5347" w:rsidRDefault="007B5347" w:rsidP="007B5347">
      <w:pPr>
        <w:pStyle w:val="Styl2"/>
      </w:pPr>
      <w:r>
        <w:rPr>
          <w:sz w:val="24"/>
        </w:rPr>
        <w:t>23.</w:t>
      </w:r>
      <w:r>
        <w:rPr>
          <w:sz w:val="24"/>
        </w:rPr>
        <w:tab/>
        <w:t>Vládní návrh zákona, kterým se mění zákon č. 38/1994 Sb., o zahraničním obchodu s vojenským materiálem, a o doplnění zákona č. 455/1991 Sb., o živnostenském podnikání (živnostenský zákon), ve znění pozdějších předpisů, a zákona č. 140/1961 Sb., trestní zákon, ve znění pozdějších předpisů, ve znění pozdějších předpisů, a zákon č. 634/2004 Sb., o správních poplatcích, ve znění pozdějších předpisů /sněmovní tisk 408/ - druhé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lastRenderedPageBreak/>
        <w:t>24.</w:t>
      </w:r>
      <w:r>
        <w:rPr>
          <w:sz w:val="24"/>
        </w:rPr>
        <w:tab/>
        <w:t>Vládní návrh zákona, kterým se mění zákon č. 187/2006 Sb., o nemocenském pojištění, ve znění pozdějších předpisů, a další související zákony /sněmovní tisk 1029/ - druhé čtení</w:t>
      </w:r>
      <w:r>
        <w:rPr>
          <w:b/>
          <w:sz w:val="20"/>
        </w:rPr>
        <w:t xml:space="preserve">     St 28. 6., 4. bod ve 14.30 hodin </w:t>
      </w:r>
    </w:p>
    <w:p w:rsidR="007B5347" w:rsidRDefault="007B5347" w:rsidP="007B5347">
      <w:pPr>
        <w:pStyle w:val="Styl2"/>
      </w:pPr>
      <w:r>
        <w:rPr>
          <w:sz w:val="24"/>
        </w:rPr>
        <w:t>25.</w:t>
      </w:r>
      <w:r>
        <w:rPr>
          <w:sz w:val="24"/>
        </w:rPr>
        <w:tab/>
        <w:t>Vládní návrh zákona, kterým se mění zákon č. 435/2004 Sb., o zaměstnanosti, ve znění pozdějších předpisů, a zákon č. 372/2011 Sb., o zdravotních službách a podmínkách jejich poskytování (zákon o zdravotních službách), ve znění pozdějších předpisů /sněmovní tisk 1072/ - druhé čtení</w:t>
      </w:r>
      <w:r>
        <w:rPr>
          <w:b/>
          <w:sz w:val="20"/>
        </w:rPr>
        <w:t xml:space="preserve">     St 28. 6., 5. bod ve 14.30 hodin </w:t>
      </w:r>
    </w:p>
    <w:p w:rsidR="007B5347" w:rsidRDefault="007B5347" w:rsidP="007B5347">
      <w:pPr>
        <w:pStyle w:val="Styl2"/>
      </w:pPr>
      <w:r>
        <w:rPr>
          <w:sz w:val="24"/>
        </w:rPr>
        <w:t>26.</w:t>
      </w:r>
      <w:r>
        <w:rPr>
          <w:sz w:val="24"/>
        </w:rPr>
        <w:tab/>
        <w:t>Vládní návrh zákona, kterým se mění zákon č. 111/1994 Sb., o silniční dopravě, ve znění pozdějších předpisů, a další související zákony /sněmovní tisk 998/ - druhé čtení</w:t>
      </w:r>
      <w:r>
        <w:rPr>
          <w:b/>
          <w:sz w:val="20"/>
        </w:rPr>
        <w:t xml:space="preserve">     St 28. 6., 3. bod ve 14.30 hodin </w:t>
      </w:r>
    </w:p>
    <w:p w:rsidR="007B5347" w:rsidRDefault="007B5347" w:rsidP="007B5347">
      <w:pPr>
        <w:pStyle w:val="Styl2"/>
      </w:pPr>
      <w:r>
        <w:rPr>
          <w:sz w:val="24"/>
        </w:rPr>
        <w:t>27.</w:t>
      </w:r>
      <w:r>
        <w:rPr>
          <w:sz w:val="24"/>
        </w:rPr>
        <w:tab/>
        <w:t>Návrh poslanců Jaroslava Foldyny, Jeronýma Tejce, Michala Haška a dalších na vydání zákona, kterým se mění zákon č. 428/2012 Sb., o majetkovém vyrovnání s církvemi a náboženskými společnostmi a o změně některých zákonů (zákon o majetkovém vyrovnání s církvemi a náboženskými společnostmi), ve znění nálezu Ústavního soudu, vyhlášeného pod č. 177/2013 Sb. /sněmovní tisk 144/ - druhé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28.</w:t>
      </w:r>
      <w:r>
        <w:rPr>
          <w:sz w:val="24"/>
        </w:rPr>
        <w:tab/>
        <w:t>Návrh poslanců Stanislava Polčáka, Jana Chvojky, Pavla Blažka a Jana Farského na vydání zákona, kterým se mění zákon č. 182/1993 Sb., o Ústavním soudu, ve znění pozdějších předpisů /sněmovní tisk 232/ - druhé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29.</w:t>
      </w:r>
      <w:r>
        <w:rPr>
          <w:sz w:val="24"/>
        </w:rPr>
        <w:tab/>
        <w:t>Návrh poslanců Stanislava Polčáka, Jana Farského a Marka Ženíška na vydání ústavního zákona, kterým se mění ústavní zákon č. 1/1993 Sb., Ústava České republiky, ve znění pozdějších předpisů /sněmovní tisk 233/ - druhé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30.</w:t>
      </w:r>
      <w:r>
        <w:rPr>
          <w:sz w:val="24"/>
        </w:rPr>
        <w:tab/>
        <w:t>Návrh poslanců Zuzky Bebarové Rujbrové, Stanislava Grospiče, Zdeňka Ondráčka, Jaroslava Borky a Soni Markové na vydání zákona o zajištění právní pomoci /sněmovní tisk 390/ - druhé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31.</w:t>
      </w:r>
      <w:r>
        <w:rPr>
          <w:sz w:val="24"/>
        </w:rPr>
        <w:tab/>
        <w:t>Návrh poslanců Davida Kádnera, Martina Lanka, Marka Černocha, Olgy Havlové, Jany Hnykové, Karla Fiedlera, Jiřího Štětiny a Augustina Karla Andrleho Sylora na vydání zákona, kterým se mění zákon č. 325/1999 Sb., o azylu, ve znění pozdějších předpisů /sněmovní tisk 598/ - druhé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32.</w:t>
      </w:r>
      <w:r>
        <w:rPr>
          <w:sz w:val="24"/>
        </w:rPr>
        <w:tab/>
        <w:t>Návrh poslance Jeronýma Tejce a dalších na vydání zákona, kterým se mění zákon č. 89/2012 Sb., občanský zákoník, a další související zákony, a zákon č. 90/2012 Sb., o obchodních společnostech a družstvech (zákon o obchodních korporacích) /sněmovní tisk 920/ - druhé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33.</w:t>
      </w:r>
      <w:r>
        <w:rPr>
          <w:sz w:val="24"/>
        </w:rPr>
        <w:tab/>
        <w:t>Návrh poslanců Karla Raise, Petra Kořenka, Vlasty Bohdalové a Jiřího Miholy na vydání zákona, kterým se mění zákon č. 245/2000 Sb., o státních svátcích, o ostatních svátcích, o významných dnech a o dnech pracovního klidu, ve znění pozdějších předpisů /sněmovní tisk 938/ - druhé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34.</w:t>
      </w:r>
      <w:r>
        <w:rPr>
          <w:sz w:val="24"/>
        </w:rPr>
        <w:tab/>
        <w:t>Návrh poslance Víta Kaňkovského na vydání zákona, kterým se mění zákon č. 268/2014 Sb., o zdravotnických prostředcích a o změně zákona č. 634/2004 Sb., o správních poplatcích, ve znění pozdějších předpisů /sněmovní tisk 1020/ - druhé čtení</w:t>
      </w:r>
      <w:r>
        <w:rPr>
          <w:b/>
          <w:sz w:val="20"/>
        </w:rPr>
        <w:t xml:space="preserve">     St 28. 6., 11. bod ve 14.30 hodin </w:t>
      </w:r>
    </w:p>
    <w:p w:rsidR="007B5347" w:rsidRDefault="007B5347" w:rsidP="007B5347">
      <w:pPr>
        <w:pStyle w:val="Styl2"/>
      </w:pPr>
      <w:r>
        <w:rPr>
          <w:sz w:val="24"/>
        </w:rPr>
        <w:lastRenderedPageBreak/>
        <w:t>35.</w:t>
      </w:r>
      <w:r>
        <w:rPr>
          <w:sz w:val="24"/>
        </w:rPr>
        <w:tab/>
        <w:t>Návrh poslanců Zbyňka Stanjury, Andreje Babiše, Martina Plíška, Petra Gazdíka, Pavla Bělobrádka, Romana Sklenáka a Pavla Kováčika na vydání zákona, kterým se mění zákon č. 301/1992 Sb., o Hospodářské komoře České republiky a Agrární komoře České republiky, ve znění pozdějších předpisů /sněmovní tisk 1089/ - druhé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36.</w:t>
      </w:r>
      <w:r>
        <w:rPr>
          <w:sz w:val="24"/>
        </w:rPr>
        <w:tab/>
        <w:t>Senátní návrh zákona, kterým se mění zákon č. 361/2000 Sb., o provozu na pozemních komunikacích a o změnách některých zákonů (zákon o silničním provozu), ve znění pozdějších předpisů /sněmovní tisk 221/ - druhé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37.</w:t>
      </w:r>
      <w:r>
        <w:rPr>
          <w:sz w:val="24"/>
        </w:rPr>
        <w:tab/>
        <w:t>Návrh Zastupitelstva hlavního města Prahy na vydání zákona o regulaci prostituce a o změně některých zákonů (zákon o regulaci prostituce) /sněmovní tisk 115/ - druhé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38.</w:t>
      </w:r>
      <w:r>
        <w:rPr>
          <w:sz w:val="24"/>
        </w:rPr>
        <w:tab/>
        <w:t>Návrh Zastupitelstva hlavního města Prahy na vydání zákona, kterým se mění zákon č. 491/2001 Sb., o volbách do zastupitelstev obcí a o změně některých zákonů, ve znění pozdějších předpisů /sněmovní tisk 164/ - druhé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39.</w:t>
      </w:r>
      <w:r>
        <w:rPr>
          <w:sz w:val="24"/>
        </w:rPr>
        <w:tab/>
        <w:t>Návrh Zastupitelstva Karlovarského kraje na vydání zákona, kterým se mění zákon č. 13/1997 Sb., o pozemních komunikacích, ve znění pozdějších předpisů /sněmovní tisk 202/ - druhé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3-nadpis"/>
        <w:ind w:hanging="5"/>
      </w:pPr>
      <w:r>
        <w:t>Zákony - prvé čtení</w:t>
      </w:r>
    </w:p>
    <w:p w:rsidR="007B5347" w:rsidRDefault="007B5347" w:rsidP="007B5347">
      <w:pPr>
        <w:pStyle w:val="Styl2"/>
      </w:pPr>
      <w:r>
        <w:rPr>
          <w:sz w:val="24"/>
        </w:rPr>
        <w:t>40.</w:t>
      </w:r>
      <w:r>
        <w:rPr>
          <w:sz w:val="24"/>
        </w:rPr>
        <w:tab/>
        <w:t>Návrh poslance Radka Vondráčka a dalších na vydání zákona, kterým se mění zákon č. 340/2015 Sb., o zvláštních podmínkách účinnosti některých smluv, uveřejňování těchto smluv a o registru smluv (zákon o registru smluv), ve znění zákona č. 298/2016 Sb. /sněmovní tisk 1124/ - prvé čtení</w:t>
      </w:r>
      <w:r>
        <w:rPr>
          <w:b/>
          <w:sz w:val="20"/>
        </w:rPr>
        <w:t xml:space="preserve"> podle § 90 odst. 2    St 28. 6., 2. bod </w:t>
      </w:r>
    </w:p>
    <w:p w:rsidR="007B5347" w:rsidRDefault="007B5347" w:rsidP="007B5347">
      <w:pPr>
        <w:pStyle w:val="Styl2"/>
      </w:pPr>
      <w:r>
        <w:rPr>
          <w:sz w:val="24"/>
        </w:rPr>
        <w:t>41.</w:t>
      </w:r>
      <w:r>
        <w:rPr>
          <w:sz w:val="24"/>
        </w:rPr>
        <w:tab/>
        <w:t>Vládní návrh zákona, kterým se mění zákon č. 265/1991 Sb., o působnosti orgánů České republiky v oblasti cen, ve znění pozdějších předpisů /sněmovní tisk 1101/ - prvé čtení</w:t>
      </w:r>
      <w:r>
        <w:rPr>
          <w:b/>
          <w:sz w:val="20"/>
        </w:rPr>
        <w:t xml:space="preserve"> podle § 90 odst. 2    St 28. 6., 3. bod </w:t>
      </w:r>
    </w:p>
    <w:p w:rsidR="007B5347" w:rsidRDefault="007B5347" w:rsidP="007B5347">
      <w:pPr>
        <w:pStyle w:val="Styl2"/>
      </w:pPr>
      <w:r>
        <w:rPr>
          <w:sz w:val="24"/>
        </w:rPr>
        <w:t>42.</w:t>
      </w:r>
      <w:r>
        <w:rPr>
          <w:sz w:val="24"/>
        </w:rPr>
        <w:tab/>
        <w:t>Senátní návrh zákona, kterým se mění zákon č. 359/1999 Sb., o sociálně-právní ochraně dětí, ve znění pozdějších předpisů /sněmovní tisk 943/ - prvé čtení</w:t>
      </w:r>
      <w:r>
        <w:rPr>
          <w:b/>
          <w:sz w:val="20"/>
        </w:rPr>
        <w:t xml:space="preserve"> podle § 90 odst. 2    St 12. 7., 1. bod ve 14.30 hodin </w:t>
      </w:r>
    </w:p>
    <w:p w:rsidR="007B5347" w:rsidRDefault="007B5347" w:rsidP="007B5347">
      <w:pPr>
        <w:pStyle w:val="Styl2"/>
      </w:pPr>
      <w:r>
        <w:rPr>
          <w:sz w:val="24"/>
        </w:rPr>
        <w:t>43.</w:t>
      </w:r>
      <w:r>
        <w:rPr>
          <w:sz w:val="24"/>
        </w:rPr>
        <w:tab/>
        <w:t>Senátní návrh zákona, kterým se mění zákon č. 99/1963 Sb., občanský soudní řád, ve znění pozdějších předpisů, zákon č. 26/2000 Sb., o veřejných dražbách, ve znění pozdějších předpisů, a zákon č. 182/2006 Sb., o úpadku a způsobech jeho řešení (insolvenční zákon), ve znění pozdějších předpisů /sněmovní tisk 1108/ - prvé čtení</w:t>
      </w:r>
      <w:r>
        <w:rPr>
          <w:b/>
          <w:sz w:val="20"/>
        </w:rPr>
        <w:t xml:space="preserve"> podle § 90 odst. 2     </w:t>
      </w:r>
    </w:p>
    <w:p w:rsidR="007B5347" w:rsidRDefault="007B5347" w:rsidP="007B5347">
      <w:pPr>
        <w:pStyle w:val="Styl3-nadpis"/>
        <w:ind w:hanging="5"/>
      </w:pPr>
      <w:r>
        <w:t>Záležitosti EU</w:t>
      </w:r>
    </w:p>
    <w:p w:rsidR="007B5347" w:rsidRDefault="007B5347" w:rsidP="007B5347">
      <w:pPr>
        <w:pStyle w:val="Styl2"/>
      </w:pPr>
      <w:r>
        <w:rPr>
          <w:sz w:val="24"/>
        </w:rPr>
        <w:t>44.</w:t>
      </w:r>
      <w:r>
        <w:rPr>
          <w:sz w:val="24"/>
        </w:rPr>
        <w:tab/>
        <w:t>Vládní návrh na vyslovení předchozího souhlasu s návrhem rozhodnutí Rady, kterým se stanovuje víceletý rámec pro Agenturu Evropské unie pro základní práva na období 2018 – 2022 /sněmovní tisk 1076-E/</w:t>
      </w:r>
      <w:r>
        <w:rPr>
          <w:b/>
          <w:sz w:val="20"/>
        </w:rPr>
        <w:t xml:space="preserve">     Čt 29. 6., 1. bod v 11.00 hodin </w:t>
      </w:r>
    </w:p>
    <w:p w:rsidR="007B5347" w:rsidRDefault="007B5347" w:rsidP="007B5347">
      <w:pPr>
        <w:pStyle w:val="Styl3-nadpis"/>
        <w:ind w:hanging="5"/>
      </w:pPr>
      <w:r>
        <w:t>Smlouvy - druhé čtení</w:t>
      </w:r>
    </w:p>
    <w:p w:rsidR="007B5347" w:rsidRDefault="007B5347" w:rsidP="007B5347">
      <w:pPr>
        <w:pStyle w:val="Styl2"/>
      </w:pPr>
      <w:r>
        <w:rPr>
          <w:sz w:val="24"/>
        </w:rPr>
        <w:t>45.</w:t>
      </w:r>
      <w:r>
        <w:rPr>
          <w:sz w:val="24"/>
        </w:rPr>
        <w:tab/>
        <w:t>Vládní návrh, kterým se předkládá Parlamentu České republiky k vyslovení souhlasu návrh na ratifikaci Protokolu o udržitelné dopravě k Rámcové úmluvě o ochraně a udržitelném rozvoji Karpat /sněmovní tisk 731/ - druhé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lastRenderedPageBreak/>
        <w:t>46.</w:t>
      </w:r>
      <w:r>
        <w:rPr>
          <w:sz w:val="24"/>
        </w:rPr>
        <w:tab/>
        <w:t>Vládní návrh, kterým se předkládají Parlamentu České republiky k vyslovení souhlasu s ratifikací změny Protokolu o perzistentních organických polutantech, Protokolu o omezování acidifikace, eutrofizace a přízemního ozonu a Protokolu o těžkých kovech k Úmluvě o dálkovém znečišťování ovzduší přecházejícím hranice států /sněmovní tisk 734/ - druhé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47.</w:t>
      </w:r>
      <w:r>
        <w:rPr>
          <w:sz w:val="24"/>
        </w:rPr>
        <w:tab/>
        <w:t>Vládní návrh, kterým se předkládá Parlamentu České republiky k vyslovení souhlasu s ratifikací Dohoda mezi Českou republikou a Belize o výměně informací v daňových záležitostech, která byla podepsána v Mexiku dne 12. února 2016 /sněmovní tisk 788/ - druhé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48.</w:t>
      </w:r>
      <w:r>
        <w:rPr>
          <w:sz w:val="24"/>
        </w:rPr>
        <w:tab/>
        <w:t>Vládní návrh, kterým se předkládá Parlamentu České republiky k vyslovení souhlasu s ratifikací Protokol o změně Dohody o zřízení a činnosti Mezinárodní banky hospodářské spolupráce ze dne 22. října 1963 (včetně změn provedených na základě Protokolu ze dne 18. prosince 1970, Protokolu ze dne 23. listopadu 1977 a Protokolu ze dne 18. prosince 1990) a Statutu Mezinárodní banky hospodářské spolupráce (včetně změn provedených na základě Protokolu ze dne 18. prosince 1970, Protokolu ze dne 23. listopadu 1977 a Protokolu ze dne 18. prosince 1990), podepsaný dne 25. listopadu 2014 ve Varšavě /sněmovní tisk 795/ - druhé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49.</w:t>
      </w:r>
      <w:r>
        <w:rPr>
          <w:sz w:val="24"/>
        </w:rPr>
        <w:tab/>
        <w:t>Vládní návrh, kterým se předkládá Parlamentu České republiky k vyslovení souhlasu s ratifikací Úmluva Mezinárodní organizace práce č. 154 o podpoře kolektivního vyjednávání, přijatá na 67. zasedání Mezinárodní konference práce v roce 1981 /sněmovní tisk 804/ - druhé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50.</w:t>
      </w:r>
      <w:r>
        <w:rPr>
          <w:sz w:val="24"/>
        </w:rPr>
        <w:tab/>
        <w:t>Vládní návrh, kterým se předkládá Parlamentu České republiky k vyslovení souhlasu s ratifikací Smlouva mezi Českou republikou a Turkmenistánem o zamezení dvojímu zdanění a zabránění daňovému úniku v oboru daní z příjmu a z majetku, která byla podepsána v Ašchabádu dne 18. března 2016 /sněmovní tisk 805/ - druhé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51.</w:t>
      </w:r>
      <w:r>
        <w:rPr>
          <w:sz w:val="24"/>
        </w:rPr>
        <w:tab/>
        <w:t>Vládní návrh, kterým se předkládá Parlamentu České republiky k vyslovení souhlasu odvolání výhrady Československé socialistické republiky k článku 1 odst. 1 písm. b) Úmluvy Organizace spojených národů o smlouvách o mezinárodní koupi zboží a odvolání prohlášení Československé socialistické republiky k článku I Dodatkového protokolu k Úmluvě o promlčení při mezinárodní koupi zboží /sněmovní tisk 823/ - druhé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52.</w:t>
      </w:r>
      <w:r>
        <w:rPr>
          <w:sz w:val="24"/>
        </w:rPr>
        <w:tab/>
        <w:t>Vládní návrh, kterým se předkládají Parlamentu České republiky k vyslovení souhlasu s ratifikací změny příloh 2 a 3 Dohody o ochraně africko-euroasijských stěhovavých vodních ptáků přijaté v La Rochelle dne 18. května 2012 a v Bonnu 14. listopadu 2015 /sněmovní tisk 875/ - druhé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53.</w:t>
      </w:r>
      <w:r>
        <w:rPr>
          <w:sz w:val="24"/>
        </w:rPr>
        <w:tab/>
        <w:t>Vládní návrh, kterým se předkládá Parlamentu České republiky k vyslovení souhlasu s ratifikací Dohoda mezi vládou České republiky a vládou Seychelské republiky o letecké dopravě /sněmovní tisk 882/ - druhé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54.</w:t>
      </w:r>
      <w:r>
        <w:rPr>
          <w:sz w:val="24"/>
        </w:rPr>
        <w:tab/>
        <w:t>Vládní návrh, kterým se předkládá Parlamentu České republiky k vyslovení souhlasu s ratifikací Protokol o provedených změnách v Dohodě o zřízení Mezinárodní investiční banky a jejích Stanovách, sjednaný dne 8. května 2014 v Havaně a podepsaný Českou republikou dne 3. prosince 2015 v Hanoji /sněmovní tisk 895/ - druhé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55.</w:t>
      </w:r>
      <w:r>
        <w:rPr>
          <w:sz w:val="24"/>
        </w:rPr>
        <w:tab/>
        <w:t>Vládní návrh, kterým se předkládá Parlamentu České republiky k vyslovení souhlasu s ratifikací Protokol, jímž se mění Evropská úmluva o krajině, přijatý ve Štrasburku dne 15. června 2016 /sněmovní tisk 967/ - druhé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lastRenderedPageBreak/>
        <w:t>56.</w:t>
      </w:r>
      <w:r>
        <w:rPr>
          <w:sz w:val="24"/>
        </w:rPr>
        <w:tab/>
        <w:t>Vládní návrh, kterým se předkládá Parlamentu České republiky k vyslovení souhlasu s ratifikací Dohoda o strategickém partnerství mezi Evropskou unií a jejími členskými státy na jedné straně a Kanadou na straně druhé podepsaná v Bruselu dne 30. října 2016 /sněmovní tisk 996/ - druhé čtení</w:t>
      </w:r>
      <w:r>
        <w:rPr>
          <w:b/>
          <w:sz w:val="20"/>
        </w:rPr>
        <w:t xml:space="preserve">     Út 11. 7., 1. bod </w:t>
      </w:r>
    </w:p>
    <w:p w:rsidR="007B5347" w:rsidRDefault="007B5347" w:rsidP="007B5347">
      <w:pPr>
        <w:pStyle w:val="Styl2"/>
      </w:pPr>
      <w:r>
        <w:rPr>
          <w:sz w:val="24"/>
        </w:rPr>
        <w:t>57.</w:t>
      </w:r>
      <w:r>
        <w:rPr>
          <w:sz w:val="24"/>
        </w:rPr>
        <w:tab/>
        <w:t>Vládní návrh, kterým se předkládá Parlamentu České republiky k vyslovení souhlasu s ratifikací Úmluva Rady Evropy o prevenci terorismu (Varšava, 16. května 2005) /sněmovní tisk 1012/ - druhé čtení</w:t>
      </w:r>
      <w:r>
        <w:rPr>
          <w:b/>
          <w:sz w:val="20"/>
        </w:rPr>
        <w:t xml:space="preserve">     Čt 13. 7., 1. bod v 11.00 hodin </w:t>
      </w:r>
    </w:p>
    <w:p w:rsidR="007B5347" w:rsidRDefault="007B5347" w:rsidP="007B5347">
      <w:pPr>
        <w:pStyle w:val="Styl2"/>
      </w:pPr>
      <w:r>
        <w:rPr>
          <w:sz w:val="24"/>
        </w:rPr>
        <w:t>58.</w:t>
      </w:r>
      <w:r>
        <w:rPr>
          <w:sz w:val="24"/>
        </w:rPr>
        <w:tab/>
        <w:t>Vládní návrh, kterým se předkládá Parlamentu České republiky k vyslovení souhlasu s ratifikací Dodatkový protokol k Úmluvě Rady Evropy o prevenci terorismu (Riga, 22. 10. 2015) /sněmovní tisk 1013/ - druhé čtení</w:t>
      </w:r>
      <w:r>
        <w:rPr>
          <w:b/>
          <w:sz w:val="20"/>
        </w:rPr>
        <w:t xml:space="preserve">     Čt 13. 7., 2. bod v 11.00 hodin </w:t>
      </w:r>
    </w:p>
    <w:p w:rsidR="007B5347" w:rsidRDefault="007B5347" w:rsidP="007B5347">
      <w:pPr>
        <w:pStyle w:val="Styl2"/>
      </w:pPr>
      <w:r>
        <w:rPr>
          <w:sz w:val="24"/>
        </w:rPr>
        <w:t>59.</w:t>
      </w:r>
      <w:r>
        <w:rPr>
          <w:sz w:val="24"/>
        </w:rPr>
        <w:tab/>
        <w:t>Vládní návrh, kterým se předkládá Parlamentu České republiky k vyslovení souhlasu s ratifikací Úmluva Rady Evropy proti obchodování s lidskými orgány (Santiago de Compostela, 25. 3. 2015) /sněmovní tisk 1028/ - druhé čtení</w:t>
      </w:r>
      <w:r>
        <w:rPr>
          <w:b/>
          <w:sz w:val="20"/>
        </w:rPr>
        <w:t xml:space="preserve">     Čt 13. 7., 3. bod v 11.00 hodin </w:t>
      </w:r>
    </w:p>
    <w:p w:rsidR="007B5347" w:rsidRDefault="007B5347" w:rsidP="007B5347">
      <w:pPr>
        <w:pStyle w:val="Styl2"/>
      </w:pPr>
      <w:r>
        <w:rPr>
          <w:sz w:val="24"/>
        </w:rPr>
        <w:t>60.</w:t>
      </w:r>
      <w:r>
        <w:rPr>
          <w:sz w:val="24"/>
        </w:rPr>
        <w:tab/>
        <w:t>Vládní návrh, kterým se předkládá Parlamentu České republiky k vyslovení souhlasu s ratifikací Dohoda o politickém dialogu a spolupráci mezi Evropskou unií a jejími členskými státy na jedné straně a Kubánskou republikou na straně druhé podepsaná v Bruselu dne 12. prosince 2016 /sněmovní tisk 1044/ - druhé čtení</w:t>
      </w:r>
      <w:r>
        <w:rPr>
          <w:b/>
          <w:sz w:val="20"/>
        </w:rPr>
        <w:t xml:space="preserve">     Čt 29. 6., 2. bod v 11.00 hodin </w:t>
      </w:r>
    </w:p>
    <w:p w:rsidR="007B5347" w:rsidRDefault="007B5347" w:rsidP="007B5347">
      <w:pPr>
        <w:pStyle w:val="Styl2"/>
      </w:pPr>
      <w:r>
        <w:rPr>
          <w:sz w:val="24"/>
        </w:rPr>
        <w:t>61.</w:t>
      </w:r>
      <w:r>
        <w:rPr>
          <w:sz w:val="24"/>
        </w:rPr>
        <w:tab/>
        <w:t>Vládní návrh, kterým se předkládá Parlamentu České republiky k vyslovení souhlasu s ratifikací Dohoda o spolupráci v oblasti partnerství a rozvoje mezi Evropskou unií a jejími členskými státy na jedné straně a Islámskou republikou Afghánistán na straně druhé /sněmovní tisk 1105/ - druhé čtení</w:t>
      </w:r>
      <w:r>
        <w:rPr>
          <w:b/>
          <w:sz w:val="20"/>
        </w:rPr>
        <w:t xml:space="preserve">     Čt 29. 6., 3. bod v 11.00 hodin </w:t>
      </w:r>
    </w:p>
    <w:p w:rsidR="007B5347" w:rsidRDefault="007B5347" w:rsidP="007B5347">
      <w:pPr>
        <w:pStyle w:val="Styl2"/>
      </w:pPr>
      <w:r>
        <w:rPr>
          <w:sz w:val="24"/>
        </w:rPr>
        <w:t>62.</w:t>
      </w:r>
      <w:r>
        <w:rPr>
          <w:sz w:val="24"/>
        </w:rPr>
        <w:tab/>
        <w:t>Vládní návrh, kterým se předkládá Parlamentu České republiky k vyslovení souhlasu s ratifikací Dohoda o převádění a sdílení příspěvků do jednotného fondu pro řešení krizí, podepsaná v Bruselu dne 21. května 2014 /sněmovní tisk 324/ - druhé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63.</w:t>
      </w:r>
      <w:r>
        <w:rPr>
          <w:sz w:val="24"/>
        </w:rPr>
        <w:tab/>
        <w:t>Vládní návrh, kterým se předkládá Parlamentu České republiky k vyslovení souhlasu s ratifikací Smlouva mezi Českou republikou a Republikou Kosovo o zamezení dvojímu zdanění a zabránění daňovému úniku v oboru daní z příjmu, která byla podepsána v Prištině dne 26. listopadu 2013 /sněmovní tisk 123/ - druhé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3-nadpis"/>
        <w:ind w:hanging="5"/>
      </w:pPr>
      <w:r>
        <w:t>Smlouvy - prvé čtení</w:t>
      </w:r>
    </w:p>
    <w:p w:rsidR="007B5347" w:rsidRDefault="007B5347" w:rsidP="007B5347">
      <w:pPr>
        <w:pStyle w:val="Styl2"/>
      </w:pPr>
      <w:r>
        <w:rPr>
          <w:sz w:val="24"/>
        </w:rPr>
        <w:t>64.</w:t>
      </w:r>
      <w:r>
        <w:rPr>
          <w:sz w:val="24"/>
        </w:rPr>
        <w:tab/>
        <w:t>Vládní návrh, kterým se předkládá Parlamentu České republiky k vyslovení souhlasu s ratifikací Pařížská dohoda /sněmovní tisk 932/ - prvé čtení</w:t>
      </w:r>
      <w:r>
        <w:rPr>
          <w:b/>
          <w:sz w:val="20"/>
        </w:rPr>
        <w:t xml:space="preserve">     Út 11. 7., 3. bod </w:t>
      </w:r>
    </w:p>
    <w:p w:rsidR="007B5347" w:rsidRDefault="007B5347" w:rsidP="007B5347">
      <w:pPr>
        <w:pStyle w:val="Styl2"/>
      </w:pPr>
      <w:r>
        <w:rPr>
          <w:sz w:val="24"/>
        </w:rPr>
        <w:t>65.</w:t>
      </w:r>
      <w:r>
        <w:rPr>
          <w:sz w:val="24"/>
        </w:rPr>
        <w:tab/>
        <w:t>Vládní návrh, kterým se předkládá Parlamentu České republiky k vyslovení souhlasu s ratifikací Komplexní hospodářská a obchodní dohoda mezi Kanadou na jedné straně a Evropskou unií a jejími členskými státy na straně druhé /sněmovní tisk 1000/ - prvé čtení</w:t>
      </w:r>
      <w:r>
        <w:rPr>
          <w:b/>
          <w:sz w:val="20"/>
        </w:rPr>
        <w:t xml:space="preserve">     Út 11. 7., 2. bod </w:t>
      </w:r>
    </w:p>
    <w:p w:rsidR="007B5347" w:rsidRDefault="007B5347" w:rsidP="007B5347">
      <w:pPr>
        <w:pStyle w:val="Styl2"/>
      </w:pPr>
      <w:r>
        <w:rPr>
          <w:sz w:val="24"/>
        </w:rPr>
        <w:t>66.</w:t>
      </w:r>
      <w:r>
        <w:rPr>
          <w:sz w:val="24"/>
        </w:rPr>
        <w:tab/>
        <w:t>Vládní návrh, kterým se předkládá Parlamentu České republiky k vyslovení souhlasu s ratifikací Dohoda mezi vládou České republiky a vládou Republiky Tádžikistán o leteckých službách /sněmovní tisk 1031/ - prvé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lastRenderedPageBreak/>
        <w:t>67.</w:t>
      </w:r>
      <w:r>
        <w:rPr>
          <w:sz w:val="24"/>
        </w:rPr>
        <w:tab/>
        <w:t>Vládní návrh, kterým se předkládá Parlamentu České republiky k vyslovení souhlasu s ratifikací Dohoda mezi Českou republikou a Královstvím Saúdské Arábie o leteckých dopravních službách /sněmovní tisk 1035/ - prvé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68.</w:t>
      </w:r>
      <w:r>
        <w:rPr>
          <w:sz w:val="24"/>
        </w:rPr>
        <w:tab/>
        <w:t>Vládní návrh, kterým se předkládá Parlamentu České republiky k vyslovení souhlasu s ratifikací Dohoda mezi Českou republikou a Dominikánskou republikou o leteckých službách /sněmovní tisk 1036/ - prvé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69.</w:t>
      </w:r>
      <w:r>
        <w:rPr>
          <w:sz w:val="24"/>
        </w:rPr>
        <w:tab/>
        <w:t>Vládní návrh, kterým se předkládá Parlamentu České republiky k vyslovení souhlasu s ratifikací Dohoda mezi vládou České republiky a vládou Indonéské republiky o letecké dopravě /sněmovní tisk 1037/ - prvé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70.</w:t>
      </w:r>
      <w:r>
        <w:rPr>
          <w:sz w:val="24"/>
        </w:rPr>
        <w:tab/>
        <w:t>Vládní návrh, kterým se předkládají Parlamentu České republiky k vyslovení souhlasu s ratifikací Vídeňská úmluva na ochranu ozonové vrstvy, sjednaná ve Vídni dne 22. března 1985, Montrealský protokol o látkách, které poškozují ozonovou vrstvu, sjednaný v Montrealu dne 16. září 1987, v platném znění, a změna Montrealského protokolu, přijatá v Kigali dne 15. října 2016 /sněmovní tisk 1048/ - prvé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71.</w:t>
      </w:r>
      <w:r>
        <w:rPr>
          <w:sz w:val="24"/>
        </w:rPr>
        <w:tab/>
        <w:t>Vládní návrh, kterým se předkládá Parlamentu České republiky k vyslovení souhlasu s ratifikací Smlouva mezi Českou republikou a Slovenskou republikou o spolupráci při vzájemné ochraně vzdušného prostoru /sněmovní tisk 1051/ - prvé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72.</w:t>
      </w:r>
      <w:r>
        <w:rPr>
          <w:sz w:val="24"/>
        </w:rPr>
        <w:tab/>
        <w:t>Vládní návrh, kterým se předkládá Parlamentu České republiky k vyslovení souhlasu s ratifikací Protokol pozměňující smlouvu mezi Českou republikou a Japonskem o sociálním zabezpečení, podepsaný v Praze 1. února 2017 /sněmovní tisk 1068/ - prvé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73.</w:t>
      </w:r>
      <w:r>
        <w:rPr>
          <w:sz w:val="24"/>
        </w:rPr>
        <w:tab/>
        <w:t>Vládní návrh, kterým se předkládá Parlamentu České republiky k vyslovení souhlasu s ratifikací Protokol o přistoupení k Obchodní dohodě mezi Evropskou unií a jejími členskými státy na jedné straně a Kolumbií a Peru na straně druhé s ohledem na přistoupení Ekvádoru /sněmovní tisk 1102/ - prvé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74.</w:t>
      </w:r>
      <w:r>
        <w:rPr>
          <w:sz w:val="24"/>
        </w:rPr>
        <w:tab/>
        <w:t>Vládní návrh, kterým se předkládá Parlamentu České republiky k vyslovení souhlasu s výpovědí Smlouva mezi Českou republikou a Nizozemským královstvím se zřetelem na Nizozemské Antily o automatické výměně informací týkající se příjmů z úspor v podobě úrokových plateb, sjednaná ve formě výměny dopisů ze dne 8. června 2004 v Praze a dne 27. srpna 2004 v Haagu /sněmovní tisk 1111/ - prvé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75.</w:t>
      </w:r>
      <w:r>
        <w:rPr>
          <w:sz w:val="24"/>
        </w:rPr>
        <w:tab/>
        <w:t>Vládní návrh, kterým se předkládá Parlamentu České republiky k vyslovení souhlasu s výpovědí Smlouva mezi Českou republikou a Nizozemským královstvím se zřetelem na Arubu o automatické výměně informací týkající se příjmů z úspor v podobě úrokových plateb, sjednaná ve formě výměny dopisů ze dne 8. června 2004 v Praze a dne 9. listopadu 2004 v Haagu /sněmovní tisk 1112/ - prvé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76.</w:t>
      </w:r>
      <w:r>
        <w:rPr>
          <w:sz w:val="24"/>
        </w:rPr>
        <w:tab/>
        <w:t>Vládní návrh, kterým se předkládá Parlamentu České republiky k vyslovení souhlasu s výpovědí Smlouva mezi vládou České republiky a vládou Anguilly týkající se automatické výměny informací o příjmech z úspor ve formě úrokových plateb, sjednaná ve formě výměny dopisů ze dne 22. října 2004 v Praze a dne 9. prosince 2004 v Anguille /sněmovní tisk 1113/ - prvé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lastRenderedPageBreak/>
        <w:t>77.</w:t>
      </w:r>
      <w:r>
        <w:rPr>
          <w:sz w:val="24"/>
        </w:rPr>
        <w:tab/>
        <w:t>Vládní návrh, kterým se předkládá Parlamentu České republiky k vyslovení souhlasu s výpovědí Smlouva o zdanění příjmů z úspor mezi vládou České republiky a vládou Britských Panenských ostrovů, sjednaná ve formě výměny dopisů ze dne 22. října 2004 v Praze a dne 11. dubna 2005 v Tortole. /sněmovní tisk 1114/ - prvé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78.</w:t>
      </w:r>
      <w:r>
        <w:rPr>
          <w:sz w:val="24"/>
        </w:rPr>
        <w:tab/>
        <w:t>Vládní návrh, kterým se předkládá Parlamentu České republiky k vyslovení souhlasu s výpovědí Smlouva o zdanění příjmů z úspor mezi Českou republikou a Kajmanskými ostrovy, sjednaná ve formě výměny dopisů ze dne 22. října 2004 v Praze a dne 17. dubna 2005 v Grand Caymanu /sněmovní tisk 1115/ - prvé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79.</w:t>
      </w:r>
      <w:r>
        <w:rPr>
          <w:sz w:val="24"/>
        </w:rPr>
        <w:tab/>
        <w:t>Vládní návrh, kterým se předkládá Parlamentu České republiky k vyslovení souhlasu s výpovědí Smlouva o zdanění příjmů z úspor mezi Českou republikou a závislým zámořským územím Spojeného království Montserrat, sjednaná ve formě výměny dopisů ze dne 22. října 2004 v Praze a dne 7. dubna 2005 v Montserratu /sněmovní tisk 1116/ - prvé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80.</w:t>
      </w:r>
      <w:r>
        <w:rPr>
          <w:sz w:val="24"/>
        </w:rPr>
        <w:tab/>
        <w:t>Vládní návrh, kterým se předkládá Parlamentu České republiky k vyslovení souhlasu s výpovědí Smlouva o zdanění příjmů z úspor mezi Českou republikou a Ostrovem Man, sjednaná ve formě výměny dopisů ze dne 8. června 2004 v Praze a dne 19. listopadu 2004 v Douglasu /sněmovní tisk 1117/ - prvé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81.</w:t>
      </w:r>
      <w:r>
        <w:rPr>
          <w:sz w:val="24"/>
        </w:rPr>
        <w:tab/>
        <w:t>Vládní návrh, kterým se předkládá Parlamentu České republiky k vyslovení souhlasu s výpovědí Smlouva o zdanění příjmů z úspor mezi Českou republikou a </w:t>
      </w:r>
      <w:proofErr w:type="spellStart"/>
      <w:r>
        <w:rPr>
          <w:sz w:val="24"/>
        </w:rPr>
        <w:t>Turks</w:t>
      </w:r>
      <w:bookmarkStart w:id="0" w:name="_GoBack"/>
      <w:bookmarkEnd w:id="0"/>
      <w:proofErr w:type="spellEnd"/>
      <w:r>
        <w:rPr>
          <w:sz w:val="24"/>
        </w:rPr>
        <w:t xml:space="preserve"> &amp; </w:t>
      </w:r>
      <w:proofErr w:type="spellStart"/>
      <w:r>
        <w:rPr>
          <w:sz w:val="24"/>
        </w:rPr>
        <w:t>Caicos</w:t>
      </w:r>
      <w:proofErr w:type="spellEnd"/>
      <w:r>
        <w:rPr>
          <w:sz w:val="24"/>
        </w:rPr>
        <w:t xml:space="preserve">, sjednaná ve formě výměny dopisů ze dne 22. října v Praze a dne 16. prosince 2004 v Grand </w:t>
      </w:r>
      <w:proofErr w:type="spellStart"/>
      <w:r>
        <w:rPr>
          <w:sz w:val="24"/>
        </w:rPr>
        <w:t>Turk</w:t>
      </w:r>
      <w:proofErr w:type="spellEnd"/>
      <w:r>
        <w:rPr>
          <w:sz w:val="24"/>
        </w:rPr>
        <w:t xml:space="preserve"> /sněmovní tisk 1118/ - prvé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82.</w:t>
      </w:r>
      <w:r>
        <w:rPr>
          <w:sz w:val="24"/>
        </w:rPr>
        <w:tab/>
        <w:t>Vládní návrh, kterým se předkládá Parlamentu České republiky k vyslovení souhlasu s odstoupením České republiky od Charty Mezinárodního energetického fóra /sněmovní tisk 1122/ - prvé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83.</w:t>
      </w:r>
      <w:r>
        <w:rPr>
          <w:sz w:val="24"/>
        </w:rPr>
        <w:tab/>
        <w:t>Vládní návrh, kterým se předkládá Parlamentu České republiky k vyslovení souhlasu s ratifikací Úmluva Mezinárodní organizace práce o práci na moři, přijatá v roce 2006 /sněmovní tisk 1126/ - prvé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3-nadpis"/>
        <w:ind w:hanging="5"/>
      </w:pPr>
      <w:r>
        <w:t>Zákony - třetí čtení</w:t>
      </w:r>
    </w:p>
    <w:p w:rsidR="007B5347" w:rsidRDefault="007B5347" w:rsidP="007B5347">
      <w:pPr>
        <w:pStyle w:val="Styl2"/>
      </w:pPr>
      <w:r>
        <w:rPr>
          <w:sz w:val="24"/>
        </w:rPr>
        <w:t>84.</w:t>
      </w:r>
      <w:r>
        <w:rPr>
          <w:sz w:val="24"/>
        </w:rPr>
        <w:tab/>
        <w:t>Návrh poslanců Romana Váni, Milana Chovance, Igora Jakubčíka, Zuzky Bebarové Rujbrové, Bronislava Schwarze a dalších na vydání ústavního zákona, kterým se mění ústavní zákon č. 110/1998 Sb., o bezpečnosti České republiky, ve znění ústavního zákona č. 300/2000 Sb. /sněmovní tisk 1021/ - třetí čtení</w:t>
      </w:r>
      <w:r>
        <w:rPr>
          <w:b/>
          <w:sz w:val="20"/>
        </w:rPr>
        <w:t xml:space="preserve">     St 28. 6., 1. bod </w:t>
      </w:r>
    </w:p>
    <w:p w:rsidR="007B5347" w:rsidRDefault="007B5347" w:rsidP="007B5347">
      <w:pPr>
        <w:pStyle w:val="Styl2"/>
      </w:pPr>
      <w:r>
        <w:rPr>
          <w:sz w:val="24"/>
        </w:rPr>
        <w:t>85.</w:t>
      </w:r>
      <w:r>
        <w:rPr>
          <w:sz w:val="24"/>
        </w:rPr>
        <w:tab/>
        <w:t>Vládní návrh zákona, kterým se mění zákon č. 48/1997 Sb., o veřejném zdravotním pojištění a o změně a doplnění některých souvisejících zákonů, ve znění pozdějších předpisů /sněmovní tisk 1017/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86.</w:t>
      </w:r>
      <w:r>
        <w:rPr>
          <w:sz w:val="24"/>
        </w:rPr>
        <w:tab/>
        <w:t>Vládní návrh zákona, kterým se mění zákon č. 592/1992 Sb., o pojistném na veřejné zdravotní pojištění, ve znění pozdějších předpisů /sněmovní tisk 1018/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87.</w:t>
      </w:r>
      <w:r>
        <w:rPr>
          <w:sz w:val="24"/>
        </w:rPr>
        <w:tab/>
        <w:t>Vládní návrh zákona, kterým se mění zákon č. 99/1963 Sb., občanský soudní řád, ve znění pozdějších předpisů, zákon č. 292/2013 Sb., o zvláštních řízeních soudních, ve znění pozdějších předpisů, a některé další zákony /sněmovní tisk 987/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lastRenderedPageBreak/>
        <w:t>88.</w:t>
      </w:r>
      <w:r>
        <w:rPr>
          <w:sz w:val="24"/>
        </w:rPr>
        <w:tab/>
        <w:t>Vládní návrh zákona o statusu veřejné prospěšnosti a o změně souvisejících zákonů (zákon o statusu veřejné prospěšnosti) /sněmovní tisk 1005/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89.</w:t>
      </w:r>
      <w:r>
        <w:rPr>
          <w:sz w:val="24"/>
        </w:rPr>
        <w:tab/>
        <w:t>Návrh poslanců Víta Kaňkovského, Jana Bartoška a Jaroslava Zavadila na vydání zákona, kterým se mění zákon č. 329/2011 Sb., o poskytování dávek osobám se zdravotním postižením a o změně souvisejících zákonů, ve znění pozdějších předpisů /sněmovní tisk 935/ - třetí čtení</w:t>
      </w:r>
      <w:r>
        <w:rPr>
          <w:b/>
          <w:sz w:val="20"/>
        </w:rPr>
        <w:t xml:space="preserve">     Pá 30. 6., 1. bod </w:t>
      </w:r>
    </w:p>
    <w:p w:rsidR="007B5347" w:rsidRDefault="007B5347" w:rsidP="007B5347">
      <w:pPr>
        <w:pStyle w:val="Styl2"/>
      </w:pPr>
      <w:r>
        <w:rPr>
          <w:sz w:val="24"/>
        </w:rPr>
        <w:t>90.</w:t>
      </w:r>
      <w:r>
        <w:rPr>
          <w:sz w:val="24"/>
        </w:rPr>
        <w:tab/>
        <w:t>Vládní návrh zákona, kterým se mění zákon č. 219/2003 Sb., o uvádění do oběhu osiva a sadby pěstovaných rostlin a o změně některých zákonů (zákon o oběhu osiva a sadby), ve znění pozdějších předpisů, a zákon č. 634/2004 Sb., o správních poplatcích, ve znění pozdějších předpisů /sněmovní tisk 816/ - třetí čtení</w:t>
      </w:r>
      <w:r>
        <w:rPr>
          <w:b/>
          <w:sz w:val="20"/>
        </w:rPr>
        <w:t xml:space="preserve">     Pá 30. 6., 2. bod </w:t>
      </w:r>
    </w:p>
    <w:p w:rsidR="007B5347" w:rsidRDefault="007B5347" w:rsidP="007B5347">
      <w:pPr>
        <w:pStyle w:val="Styl2"/>
      </w:pPr>
      <w:r>
        <w:rPr>
          <w:sz w:val="24"/>
        </w:rPr>
        <w:t>91.</w:t>
      </w:r>
      <w:r>
        <w:rPr>
          <w:sz w:val="24"/>
        </w:rPr>
        <w:tab/>
        <w:t>Vládní návrh zákona, kterým se mění zákon č. 326/2004 Sb., o rostlinolékařské péči a o změně některých souvisejících zákonů, ve znění pozdějších předpisů, a další související zákony /sněmovní tisk 862/ - třetí čtení</w:t>
      </w:r>
      <w:r>
        <w:rPr>
          <w:b/>
          <w:sz w:val="20"/>
        </w:rPr>
        <w:t xml:space="preserve">     Pá 30. 6., 3. bod </w:t>
      </w:r>
    </w:p>
    <w:p w:rsidR="007B5347" w:rsidRDefault="007B5347" w:rsidP="007B5347">
      <w:pPr>
        <w:pStyle w:val="Styl2"/>
      </w:pPr>
      <w:r>
        <w:rPr>
          <w:sz w:val="24"/>
        </w:rPr>
        <w:t>92.</w:t>
      </w:r>
      <w:r>
        <w:rPr>
          <w:sz w:val="24"/>
        </w:rPr>
        <w:tab/>
        <w:t>Vládní návrh zákona, kterým se mění zákon č. 166/1999 Sb., o veterinární péči a o změně některých souvisejících zákonů (veterinární zákon), ve znění pozdějších předpisů, a některé související zákony /sněmovní tisk 881/ - třetí čtení</w:t>
      </w:r>
      <w:r>
        <w:rPr>
          <w:b/>
          <w:sz w:val="20"/>
        </w:rPr>
        <w:t xml:space="preserve">     Pá 30. 6., 4. bod </w:t>
      </w:r>
    </w:p>
    <w:p w:rsidR="007B5347" w:rsidRDefault="007B5347" w:rsidP="007B5347">
      <w:pPr>
        <w:pStyle w:val="Styl2"/>
      </w:pPr>
      <w:r>
        <w:rPr>
          <w:sz w:val="24"/>
        </w:rPr>
        <w:t>93.</w:t>
      </w:r>
      <w:r>
        <w:rPr>
          <w:sz w:val="24"/>
        </w:rPr>
        <w:tab/>
        <w:t>Vládní návrh zákona o ochraně památkového fondu a o změně zákona č. 634/2004 Sb., o správních poplatcích, ve znění pozdějších předpisů (zákon o ochraně památkového fondu) /sněmovní tisk 666/ - třetí čtení</w:t>
      </w:r>
      <w:r>
        <w:rPr>
          <w:b/>
          <w:sz w:val="20"/>
        </w:rPr>
        <w:t xml:space="preserve">     St 12. 7., 1. bod </w:t>
      </w:r>
    </w:p>
    <w:p w:rsidR="007B5347" w:rsidRDefault="007B5347" w:rsidP="007B5347">
      <w:pPr>
        <w:pStyle w:val="Styl2"/>
      </w:pPr>
      <w:r>
        <w:rPr>
          <w:sz w:val="24"/>
        </w:rPr>
        <w:t>94.</w:t>
      </w:r>
      <w:r>
        <w:rPr>
          <w:sz w:val="24"/>
        </w:rPr>
        <w:tab/>
        <w:t>Senátní návrh zákona o zásadách jednání a styku Poslanecké sněmovny a Senátu mezi sebou a navenek (stykový zákon) /sněmovní tisk 736/ - třetí čtení</w:t>
      </w:r>
      <w:r>
        <w:rPr>
          <w:b/>
          <w:sz w:val="20"/>
        </w:rPr>
        <w:t xml:space="preserve">     Pá 30. 6., 5. bod </w:t>
      </w:r>
    </w:p>
    <w:p w:rsidR="007B5347" w:rsidRDefault="007B5347" w:rsidP="007B5347">
      <w:pPr>
        <w:pStyle w:val="Styl2"/>
      </w:pPr>
      <w:r>
        <w:rPr>
          <w:sz w:val="24"/>
        </w:rPr>
        <w:t>95.</w:t>
      </w:r>
      <w:r>
        <w:rPr>
          <w:sz w:val="24"/>
        </w:rPr>
        <w:tab/>
        <w:t>Vládní návrh zákona, kterým se mění zákon č. 114/1995 Sb., o vnitrozemské plavbě, ve znění pozdějších předpisů, a zákon č. 262/2006 Sb., zákoník práce, ve znění pozdějších předpisů /sněmovní tisk 910/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96.</w:t>
      </w:r>
      <w:r>
        <w:rPr>
          <w:sz w:val="24"/>
        </w:rPr>
        <w:tab/>
        <w:t>Vládní návrh zákona, kterým se mění zákon č. 164/2013 Sb., o mezinárodní spolupráci při správě daní a o změně dalších souvisejících zákonů, ve znění pozdějších předpisů /sněmovní tisk 999/ - třetí čtení</w:t>
      </w:r>
      <w:r>
        <w:rPr>
          <w:b/>
          <w:sz w:val="20"/>
        </w:rPr>
        <w:t xml:space="preserve">     St 28. 6., 4. bod </w:t>
      </w:r>
    </w:p>
    <w:p w:rsidR="007B5347" w:rsidRDefault="007B5347" w:rsidP="007B5347">
      <w:pPr>
        <w:pStyle w:val="Styl2"/>
      </w:pPr>
      <w:r>
        <w:rPr>
          <w:sz w:val="24"/>
        </w:rPr>
        <w:t>97.</w:t>
      </w:r>
      <w:r>
        <w:rPr>
          <w:sz w:val="24"/>
        </w:rPr>
        <w:tab/>
        <w:t>Vládní návrh zákona o řízení a kontrole veřejných financí /sněmovní tisk 1001/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98.</w:t>
      </w:r>
      <w:r>
        <w:rPr>
          <w:sz w:val="24"/>
        </w:rPr>
        <w:tab/>
        <w:t>Vládní návrh zákona, kterým se mění některé zákony v souvislosti s přijetím zákona o řízení a kontrole veřejných financí /sněmovní tisk 1002/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99.</w:t>
      </w:r>
      <w:r>
        <w:rPr>
          <w:sz w:val="24"/>
        </w:rPr>
        <w:tab/>
        <w:t>Vládní návrh zákona, kterým se mění zákon č. 455/1991 Sb., o živnostenském podnikání (živnostenský zákon), ve znění pozdějších předpisů, a zákon č. 634/2004 Sb., o správních poplatcích, ve znění pozdějších předpisů /sněmovní tisk 1014/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100.</w:t>
      </w:r>
      <w:r>
        <w:rPr>
          <w:sz w:val="24"/>
        </w:rPr>
        <w:tab/>
        <w:t>Návrh poslanců Zdeňka Ondráčka, Hany Aulické-Jírovcové, Markéty Wernerové, Kristýny Zelienkové a dalších na vydání zákona, kterým se mění zákon č. 120/2001 Sb., o soudních exekutorech a exekuční činnosti (exekuční řád), ve znění pozdějších předpisů /sněmovní tisk 238/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lastRenderedPageBreak/>
        <w:t>101.</w:t>
      </w:r>
      <w:r>
        <w:rPr>
          <w:sz w:val="24"/>
        </w:rPr>
        <w:tab/>
        <w:t>Návrh poslanců Vladislava Vilímce, Jany Černochové, Radka Vondráčka, Jiřího Junka a Jany Hnykové na vydání zákona, kterým se mění zákon č. 212/2009 Sb., kterým se zmírňují majetkové křivdy občanům České republiky za nemovitý majetek, který zanechali na území Podkarpatské Rusi v souvislosti s jejím smluvním postoupením Svazu sovětských socialistických republik, ve znění zákona č. 121/2012 Sb. /sněmovní tisk 403/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102.</w:t>
      </w:r>
      <w:r>
        <w:rPr>
          <w:sz w:val="24"/>
        </w:rPr>
        <w:tab/>
        <w:t>Návrh poslanců Zbyňka Stanjury, Jany Černochové, Petra Fialy, Ivana Adamce a dalších na vydání zákona, kterým se mění zákon č. 353/2003 Sb., o spotřebních daních, ve znění pozdějších předpisů /sněmovní tisk 966/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103.</w:t>
      </w:r>
      <w:r>
        <w:rPr>
          <w:sz w:val="24"/>
        </w:rPr>
        <w:tab/>
        <w:t>Návrh poslanců Václava Votavy, Jaroslava Klašky, Ondřeje Benešíka, Adolfa Beznosky, Jiřího Dolejše, Františka Laudáta, Petra Gazdíka a Karla Raise na vydání zákona, kterým se mění zákon č. 168/1999 Sb., o pojištění odpovědnosti za újmu způsobenou provozem vozidla a o změně některých souvisejících zákonů, ve znění pozdějších předpisů, a další související zákony /sněmovní tisk 1019/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104.</w:t>
      </w:r>
      <w:r>
        <w:rPr>
          <w:sz w:val="24"/>
        </w:rPr>
        <w:tab/>
        <w:t>Vládní návrh zákona, kterým se mění zákon č. 198/2009 Sb., o rovném zacházení a o právních prostředcích ochrany před diskriminací a o změně některých zákonů (antidiskriminační zákon), ve znění pozdějších předpisů, a další související zákony /sněmovní tisk 688/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105.</w:t>
      </w:r>
      <w:r>
        <w:rPr>
          <w:sz w:val="24"/>
        </w:rPr>
        <w:tab/>
        <w:t>Vládní návrh zákona o univerzitních nemocnicích a o změně některých zákonů (zákon o univerzitních nemocnicích) /sněmovní tisk 1054/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106.</w:t>
      </w:r>
      <w:r>
        <w:rPr>
          <w:sz w:val="24"/>
        </w:rPr>
        <w:tab/>
        <w:t>Vládní návrh zákona o platebním styku /sněmovní tisk 1059/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107.</w:t>
      </w:r>
      <w:r>
        <w:rPr>
          <w:sz w:val="24"/>
        </w:rPr>
        <w:tab/>
        <w:t>Vládní návrh zákona, kterým se mění některé zákony v souvislosti s přijetím zákona o platebním styku /sněmovní tisk 1060/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108.</w:t>
      </w:r>
      <w:r>
        <w:rPr>
          <w:sz w:val="24"/>
        </w:rPr>
        <w:tab/>
        <w:t>Vládní návrh zákona, kterým se mění zákon č. 218/2000 Sb., o rozpočtových pravidlech a o změně některých souvisejících zákonů (rozpočtová pravidla), ve znění pozdějších předpisů, a další související zákony /sněmovní tisk 1071/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109.</w:t>
      </w:r>
      <w:r>
        <w:rPr>
          <w:sz w:val="24"/>
        </w:rPr>
        <w:tab/>
        <w:t>Vládní návrh zákona, kterým se mění zákon č. 21/1992 Sb., o bankách, ve znění pozdějších předpisů, a zákon č. 87/1995 Sb., o spořitelních a úvěrních družstvech a některých opatřeních s tím souvisejících a o doplnění zákona České národní rady č. 586/1992 Sb., o daních z příjmů, ve znění pozdějších předpisů, ve znění pozdějších předpisů /sněmovní tisk 1061/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110.</w:t>
      </w:r>
      <w:r>
        <w:rPr>
          <w:sz w:val="24"/>
        </w:rPr>
        <w:tab/>
        <w:t>Vládní návrh zákona, kterým se mění zákon č. 374/2015 Sb., o ozdravných postupech a řešení krize na finančním trhu, ve znění zákona č. …/2017 Sb., a další související zákony /sněmovní tisk 1023/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111.</w:t>
      </w:r>
      <w:r>
        <w:rPr>
          <w:sz w:val="24"/>
        </w:rPr>
        <w:tab/>
        <w:t>Vládní návrh ústavního zákona, kterým se mění ústavní zákon č. 1/1993 Sb., Ústava České republiky, ve znění pozdějších ústavních zákonů /sněmovní tisk 947/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112.</w:t>
      </w:r>
      <w:r>
        <w:rPr>
          <w:sz w:val="24"/>
        </w:rPr>
        <w:tab/>
        <w:t>Vládní návrh zákona, kterým se mění zákon č. 166/1993 Sb., o Nejvyšším kontrolním úřadu, ve znění pozdějších předpisů, a další související zákony /sněmovní tisk 948/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113.</w:t>
      </w:r>
      <w:r>
        <w:rPr>
          <w:sz w:val="24"/>
        </w:rPr>
        <w:tab/>
        <w:t>Vládní návrh zákona o podmínkách využívání genetických zdrojů podle Nagojského protokolu /sněmovní tisk 847/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lastRenderedPageBreak/>
        <w:t>114.</w:t>
      </w:r>
      <w:r>
        <w:rPr>
          <w:sz w:val="24"/>
        </w:rPr>
        <w:tab/>
        <w:t>Vládní návrh zákona, kterým se mění zákon č. 201/2012 Sb., o ochraně ovzduší, ve znění pozdějších předpisů /sněmovní tisk 924/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115.</w:t>
      </w:r>
      <w:r>
        <w:rPr>
          <w:sz w:val="24"/>
        </w:rPr>
        <w:tab/>
        <w:t>Vládní návrh zákona, kterým se mění zákon č. 254/2001 Sb., o vodách a o změně některých zákonů (vodní zákon), ve znění pozdějších předpisů, a zákon č. 388/1991 Sb., o Státním fondu životního prostředí České republiky, ve znění pozdějších předpisů /sněmovní tisk 930/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116.</w:t>
      </w:r>
      <w:r>
        <w:rPr>
          <w:sz w:val="24"/>
        </w:rPr>
        <w:tab/>
        <w:t>Vládní návrh zákona, kterým se mění zákon č. 6/1993 Sb., o České národní bance, ve znění pozdějších předpisů, a zákon č. 136/2011 Sb., o oběhu bankovek a mincí a o změně zákona č. 6/1993 Sb., o České národní bance, ve znění pozdějších předpisů, ve znění pozdějších předpisů /sněmovní tisk 1009/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117.</w:t>
      </w:r>
      <w:r>
        <w:rPr>
          <w:sz w:val="24"/>
        </w:rPr>
        <w:tab/>
        <w:t>Vládní návrh zákona, kterým se mění zákon č. 289/2005 Sb., o Vojenském zpravodajství, ve znění pozdějších předpisů, a některé další zákony /sněmovní tisk 931/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118.</w:t>
      </w:r>
      <w:r>
        <w:rPr>
          <w:sz w:val="24"/>
        </w:rPr>
        <w:tab/>
        <w:t>Vládní návrh zákona o bezpečnostní činnosti a o změně souvisejících zákonů /sněmovní tisk 495/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119.</w:t>
      </w:r>
      <w:r>
        <w:rPr>
          <w:sz w:val="24"/>
        </w:rPr>
        <w:tab/>
        <w:t>Vládní návrh zákona, kterým se mění zákon č. 262/2006 Sb., zákoník práce, ve znění pozdějších předpisů, a další související zákony /sněmovní tisk 903/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120.</w:t>
      </w:r>
      <w:r>
        <w:rPr>
          <w:sz w:val="24"/>
        </w:rPr>
        <w:tab/>
        <w:t>Vládní návrh zákona, kterým se zrušuje zákon č. 99/2000 Sb., o zákazu dodávek pro jadernou elektrárnu Búšehr /sněmovní tisk 836/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121.</w:t>
      </w:r>
      <w:r>
        <w:rPr>
          <w:sz w:val="24"/>
        </w:rPr>
        <w:tab/>
        <w:t>Vládní návrh zákona, kterým se mění zákon č. 38/1994 Sb., o zahraničním obchodu s vojenským materiálem, a o doplnění zákona č. 455/1991 Sb., o živnostenském podnikání (živnostenský zákon), ve znění pozdějších předpisů, a zákona č. 140/1961 Sb., trestní zákon, ve znění pozdějších předpisů, ve znění pozdějších předpisů, a zákon č. 634/2004 Sb., o správních poplatcích, ve znění pozdějších předpisů /sněmovní tisk 408/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122.</w:t>
      </w:r>
      <w:r>
        <w:rPr>
          <w:sz w:val="24"/>
        </w:rPr>
        <w:tab/>
        <w:t>Vládní návrh zákona, kterým se mění zákon č. 187/2006 Sb., o nemocenském pojištění, ve znění pozdějších předpisů, a další související zákony /sněmovní tisk 1029/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123.</w:t>
      </w:r>
      <w:r>
        <w:rPr>
          <w:sz w:val="24"/>
        </w:rPr>
        <w:tab/>
        <w:t>Vládní návrh zákona, kterým se mění zákon č. 435/2004 Sb., o zaměstnanosti, ve znění pozdějších předpisů, a zákon č. 372/2011 Sb., o zdravotních službách a podmínkách jejich poskytování (zákon o zdravotních službách), ve znění pozdějších předpisů /sněmovní tisk 1072/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124.</w:t>
      </w:r>
      <w:r>
        <w:rPr>
          <w:sz w:val="24"/>
        </w:rPr>
        <w:tab/>
        <w:t>Vládní návrh zákona, kterým se mění zákon č. 111/1994 Sb., o silniční dopravě, ve znění pozdějších předpisů, a další související zákony /sněmovní tisk 998/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125.</w:t>
      </w:r>
      <w:r>
        <w:rPr>
          <w:sz w:val="24"/>
        </w:rPr>
        <w:tab/>
        <w:t>Návrh poslanců Jaroslava Foldyny, Jeronýma Tejce, Michala Haška a dalších na vydání zákona, kterým se mění zákon č. 428/2012 Sb., o majetkovém vyrovnání s církvemi a náboženskými společnostmi a o změně některých zákonů (zákon o majetkovém vyrovnání s církvemi a náboženskými společnostmi), ve znění nálezu Ústavního soudu, vyhlášeného pod č. 177/2013 Sb. /sněmovní tisk 144/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126.</w:t>
      </w:r>
      <w:r>
        <w:rPr>
          <w:sz w:val="24"/>
        </w:rPr>
        <w:tab/>
        <w:t>Návrh poslanců Stanislava Polčáka, Jana Chvojky, Pavla Blažka a Jana Farského na vydání zákona, kterým se mění zákon č. 182/1993 Sb., o Ústavním soudu, ve znění pozdějších předpisů /sněmovní tisk 232/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lastRenderedPageBreak/>
        <w:t>127.</w:t>
      </w:r>
      <w:r>
        <w:rPr>
          <w:sz w:val="24"/>
        </w:rPr>
        <w:tab/>
        <w:t>Návrh poslanců Stanislava Polčáka, Jana Farského a Marka Ženíška na vydání ústavního zákona, kterým se mění ústavní zákon č. 1/1993 Sb., Ústava České republiky, ve znění pozdějších předpisů /sněmovní tisk 233/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128.</w:t>
      </w:r>
      <w:r>
        <w:rPr>
          <w:sz w:val="24"/>
        </w:rPr>
        <w:tab/>
        <w:t>Návrh poslanců Zuzky Bebarové Rujbrové, Stanislava Grospiče, Zdeňka Ondráčka, Jaroslava Borky a Soni Markové na vydání zákona o zajištění právní pomoci /sněmovní tisk 390/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129.</w:t>
      </w:r>
      <w:r>
        <w:rPr>
          <w:sz w:val="24"/>
        </w:rPr>
        <w:tab/>
        <w:t>Návrh poslanců Davida Kádnera, Martina Lanka, Marka Černocha, Olgy Havlové, Jany Hnykové, Karla Fiedlera, Jiřího Štětiny a Augustina Karla Andrleho Sylora na vydání zákona, kterým se mění zákon č. 325/1999 Sb., o azylu, ve znění pozdějších předpisů /sněmovní tisk 598/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130.</w:t>
      </w:r>
      <w:r>
        <w:rPr>
          <w:sz w:val="24"/>
        </w:rPr>
        <w:tab/>
        <w:t>Návrh poslance Jeronýma Tejce a dalších na vydání zákona, kterým se mění zákon č. 89/2012 Sb., občanský zákoník, a další související zákony, a zákon č. 90/2012 Sb., o obchodních společnostech a družstvech (zákon o obchodních korporacích) /sněmovní tisk 920/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131.</w:t>
      </w:r>
      <w:r>
        <w:rPr>
          <w:sz w:val="24"/>
        </w:rPr>
        <w:tab/>
        <w:t>Návrh poslanců Karla Raise, Petra Kořenka, Vlasty Bohdalové a Jiřího Miholy na vydání zákona, kterým se mění zákon č. 245/2000 Sb., o státních svátcích, o ostatních svátcích, o významných dnech a o dnech pracovního klidu, ve znění pozdějších předpisů /sněmovní tisk 938/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132.</w:t>
      </w:r>
      <w:r>
        <w:rPr>
          <w:sz w:val="24"/>
        </w:rPr>
        <w:tab/>
        <w:t>Návrh poslance Víta Kaňkovského na vydání zákona, kterým se mění zákon č. 268/2014 Sb., o zdravotnických prostředcích a o změně zákona č. 634/2004 Sb., o správních poplatcích, ve znění pozdějších předpisů /sněmovní tisk 1020/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133.</w:t>
      </w:r>
      <w:r>
        <w:rPr>
          <w:sz w:val="24"/>
        </w:rPr>
        <w:tab/>
        <w:t>Návrh poslanců Zbyňka Stanjury, Andreje Babiše, Martina Plíška, Petra Gazdíka, Pavla Bělobrádka, Romana Sklenáka a Pavla Kováčika na vydání zákona, kterým se mění zákon č. 301/1992 Sb., o Hospodářské komoře České republiky a Agrární komoře České republiky, ve znění pozdějších předpisů /sněmovní tisk 1089/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134.</w:t>
      </w:r>
      <w:r>
        <w:rPr>
          <w:sz w:val="24"/>
        </w:rPr>
        <w:tab/>
        <w:t>Senátní návrh zákona, kterým se mění zákon č. 361/2000 Sb., o provozu na pozemních komunikacích a o změnách některých zákonů (zákon o silničním provozu), ve znění pozdějších předpisů /sněmovní tisk 221/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135.</w:t>
      </w:r>
      <w:r>
        <w:rPr>
          <w:sz w:val="24"/>
        </w:rPr>
        <w:tab/>
        <w:t>Návrh Zastupitelstva hlavního města Prahy na vydání zákona o regulaci prostituce a o změně některých zákonů (zákon o regulaci prostituce) /sněmovní tisk 115/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136.</w:t>
      </w:r>
      <w:r>
        <w:rPr>
          <w:sz w:val="24"/>
        </w:rPr>
        <w:tab/>
        <w:t>Návrh Zastupitelstva hlavního města Prahy na vydání zákona, kterým se mění zákon č. 491/2001 Sb., o volbách do zastupitelstev obcí a o změně některých zákonů, ve znění pozdějších předpisů /sněmovní tisk 164/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137.</w:t>
      </w:r>
      <w:r>
        <w:rPr>
          <w:sz w:val="24"/>
        </w:rPr>
        <w:tab/>
        <w:t>Návrh Zastupitelstva Karlovarského kraje na vydání zákona, kterým se mění zákon č. 13/1997 Sb., o pozemních komunikacích, ve znění pozdějších předpisů /sněmovní tisk 202/ - třetí čtení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3-nadpis"/>
        <w:ind w:hanging="5"/>
      </w:pPr>
      <w:r>
        <w:t>Volební body</w:t>
      </w:r>
    </w:p>
    <w:p w:rsidR="007B5347" w:rsidRDefault="007B5347" w:rsidP="007B5347">
      <w:pPr>
        <w:pStyle w:val="Styl2"/>
      </w:pPr>
      <w:r>
        <w:rPr>
          <w:sz w:val="24"/>
        </w:rPr>
        <w:t>138.</w:t>
      </w:r>
      <w:r>
        <w:rPr>
          <w:sz w:val="24"/>
        </w:rPr>
        <w:tab/>
        <w:t>Návrh na volbu členů Rady Českého rozhlasu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139.</w:t>
      </w:r>
      <w:r>
        <w:rPr>
          <w:sz w:val="24"/>
        </w:rPr>
        <w:tab/>
        <w:t>Návrh na volbu členů Rady České televize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lastRenderedPageBreak/>
        <w:t>140.</w:t>
      </w:r>
      <w:r>
        <w:rPr>
          <w:sz w:val="24"/>
        </w:rPr>
        <w:tab/>
        <w:t>Návrh na volbu předsedy vyšetřovací komise Poslanecké sněmovny k prověření, zda nedocházelo k protiprávnímu jednání v souvislosti s možným neoprávněným získáváním spisů orgánů činných v trestním řízení nebo informací z těchto spisů a zda informace takto získané nebyly zneužívány k ovlivňování politické soutěže nebo destabilizaci demokratického právního státu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141.</w:t>
      </w:r>
      <w:r>
        <w:rPr>
          <w:sz w:val="24"/>
        </w:rPr>
        <w:tab/>
        <w:t>Návrh na volbu člena Rady Státního fondu kinematografie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3-nadpis"/>
        <w:ind w:hanging="5"/>
      </w:pPr>
      <w:r>
        <w:t>Zprávy, návrhy a další body</w:t>
      </w:r>
    </w:p>
    <w:p w:rsidR="007B5347" w:rsidRDefault="007B5347" w:rsidP="007B5347">
      <w:pPr>
        <w:pStyle w:val="Styl2"/>
      </w:pPr>
      <w:r>
        <w:rPr>
          <w:sz w:val="24"/>
        </w:rPr>
        <w:t>142.</w:t>
      </w:r>
      <w:r>
        <w:rPr>
          <w:sz w:val="24"/>
        </w:rPr>
        <w:tab/>
        <w:t>Návrh na potvrzení předsedy výboru Poslanecké sněmovny</w:t>
      </w:r>
      <w:r>
        <w:rPr>
          <w:b/>
          <w:sz w:val="20"/>
        </w:rPr>
        <w:t xml:space="preserve">     St 28. 6., 1. bod ve 14.30 hodin </w:t>
      </w:r>
    </w:p>
    <w:p w:rsidR="007B5347" w:rsidRDefault="007B5347" w:rsidP="007B5347">
      <w:pPr>
        <w:pStyle w:val="Styl2"/>
      </w:pPr>
      <w:r>
        <w:rPr>
          <w:sz w:val="24"/>
        </w:rPr>
        <w:t>143.</w:t>
      </w:r>
      <w:r>
        <w:rPr>
          <w:sz w:val="24"/>
        </w:rPr>
        <w:tab/>
        <w:t>Výroční zpráva o činnosti a účetní závěrka Státního fondu dopravní infrastruktury za rok 2015 /sněmovní tisk 771/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144.</w:t>
      </w:r>
      <w:r>
        <w:rPr>
          <w:sz w:val="24"/>
        </w:rPr>
        <w:tab/>
        <w:t>Přehled o činnosti cenových kontrolních orgánů za rok 2015 pro Poslaneckou sněmovnu Parlamentu ČR /sněmovní tisk 796/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145.</w:t>
      </w:r>
      <w:r>
        <w:rPr>
          <w:sz w:val="24"/>
        </w:rPr>
        <w:tab/>
        <w:t>Zpráva o situaci v oblasti migrace a integrace cizinců na území České republiky v roce 2015 /sněmovní tisk 907/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146.</w:t>
      </w:r>
      <w:r>
        <w:rPr>
          <w:sz w:val="24"/>
        </w:rPr>
        <w:tab/>
        <w:t>Zpráva o stavu zemědělství ČR za rok 2015 /sněmovní tisk 914/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147.</w:t>
      </w:r>
      <w:r>
        <w:rPr>
          <w:sz w:val="24"/>
        </w:rPr>
        <w:tab/>
        <w:t>Zpráva o vývoji malého a středního podnikání a jeho podpoře v roce 2015 /sněmovní tisk 941/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148.</w:t>
      </w:r>
      <w:r>
        <w:rPr>
          <w:sz w:val="24"/>
        </w:rPr>
        <w:tab/>
        <w:t>Zpráva o plnění státního rozpočtu České republiky za 1. pololetí 2016 /sněmovní tisk 942/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149.</w:t>
      </w:r>
      <w:r>
        <w:rPr>
          <w:sz w:val="24"/>
        </w:rPr>
        <w:tab/>
        <w:t>Informace o účasti ozbrojených sil ČR na vojenských cvičeních mimo území ČR a účasti ozbrojených sil jiných států na vojenských cvičeních na území ČR za období leden až červen 2016 /sněmovní tisk 949/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150.</w:t>
      </w:r>
      <w:r>
        <w:rPr>
          <w:sz w:val="24"/>
        </w:rPr>
        <w:tab/>
        <w:t>Informace o působení nasaditelného spojovacího modulu (Deployable Communication Module, DCM) v operacích NATO Joint Enterprise v Kosovu a Resolute Support v Afghánistánu /sněmovní tisk 950/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151.</w:t>
      </w:r>
      <w:r>
        <w:rPr>
          <w:sz w:val="24"/>
        </w:rPr>
        <w:tab/>
        <w:t>3. doplněk k účasti ozbrojených sil České republiky na vojenských cvičeních mimo území České republiky a účasti ozbrojených sil jiných států na vojenských cvičeních na území České republiky v roce 2016 /sněmovní tisk 953/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152.</w:t>
      </w:r>
      <w:r>
        <w:rPr>
          <w:sz w:val="24"/>
        </w:rPr>
        <w:tab/>
        <w:t>Vládní návrh, kterým se předkládá Parlamentu České republiky k informaci Doporučení Mezinárodní organizace práce č. 204 k přechodu z neformální do formální ekonomiky spolu se stanoviskem vlády k němu /sněmovní tisk 969/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153.</w:t>
      </w:r>
      <w:r>
        <w:rPr>
          <w:sz w:val="24"/>
        </w:rPr>
        <w:tab/>
        <w:t>Rozhodnutí vlády o přeletech a průjezdech ozbrojených sil jiných států přes území České republiky v roce 2017 /sněmovní tisk 970/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154.</w:t>
      </w:r>
      <w:r>
        <w:rPr>
          <w:sz w:val="24"/>
        </w:rPr>
        <w:tab/>
        <w:t>Výroční zprávy a účetní závěrky zdravotních pojišťoven za rok 2015 s vyjádřením vlády spolu se souhrnným hodnocením, hodnocením výročních zpráv a účetních závěrek za rok 2015 jednotlivých zdravotních pojišťoven a tabulkovými přílohami /sněmovní tisk 974/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155.</w:t>
      </w:r>
      <w:r>
        <w:rPr>
          <w:sz w:val="24"/>
        </w:rPr>
        <w:tab/>
        <w:t>Zpráva o životním prostředí České republiky 2015 /sněmovní tisk 993/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lastRenderedPageBreak/>
        <w:t>156.</w:t>
      </w:r>
      <w:r>
        <w:rPr>
          <w:sz w:val="24"/>
        </w:rPr>
        <w:tab/>
        <w:t>Účast ozbrojených sil České republiky na vojenských cvičeních mimo území České republiky a účast ozbrojených sil jiných států na vojenských cvičeních na území České republiky v roce 2017 /sněmovní tisk 1007/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157.</w:t>
      </w:r>
      <w:r>
        <w:rPr>
          <w:sz w:val="24"/>
        </w:rPr>
        <w:tab/>
        <w:t>Zpráva České národní banky o inflaci - leden 2017 (Zpráva o měnovém vývoji za 2. pololetí 2016) /sněmovní tisk 1039/</w:t>
      </w:r>
      <w:r>
        <w:rPr>
          <w:b/>
          <w:sz w:val="20"/>
        </w:rPr>
        <w:t xml:space="preserve">     Pá 14. 7., 1. bod </w:t>
      </w:r>
    </w:p>
    <w:p w:rsidR="007B5347" w:rsidRDefault="007B5347" w:rsidP="007B5347">
      <w:pPr>
        <w:pStyle w:val="Styl2"/>
      </w:pPr>
      <w:r>
        <w:rPr>
          <w:sz w:val="24"/>
        </w:rPr>
        <w:t>158.</w:t>
      </w:r>
      <w:r>
        <w:rPr>
          <w:sz w:val="24"/>
        </w:rPr>
        <w:tab/>
        <w:t>Informace o přeletech a průjezdech ozbrojených sil jiných států uskutečněných přes území České republiky ve 2. pololetí 2016 /sněmovní tisk 1050/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159.</w:t>
      </w:r>
      <w:r>
        <w:rPr>
          <w:sz w:val="24"/>
        </w:rPr>
        <w:tab/>
        <w:t>Výroční zpráva o činnosti České televize v roce 2016 /sněmovní tisk 1079/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160.</w:t>
      </w:r>
      <w:r>
        <w:rPr>
          <w:sz w:val="24"/>
        </w:rPr>
        <w:tab/>
        <w:t>Informace o účasti ozbrojených sil ČR na vojenských cvičeních mimo území ČR a účasti ozbrojených sil jiných států na vojenských cvičeních na území ČR za období červenec až prosinec 2016 /sněmovní tisk 1090/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161.</w:t>
      </w:r>
      <w:r>
        <w:rPr>
          <w:sz w:val="24"/>
        </w:rPr>
        <w:tab/>
        <w:t>Výroční zpráva o hospodaření Českého rozhlasu za rok 2015 /sněmovní tisk 893/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162.</w:t>
      </w:r>
      <w:r>
        <w:rPr>
          <w:sz w:val="24"/>
        </w:rPr>
        <w:tab/>
        <w:t>Výroční zpráva a účetní závěrka Státního fondu rozvoje bydlení za rok 2016 /sněmovní tisk 1075/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163.</w:t>
      </w:r>
      <w:r>
        <w:rPr>
          <w:sz w:val="24"/>
        </w:rPr>
        <w:tab/>
        <w:t>Výroční zpráva Rady Českého rozhlasu o činnosti Českého rozhlasu za rok 2016 /sněmovní tisk 1082/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164.</w:t>
      </w:r>
      <w:r>
        <w:rPr>
          <w:sz w:val="24"/>
        </w:rPr>
        <w:tab/>
        <w:t>Zdravotně pojistné plány zdravotních pojišťoven na rok 2017 s Vyjádřením vlády a souhrnným hodnocením, hodnocením zdravotně pojistných plánů jednotlivých zdravotních pojišťoven na rok 2017 a tabulkovými přílohami /sněmovní tisk 1092/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165.</w:t>
      </w:r>
      <w:r>
        <w:rPr>
          <w:sz w:val="24"/>
        </w:rPr>
        <w:tab/>
        <w:t>Roční zpráva o výsledku hospodaření České národní banky za rok 2016 /sněmovní tisk 1080/</w:t>
      </w:r>
      <w:r>
        <w:rPr>
          <w:b/>
          <w:sz w:val="20"/>
        </w:rPr>
        <w:t xml:space="preserve">     Pá 14. 7., 2. bod </w:t>
      </w:r>
    </w:p>
    <w:p w:rsidR="007B5347" w:rsidRDefault="007B5347" w:rsidP="007B5347">
      <w:pPr>
        <w:pStyle w:val="Styl2"/>
      </w:pPr>
      <w:r>
        <w:rPr>
          <w:sz w:val="24"/>
        </w:rPr>
        <w:t>166.</w:t>
      </w:r>
      <w:r>
        <w:rPr>
          <w:sz w:val="24"/>
        </w:rPr>
        <w:tab/>
        <w:t>Souhrnná zpráva o činnosti veřejného ochránce práv za rok 2016 /sněmovní tisk 1083/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167.</w:t>
      </w:r>
      <w:r>
        <w:rPr>
          <w:sz w:val="24"/>
        </w:rPr>
        <w:tab/>
        <w:t>Zpráva o činnosti finančního arbitra za rok 2016 /sněmovní tisk 1091/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168.</w:t>
      </w:r>
      <w:r>
        <w:rPr>
          <w:sz w:val="24"/>
        </w:rPr>
        <w:tab/>
        <w:t>Zpráva o činnosti kontrolní rady Technologické agentury České republiky za rok 2016 /sněmovní tisk 1099/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169.</w:t>
      </w:r>
      <w:r>
        <w:rPr>
          <w:sz w:val="24"/>
        </w:rPr>
        <w:tab/>
        <w:t>Zpráva o peticích přijatých Poslaneckou sněmovnou Parlamentu ČR, jejich obsahu a způsobu vyřízení za období od 1. 7. 2016 do 31. 12. 2016 /sněmovní tisk 1109/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170.</w:t>
      </w:r>
      <w:r>
        <w:rPr>
          <w:sz w:val="24"/>
        </w:rPr>
        <w:tab/>
        <w:t>Zpráva o činnosti Rady pro rozhlasové a televizní vysílání a o stavu v oblasti rozhlasového a televizního vysílání a v oblasti poskytování audiovizuálních mediálních služeb na vyžádání za rok 2016 /sněmovní tisk 1103/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171.</w:t>
      </w:r>
      <w:r>
        <w:rPr>
          <w:sz w:val="24"/>
        </w:rPr>
        <w:tab/>
        <w:t>Přehled o činnosti cenových kontrolních orgánů za rok 2016 pro Poslaneckou sněmovnu Parlamentu ČR /sněmovní tisk 1104/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172.</w:t>
      </w:r>
      <w:r>
        <w:rPr>
          <w:sz w:val="24"/>
        </w:rPr>
        <w:tab/>
        <w:t>Návrh státního závěrečného účtu České republiky za rok 2016 /sněmovní tisk 1106/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173.</w:t>
      </w:r>
      <w:r>
        <w:rPr>
          <w:sz w:val="24"/>
        </w:rPr>
        <w:tab/>
        <w:t>1. doplněk k účasti ozbrojených sil České republiky na vojenských cvičeních mimo území České republiky a účasti ozbrojených sil jiných států na vojenských cvičeních na území České republiky v roce 2017 /sněmovní tisk 1120/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lastRenderedPageBreak/>
        <w:t>174.</w:t>
      </w:r>
      <w:r>
        <w:rPr>
          <w:sz w:val="24"/>
        </w:rPr>
        <w:tab/>
        <w:t>Návrh na působení sil a prostředků rezortu Ministerstva obrany v Litvě, Estonsku, Lotyšsku a Polsku v rámci Posílené předsunuté přítomnosti NATO /sněmovní tisk 1121/</w:t>
      </w:r>
      <w:r>
        <w:rPr>
          <w:b/>
          <w:sz w:val="20"/>
        </w:rPr>
        <w:t xml:space="preserve">     Út 11. 7., 4. bod </w:t>
      </w:r>
    </w:p>
    <w:p w:rsidR="007B5347" w:rsidRDefault="007B5347" w:rsidP="007B5347">
      <w:pPr>
        <w:pStyle w:val="Styl2"/>
      </w:pPr>
      <w:r>
        <w:rPr>
          <w:sz w:val="24"/>
        </w:rPr>
        <w:t>175.</w:t>
      </w:r>
      <w:r>
        <w:rPr>
          <w:sz w:val="24"/>
        </w:rPr>
        <w:tab/>
        <w:t>Výroční zpráva Českého telekomunikačního úřadu za rok 2016 /sněmovní tisk 1123/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176.</w:t>
      </w:r>
      <w:r>
        <w:rPr>
          <w:sz w:val="24"/>
        </w:rPr>
        <w:tab/>
        <w:t>Informace o nasazení sil a prostředků rezortu Ministerstva obrany v zahraničních operacích v roce 2016 /sněmovní tisk 1125/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177.</w:t>
      </w:r>
      <w:r>
        <w:rPr>
          <w:sz w:val="24"/>
        </w:rPr>
        <w:tab/>
        <w:t>Informace o systému kontrol ve veřejné správě a při čerpání veřejných finančních prostředků /sněmovní dokument 3633/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178.</w:t>
      </w:r>
      <w:r>
        <w:rPr>
          <w:sz w:val="24"/>
        </w:rPr>
        <w:tab/>
        <w:t>Návrh na zřízení vyšetřovací komise Poslanecké sněmovny k prošetření správnosti, hospodárnosti a zákonnosti postupů osob, které jsou odpovědné za projekt, stavbu a stavební dohled při projektování a výstavbě pražského tunelového komplexu Blanka, a osob odpovědných za ochranu zájmů investora při realizaci tunelového komplexu Blanka. /sněmovní dokument 2124/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179.</w:t>
      </w:r>
      <w:r>
        <w:rPr>
          <w:sz w:val="24"/>
        </w:rPr>
        <w:tab/>
        <w:t>Zpráva o činnosti Stálé komise PS pro kontrolu použití odposlechu a záznamu telekomunikačního provozu, použití sledování osob a věcí a rušení provozu elektronických komunikací za rok 2015 /sněmovní dokument 4676/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180.</w:t>
      </w:r>
      <w:r>
        <w:rPr>
          <w:sz w:val="24"/>
        </w:rPr>
        <w:tab/>
        <w:t>Zpráva o činnosti Stálé komise PS pro kontrolu použití odposlechu a záznamu telekomunikačního provozu, použití sledování osob a věcí a rušení provozu elektronických komunikací za rok 2016 /sněmovní dokument 5894/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181.</w:t>
      </w:r>
      <w:r>
        <w:rPr>
          <w:sz w:val="24"/>
        </w:rPr>
        <w:tab/>
        <w:t>Návrh časového harmonogramu projednávání vládního návrhu státního závěrečného účtu České republiky za rok 2016 v Poslanecké sněmovně a jejích orgánech /sněmovní dokument 6218/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182.</w:t>
      </w:r>
      <w:r>
        <w:rPr>
          <w:sz w:val="24"/>
        </w:rPr>
        <w:tab/>
        <w:t>Analýza systému kontrol územních samosprávných celků /sněmovní dokument 6304/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183.</w:t>
      </w:r>
      <w:r>
        <w:rPr>
          <w:sz w:val="24"/>
        </w:rPr>
        <w:tab/>
        <w:t>Informace předsedy vlády k situaci v Evropské unii po referendu ve Velké Británii o vystoupení z Evropské unie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184.</w:t>
      </w:r>
      <w:r>
        <w:rPr>
          <w:sz w:val="24"/>
        </w:rPr>
        <w:tab/>
        <w:t>Informace ministra zdravotnictví o problematice nedostatku financí při léčbě roztroušené sklerózy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185.</w:t>
      </w:r>
      <w:r>
        <w:rPr>
          <w:sz w:val="24"/>
        </w:rPr>
        <w:tab/>
        <w:t>Informace ministra životního prostředí o nařízení vlády, kterým byly stanoveny dopravní stavby, které byly vyjmuty z povinnosti získat novou EIA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186.</w:t>
      </w:r>
      <w:r>
        <w:rPr>
          <w:sz w:val="24"/>
        </w:rPr>
        <w:tab/>
        <w:t>Informace předsedy vlády o skutečném postoji k migraci a k dohodě Evropské unie s Tureckem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187.</w:t>
      </w:r>
      <w:r>
        <w:rPr>
          <w:sz w:val="24"/>
        </w:rPr>
        <w:tab/>
        <w:t>Návrh na zřízení stálé komise Poslanecké sněmovny k Ústavě a k mezinárodním smlouvám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188.</w:t>
      </w:r>
      <w:r>
        <w:rPr>
          <w:sz w:val="24"/>
        </w:rPr>
        <w:tab/>
        <w:t>Informace členky Evropské komise Věry Jourové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189.</w:t>
      </w:r>
      <w:r>
        <w:rPr>
          <w:sz w:val="24"/>
        </w:rPr>
        <w:tab/>
        <w:t>Informace členky Evropské komise Věry Jourové o Bílé knize o budoucnosti Evropské unie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190.</w:t>
      </w:r>
      <w:r>
        <w:rPr>
          <w:sz w:val="24"/>
        </w:rPr>
        <w:tab/>
        <w:t>Odpovědi ministra financí Andreje Babiše na dosud nezodpovězené otázky přednesené na schůzích Poslanecké sněmovny dne 15. března a 10. května 2017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lastRenderedPageBreak/>
        <w:t>191.</w:t>
      </w:r>
      <w:r>
        <w:rPr>
          <w:sz w:val="24"/>
        </w:rPr>
        <w:tab/>
        <w:t>Informace předsedy vlády ke zvýšení platů pracovníků v sociálních službách</w:t>
      </w:r>
      <w:r>
        <w:rPr>
          <w:b/>
          <w:sz w:val="20"/>
        </w:rPr>
        <w:t xml:space="preserve">      </w:t>
      </w:r>
    </w:p>
    <w:p w:rsidR="007B5347" w:rsidRDefault="007B5347" w:rsidP="007B5347">
      <w:pPr>
        <w:pStyle w:val="Styl2"/>
      </w:pPr>
      <w:r>
        <w:rPr>
          <w:sz w:val="24"/>
        </w:rPr>
        <w:t>192.</w:t>
      </w:r>
      <w:r>
        <w:rPr>
          <w:sz w:val="24"/>
        </w:rPr>
        <w:tab/>
        <w:t>Odpovědi členů vlády na písemné interpelace</w:t>
      </w:r>
      <w:r>
        <w:rPr>
          <w:b/>
          <w:sz w:val="20"/>
        </w:rPr>
        <w:t xml:space="preserve">     Čt 9.00 - 11.00h </w:t>
      </w:r>
    </w:p>
    <w:p w:rsidR="007B5347" w:rsidRDefault="007B5347" w:rsidP="007B5347">
      <w:pPr>
        <w:pStyle w:val="Styl2"/>
      </w:pPr>
      <w:r>
        <w:rPr>
          <w:sz w:val="24"/>
        </w:rPr>
        <w:t>193.</w:t>
      </w:r>
      <w:r>
        <w:rPr>
          <w:sz w:val="24"/>
        </w:rPr>
        <w:tab/>
        <w:t>Ústní interpelace</w:t>
      </w:r>
      <w:r>
        <w:rPr>
          <w:b/>
          <w:sz w:val="20"/>
        </w:rPr>
        <w:t xml:space="preserve">     Čt 14.30 - 18.00h </w:t>
      </w:r>
    </w:p>
    <w:p w:rsidR="00D3155F" w:rsidRDefault="00D3155F" w:rsidP="00D3155F">
      <w:pPr>
        <w:pStyle w:val="Bezmezer"/>
        <w:rPr>
          <w:rFonts w:cs="Times New Roman"/>
          <w:szCs w:val="24"/>
          <w:u w:val="single"/>
        </w:rPr>
      </w:pPr>
    </w:p>
    <w:p w:rsidR="0045035F" w:rsidRDefault="0045035F" w:rsidP="00D3155F">
      <w:pPr>
        <w:pStyle w:val="Bezmezer"/>
        <w:rPr>
          <w:rFonts w:cs="Times New Roman"/>
          <w:szCs w:val="24"/>
          <w:u w:val="single"/>
        </w:rPr>
      </w:pPr>
    </w:p>
    <w:p w:rsidR="0045035F" w:rsidRDefault="0045035F" w:rsidP="00D3155F">
      <w:pPr>
        <w:pStyle w:val="Bezmezer"/>
        <w:rPr>
          <w:rFonts w:cs="Times New Roman"/>
          <w:szCs w:val="24"/>
          <w:u w:val="single"/>
        </w:rPr>
      </w:pPr>
    </w:p>
    <w:p w:rsidR="001A7572" w:rsidRDefault="001A7572" w:rsidP="00D3155F">
      <w:pPr>
        <w:pStyle w:val="Bezmezer"/>
        <w:rPr>
          <w:rFonts w:cs="Times New Roman"/>
          <w:szCs w:val="24"/>
          <w:u w:val="single"/>
        </w:rPr>
      </w:pPr>
    </w:p>
    <w:p w:rsidR="00FB6FB6" w:rsidRPr="00973717" w:rsidRDefault="00FB6FB6" w:rsidP="00FB6FB6">
      <w:pPr>
        <w:pStyle w:val="Bezmezer"/>
        <w:rPr>
          <w:rFonts w:cs="Times New Roman"/>
          <w:szCs w:val="24"/>
          <w:u w:val="single"/>
        </w:rPr>
      </w:pPr>
    </w:p>
    <w:p w:rsidR="004009C1" w:rsidRPr="004009C1" w:rsidRDefault="000A0AF8" w:rsidP="004009C1">
      <w:pPr>
        <w:keepNext/>
        <w:widowControl w:val="0"/>
        <w:tabs>
          <w:tab w:val="left" w:pos="-720"/>
          <w:tab w:val="left" w:pos="0"/>
          <w:tab w:val="left" w:pos="720"/>
          <w:tab w:val="left" w:pos="1440"/>
        </w:tabs>
        <w:spacing w:before="1000"/>
        <w:ind w:left="2160" w:hanging="2160"/>
        <w:jc w:val="center"/>
        <w:rPr>
          <w:color w:val="000000"/>
          <w:spacing w:val="-3"/>
        </w:rPr>
      </w:pPr>
      <w:r>
        <w:rPr>
          <w:color w:val="000000"/>
          <w:spacing w:val="-3"/>
        </w:rPr>
        <w:t xml:space="preserve">Jan Hamáček v. r. </w:t>
      </w:r>
    </w:p>
    <w:p w:rsidR="004009C1" w:rsidRPr="004009C1" w:rsidRDefault="004009C1" w:rsidP="004009C1">
      <w:pPr>
        <w:keepNext/>
        <w:widowControl w:val="0"/>
        <w:tabs>
          <w:tab w:val="left" w:pos="-720"/>
          <w:tab w:val="left" w:pos="0"/>
          <w:tab w:val="left" w:pos="720"/>
          <w:tab w:val="left" w:pos="1440"/>
        </w:tabs>
        <w:ind w:left="2160" w:hanging="2160"/>
        <w:jc w:val="center"/>
        <w:rPr>
          <w:color w:val="000000"/>
          <w:spacing w:val="-3"/>
        </w:rPr>
      </w:pPr>
      <w:r w:rsidRPr="004009C1">
        <w:rPr>
          <w:rFonts w:eastAsia="SimSun" w:cs="Mangal"/>
          <w:color w:val="000000"/>
          <w:spacing w:val="-3"/>
          <w:szCs w:val="24"/>
        </w:rPr>
        <w:t>předseda Poslanecké sněmovny</w:t>
      </w:r>
    </w:p>
    <w:p w:rsidR="004009C1" w:rsidRPr="004009C1" w:rsidRDefault="005E5A94" w:rsidP="004009C1">
      <w:pPr>
        <w:keepNext/>
        <w:widowControl w:val="0"/>
        <w:tabs>
          <w:tab w:val="left" w:pos="-720"/>
          <w:tab w:val="left" w:pos="0"/>
        </w:tabs>
        <w:spacing w:before="1000"/>
        <w:jc w:val="center"/>
        <w:rPr>
          <w:color w:val="000000"/>
          <w:spacing w:val="-3"/>
        </w:rPr>
      </w:pPr>
      <w:r>
        <w:rPr>
          <w:color w:val="000000"/>
          <w:spacing w:val="-3"/>
        </w:rPr>
        <w:t xml:space="preserve">Pavel Kováčik v. r. </w:t>
      </w:r>
    </w:p>
    <w:p w:rsidR="004009C1" w:rsidRPr="004009C1" w:rsidRDefault="004009C1" w:rsidP="004009C1">
      <w:pPr>
        <w:widowControl w:val="0"/>
        <w:tabs>
          <w:tab w:val="left" w:pos="-720"/>
          <w:tab w:val="left" w:pos="0"/>
        </w:tabs>
        <w:jc w:val="center"/>
        <w:rPr>
          <w:color w:val="000000"/>
          <w:spacing w:val="-3"/>
        </w:rPr>
      </w:pPr>
      <w:r w:rsidRPr="004009C1">
        <w:rPr>
          <w:rFonts w:eastAsia="SimSun" w:cs="Mangal"/>
          <w:color w:val="000000"/>
          <w:spacing w:val="-3"/>
          <w:szCs w:val="24"/>
        </w:rPr>
        <w:t>ověřovatel organizačního výboru</w:t>
      </w:r>
    </w:p>
    <w:p w:rsidR="00A32D5B" w:rsidRPr="00A32D5B" w:rsidRDefault="00A32D5B" w:rsidP="00A32D5B">
      <w:pPr>
        <w:pStyle w:val="Bezmezer"/>
        <w:rPr>
          <w:lang w:eastAsia="en-US" w:bidi="ar-SA"/>
        </w:rPr>
      </w:pPr>
    </w:p>
    <w:sectPr w:rsidR="00A32D5B" w:rsidRPr="00A32D5B" w:rsidSect="005D3DD6">
      <w:footerReference w:type="default" r:id="rId8"/>
      <w:pgSz w:w="11906" w:h="16838"/>
      <w:pgMar w:top="1336" w:right="1304" w:bottom="1157" w:left="1304" w:header="0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DD6" w:rsidRDefault="005D3DD6" w:rsidP="005D3DD6">
      <w:r>
        <w:separator/>
      </w:r>
    </w:p>
  </w:endnote>
  <w:endnote w:type="continuationSeparator" w:id="0">
    <w:p w:rsidR="005D3DD6" w:rsidRDefault="005D3DD6" w:rsidP="005D3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9480882"/>
      <w:docPartObj>
        <w:docPartGallery w:val="Page Numbers (Bottom of Page)"/>
        <w:docPartUnique/>
      </w:docPartObj>
    </w:sdtPr>
    <w:sdtEndPr/>
    <w:sdtContent>
      <w:p w:rsidR="005D3DD6" w:rsidRDefault="005D3D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70A3">
          <w:rPr>
            <w:noProof/>
          </w:rPr>
          <w:t>18</w:t>
        </w:r>
        <w:r>
          <w:fldChar w:fldCharType="end"/>
        </w:r>
      </w:p>
    </w:sdtContent>
  </w:sdt>
  <w:p w:rsidR="005D3DD6" w:rsidRDefault="005D3DD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DD6" w:rsidRDefault="005D3DD6" w:rsidP="005D3DD6">
      <w:r>
        <w:separator/>
      </w:r>
    </w:p>
  </w:footnote>
  <w:footnote w:type="continuationSeparator" w:id="0">
    <w:p w:rsidR="005D3DD6" w:rsidRDefault="005D3DD6" w:rsidP="005D3D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multilevel"/>
    <w:tmpl w:val="14FA2AE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pacing w:val="-3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">
    <w:nsid w:val="22BA6B90"/>
    <w:multiLevelType w:val="hybridMultilevel"/>
    <w:tmpl w:val="1A20BD06"/>
    <w:lvl w:ilvl="0" w:tplc="F0024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57882"/>
    <w:multiLevelType w:val="multilevel"/>
    <w:tmpl w:val="E558E9FA"/>
    <w:lvl w:ilvl="0">
      <w:start w:val="2"/>
      <w:numFmt w:val="upperRoman"/>
      <w:pStyle w:val="nvrhpoadu"/>
      <w:lvlText w:val="%1."/>
      <w:lvlJc w:val="left"/>
      <w:pPr>
        <w:tabs>
          <w:tab w:val="num" w:pos="1425"/>
        </w:tabs>
        <w:ind w:left="1425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657D8E"/>
    <w:multiLevelType w:val="hybridMultilevel"/>
    <w:tmpl w:val="E8D8514A"/>
    <w:lvl w:ilvl="0" w:tplc="1B0260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B13CC3"/>
    <w:multiLevelType w:val="multilevel"/>
    <w:tmpl w:val="7112620E"/>
    <w:lvl w:ilvl="0">
      <w:start w:val="1"/>
      <w:numFmt w:val="decimal"/>
      <w:pStyle w:val="pikzn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1E04BE3"/>
    <w:multiLevelType w:val="multilevel"/>
    <w:tmpl w:val="124E99A2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521A7933"/>
    <w:multiLevelType w:val="multilevel"/>
    <w:tmpl w:val="C602AC36"/>
    <w:lvl w:ilvl="0">
      <w:start w:val="1"/>
      <w:numFmt w:val="decimal"/>
      <w:pStyle w:val="zaaze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5DE73BA"/>
    <w:multiLevelType w:val="multilevel"/>
    <w:tmpl w:val="0B6CA746"/>
    <w:lvl w:ilvl="0">
      <w:start w:val="1"/>
      <w:numFmt w:val="upperRoman"/>
      <w:pStyle w:val="bodypoadu"/>
      <w:lvlText w:val="%1."/>
      <w:lvlJc w:val="left"/>
      <w:pPr>
        <w:tabs>
          <w:tab w:val="num" w:pos="1425"/>
        </w:tabs>
        <w:ind w:left="1425" w:hanging="72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3705A02"/>
    <w:multiLevelType w:val="multilevel"/>
    <w:tmpl w:val="7D629646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7F9E165B"/>
    <w:multiLevelType w:val="multilevel"/>
    <w:tmpl w:val="8A984EAA"/>
    <w:lvl w:ilvl="0">
      <w:start w:val="1"/>
      <w:numFmt w:val="decimal"/>
      <w:pStyle w:val="Styl1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9"/>
  </w:num>
  <w:num w:numId="5">
    <w:abstractNumId w:val="8"/>
  </w:num>
  <w:num w:numId="6">
    <w:abstractNumId w:val="11"/>
  </w:num>
  <w:num w:numId="7">
    <w:abstractNumId w:val="5"/>
  </w:num>
  <w:num w:numId="8">
    <w:abstractNumId w:val="3"/>
  </w:num>
  <w:num w:numId="9">
    <w:abstractNumId w:val="2"/>
  </w:num>
  <w:num w:numId="10">
    <w:abstractNumId w:val="0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923"/>
    <w:rsid w:val="00022AEF"/>
    <w:rsid w:val="000955EF"/>
    <w:rsid w:val="000A0AF8"/>
    <w:rsid w:val="000D2A49"/>
    <w:rsid w:val="000E27F3"/>
    <w:rsid w:val="001A7572"/>
    <w:rsid w:val="001E1DCF"/>
    <w:rsid w:val="00206CB4"/>
    <w:rsid w:val="0023451F"/>
    <w:rsid w:val="00234702"/>
    <w:rsid w:val="002375C7"/>
    <w:rsid w:val="00237EF6"/>
    <w:rsid w:val="0026311B"/>
    <w:rsid w:val="002827D8"/>
    <w:rsid w:val="002A6304"/>
    <w:rsid w:val="002E5BAF"/>
    <w:rsid w:val="002F7169"/>
    <w:rsid w:val="00322CB9"/>
    <w:rsid w:val="00325093"/>
    <w:rsid w:val="00371E9A"/>
    <w:rsid w:val="003A027A"/>
    <w:rsid w:val="004009C1"/>
    <w:rsid w:val="004421E9"/>
    <w:rsid w:val="0045035F"/>
    <w:rsid w:val="004529E5"/>
    <w:rsid w:val="00484161"/>
    <w:rsid w:val="004940C7"/>
    <w:rsid w:val="004F0E6F"/>
    <w:rsid w:val="00510727"/>
    <w:rsid w:val="005126DE"/>
    <w:rsid w:val="00534BF3"/>
    <w:rsid w:val="00536F68"/>
    <w:rsid w:val="00537CB4"/>
    <w:rsid w:val="0058550E"/>
    <w:rsid w:val="005B1BE8"/>
    <w:rsid w:val="005D3DD6"/>
    <w:rsid w:val="005E5A94"/>
    <w:rsid w:val="005F7A8A"/>
    <w:rsid w:val="006356B4"/>
    <w:rsid w:val="00652582"/>
    <w:rsid w:val="00663549"/>
    <w:rsid w:val="006A1DA0"/>
    <w:rsid w:val="006D66F7"/>
    <w:rsid w:val="006F1CCC"/>
    <w:rsid w:val="006F648D"/>
    <w:rsid w:val="006F7BB0"/>
    <w:rsid w:val="007247FD"/>
    <w:rsid w:val="00771923"/>
    <w:rsid w:val="007B5347"/>
    <w:rsid w:val="007C4993"/>
    <w:rsid w:val="007D70A3"/>
    <w:rsid w:val="007F2A11"/>
    <w:rsid w:val="00817B0C"/>
    <w:rsid w:val="00840CF6"/>
    <w:rsid w:val="008822D3"/>
    <w:rsid w:val="00885C47"/>
    <w:rsid w:val="00907022"/>
    <w:rsid w:val="00926C7F"/>
    <w:rsid w:val="009315D1"/>
    <w:rsid w:val="00993BDC"/>
    <w:rsid w:val="009C2D03"/>
    <w:rsid w:val="009D6F22"/>
    <w:rsid w:val="00A32D5B"/>
    <w:rsid w:val="00A65921"/>
    <w:rsid w:val="00A91172"/>
    <w:rsid w:val="00B05D1B"/>
    <w:rsid w:val="00B330AD"/>
    <w:rsid w:val="00B36C82"/>
    <w:rsid w:val="00BC7CDC"/>
    <w:rsid w:val="00BD06FC"/>
    <w:rsid w:val="00BD3F47"/>
    <w:rsid w:val="00BE6F9C"/>
    <w:rsid w:val="00BF35CD"/>
    <w:rsid w:val="00C0714A"/>
    <w:rsid w:val="00C13DD5"/>
    <w:rsid w:val="00C217A9"/>
    <w:rsid w:val="00C332D0"/>
    <w:rsid w:val="00C84C5B"/>
    <w:rsid w:val="00D10511"/>
    <w:rsid w:val="00D3155F"/>
    <w:rsid w:val="00D96B19"/>
    <w:rsid w:val="00DE043D"/>
    <w:rsid w:val="00E53984"/>
    <w:rsid w:val="00E812C9"/>
    <w:rsid w:val="00F61C9E"/>
    <w:rsid w:val="00FA2ECD"/>
    <w:rsid w:val="00FB4A53"/>
    <w:rsid w:val="00FB50D0"/>
    <w:rsid w:val="00FB6FB6"/>
    <w:rsid w:val="00FD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D36C96-0ED5-4719-B9AC-2A930262B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eastAsia="Times New Roman" w:cs="Times New Roman"/>
      <w:sz w:val="24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outlineLvl w:val="0"/>
    </w:pPr>
    <w:rPr>
      <w:b/>
      <w:i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jc w:val="both"/>
      <w:outlineLvl w:val="1"/>
    </w:pPr>
    <w:rPr>
      <w:b/>
      <w:color w:val="000000"/>
      <w:spacing w:val="-3"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</w:rPr>
  </w:style>
  <w:style w:type="character" w:customStyle="1" w:styleId="WW8Num10z0">
    <w:name w:val="WW8Num10z0"/>
  </w:style>
  <w:style w:type="character" w:styleId="slostrnky">
    <w:name w:val="page number"/>
    <w:basedOn w:val="Standardnpsmoodstavce"/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customStyle="1" w:styleId="Styl1">
    <w:name w:val="Styl1"/>
    <w:basedOn w:val="Normln"/>
    <w:pPr>
      <w:keepLines/>
      <w:numPr>
        <w:numId w:val="6"/>
      </w:numPr>
      <w:spacing w:after="240"/>
      <w:ind w:left="680" w:hanging="680"/>
      <w:jc w:val="both"/>
    </w:pPr>
    <w:rPr>
      <w:sz w:val="22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customStyle="1" w:styleId="zaazen">
    <w:name w:val="_zařazení"/>
    <w:basedOn w:val="Normln"/>
    <w:pPr>
      <w:numPr>
        <w:numId w:val="5"/>
      </w:numPr>
      <w:spacing w:after="520"/>
      <w:jc w:val="both"/>
    </w:pPr>
    <w:rPr>
      <w:color w:val="000000"/>
      <w:sz w:val="26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Zatekslovn2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vbory">
    <w:name w:val="_výbory"/>
    <w:basedOn w:val="Normln"/>
    <w:next w:val="pikzn"/>
    <w:pPr>
      <w:spacing w:after="520"/>
      <w:ind w:left="4820"/>
      <w:jc w:val="both"/>
    </w:pPr>
    <w:rPr>
      <w:color w:val="000000"/>
      <w:sz w:val="26"/>
    </w:rPr>
  </w:style>
  <w:style w:type="paragraph" w:customStyle="1" w:styleId="pikzn">
    <w:name w:val="_přikázání"/>
    <w:basedOn w:val="Normln"/>
    <w:next w:val="vbory"/>
    <w:pPr>
      <w:numPr>
        <w:numId w:val="2"/>
      </w:numPr>
      <w:spacing w:after="280"/>
      <w:jc w:val="both"/>
    </w:pPr>
    <w:rPr>
      <w:color w:val="000000"/>
      <w:sz w:val="26"/>
    </w:rPr>
  </w:style>
  <w:style w:type="paragraph" w:customStyle="1" w:styleId="Obsahrmce">
    <w:name w:val="Obsah rámce"/>
    <w:basedOn w:val="Normln"/>
  </w:style>
  <w:style w:type="paragraph" w:customStyle="1" w:styleId="Zatekslovn2">
    <w:name w:val="Začátek číslování 2"/>
    <w:basedOn w:val="Seznam"/>
    <w:next w:val="slovn2"/>
    <w:pPr>
      <w:spacing w:before="240"/>
      <w:ind w:left="720" w:hanging="360"/>
    </w:pPr>
  </w:style>
  <w:style w:type="paragraph" w:customStyle="1" w:styleId="slovn2">
    <w:name w:val="Číslování 2"/>
    <w:basedOn w:val="Seznam"/>
    <w:pPr>
      <w:ind w:left="720" w:hanging="360"/>
    </w:pPr>
  </w:style>
  <w:style w:type="paragraph" w:customStyle="1" w:styleId="Odsazentlatextu">
    <w:name w:val="Odsazení těla textu"/>
    <w:basedOn w:val="Normln"/>
    <w:rPr>
      <w:sz w:val="26"/>
    </w:rPr>
  </w:style>
  <w:style w:type="paragraph" w:customStyle="1" w:styleId="bodypoadu">
    <w:name w:val="_body pořadu"/>
    <w:basedOn w:val="Odsazentlatextu"/>
    <w:pPr>
      <w:widowControl w:val="0"/>
      <w:numPr>
        <w:numId w:val="4"/>
      </w:numPr>
      <w:tabs>
        <w:tab w:val="clear" w:pos="1425"/>
        <w:tab w:val="left" w:pos="0"/>
        <w:tab w:val="left" w:pos="1440"/>
        <w:tab w:val="left" w:pos="2160"/>
      </w:tabs>
      <w:spacing w:after="240"/>
      <w:jc w:val="both"/>
    </w:pPr>
    <w:rPr>
      <w:color w:val="000000"/>
      <w:spacing w:val="-2"/>
    </w:rPr>
  </w:style>
  <w:style w:type="paragraph" w:customStyle="1" w:styleId="nvrhpoadu">
    <w:name w:val="_návrh pořadu"/>
    <w:basedOn w:val="Normln"/>
    <w:pPr>
      <w:numPr>
        <w:numId w:val="3"/>
      </w:numPr>
      <w:spacing w:after="280"/>
      <w:jc w:val="both"/>
    </w:pPr>
    <w:rPr>
      <w:color w:val="000000"/>
      <w:sz w:val="2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  <w:pPr>
      <w:numPr>
        <w:numId w:val="12"/>
      </w:numPr>
    </w:pPr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StyleNum">
    <w:name w:val="WW8StyleNum"/>
  </w:style>
  <w:style w:type="paragraph" w:styleId="Textbubliny">
    <w:name w:val="Balloon Text"/>
    <w:basedOn w:val="Normln"/>
    <w:link w:val="TextbublinyChar"/>
    <w:uiPriority w:val="99"/>
    <w:semiHidden/>
    <w:unhideWhenUsed/>
    <w:rsid w:val="00BD3F47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3F47"/>
    <w:rPr>
      <w:rFonts w:ascii="Segoe UI" w:eastAsia="Times New Roman" w:hAnsi="Segoe UI"/>
      <w:sz w:val="18"/>
      <w:szCs w:val="16"/>
    </w:rPr>
  </w:style>
  <w:style w:type="paragraph" w:customStyle="1" w:styleId="PS-hlavika1">
    <w:name w:val="PS-hlavička 1"/>
    <w:basedOn w:val="Normln"/>
    <w:next w:val="Bezmezer"/>
    <w:qFormat/>
    <w:rsid w:val="006356B4"/>
    <w:pPr>
      <w:suppressAutoHyphens w:val="0"/>
      <w:jc w:val="center"/>
    </w:pPr>
    <w:rPr>
      <w:rFonts w:eastAsia="Calibri"/>
      <w:b/>
      <w:i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6356B4"/>
    <w:pPr>
      <w:suppressAutoHyphens w:val="0"/>
      <w:jc w:val="center"/>
    </w:pPr>
    <w:rPr>
      <w:rFonts w:eastAsia="Calibri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6356B4"/>
    <w:pPr>
      <w:suppressAutoHyphens w:val="0"/>
      <w:spacing w:before="360" w:after="360"/>
      <w:jc w:val="center"/>
    </w:pPr>
    <w:rPr>
      <w:rFonts w:eastAsia="Calibri"/>
      <w:b/>
      <w:i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6356B4"/>
    <w:pPr>
      <w:suppressAutoHyphens w:val="0"/>
      <w:jc w:val="center"/>
    </w:pPr>
    <w:rPr>
      <w:rFonts w:eastAsia="Calibri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6356B4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/>
      <w:szCs w:val="22"/>
      <w:lang w:eastAsia="en-US" w:bidi="ar-SA"/>
    </w:rPr>
  </w:style>
  <w:style w:type="paragraph" w:styleId="Bezmezer">
    <w:name w:val="No Spacing"/>
    <w:qFormat/>
    <w:rsid w:val="006356B4"/>
    <w:pPr>
      <w:suppressAutoHyphens/>
    </w:pPr>
    <w:rPr>
      <w:rFonts w:eastAsia="Times New Roman"/>
      <w:sz w:val="24"/>
      <w:szCs w:val="20"/>
    </w:rPr>
  </w:style>
  <w:style w:type="paragraph" w:customStyle="1" w:styleId="StylPS-uvodnodstavecTun">
    <w:name w:val="Styl PS-uvodní odstavec + Tučné"/>
    <w:basedOn w:val="Normln"/>
    <w:next w:val="Bezmezer"/>
    <w:rsid w:val="006356B4"/>
    <w:pPr>
      <w:suppressAutoHyphens w:val="0"/>
      <w:spacing w:after="360" w:line="259" w:lineRule="auto"/>
      <w:ind w:firstLine="709"/>
      <w:jc w:val="both"/>
    </w:pPr>
    <w:rPr>
      <w:rFonts w:eastAsia="Calibri"/>
      <w:b/>
      <w:bCs/>
      <w:szCs w:val="22"/>
      <w:lang w:eastAsia="en-US" w:bidi="ar-SA"/>
    </w:rPr>
  </w:style>
  <w:style w:type="paragraph" w:customStyle="1" w:styleId="Styl2">
    <w:name w:val="Styl2"/>
    <w:basedOn w:val="Normln"/>
    <w:rsid w:val="00FB6FB6"/>
    <w:pPr>
      <w:keepLines/>
      <w:autoSpaceDN w:val="0"/>
      <w:spacing w:after="240"/>
      <w:ind w:left="680" w:hanging="680"/>
      <w:jc w:val="both"/>
      <w:textAlignment w:val="baseline"/>
    </w:pPr>
    <w:rPr>
      <w:kern w:val="3"/>
      <w:sz w:val="22"/>
    </w:rPr>
  </w:style>
  <w:style w:type="paragraph" w:customStyle="1" w:styleId="Styl3-nadpis">
    <w:name w:val="Styl3-nadpis"/>
    <w:basedOn w:val="Normln"/>
    <w:rsid w:val="00FB6FB6"/>
    <w:pPr>
      <w:keepLines/>
      <w:autoSpaceDN w:val="0"/>
      <w:spacing w:after="240"/>
      <w:ind w:left="680" w:hanging="680"/>
      <w:textAlignment w:val="baseline"/>
    </w:pPr>
    <w:rPr>
      <w:b/>
      <w:kern w:val="3"/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5D3DD6"/>
    <w:rPr>
      <w:rFonts w:eastAsia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7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zchlebova\Documents\Vlastn&#237;%20&#353;ablony%20Office\OGV-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A02F84-B11E-4605-B983-9D0C6AC41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OGV-USNESENI.dotx</Template>
  <TotalTime>7</TotalTime>
  <Pages>18</Pages>
  <Words>6635</Words>
  <Characters>39149</Characters>
  <Application>Microsoft Office Word</Application>
  <DocSecurity>0</DocSecurity>
  <Lines>326</Lines>
  <Paragraphs>91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ORGVu č. 47 z 9. schůze 26. 3. 2014</vt:lpstr>
    </vt:vector>
  </TitlesOfParts>
  <Company>Parlament CR</Company>
  <LinksUpToDate>false</LinksUpToDate>
  <CharactersWithSpaces>45693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ORGVu č. 47 z 9. schůze 26. 3. 2014</dc:title>
  <dc:creator>Bezchlebova Lenka</dc:creator>
  <cp:lastModifiedBy>Bezchlebova Lenka</cp:lastModifiedBy>
  <cp:revision>7</cp:revision>
  <cp:lastPrinted>2017-06-19T08:35:00Z</cp:lastPrinted>
  <dcterms:created xsi:type="dcterms:W3CDTF">2017-06-15T12:00:00Z</dcterms:created>
  <dcterms:modified xsi:type="dcterms:W3CDTF">2017-06-23T07:58:00Z</dcterms:modified>
  <dc:language>cs-CZ</dc:language>
</cp:coreProperties>
</file>