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CD0963" w:rsidP="002A342F">
      <w:pPr>
        <w:pStyle w:val="PShlavika2"/>
        <w:spacing w:line="240" w:lineRule="auto"/>
      </w:pPr>
      <w:r>
        <w:t>2017</w:t>
      </w:r>
    </w:p>
    <w:p w:rsidR="003E1216" w:rsidRDefault="003E1216" w:rsidP="002A342F">
      <w:pPr>
        <w:pStyle w:val="PShlavika1"/>
        <w:spacing w:line="240" w:lineRule="auto"/>
      </w:pPr>
      <w:r>
        <w:t>7. volební období</w:t>
      </w:r>
    </w:p>
    <w:p w:rsidR="003E1216" w:rsidRPr="00C907C5" w:rsidRDefault="00215D20" w:rsidP="004E55D3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403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A77871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E225B0">
        <w:t xml:space="preserve"> </w:t>
      </w:r>
      <w:r>
        <w:t>5</w:t>
      </w:r>
      <w:r w:rsidR="00392812">
        <w:t>4</w:t>
      </w:r>
      <w:r w:rsidR="00C907C5">
        <w:t>. schůze</w:t>
      </w:r>
    </w:p>
    <w:p w:rsidR="00C907C5" w:rsidRDefault="00CC1F7A" w:rsidP="004E55D3">
      <w:pPr>
        <w:pStyle w:val="PShlavika1"/>
        <w:spacing w:after="240" w:line="240" w:lineRule="auto"/>
        <w:rPr>
          <w:lang w:eastAsia="cs-CZ"/>
        </w:rPr>
      </w:pPr>
      <w:r>
        <w:t xml:space="preserve">ze dne </w:t>
      </w:r>
      <w:r w:rsidR="00392812">
        <w:t>13</w:t>
      </w:r>
      <w:r w:rsidR="00634590">
        <w:t xml:space="preserve">. </w:t>
      </w:r>
      <w:r w:rsidR="00392812">
        <w:t>června</w:t>
      </w:r>
      <w:r w:rsidR="00CD0963">
        <w:t xml:space="preserve"> 2017</w:t>
      </w:r>
    </w:p>
    <w:p w:rsidR="00840B59" w:rsidRPr="00840B59" w:rsidRDefault="009234B0" w:rsidP="00043544">
      <w:pPr>
        <w:pStyle w:val="PSnzevzkona"/>
        <w:spacing w:before="0" w:after="0"/>
      </w:pPr>
      <w:r>
        <w:t>ke způsobu volby předsedy a místopředsed</w:t>
      </w:r>
      <w:r w:rsidR="00215D20">
        <w:t>y</w:t>
      </w:r>
      <w:r>
        <w:t xml:space="preserve"> výboru</w:t>
      </w:r>
    </w:p>
    <w:p w:rsidR="009234B0" w:rsidRPr="009234B0" w:rsidRDefault="009234B0" w:rsidP="009234B0">
      <w:pPr>
        <w:pStyle w:val="Odstavecseseznamem"/>
        <w:suppressAutoHyphens/>
        <w:spacing w:before="480" w:after="240" w:line="360" w:lineRule="auto"/>
        <w:contextualSpacing w:val="0"/>
        <w:jc w:val="both"/>
        <w:rPr>
          <w:rFonts w:ascii="Times New Roman" w:eastAsia="Times New Roman" w:hAnsi="Times New Roman"/>
          <w:color w:val="auto"/>
          <w:sz w:val="24"/>
          <w:szCs w:val="20"/>
          <w:lang w:eastAsia="cs-CZ"/>
        </w:rPr>
      </w:pPr>
      <w:r w:rsidRPr="009234B0">
        <w:rPr>
          <w:rFonts w:ascii="Times New Roman" w:eastAsia="Times New Roman" w:hAnsi="Times New Roman"/>
          <w:color w:val="auto"/>
          <w:sz w:val="24"/>
          <w:szCs w:val="20"/>
          <w:lang w:eastAsia="cs-CZ"/>
        </w:rPr>
        <w:t>Hospodářský výbor Po</w:t>
      </w:r>
      <w:r w:rsidR="00BF6737">
        <w:rPr>
          <w:rFonts w:ascii="Times New Roman" w:eastAsia="Times New Roman" w:hAnsi="Times New Roman"/>
          <w:color w:val="auto"/>
          <w:sz w:val="24"/>
          <w:szCs w:val="20"/>
          <w:lang w:eastAsia="cs-CZ"/>
        </w:rPr>
        <w:t>slanecké sněmovny Parlamentu ČR</w:t>
      </w:r>
    </w:p>
    <w:p w:rsidR="00A77871" w:rsidRPr="00886D86" w:rsidRDefault="009234B0" w:rsidP="009234B0">
      <w:pPr>
        <w:pStyle w:val="Odstavecseseznamem"/>
        <w:suppressAutoHyphens/>
        <w:spacing w:before="240" w:after="3000" w:line="360" w:lineRule="auto"/>
        <w:contextualSpacing w:val="0"/>
        <w:jc w:val="both"/>
        <w:rPr>
          <w:rFonts w:ascii="Times New Roman" w:eastAsia="Times New Roman" w:hAnsi="Times New Roman"/>
          <w:color w:val="auto"/>
          <w:sz w:val="24"/>
          <w:szCs w:val="20"/>
          <w:lang w:eastAsia="cs-CZ"/>
        </w:rPr>
      </w:pPr>
      <w:r w:rsidRPr="009234B0">
        <w:rPr>
          <w:rFonts w:ascii="Times New Roman tučné" w:eastAsia="Times New Roman" w:hAnsi="Times New Roman tučné"/>
          <w:b/>
          <w:color w:val="auto"/>
          <w:spacing w:val="40"/>
          <w:sz w:val="24"/>
          <w:szCs w:val="20"/>
          <w:lang w:eastAsia="cs-CZ"/>
        </w:rPr>
        <w:t>schvaluje</w:t>
      </w:r>
      <w:r w:rsidRPr="009234B0">
        <w:rPr>
          <w:rFonts w:ascii="Times New Roman" w:eastAsia="Times New Roman" w:hAnsi="Times New Roman"/>
          <w:b/>
          <w:color w:val="auto"/>
          <w:sz w:val="24"/>
          <w:szCs w:val="20"/>
          <w:lang w:eastAsia="cs-CZ"/>
        </w:rPr>
        <w:t xml:space="preserve"> volbu</w:t>
      </w:r>
      <w:r w:rsidRPr="009234B0">
        <w:rPr>
          <w:rFonts w:ascii="Times New Roman" w:eastAsia="Times New Roman" w:hAnsi="Times New Roman"/>
          <w:color w:val="auto"/>
          <w:sz w:val="24"/>
          <w:szCs w:val="20"/>
          <w:lang w:eastAsia="cs-CZ"/>
        </w:rPr>
        <w:t xml:space="preserve"> předsedy</w:t>
      </w:r>
      <w:r w:rsidR="00215D20">
        <w:rPr>
          <w:rFonts w:ascii="Times New Roman" w:eastAsia="Times New Roman" w:hAnsi="Times New Roman"/>
          <w:color w:val="auto"/>
          <w:sz w:val="24"/>
          <w:szCs w:val="20"/>
          <w:lang w:eastAsia="cs-CZ"/>
        </w:rPr>
        <w:t xml:space="preserve"> a místopřed</w:t>
      </w:r>
      <w:bookmarkStart w:id="0" w:name="_GoBack"/>
      <w:bookmarkEnd w:id="0"/>
      <w:r w:rsidR="00215D20">
        <w:rPr>
          <w:rFonts w:ascii="Times New Roman" w:eastAsia="Times New Roman" w:hAnsi="Times New Roman"/>
          <w:color w:val="auto"/>
          <w:sz w:val="24"/>
          <w:szCs w:val="20"/>
          <w:lang w:eastAsia="cs-CZ"/>
        </w:rPr>
        <w:t>sedy</w:t>
      </w:r>
      <w:r w:rsidRPr="009234B0">
        <w:rPr>
          <w:rFonts w:ascii="Times New Roman" w:eastAsia="Times New Roman" w:hAnsi="Times New Roman"/>
          <w:color w:val="auto"/>
          <w:sz w:val="24"/>
          <w:szCs w:val="20"/>
          <w:lang w:eastAsia="cs-CZ"/>
        </w:rPr>
        <w:t xml:space="preserve"> hospodářského výboru </w:t>
      </w:r>
      <w:r w:rsidR="00215D20">
        <w:rPr>
          <w:rFonts w:ascii="Times New Roman" w:eastAsia="Times New Roman" w:hAnsi="Times New Roman"/>
          <w:b/>
          <w:color w:val="auto"/>
          <w:sz w:val="24"/>
          <w:szCs w:val="20"/>
          <w:lang w:eastAsia="cs-CZ"/>
        </w:rPr>
        <w:t>tajnou volbou</w:t>
      </w:r>
      <w:r w:rsidR="00215D20" w:rsidRPr="00215D20">
        <w:rPr>
          <w:rFonts w:ascii="Times New Roman" w:eastAsia="Times New Roman" w:hAnsi="Times New Roman"/>
          <w:color w:val="auto"/>
          <w:sz w:val="24"/>
          <w:szCs w:val="20"/>
          <w:lang w:eastAsia="cs-CZ"/>
        </w:rPr>
        <w:t>.</w:t>
      </w:r>
    </w:p>
    <w:p w:rsidR="00A77871" w:rsidRDefault="00A77871" w:rsidP="00886D86">
      <w:pPr>
        <w:tabs>
          <w:tab w:val="center" w:pos="1418"/>
          <w:tab w:val="center" w:pos="4536"/>
          <w:tab w:val="center" w:pos="7655"/>
        </w:tabs>
        <w:spacing w:before="1080"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Karel ŠIDLO </w:t>
      </w:r>
      <w:proofErr w:type="gramStart"/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</w:t>
      </w:r>
      <w:r>
        <w:rPr>
          <w:rFonts w:ascii="Times New Roman" w:hAnsi="Times New Roman"/>
          <w:spacing w:val="28"/>
          <w:sz w:val="24"/>
          <w:szCs w:val="24"/>
          <w:lang w:eastAsia="cs-CZ"/>
        </w:rPr>
        <w:t>.</w:t>
      </w:r>
      <w:proofErr w:type="gramEnd"/>
      <w:r w:rsidR="00392812">
        <w:rPr>
          <w:rFonts w:ascii="Times New Roman" w:hAnsi="Times New Roman"/>
          <w:sz w:val="24"/>
          <w:szCs w:val="24"/>
          <w:lang w:eastAsia="cs-CZ"/>
        </w:rPr>
        <w:tab/>
      </w:r>
      <w:r w:rsidR="00392812">
        <w:rPr>
          <w:rFonts w:ascii="Times New Roman" w:hAnsi="Times New Roman"/>
          <w:sz w:val="24"/>
          <w:szCs w:val="24"/>
          <w:lang w:eastAsia="cs-CZ"/>
        </w:rPr>
        <w:tab/>
      </w:r>
      <w:r w:rsidR="00886D86">
        <w:rPr>
          <w:rFonts w:ascii="Times New Roman" w:hAnsi="Times New Roman"/>
          <w:sz w:val="24"/>
          <w:szCs w:val="24"/>
          <w:lang w:eastAsia="cs-CZ"/>
        </w:rPr>
        <w:t>Martin KOLOVRATNÍK v. r.</w:t>
      </w:r>
    </w:p>
    <w:p w:rsidR="008B66E8" w:rsidRPr="00886D86" w:rsidRDefault="00886D86" w:rsidP="00886D86">
      <w:pPr>
        <w:tabs>
          <w:tab w:val="center" w:pos="1418"/>
          <w:tab w:val="center" w:pos="4536"/>
          <w:tab w:val="center" w:pos="7655"/>
        </w:tabs>
        <w:spacing w:after="84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místopředseda</w:t>
      </w:r>
      <w:r w:rsidR="00A7787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8B66E8" w:rsidRPr="00886D86" w:rsidSect="00DB4AB7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55B" w:rsidRDefault="003C755B" w:rsidP="004E6F49">
      <w:pPr>
        <w:spacing w:after="0" w:line="240" w:lineRule="auto"/>
      </w:pPr>
      <w:r>
        <w:separator/>
      </w:r>
    </w:p>
  </w:endnote>
  <w:endnote w:type="continuationSeparator" w:id="0">
    <w:p w:rsidR="003C755B" w:rsidRDefault="003C755B" w:rsidP="004E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 tučné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D86" w:rsidRDefault="00886D86">
    <w:pPr>
      <w:pStyle w:val="Zpat"/>
      <w:jc w:val="right"/>
    </w:pPr>
  </w:p>
  <w:p w:rsidR="004E6F49" w:rsidRDefault="004E6F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55B" w:rsidRDefault="003C755B" w:rsidP="004E6F49">
      <w:pPr>
        <w:spacing w:after="0" w:line="240" w:lineRule="auto"/>
      </w:pPr>
      <w:r>
        <w:separator/>
      </w:r>
    </w:p>
  </w:footnote>
  <w:footnote w:type="continuationSeparator" w:id="0">
    <w:p w:rsidR="003C755B" w:rsidRDefault="003C755B" w:rsidP="004E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AAA13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662F7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27E66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AD2D3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48E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09C88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222D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F7452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5367B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0922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1B783008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/>
        <w:b/>
        <w:spacing w:val="0"/>
        <w:sz w:val="24"/>
        <w:szCs w:val="24"/>
      </w:rPr>
    </w:lvl>
  </w:abstractNum>
  <w:abstractNum w:abstractNumId="11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2335AE"/>
    <w:multiLevelType w:val="hybridMultilevel"/>
    <w:tmpl w:val="88328C68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0FC477CC"/>
    <w:multiLevelType w:val="hybridMultilevel"/>
    <w:tmpl w:val="176ABF02"/>
    <w:lvl w:ilvl="0" w:tplc="5B842A9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4302960"/>
    <w:multiLevelType w:val="hybridMultilevel"/>
    <w:tmpl w:val="0AA22880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5A5560"/>
    <w:multiLevelType w:val="hybridMultilevel"/>
    <w:tmpl w:val="16A2BD64"/>
    <w:lvl w:ilvl="0" w:tplc="B41AFE8E">
      <w:start w:val="1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28E4763E"/>
    <w:multiLevelType w:val="hybridMultilevel"/>
    <w:tmpl w:val="9454CDF8"/>
    <w:lvl w:ilvl="0" w:tplc="20F6E6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2A0B241B"/>
    <w:multiLevelType w:val="hybridMultilevel"/>
    <w:tmpl w:val="BAEA18A2"/>
    <w:lvl w:ilvl="0" w:tplc="56929514">
      <w:start w:val="1"/>
      <w:numFmt w:val="decimal"/>
      <w:lvlText w:val="%1."/>
      <w:lvlJc w:val="left"/>
      <w:pPr>
        <w:ind w:left="7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1">
    <w:nsid w:val="2F5F1755"/>
    <w:multiLevelType w:val="hybridMultilevel"/>
    <w:tmpl w:val="AAFAB5EE"/>
    <w:lvl w:ilvl="0" w:tplc="C0CE2008">
      <w:start w:val="5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B50635"/>
    <w:multiLevelType w:val="hybridMultilevel"/>
    <w:tmpl w:val="B406EB2E"/>
    <w:lvl w:ilvl="0" w:tplc="5CCEE6F4">
      <w:start w:val="2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FB43F9"/>
    <w:multiLevelType w:val="hybridMultilevel"/>
    <w:tmpl w:val="D6BC6FC6"/>
    <w:lvl w:ilvl="0" w:tplc="ACEEAFF4">
      <w:start w:val="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A0083E"/>
    <w:multiLevelType w:val="hybridMultilevel"/>
    <w:tmpl w:val="2174BBA8"/>
    <w:lvl w:ilvl="0" w:tplc="A1C6B396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7822A7"/>
    <w:multiLevelType w:val="hybridMultilevel"/>
    <w:tmpl w:val="B5C4C5F4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AF1A1F"/>
    <w:multiLevelType w:val="multilevel"/>
    <w:tmpl w:val="E6D638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347D05"/>
    <w:multiLevelType w:val="hybridMultilevel"/>
    <w:tmpl w:val="EAC8AD26"/>
    <w:lvl w:ilvl="0" w:tplc="7480C212">
      <w:start w:val="4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4F5CCE"/>
    <w:multiLevelType w:val="hybridMultilevel"/>
    <w:tmpl w:val="166EDD0C"/>
    <w:lvl w:ilvl="0" w:tplc="5FC0A79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7"/>
  </w:num>
  <w:num w:numId="12">
    <w:abstractNumId w:val="23"/>
  </w:num>
  <w:num w:numId="13">
    <w:abstractNumId w:val="34"/>
  </w:num>
  <w:num w:numId="14">
    <w:abstractNumId w:val="36"/>
  </w:num>
  <w:num w:numId="15">
    <w:abstractNumId w:val="14"/>
  </w:num>
  <w:num w:numId="16">
    <w:abstractNumId w:val="31"/>
  </w:num>
  <w:num w:numId="17">
    <w:abstractNumId w:val="25"/>
  </w:num>
  <w:num w:numId="18">
    <w:abstractNumId w:val="11"/>
  </w:num>
  <w:num w:numId="19">
    <w:abstractNumId w:val="17"/>
  </w:num>
  <w:num w:numId="20">
    <w:abstractNumId w:val="38"/>
  </w:num>
  <w:num w:numId="21">
    <w:abstractNumId w:val="22"/>
  </w:num>
  <w:num w:numId="22">
    <w:abstractNumId w:val="24"/>
  </w:num>
  <w:num w:numId="23">
    <w:abstractNumId w:val="15"/>
  </w:num>
  <w:num w:numId="24">
    <w:abstractNumId w:val="39"/>
  </w:num>
  <w:num w:numId="25">
    <w:abstractNumId w:val="32"/>
  </w:num>
  <w:num w:numId="26">
    <w:abstractNumId w:val="12"/>
  </w:num>
  <w:num w:numId="27">
    <w:abstractNumId w:val="10"/>
  </w:num>
  <w:num w:numId="28">
    <w:abstractNumId w:val="37"/>
  </w:num>
  <w:num w:numId="29">
    <w:abstractNumId w:val="33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30"/>
  </w:num>
  <w:num w:numId="33">
    <w:abstractNumId w:val="16"/>
  </w:num>
  <w:num w:numId="34">
    <w:abstractNumId w:val="29"/>
  </w:num>
  <w:num w:numId="35">
    <w:abstractNumId w:val="13"/>
  </w:num>
  <w:num w:numId="36">
    <w:abstractNumId w:val="26"/>
  </w:num>
  <w:num w:numId="37">
    <w:abstractNumId w:val="28"/>
  </w:num>
  <w:num w:numId="38">
    <w:abstractNumId w:val="35"/>
  </w:num>
  <w:num w:numId="39">
    <w:abstractNumId w:val="21"/>
  </w:num>
  <w:num w:numId="40">
    <w:abstractNumId w:val="18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12586"/>
    <w:rsid w:val="00043544"/>
    <w:rsid w:val="00062F92"/>
    <w:rsid w:val="00063EAB"/>
    <w:rsid w:val="00080B6F"/>
    <w:rsid w:val="00093F10"/>
    <w:rsid w:val="000C1FEA"/>
    <w:rsid w:val="000F4607"/>
    <w:rsid w:val="00122551"/>
    <w:rsid w:val="00193722"/>
    <w:rsid w:val="001A0E63"/>
    <w:rsid w:val="001D72C5"/>
    <w:rsid w:val="00210690"/>
    <w:rsid w:val="00215D20"/>
    <w:rsid w:val="002248A1"/>
    <w:rsid w:val="00235CA0"/>
    <w:rsid w:val="0029657F"/>
    <w:rsid w:val="002A342F"/>
    <w:rsid w:val="00392812"/>
    <w:rsid w:val="003A4E2D"/>
    <w:rsid w:val="003C206B"/>
    <w:rsid w:val="003C755B"/>
    <w:rsid w:val="003E0A61"/>
    <w:rsid w:val="003E1216"/>
    <w:rsid w:val="003F7969"/>
    <w:rsid w:val="0041741D"/>
    <w:rsid w:val="00433B08"/>
    <w:rsid w:val="00456368"/>
    <w:rsid w:val="004A0FF5"/>
    <w:rsid w:val="004E55D3"/>
    <w:rsid w:val="004E6F49"/>
    <w:rsid w:val="004F072B"/>
    <w:rsid w:val="004F0F9F"/>
    <w:rsid w:val="00527DCE"/>
    <w:rsid w:val="005502C9"/>
    <w:rsid w:val="00574D40"/>
    <w:rsid w:val="005C75E8"/>
    <w:rsid w:val="00616143"/>
    <w:rsid w:val="00634590"/>
    <w:rsid w:val="00657E38"/>
    <w:rsid w:val="00680E8A"/>
    <w:rsid w:val="00685BD6"/>
    <w:rsid w:val="006A2C40"/>
    <w:rsid w:val="006B4D4B"/>
    <w:rsid w:val="006D02C4"/>
    <w:rsid w:val="006F49D0"/>
    <w:rsid w:val="00761979"/>
    <w:rsid w:val="00766CF9"/>
    <w:rsid w:val="00780F2F"/>
    <w:rsid w:val="0079355C"/>
    <w:rsid w:val="007D198D"/>
    <w:rsid w:val="007E282F"/>
    <w:rsid w:val="008217A7"/>
    <w:rsid w:val="00840B59"/>
    <w:rsid w:val="00886D86"/>
    <w:rsid w:val="008B66E8"/>
    <w:rsid w:val="008F0FEE"/>
    <w:rsid w:val="009234B0"/>
    <w:rsid w:val="00924775"/>
    <w:rsid w:val="00940E50"/>
    <w:rsid w:val="009433FC"/>
    <w:rsid w:val="0097160B"/>
    <w:rsid w:val="009A1211"/>
    <w:rsid w:val="009B2718"/>
    <w:rsid w:val="00A03230"/>
    <w:rsid w:val="00A3679C"/>
    <w:rsid w:val="00A47BEA"/>
    <w:rsid w:val="00A625D7"/>
    <w:rsid w:val="00A77871"/>
    <w:rsid w:val="00AB1E4B"/>
    <w:rsid w:val="00AD2D19"/>
    <w:rsid w:val="00B06909"/>
    <w:rsid w:val="00B128DD"/>
    <w:rsid w:val="00B1610F"/>
    <w:rsid w:val="00B326CB"/>
    <w:rsid w:val="00B56E94"/>
    <w:rsid w:val="00B64EF3"/>
    <w:rsid w:val="00B96082"/>
    <w:rsid w:val="00BF65D9"/>
    <w:rsid w:val="00BF6737"/>
    <w:rsid w:val="00C3035B"/>
    <w:rsid w:val="00C630E6"/>
    <w:rsid w:val="00C6788F"/>
    <w:rsid w:val="00C70FB7"/>
    <w:rsid w:val="00C85BF7"/>
    <w:rsid w:val="00C907C5"/>
    <w:rsid w:val="00CA608B"/>
    <w:rsid w:val="00CB400A"/>
    <w:rsid w:val="00CC1F7A"/>
    <w:rsid w:val="00CD0963"/>
    <w:rsid w:val="00CE5CBE"/>
    <w:rsid w:val="00D16015"/>
    <w:rsid w:val="00D17FBE"/>
    <w:rsid w:val="00D42C99"/>
    <w:rsid w:val="00D71D3B"/>
    <w:rsid w:val="00D8192B"/>
    <w:rsid w:val="00DB4AB7"/>
    <w:rsid w:val="00DD65F8"/>
    <w:rsid w:val="00DE73DC"/>
    <w:rsid w:val="00E225B0"/>
    <w:rsid w:val="00E2625A"/>
    <w:rsid w:val="00E27A82"/>
    <w:rsid w:val="00E615B3"/>
    <w:rsid w:val="00E65250"/>
    <w:rsid w:val="00E91AA6"/>
    <w:rsid w:val="00E96E1C"/>
    <w:rsid w:val="00EA0554"/>
    <w:rsid w:val="00EA6734"/>
    <w:rsid w:val="00EF455F"/>
    <w:rsid w:val="00F06AA4"/>
    <w:rsid w:val="00F23A90"/>
    <w:rsid w:val="00F405B5"/>
    <w:rsid w:val="00F55AFD"/>
    <w:rsid w:val="00F945BD"/>
    <w:rsid w:val="00FB3CEB"/>
    <w:rsid w:val="00FE7E6D"/>
    <w:rsid w:val="00FF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extbodu">
    <w:name w:val="Text bodu"/>
    <w:basedOn w:val="Normln"/>
    <w:rsid w:val="002248A1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248A1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unhideWhenUsed/>
    <w:qFormat/>
    <w:rsid w:val="002248A1"/>
    <w:pPr>
      <w:spacing w:line="293" w:lineRule="auto"/>
      <w:ind w:left="720"/>
      <w:contextualSpacing/>
    </w:pPr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F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F49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semiHidden/>
    <w:rsid w:val="00886D8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886D86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26</TotalTime>
  <Pages>1</Pages>
  <Words>58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Novotna Petra</cp:lastModifiedBy>
  <cp:revision>15</cp:revision>
  <cp:lastPrinted>2017-05-30T08:25:00Z</cp:lastPrinted>
  <dcterms:created xsi:type="dcterms:W3CDTF">2017-03-08T11:02:00Z</dcterms:created>
  <dcterms:modified xsi:type="dcterms:W3CDTF">2017-06-14T08:16:00Z</dcterms:modified>
</cp:coreProperties>
</file>