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2A342F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CD0963" w:rsidP="002A342F">
      <w:pPr>
        <w:pStyle w:val="PShlavika2"/>
        <w:spacing w:line="240" w:lineRule="auto"/>
      </w:pPr>
      <w:r>
        <w:t>2017</w:t>
      </w:r>
    </w:p>
    <w:p w:rsidR="003E1216" w:rsidRDefault="003E1216" w:rsidP="002A342F">
      <w:pPr>
        <w:pStyle w:val="PShlavika1"/>
        <w:spacing w:line="240" w:lineRule="auto"/>
      </w:pPr>
      <w:r>
        <w:t>7. volební období</w:t>
      </w:r>
    </w:p>
    <w:p w:rsidR="003E1216" w:rsidRPr="00C907C5" w:rsidRDefault="0049178E" w:rsidP="004E55D3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404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A77871" w:rsidP="002A342F">
      <w:pPr>
        <w:pStyle w:val="PShlavika1"/>
        <w:spacing w:line="240" w:lineRule="auto"/>
        <w:rPr>
          <w:lang w:eastAsia="cs-CZ"/>
        </w:rPr>
      </w:pPr>
      <w:r>
        <w:t>z</w:t>
      </w:r>
      <w:r w:rsidR="00E225B0">
        <w:t xml:space="preserve"> </w:t>
      </w:r>
      <w:r>
        <w:t>5</w:t>
      </w:r>
      <w:r w:rsidR="00392812">
        <w:t>4</w:t>
      </w:r>
      <w:r w:rsidR="00C907C5">
        <w:t>. schůze</w:t>
      </w:r>
    </w:p>
    <w:p w:rsidR="00C907C5" w:rsidRDefault="00CC1F7A" w:rsidP="004E55D3">
      <w:pPr>
        <w:pStyle w:val="PShlavika1"/>
        <w:spacing w:after="240" w:line="240" w:lineRule="auto"/>
        <w:rPr>
          <w:lang w:eastAsia="cs-CZ"/>
        </w:rPr>
      </w:pPr>
      <w:r>
        <w:t xml:space="preserve">ze dne </w:t>
      </w:r>
      <w:r w:rsidR="00392812">
        <w:t>13</w:t>
      </w:r>
      <w:r w:rsidR="00634590">
        <w:t xml:space="preserve">. </w:t>
      </w:r>
      <w:r w:rsidR="00392812">
        <w:t>června</w:t>
      </w:r>
      <w:r w:rsidR="00CD0963">
        <w:t xml:space="preserve"> 2017</w:t>
      </w:r>
    </w:p>
    <w:p w:rsidR="00840B59" w:rsidRPr="00840B59" w:rsidRDefault="00886D86" w:rsidP="00043544">
      <w:pPr>
        <w:pStyle w:val="PSnzevzkona"/>
        <w:spacing w:before="0" w:after="0"/>
      </w:pPr>
      <w:r>
        <w:t>k volbě předsedy výboru</w:t>
      </w:r>
    </w:p>
    <w:p w:rsidR="00886D86" w:rsidRDefault="00886D86" w:rsidP="00886D86">
      <w:pPr>
        <w:pStyle w:val="Zkladntext"/>
        <w:spacing w:before="480" w:line="360" w:lineRule="auto"/>
        <w:ind w:firstLine="709"/>
        <w:jc w:val="both"/>
      </w:pPr>
      <w:r>
        <w:t>Podle § 35 a dalších ustanovení zákona č. 90/1995 Sb., o jednacím řádu Poslanecké sněmovny, hospodářský výbor Poslanecké sněmovny Parlamentu ČR</w:t>
      </w:r>
    </w:p>
    <w:p w:rsidR="00A77871" w:rsidRPr="00886D86" w:rsidRDefault="003220CE" w:rsidP="00886D86">
      <w:pPr>
        <w:pStyle w:val="Odstavecseseznamem"/>
        <w:suppressAutoHyphens/>
        <w:spacing w:before="240" w:after="3000" w:line="360" w:lineRule="auto"/>
        <w:contextualSpacing w:val="0"/>
        <w:jc w:val="both"/>
        <w:rPr>
          <w:rFonts w:ascii="Times New Roman" w:eastAsia="Times New Roman" w:hAnsi="Times New Roman"/>
          <w:color w:val="auto"/>
          <w:sz w:val="24"/>
          <w:szCs w:val="20"/>
          <w:lang w:eastAsia="cs-CZ"/>
        </w:rPr>
      </w:pPr>
      <w:r>
        <w:rPr>
          <w:rFonts w:ascii="Times New Roman tučné" w:eastAsia="Times New Roman" w:hAnsi="Times New Roman tučné"/>
          <w:b/>
          <w:color w:val="auto"/>
          <w:spacing w:val="40"/>
          <w:sz w:val="24"/>
          <w:szCs w:val="20"/>
          <w:lang w:eastAsia="cs-CZ"/>
        </w:rPr>
        <w:t>z</w:t>
      </w:r>
      <w:r w:rsidR="00886D86" w:rsidRPr="00886D86">
        <w:rPr>
          <w:rFonts w:ascii="Times New Roman tučné" w:eastAsia="Times New Roman" w:hAnsi="Times New Roman tučné"/>
          <w:b/>
          <w:color w:val="auto"/>
          <w:spacing w:val="40"/>
          <w:sz w:val="24"/>
          <w:szCs w:val="20"/>
          <w:lang w:eastAsia="cs-CZ"/>
        </w:rPr>
        <w:t>vol</w:t>
      </w:r>
      <w:r>
        <w:rPr>
          <w:rFonts w:ascii="Times New Roman tučné" w:eastAsia="Times New Roman" w:hAnsi="Times New Roman tučné"/>
          <w:b/>
          <w:color w:val="auto"/>
          <w:spacing w:val="40"/>
          <w:sz w:val="24"/>
          <w:szCs w:val="20"/>
          <w:lang w:eastAsia="cs-CZ"/>
        </w:rPr>
        <w:t>il</w:t>
      </w:r>
      <w:r w:rsidR="00886D86" w:rsidRPr="00886D86">
        <w:rPr>
          <w:rFonts w:ascii="Times New Roman tučné" w:eastAsia="Times New Roman" w:hAnsi="Times New Roman tučné"/>
          <w:b/>
          <w:color w:val="auto"/>
          <w:spacing w:val="40"/>
          <w:sz w:val="24"/>
          <w:szCs w:val="20"/>
          <w:lang w:eastAsia="cs-CZ"/>
        </w:rPr>
        <w:t xml:space="preserve"> </w:t>
      </w:r>
      <w:r w:rsidR="00886D86" w:rsidRPr="00886D86">
        <w:rPr>
          <w:rFonts w:ascii="Times New Roman" w:eastAsia="Times New Roman" w:hAnsi="Times New Roman"/>
          <w:b/>
          <w:color w:val="auto"/>
          <w:sz w:val="24"/>
          <w:szCs w:val="20"/>
          <w:lang w:eastAsia="cs-CZ"/>
        </w:rPr>
        <w:t>předsedou</w:t>
      </w:r>
      <w:r w:rsidR="00886D86" w:rsidRPr="00886D86">
        <w:rPr>
          <w:rFonts w:ascii="Times New Roman" w:eastAsia="Times New Roman" w:hAnsi="Times New Roman"/>
          <w:color w:val="auto"/>
          <w:sz w:val="24"/>
          <w:szCs w:val="20"/>
          <w:lang w:eastAsia="cs-CZ"/>
        </w:rPr>
        <w:t xml:space="preserve"> hospodářského výboru poslance</w:t>
      </w:r>
      <w:r>
        <w:rPr>
          <w:rFonts w:ascii="Times New Roman" w:eastAsia="Times New Roman" w:hAnsi="Times New Roman"/>
          <w:color w:val="auto"/>
          <w:sz w:val="24"/>
          <w:szCs w:val="20"/>
          <w:lang w:eastAsia="cs-CZ"/>
        </w:rPr>
        <w:t xml:space="preserve"> Martina KOLOVRATNÍKA</w:t>
      </w:r>
      <w:r w:rsidR="00886D86" w:rsidRPr="00886D86">
        <w:rPr>
          <w:rFonts w:ascii="Times New Roman" w:eastAsia="Times New Roman" w:hAnsi="Times New Roman"/>
          <w:color w:val="auto"/>
          <w:sz w:val="24"/>
          <w:szCs w:val="20"/>
          <w:lang w:eastAsia="cs-CZ"/>
        </w:rPr>
        <w:t>.</w:t>
      </w:r>
    </w:p>
    <w:p w:rsidR="00A77871" w:rsidRDefault="00A77871" w:rsidP="00886D86">
      <w:pPr>
        <w:tabs>
          <w:tab w:val="center" w:pos="1418"/>
          <w:tab w:val="center" w:pos="4536"/>
          <w:tab w:val="center" w:pos="7655"/>
        </w:tabs>
        <w:spacing w:before="1080"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Karel ŠIDLO </w:t>
      </w:r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>v.r</w:t>
      </w:r>
      <w:r w:rsidR="008E4DCE">
        <w:rPr>
          <w:rFonts w:ascii="Times New Roman" w:hAnsi="Times New Roman"/>
          <w:spacing w:val="28"/>
          <w:sz w:val="24"/>
          <w:szCs w:val="24"/>
          <w:lang w:eastAsia="cs-CZ"/>
        </w:rPr>
        <w:t>.</w:t>
      </w:r>
      <w:bookmarkStart w:id="0" w:name="_GoBack"/>
      <w:bookmarkEnd w:id="0"/>
      <w:r w:rsidR="00392812">
        <w:rPr>
          <w:rFonts w:ascii="Times New Roman" w:hAnsi="Times New Roman"/>
          <w:sz w:val="24"/>
          <w:szCs w:val="24"/>
          <w:lang w:eastAsia="cs-CZ"/>
        </w:rPr>
        <w:tab/>
      </w:r>
      <w:r w:rsidR="00392812">
        <w:rPr>
          <w:rFonts w:ascii="Times New Roman" w:hAnsi="Times New Roman"/>
          <w:sz w:val="24"/>
          <w:szCs w:val="24"/>
          <w:lang w:eastAsia="cs-CZ"/>
        </w:rPr>
        <w:tab/>
      </w:r>
      <w:r w:rsidR="00886D86">
        <w:rPr>
          <w:rFonts w:ascii="Times New Roman" w:hAnsi="Times New Roman"/>
          <w:sz w:val="24"/>
          <w:szCs w:val="24"/>
          <w:lang w:eastAsia="cs-CZ"/>
        </w:rPr>
        <w:t>Martin KOLOVRATNÍK v. r.</w:t>
      </w:r>
    </w:p>
    <w:p w:rsidR="003220CE" w:rsidRPr="00886D86" w:rsidRDefault="00886D86" w:rsidP="00886D86">
      <w:pPr>
        <w:tabs>
          <w:tab w:val="center" w:pos="1418"/>
          <w:tab w:val="center" w:pos="4536"/>
          <w:tab w:val="center" w:pos="7655"/>
        </w:tabs>
        <w:spacing w:after="84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místopředseda</w:t>
      </w:r>
      <w:r w:rsidR="00A7787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3220CE" w:rsidRPr="00886D86" w:rsidSect="00DB4AB7">
      <w:foot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924" w:rsidRDefault="00DA3924" w:rsidP="004E6F49">
      <w:pPr>
        <w:spacing w:after="0" w:line="240" w:lineRule="auto"/>
      </w:pPr>
      <w:r>
        <w:separator/>
      </w:r>
    </w:p>
  </w:endnote>
  <w:endnote w:type="continuationSeparator" w:id="0">
    <w:p w:rsidR="00DA3924" w:rsidRDefault="00DA3924" w:rsidP="004E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 New Roman tučné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D86" w:rsidRDefault="00886D86">
    <w:pPr>
      <w:pStyle w:val="Zpat"/>
      <w:jc w:val="right"/>
    </w:pPr>
  </w:p>
  <w:p w:rsidR="004E6F49" w:rsidRDefault="004E6F4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924" w:rsidRDefault="00DA3924" w:rsidP="004E6F49">
      <w:pPr>
        <w:spacing w:after="0" w:line="240" w:lineRule="auto"/>
      </w:pPr>
      <w:r>
        <w:separator/>
      </w:r>
    </w:p>
  </w:footnote>
  <w:footnote w:type="continuationSeparator" w:id="0">
    <w:p w:rsidR="00DA3924" w:rsidRDefault="00DA3924" w:rsidP="004E6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AAA13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662F7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27E66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AD2D3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648E1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09C88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222D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F7452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5367B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0922F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1B783008"/>
    <w:lvl w:ilvl="0">
      <w:start w:val="2"/>
      <w:numFmt w:val="upperRoman"/>
      <w:lvlText w:val="%1."/>
      <w:lvlJc w:val="left"/>
      <w:pPr>
        <w:tabs>
          <w:tab w:val="num" w:pos="709"/>
        </w:tabs>
        <w:ind w:left="720" w:hanging="360"/>
      </w:pPr>
      <w:rPr>
        <w:rFonts w:ascii="Times New Roman tučné" w:hAnsi="Times New Roman tučné" w:cs="Times New Roman"/>
        <w:b/>
        <w:spacing w:val="0"/>
        <w:sz w:val="24"/>
        <w:szCs w:val="24"/>
      </w:rPr>
    </w:lvl>
  </w:abstractNum>
  <w:abstractNum w:abstractNumId="11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2335AE"/>
    <w:multiLevelType w:val="hybridMultilevel"/>
    <w:tmpl w:val="88328C68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0FC477CC"/>
    <w:multiLevelType w:val="hybridMultilevel"/>
    <w:tmpl w:val="176ABF02"/>
    <w:lvl w:ilvl="0" w:tplc="5B842A9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4302960"/>
    <w:multiLevelType w:val="hybridMultilevel"/>
    <w:tmpl w:val="0AA22880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5A5560"/>
    <w:multiLevelType w:val="hybridMultilevel"/>
    <w:tmpl w:val="16A2BD64"/>
    <w:lvl w:ilvl="0" w:tplc="B41AFE8E">
      <w:start w:val="1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28E4763E"/>
    <w:multiLevelType w:val="hybridMultilevel"/>
    <w:tmpl w:val="9454CDF8"/>
    <w:lvl w:ilvl="0" w:tplc="20F6E66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2A0B241B"/>
    <w:multiLevelType w:val="hybridMultilevel"/>
    <w:tmpl w:val="BAEA18A2"/>
    <w:lvl w:ilvl="0" w:tplc="56929514">
      <w:start w:val="1"/>
      <w:numFmt w:val="decimal"/>
      <w:lvlText w:val="%1."/>
      <w:lvlJc w:val="left"/>
      <w:pPr>
        <w:ind w:left="7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1">
    <w:nsid w:val="2F5F1755"/>
    <w:multiLevelType w:val="hybridMultilevel"/>
    <w:tmpl w:val="AAFAB5EE"/>
    <w:lvl w:ilvl="0" w:tplc="C0CE2008">
      <w:start w:val="5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B50635"/>
    <w:multiLevelType w:val="hybridMultilevel"/>
    <w:tmpl w:val="B406EB2E"/>
    <w:lvl w:ilvl="0" w:tplc="5CCEE6F4">
      <w:start w:val="2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FB43F9"/>
    <w:multiLevelType w:val="hybridMultilevel"/>
    <w:tmpl w:val="D6BC6FC6"/>
    <w:lvl w:ilvl="0" w:tplc="ACEEAFF4">
      <w:start w:val="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A0083E"/>
    <w:multiLevelType w:val="hybridMultilevel"/>
    <w:tmpl w:val="2174BBA8"/>
    <w:lvl w:ilvl="0" w:tplc="A1C6B396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7822A7"/>
    <w:multiLevelType w:val="hybridMultilevel"/>
    <w:tmpl w:val="B5C4C5F4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AF1A1F"/>
    <w:multiLevelType w:val="multilevel"/>
    <w:tmpl w:val="E6D638D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347D05"/>
    <w:multiLevelType w:val="hybridMultilevel"/>
    <w:tmpl w:val="EAC8AD26"/>
    <w:lvl w:ilvl="0" w:tplc="7480C212">
      <w:start w:val="4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4F5CCE"/>
    <w:multiLevelType w:val="hybridMultilevel"/>
    <w:tmpl w:val="166EDD0C"/>
    <w:lvl w:ilvl="0" w:tplc="5FC0A790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7"/>
  </w:num>
  <w:num w:numId="12">
    <w:abstractNumId w:val="23"/>
  </w:num>
  <w:num w:numId="13">
    <w:abstractNumId w:val="34"/>
  </w:num>
  <w:num w:numId="14">
    <w:abstractNumId w:val="36"/>
  </w:num>
  <w:num w:numId="15">
    <w:abstractNumId w:val="14"/>
  </w:num>
  <w:num w:numId="16">
    <w:abstractNumId w:val="31"/>
  </w:num>
  <w:num w:numId="17">
    <w:abstractNumId w:val="25"/>
  </w:num>
  <w:num w:numId="18">
    <w:abstractNumId w:val="11"/>
  </w:num>
  <w:num w:numId="19">
    <w:abstractNumId w:val="17"/>
  </w:num>
  <w:num w:numId="20">
    <w:abstractNumId w:val="38"/>
  </w:num>
  <w:num w:numId="21">
    <w:abstractNumId w:val="22"/>
  </w:num>
  <w:num w:numId="22">
    <w:abstractNumId w:val="24"/>
  </w:num>
  <w:num w:numId="23">
    <w:abstractNumId w:val="15"/>
  </w:num>
  <w:num w:numId="24">
    <w:abstractNumId w:val="39"/>
  </w:num>
  <w:num w:numId="25">
    <w:abstractNumId w:val="32"/>
  </w:num>
  <w:num w:numId="26">
    <w:abstractNumId w:val="12"/>
  </w:num>
  <w:num w:numId="27">
    <w:abstractNumId w:val="10"/>
  </w:num>
  <w:num w:numId="28">
    <w:abstractNumId w:val="37"/>
  </w:num>
  <w:num w:numId="29">
    <w:abstractNumId w:val="33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30"/>
  </w:num>
  <w:num w:numId="33">
    <w:abstractNumId w:val="16"/>
  </w:num>
  <w:num w:numId="34">
    <w:abstractNumId w:val="29"/>
  </w:num>
  <w:num w:numId="35">
    <w:abstractNumId w:val="13"/>
  </w:num>
  <w:num w:numId="36">
    <w:abstractNumId w:val="26"/>
  </w:num>
  <w:num w:numId="37">
    <w:abstractNumId w:val="28"/>
  </w:num>
  <w:num w:numId="38">
    <w:abstractNumId w:val="35"/>
  </w:num>
  <w:num w:numId="39">
    <w:abstractNumId w:val="21"/>
  </w:num>
  <w:num w:numId="40">
    <w:abstractNumId w:val="18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12586"/>
    <w:rsid w:val="00043544"/>
    <w:rsid w:val="00062F92"/>
    <w:rsid w:val="00063EAB"/>
    <w:rsid w:val="00080B6F"/>
    <w:rsid w:val="00093F10"/>
    <w:rsid w:val="000C1FEA"/>
    <w:rsid w:val="000F4607"/>
    <w:rsid w:val="00122551"/>
    <w:rsid w:val="00186656"/>
    <w:rsid w:val="00193722"/>
    <w:rsid w:val="001A0E63"/>
    <w:rsid w:val="001D72C5"/>
    <w:rsid w:val="00210690"/>
    <w:rsid w:val="002248A1"/>
    <w:rsid w:val="00235CA0"/>
    <w:rsid w:val="0029657F"/>
    <w:rsid w:val="002A342F"/>
    <w:rsid w:val="003220CE"/>
    <w:rsid w:val="00392812"/>
    <w:rsid w:val="003A4E2D"/>
    <w:rsid w:val="003C206B"/>
    <w:rsid w:val="003E0A61"/>
    <w:rsid w:val="003E1216"/>
    <w:rsid w:val="003F7969"/>
    <w:rsid w:val="0041741D"/>
    <w:rsid w:val="00433B08"/>
    <w:rsid w:val="00456368"/>
    <w:rsid w:val="0049178E"/>
    <w:rsid w:val="004A0FF5"/>
    <w:rsid w:val="004E55D3"/>
    <w:rsid w:val="004E6F49"/>
    <w:rsid w:val="004F072B"/>
    <w:rsid w:val="004F0F9F"/>
    <w:rsid w:val="00527DCE"/>
    <w:rsid w:val="005502C9"/>
    <w:rsid w:val="00574D40"/>
    <w:rsid w:val="005C75E8"/>
    <w:rsid w:val="00616143"/>
    <w:rsid w:val="00634590"/>
    <w:rsid w:val="00657E38"/>
    <w:rsid w:val="00680E8A"/>
    <w:rsid w:val="00685BD6"/>
    <w:rsid w:val="006A2C40"/>
    <w:rsid w:val="006B4D4B"/>
    <w:rsid w:val="006D02C4"/>
    <w:rsid w:val="006F49D0"/>
    <w:rsid w:val="00761979"/>
    <w:rsid w:val="00766CF9"/>
    <w:rsid w:val="00780F2F"/>
    <w:rsid w:val="0079355C"/>
    <w:rsid w:val="007D198D"/>
    <w:rsid w:val="007E282F"/>
    <w:rsid w:val="008217A7"/>
    <w:rsid w:val="00840B59"/>
    <w:rsid w:val="00886D86"/>
    <w:rsid w:val="008B66E8"/>
    <w:rsid w:val="008E4DCE"/>
    <w:rsid w:val="008F0FEE"/>
    <w:rsid w:val="00924775"/>
    <w:rsid w:val="00940E50"/>
    <w:rsid w:val="009433FC"/>
    <w:rsid w:val="0097160B"/>
    <w:rsid w:val="009A1211"/>
    <w:rsid w:val="009B2718"/>
    <w:rsid w:val="00A03230"/>
    <w:rsid w:val="00A3679C"/>
    <w:rsid w:val="00A47BEA"/>
    <w:rsid w:val="00A625D7"/>
    <w:rsid w:val="00A77871"/>
    <w:rsid w:val="00AB1E4B"/>
    <w:rsid w:val="00AD2D19"/>
    <w:rsid w:val="00B06909"/>
    <w:rsid w:val="00B128DD"/>
    <w:rsid w:val="00B1610F"/>
    <w:rsid w:val="00B326CB"/>
    <w:rsid w:val="00B56E94"/>
    <w:rsid w:val="00B64EF3"/>
    <w:rsid w:val="00B96082"/>
    <w:rsid w:val="00BF65D9"/>
    <w:rsid w:val="00C3035B"/>
    <w:rsid w:val="00C630E6"/>
    <w:rsid w:val="00C70FB7"/>
    <w:rsid w:val="00C85BF7"/>
    <w:rsid w:val="00C907C5"/>
    <w:rsid w:val="00CA608B"/>
    <w:rsid w:val="00CB400A"/>
    <w:rsid w:val="00CC1F7A"/>
    <w:rsid w:val="00CD0963"/>
    <w:rsid w:val="00CE5CBE"/>
    <w:rsid w:val="00D16015"/>
    <w:rsid w:val="00D17FBE"/>
    <w:rsid w:val="00D42C99"/>
    <w:rsid w:val="00D71D3B"/>
    <w:rsid w:val="00D8192B"/>
    <w:rsid w:val="00DA3924"/>
    <w:rsid w:val="00DB4AB7"/>
    <w:rsid w:val="00DD65F8"/>
    <w:rsid w:val="00DE73DC"/>
    <w:rsid w:val="00E225B0"/>
    <w:rsid w:val="00E2625A"/>
    <w:rsid w:val="00E27A82"/>
    <w:rsid w:val="00E615B3"/>
    <w:rsid w:val="00E65250"/>
    <w:rsid w:val="00E91AA6"/>
    <w:rsid w:val="00E96E1C"/>
    <w:rsid w:val="00EA0554"/>
    <w:rsid w:val="00EA6734"/>
    <w:rsid w:val="00EF455F"/>
    <w:rsid w:val="00F06AA4"/>
    <w:rsid w:val="00F23A90"/>
    <w:rsid w:val="00F405B5"/>
    <w:rsid w:val="00F55AFD"/>
    <w:rsid w:val="00F945BD"/>
    <w:rsid w:val="00FB3CEB"/>
    <w:rsid w:val="00FE7E6D"/>
    <w:rsid w:val="00FF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paragraph" w:customStyle="1" w:styleId="Textbodu">
    <w:name w:val="Text bodu"/>
    <w:basedOn w:val="Normln"/>
    <w:rsid w:val="002248A1"/>
    <w:p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2248A1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unhideWhenUsed/>
    <w:qFormat/>
    <w:rsid w:val="002248A1"/>
    <w:pPr>
      <w:spacing w:line="293" w:lineRule="auto"/>
      <w:ind w:left="720"/>
      <w:contextualSpacing/>
    </w:pPr>
    <w:rPr>
      <w:color w:val="000000"/>
    </w:rPr>
  </w:style>
  <w:style w:type="paragraph" w:styleId="Zhlav">
    <w:name w:val="header"/>
    <w:basedOn w:val="Normln"/>
    <w:link w:val="Zhlav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6F4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6F49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semiHidden/>
    <w:rsid w:val="00886D8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886D86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25</TotalTime>
  <Pages>1</Pages>
  <Words>66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Novotna Petra</cp:lastModifiedBy>
  <cp:revision>15</cp:revision>
  <cp:lastPrinted>2017-06-14T09:19:00Z</cp:lastPrinted>
  <dcterms:created xsi:type="dcterms:W3CDTF">2017-03-08T11:02:00Z</dcterms:created>
  <dcterms:modified xsi:type="dcterms:W3CDTF">2017-06-14T09:19:00Z</dcterms:modified>
</cp:coreProperties>
</file>