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E40" w:rsidRDefault="00C04E40" w:rsidP="00415577">
      <w:pPr>
        <w:pStyle w:val="PS-hlavika1"/>
      </w:pPr>
    </w:p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D3723C">
        <w:t>5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18747B" w:rsidP="00415577">
      <w:pPr>
        <w:pStyle w:val="PS-hlavika1"/>
      </w:pPr>
      <w:r>
        <w:t xml:space="preserve">z </w:t>
      </w:r>
      <w:r w:rsidR="00C04E40">
        <w:t>28</w:t>
      </w:r>
      <w:r>
        <w:t>. schůze</w:t>
      </w:r>
    </w:p>
    <w:p w:rsidR="0018747B" w:rsidRDefault="00C04E40" w:rsidP="00415577">
      <w:pPr>
        <w:pStyle w:val="PS-hlavika1"/>
      </w:pPr>
      <w:r>
        <w:t>Výbor pro veřejnou správu a regionální rozvoj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890ADB">
        <w:t>dne</w:t>
      </w:r>
      <w:r>
        <w:t xml:space="preserve"> </w:t>
      </w:r>
      <w:r w:rsidR="00C04E40">
        <w:t>24</w:t>
      </w:r>
      <w:r>
        <w:t xml:space="preserve">. </w:t>
      </w:r>
      <w:r w:rsidR="00C04E40">
        <w:t>září</w:t>
      </w:r>
      <w:r>
        <w:t xml:space="preserve"> 201</w:t>
      </w:r>
      <w:r w:rsidR="00415577">
        <w:t>5</w:t>
      </w:r>
    </w:p>
    <w:p w:rsidR="00970757" w:rsidRDefault="0018747B" w:rsidP="00415577">
      <w:pPr>
        <w:pStyle w:val="PS-msto"/>
      </w:pPr>
      <w:r>
        <w:t xml:space="preserve">v budově Poslanecké sněmovny, Sněmovní 4, </w:t>
      </w:r>
      <w:proofErr w:type="gramStart"/>
      <w:r>
        <w:t>118 26  Praha</w:t>
      </w:r>
      <w:proofErr w:type="gramEnd"/>
      <w:r>
        <w:t xml:space="preserve"> 1</w:t>
      </w:r>
      <w:r w:rsidR="00415577">
        <w:br/>
      </w:r>
      <w:r>
        <w:t xml:space="preserve">místnost č. </w:t>
      </w:r>
      <w:r w:rsidR="00C04E40">
        <w:t>B 211</w:t>
      </w:r>
      <w:r>
        <w:t xml:space="preserve"> </w:t>
      </w:r>
    </w:p>
    <w:p w:rsidR="008C2A6B" w:rsidRPr="008C2A6B" w:rsidRDefault="008C2A6B" w:rsidP="008C2A6B">
      <w:pPr>
        <w:spacing w:before="100" w:beforeAutospacing="1" w:after="0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8C2A6B">
        <w:rPr>
          <w:rFonts w:asciiTheme="minorHAnsi" w:eastAsia="Times New Roman" w:hAnsiTheme="minorHAnsi"/>
          <w:sz w:val="24"/>
          <w:szCs w:val="24"/>
          <w:lang w:eastAsia="cs-CZ"/>
        </w:rPr>
        <w:t>Schůzi řídila: PaedDr. Milada Halíková, předsedkyně výboru.</w:t>
      </w:r>
    </w:p>
    <w:p w:rsidR="008C2A6B" w:rsidRPr="008C2A6B" w:rsidRDefault="008C2A6B" w:rsidP="008C2A6B">
      <w:pPr>
        <w:spacing w:before="100" w:beforeAutospacing="1" w:after="0" w:line="24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8C2A6B">
        <w:rPr>
          <w:rFonts w:asciiTheme="minorHAnsi" w:eastAsia="Times New Roman" w:hAnsiTheme="minorHAnsi"/>
          <w:sz w:val="24"/>
          <w:szCs w:val="24"/>
          <w:lang w:eastAsia="cs-CZ"/>
        </w:rPr>
        <w:t xml:space="preserve">Přítomni: p. </w:t>
      </w:r>
      <w:proofErr w:type="spellStart"/>
      <w:r w:rsidRPr="008C2A6B">
        <w:rPr>
          <w:rFonts w:asciiTheme="minorHAnsi" w:eastAsia="Times New Roman" w:hAnsiTheme="minorHAnsi"/>
          <w:sz w:val="24"/>
          <w:szCs w:val="24"/>
          <w:lang w:eastAsia="cs-CZ"/>
        </w:rPr>
        <w:t>posl</w:t>
      </w:r>
      <w:proofErr w:type="spellEnd"/>
      <w:r w:rsidRPr="008C2A6B">
        <w:rPr>
          <w:rFonts w:asciiTheme="minorHAnsi" w:eastAsia="Times New Roman" w:hAnsiTheme="minorHAnsi"/>
          <w:sz w:val="24"/>
          <w:szCs w:val="24"/>
          <w:lang w:eastAsia="cs-CZ"/>
        </w:rPr>
        <w:t>. Adámek,</w:t>
      </w:r>
      <w:r w:rsidR="00805450" w:rsidRPr="008C2A6B">
        <w:rPr>
          <w:rFonts w:asciiTheme="minorHAnsi" w:eastAsia="Times New Roman" w:hAnsiTheme="minorHAnsi"/>
          <w:sz w:val="24"/>
          <w:szCs w:val="24"/>
          <w:lang w:eastAsia="cs-CZ"/>
        </w:rPr>
        <w:t xml:space="preserve"> </w:t>
      </w:r>
      <w:proofErr w:type="spellStart"/>
      <w:r w:rsidR="0086472E">
        <w:rPr>
          <w:rFonts w:asciiTheme="minorHAnsi" w:eastAsia="Times New Roman" w:hAnsiTheme="minorHAnsi"/>
          <w:sz w:val="24"/>
          <w:szCs w:val="24"/>
          <w:lang w:eastAsia="cs-CZ"/>
        </w:rPr>
        <w:t>Berdychová</w:t>
      </w:r>
      <w:proofErr w:type="spellEnd"/>
      <w:r w:rsidR="0086472E">
        <w:rPr>
          <w:rFonts w:asciiTheme="minorHAnsi" w:eastAsia="Times New Roman" w:hAnsiTheme="minorHAnsi"/>
          <w:sz w:val="24"/>
          <w:szCs w:val="24"/>
          <w:lang w:eastAsia="cs-CZ"/>
        </w:rPr>
        <w:t xml:space="preserve">, </w:t>
      </w:r>
      <w:r w:rsidR="00785BC2">
        <w:rPr>
          <w:rFonts w:asciiTheme="minorHAnsi" w:eastAsia="Times New Roman" w:hAnsiTheme="minorHAnsi"/>
          <w:sz w:val="24"/>
          <w:szCs w:val="24"/>
          <w:lang w:eastAsia="cs-CZ"/>
        </w:rPr>
        <w:t>Halíková</w:t>
      </w:r>
      <w:r w:rsidRPr="008C2A6B">
        <w:rPr>
          <w:rFonts w:asciiTheme="minorHAnsi" w:eastAsia="Times New Roman" w:hAnsiTheme="minorHAnsi"/>
          <w:sz w:val="24"/>
          <w:szCs w:val="24"/>
          <w:lang w:eastAsia="cs-CZ"/>
        </w:rPr>
        <w:t>, Horáček, Klán,</w:t>
      </w:r>
      <w:r w:rsidR="000A7CA2">
        <w:rPr>
          <w:rFonts w:asciiTheme="minorHAnsi" w:eastAsia="Times New Roman" w:hAnsiTheme="minorHAnsi"/>
          <w:sz w:val="24"/>
          <w:szCs w:val="24"/>
          <w:lang w:eastAsia="cs-CZ"/>
        </w:rPr>
        <w:t xml:space="preserve">  </w:t>
      </w:r>
      <w:proofErr w:type="gramStart"/>
      <w:r w:rsidR="0086472E">
        <w:rPr>
          <w:rFonts w:asciiTheme="minorHAnsi" w:eastAsia="Times New Roman" w:hAnsiTheme="minorHAnsi"/>
          <w:sz w:val="24"/>
          <w:szCs w:val="24"/>
          <w:lang w:eastAsia="cs-CZ"/>
        </w:rPr>
        <w:t>Koubek</w:t>
      </w:r>
      <w:r w:rsidRPr="008C2A6B">
        <w:rPr>
          <w:rFonts w:asciiTheme="minorHAnsi" w:eastAsia="Times New Roman" w:hAnsiTheme="minorHAnsi"/>
          <w:sz w:val="24"/>
          <w:szCs w:val="24"/>
          <w:lang w:eastAsia="cs-CZ"/>
        </w:rPr>
        <w:t xml:space="preserve"> </w:t>
      </w:r>
      <w:r w:rsidR="00785BC2">
        <w:rPr>
          <w:rFonts w:asciiTheme="minorHAnsi" w:eastAsia="Times New Roman" w:hAnsiTheme="minorHAnsi"/>
          <w:sz w:val="24"/>
          <w:szCs w:val="24"/>
          <w:lang w:eastAsia="cs-CZ"/>
        </w:rPr>
        <w:t xml:space="preserve">, </w:t>
      </w:r>
      <w:r w:rsidR="0086472E">
        <w:rPr>
          <w:rFonts w:asciiTheme="minorHAnsi" w:eastAsia="Times New Roman" w:hAnsiTheme="minorHAnsi"/>
          <w:sz w:val="24"/>
          <w:szCs w:val="24"/>
          <w:lang w:eastAsia="cs-CZ"/>
        </w:rPr>
        <w:t>Kovářová</w:t>
      </w:r>
      <w:proofErr w:type="gramEnd"/>
      <w:r w:rsidR="0086472E">
        <w:rPr>
          <w:rFonts w:asciiTheme="minorHAnsi" w:eastAsia="Times New Roman" w:hAnsiTheme="minorHAnsi"/>
          <w:sz w:val="24"/>
          <w:szCs w:val="24"/>
          <w:lang w:eastAsia="cs-CZ"/>
        </w:rPr>
        <w:t xml:space="preserve">, </w:t>
      </w:r>
      <w:r w:rsidR="00785BC2">
        <w:rPr>
          <w:rFonts w:asciiTheme="minorHAnsi" w:eastAsia="Times New Roman" w:hAnsiTheme="minorHAnsi"/>
          <w:sz w:val="24"/>
          <w:szCs w:val="24"/>
          <w:lang w:eastAsia="cs-CZ"/>
        </w:rPr>
        <w:t>Okleštěk,</w:t>
      </w:r>
      <w:r w:rsidRPr="008C2A6B">
        <w:rPr>
          <w:rFonts w:asciiTheme="minorHAnsi" w:eastAsia="Times New Roman" w:hAnsiTheme="minorHAnsi"/>
          <w:sz w:val="24"/>
          <w:szCs w:val="24"/>
          <w:lang w:eastAsia="cs-CZ"/>
        </w:rPr>
        <w:t xml:space="preserve"> Pražák, </w:t>
      </w:r>
      <w:r w:rsidR="0086472E">
        <w:rPr>
          <w:rFonts w:asciiTheme="minorHAnsi" w:eastAsia="Times New Roman" w:hAnsiTheme="minorHAnsi"/>
          <w:sz w:val="24"/>
          <w:szCs w:val="24"/>
          <w:lang w:eastAsia="cs-CZ"/>
        </w:rPr>
        <w:t>Sedláček,</w:t>
      </w:r>
      <w:r w:rsidR="00E075B4">
        <w:rPr>
          <w:rFonts w:asciiTheme="minorHAnsi" w:eastAsia="Times New Roman" w:hAnsiTheme="minorHAnsi"/>
          <w:sz w:val="24"/>
          <w:szCs w:val="24"/>
          <w:lang w:eastAsia="cs-CZ"/>
        </w:rPr>
        <w:t xml:space="preserve"> </w:t>
      </w:r>
      <w:r w:rsidRPr="008C2A6B">
        <w:rPr>
          <w:rFonts w:asciiTheme="minorHAnsi" w:eastAsia="Times New Roman" w:hAnsiTheme="minorHAnsi"/>
          <w:sz w:val="24"/>
          <w:szCs w:val="24"/>
          <w:lang w:eastAsia="cs-CZ"/>
        </w:rPr>
        <w:t xml:space="preserve">Uhlík, Zahradníček. </w:t>
      </w:r>
    </w:p>
    <w:p w:rsidR="008C2A6B" w:rsidRDefault="008C2A6B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8C2A6B" w:rsidRDefault="008C2A6B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8C2A6B" w:rsidRDefault="008C2A6B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8C2A6B">
        <w:rPr>
          <w:rFonts w:asciiTheme="minorHAnsi" w:hAnsiTheme="minorHAnsi"/>
          <w:sz w:val="24"/>
          <w:szCs w:val="24"/>
        </w:rPr>
        <w:t>09.00 hod.</w:t>
      </w:r>
      <w:r w:rsidRPr="008C2A6B">
        <w:rPr>
          <w:rFonts w:asciiTheme="minorHAnsi" w:hAnsiTheme="minorHAnsi"/>
          <w:sz w:val="24"/>
          <w:szCs w:val="24"/>
        </w:rPr>
        <w:tab/>
      </w:r>
    </w:p>
    <w:p w:rsidR="008C2A6B" w:rsidRDefault="008C2A6B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805450" w:rsidRDefault="004D19A5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Halíková: Zahájení jednání.  </w:t>
      </w:r>
      <w:r w:rsidR="00805450">
        <w:rPr>
          <w:rFonts w:asciiTheme="minorHAnsi" w:hAnsiTheme="minorHAnsi"/>
          <w:sz w:val="24"/>
          <w:szCs w:val="24"/>
        </w:rPr>
        <w:t>Hlasování o program</w:t>
      </w:r>
      <w:r>
        <w:rPr>
          <w:rFonts w:asciiTheme="minorHAnsi" w:hAnsiTheme="minorHAnsi"/>
          <w:sz w:val="24"/>
          <w:szCs w:val="24"/>
        </w:rPr>
        <w:t>u</w:t>
      </w:r>
      <w:r w:rsidR="008513F5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28. </w:t>
      </w:r>
      <w:r w:rsidR="00A070AA">
        <w:rPr>
          <w:rFonts w:asciiTheme="minorHAnsi" w:hAnsiTheme="minorHAnsi"/>
          <w:sz w:val="24"/>
          <w:szCs w:val="24"/>
        </w:rPr>
        <w:t>schůze</w:t>
      </w:r>
    </w:p>
    <w:p w:rsidR="00805450" w:rsidRDefault="00805450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proofErr w:type="gramStart"/>
      <w:r>
        <w:rPr>
          <w:rFonts w:asciiTheme="minorHAnsi" w:hAnsiTheme="minorHAnsi"/>
          <w:sz w:val="24"/>
          <w:szCs w:val="24"/>
        </w:rPr>
        <w:t>Hlas</w:t>
      </w:r>
      <w:r w:rsidR="004D19A5">
        <w:rPr>
          <w:rFonts w:asciiTheme="minorHAnsi" w:hAnsiTheme="minorHAnsi"/>
          <w:sz w:val="24"/>
          <w:szCs w:val="24"/>
        </w:rPr>
        <w:t>ování :</w:t>
      </w:r>
      <w:r w:rsidR="00A070AA">
        <w:rPr>
          <w:rFonts w:asciiTheme="minorHAnsi" w:hAnsiTheme="minorHAnsi"/>
          <w:sz w:val="24"/>
          <w:szCs w:val="24"/>
        </w:rPr>
        <w:t xml:space="preserve"> č.</w:t>
      </w:r>
      <w:proofErr w:type="gramEnd"/>
      <w:r w:rsidR="00A070AA">
        <w:rPr>
          <w:rFonts w:asciiTheme="minorHAnsi" w:hAnsiTheme="minorHAnsi"/>
          <w:sz w:val="24"/>
          <w:szCs w:val="24"/>
        </w:rPr>
        <w:t xml:space="preserve"> 1</w:t>
      </w:r>
      <w:r w:rsidR="004D19A5">
        <w:rPr>
          <w:rFonts w:asciiTheme="minorHAnsi" w:hAnsiTheme="minorHAnsi"/>
          <w:sz w:val="24"/>
          <w:szCs w:val="24"/>
        </w:rPr>
        <w:t xml:space="preserve">     ANO</w:t>
      </w:r>
      <w:r>
        <w:rPr>
          <w:rFonts w:asciiTheme="minorHAnsi" w:hAnsiTheme="minorHAnsi"/>
          <w:sz w:val="24"/>
          <w:szCs w:val="24"/>
        </w:rPr>
        <w:t xml:space="preserve"> 9                  Ne 0             </w:t>
      </w:r>
      <w:r w:rsidR="004D19A5">
        <w:rPr>
          <w:rFonts w:asciiTheme="minorHAnsi" w:hAnsiTheme="minorHAnsi"/>
          <w:sz w:val="24"/>
          <w:szCs w:val="24"/>
        </w:rPr>
        <w:t>zdržel 0</w:t>
      </w:r>
      <w:r>
        <w:rPr>
          <w:rFonts w:asciiTheme="minorHAnsi" w:hAnsiTheme="minorHAnsi"/>
          <w:sz w:val="24"/>
          <w:szCs w:val="24"/>
        </w:rPr>
        <w:t xml:space="preserve">             Přítomno 9</w:t>
      </w:r>
      <w:r w:rsidR="004D19A5">
        <w:rPr>
          <w:rFonts w:asciiTheme="minorHAnsi" w:hAnsiTheme="minorHAnsi"/>
          <w:sz w:val="24"/>
          <w:szCs w:val="24"/>
        </w:rPr>
        <w:tab/>
      </w:r>
      <w:r w:rsidR="004D19A5">
        <w:rPr>
          <w:rFonts w:asciiTheme="minorHAnsi" w:hAnsiTheme="minorHAnsi"/>
          <w:sz w:val="24"/>
          <w:szCs w:val="24"/>
        </w:rPr>
        <w:tab/>
        <w:t>přijato</w:t>
      </w:r>
    </w:p>
    <w:p w:rsidR="008C2A6B" w:rsidRDefault="008C2A6B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8C2A6B" w:rsidRPr="008C2A6B" w:rsidRDefault="008C2A6B" w:rsidP="008C2A6B">
      <w:pPr>
        <w:spacing w:after="0"/>
        <w:jc w:val="both"/>
        <w:rPr>
          <w:rFonts w:asciiTheme="minorHAnsi" w:hAnsiTheme="minorHAnsi"/>
          <w:b/>
          <w:sz w:val="24"/>
          <w:szCs w:val="24"/>
        </w:rPr>
      </w:pPr>
      <w:r w:rsidRPr="008C2A6B">
        <w:rPr>
          <w:rFonts w:asciiTheme="minorHAnsi" w:hAnsiTheme="minorHAnsi"/>
          <w:b/>
          <w:sz w:val="24"/>
          <w:szCs w:val="24"/>
        </w:rPr>
        <w:t>Vládní návrh zákona, kterým se mění zákon č. 133/2000 Sb., o evidenci obyvatel a rodných číslech a o změně některých zákonů (zákon o evidenci obyvatel), ve znění pozdějších předpisů, zákon č. 328/1999 Sb., o občanských průkazech, ve znění pozdějších předpisů, zákon č. 329/1999 Sb., o cestovních dokladech, ve znění pozdějších předpisů, a další související zákony, sněmovní tisk 498.(jednání garančního výboru)</w:t>
      </w:r>
    </w:p>
    <w:p w:rsidR="008C2A6B" w:rsidRPr="008C2A6B" w:rsidRDefault="008C2A6B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8C2A6B" w:rsidRPr="008C2A6B" w:rsidRDefault="008C2A6B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8C2A6B">
        <w:rPr>
          <w:rFonts w:asciiTheme="minorHAnsi" w:hAnsiTheme="minorHAnsi"/>
          <w:sz w:val="24"/>
          <w:szCs w:val="24"/>
        </w:rPr>
        <w:t xml:space="preserve">Předkladatel: </w:t>
      </w:r>
      <w:r w:rsidRPr="008C2A6B">
        <w:rPr>
          <w:rFonts w:asciiTheme="minorHAnsi" w:hAnsiTheme="minorHAnsi"/>
          <w:sz w:val="24"/>
          <w:szCs w:val="24"/>
        </w:rPr>
        <w:tab/>
        <w:t>Ministerstvo vnitra</w:t>
      </w:r>
    </w:p>
    <w:p w:rsidR="008C2A6B" w:rsidRDefault="008C2A6B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8C2A6B">
        <w:rPr>
          <w:rFonts w:asciiTheme="minorHAnsi" w:hAnsiTheme="minorHAnsi"/>
          <w:sz w:val="24"/>
          <w:szCs w:val="24"/>
        </w:rPr>
        <w:t xml:space="preserve">Zpravodaj: </w:t>
      </w:r>
      <w:r w:rsidRPr="008C2A6B">
        <w:rPr>
          <w:rFonts w:asciiTheme="minorHAnsi" w:hAnsiTheme="minorHAnsi"/>
          <w:sz w:val="24"/>
          <w:szCs w:val="24"/>
        </w:rPr>
        <w:tab/>
        <w:t>Mgr. Jan Klán, poslanec PSP ČR</w:t>
      </w:r>
    </w:p>
    <w:p w:rsidR="008513F5" w:rsidRPr="008C2A6B" w:rsidRDefault="008513F5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8C2A6B" w:rsidRDefault="008513F5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Halíková: Zahájení projednávání sn</w:t>
      </w:r>
      <w:r w:rsidR="00A070AA">
        <w:rPr>
          <w:rFonts w:asciiTheme="minorHAnsi" w:hAnsiTheme="minorHAnsi"/>
          <w:sz w:val="24"/>
          <w:szCs w:val="24"/>
        </w:rPr>
        <w:t>ěmovního tisku 498, předává slovo předkladateli - MV</w:t>
      </w:r>
    </w:p>
    <w:p w:rsidR="00A070AA" w:rsidRDefault="00A070AA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k odůvodnění PN:</w:t>
      </w:r>
    </w:p>
    <w:p w:rsidR="00E075B4" w:rsidRDefault="00560816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proofErr w:type="spellStart"/>
      <w:r>
        <w:rPr>
          <w:rFonts w:asciiTheme="minorHAnsi" w:hAnsiTheme="minorHAnsi"/>
          <w:sz w:val="24"/>
          <w:szCs w:val="24"/>
        </w:rPr>
        <w:t>Vildumetzová</w:t>
      </w:r>
      <w:proofErr w:type="spellEnd"/>
      <w:r>
        <w:rPr>
          <w:rFonts w:asciiTheme="minorHAnsi" w:hAnsiTheme="minorHAnsi"/>
          <w:sz w:val="24"/>
          <w:szCs w:val="24"/>
        </w:rPr>
        <w:t xml:space="preserve">: </w:t>
      </w:r>
      <w:r w:rsidR="006F0DE1">
        <w:rPr>
          <w:rFonts w:asciiTheme="minorHAnsi" w:hAnsiTheme="minorHAnsi"/>
          <w:sz w:val="24"/>
          <w:szCs w:val="24"/>
        </w:rPr>
        <w:t>Jde o p</w:t>
      </w:r>
      <w:r>
        <w:rPr>
          <w:rFonts w:asciiTheme="minorHAnsi" w:hAnsiTheme="minorHAnsi"/>
          <w:sz w:val="24"/>
          <w:szCs w:val="24"/>
        </w:rPr>
        <w:t>rovedení některých technických změn a terminologie s Občanským zákoníkem</w:t>
      </w:r>
      <w:r w:rsidR="006F0DE1">
        <w:rPr>
          <w:rFonts w:asciiTheme="minorHAnsi" w:hAnsiTheme="minorHAnsi"/>
          <w:sz w:val="24"/>
          <w:szCs w:val="24"/>
        </w:rPr>
        <w:t xml:space="preserve">. </w:t>
      </w:r>
      <w:r>
        <w:rPr>
          <w:rFonts w:asciiTheme="minorHAnsi" w:hAnsiTheme="minorHAnsi"/>
          <w:sz w:val="24"/>
          <w:szCs w:val="24"/>
        </w:rPr>
        <w:t>Př</w:t>
      </w:r>
      <w:r w:rsidR="00805450">
        <w:rPr>
          <w:rFonts w:asciiTheme="minorHAnsi" w:hAnsiTheme="minorHAnsi"/>
          <w:sz w:val="24"/>
          <w:szCs w:val="24"/>
        </w:rPr>
        <w:t>ipomínám</w:t>
      </w:r>
      <w:r w:rsidR="006F0DE1">
        <w:rPr>
          <w:rFonts w:asciiTheme="minorHAnsi" w:hAnsiTheme="minorHAnsi"/>
          <w:sz w:val="24"/>
          <w:szCs w:val="24"/>
        </w:rPr>
        <w:t>,</w:t>
      </w:r>
      <w:r w:rsidR="00805450">
        <w:rPr>
          <w:rFonts w:asciiTheme="minorHAnsi" w:hAnsiTheme="minorHAnsi"/>
          <w:sz w:val="24"/>
          <w:szCs w:val="24"/>
        </w:rPr>
        <w:t xml:space="preserve"> že cílem je sjedn</w:t>
      </w:r>
      <w:r>
        <w:rPr>
          <w:rFonts w:asciiTheme="minorHAnsi" w:hAnsiTheme="minorHAnsi"/>
          <w:sz w:val="24"/>
          <w:szCs w:val="24"/>
        </w:rPr>
        <w:t>ocení terminologie se stávající</w:t>
      </w:r>
      <w:r w:rsidR="00805450">
        <w:rPr>
          <w:rFonts w:asciiTheme="minorHAnsi" w:hAnsiTheme="minorHAnsi"/>
          <w:sz w:val="24"/>
          <w:szCs w:val="24"/>
        </w:rPr>
        <w:t>m zákonem.</w:t>
      </w:r>
      <w:r w:rsidR="006F0DE1" w:rsidRPr="006F0DE1">
        <w:rPr>
          <w:rFonts w:asciiTheme="minorHAnsi" w:hAnsiTheme="minorHAnsi"/>
          <w:sz w:val="24"/>
          <w:szCs w:val="24"/>
        </w:rPr>
        <w:t xml:space="preserve"> </w:t>
      </w:r>
      <w:r w:rsidR="006F0DE1">
        <w:rPr>
          <w:rFonts w:asciiTheme="minorHAnsi" w:hAnsiTheme="minorHAnsi"/>
          <w:sz w:val="24"/>
          <w:szCs w:val="24"/>
        </w:rPr>
        <w:t>Povinnost převzít oznámení o uložení zásilky.</w:t>
      </w:r>
      <w:r w:rsidR="00805450">
        <w:rPr>
          <w:rFonts w:asciiTheme="minorHAnsi" w:hAnsiTheme="minorHAnsi"/>
          <w:sz w:val="24"/>
          <w:szCs w:val="24"/>
        </w:rPr>
        <w:t xml:space="preserve"> Nebude místní příslušnost, občan si </w:t>
      </w:r>
      <w:proofErr w:type="gramStart"/>
      <w:r w:rsidR="00805450">
        <w:rPr>
          <w:rFonts w:asciiTheme="minorHAnsi" w:hAnsiTheme="minorHAnsi"/>
          <w:sz w:val="24"/>
          <w:szCs w:val="24"/>
        </w:rPr>
        <w:t>rozhodne kde</w:t>
      </w:r>
      <w:proofErr w:type="gramEnd"/>
      <w:r w:rsidR="00805450">
        <w:rPr>
          <w:rFonts w:asciiTheme="minorHAnsi" w:hAnsiTheme="minorHAnsi"/>
          <w:sz w:val="24"/>
          <w:szCs w:val="24"/>
        </w:rPr>
        <w:t xml:space="preserve"> mu mají vydat rozhodnutí o tomto dokladu</w:t>
      </w:r>
      <w:r>
        <w:rPr>
          <w:rFonts w:asciiTheme="minorHAnsi" w:hAnsiTheme="minorHAnsi"/>
          <w:sz w:val="24"/>
          <w:szCs w:val="24"/>
        </w:rPr>
        <w:t xml:space="preserve"> a výzvu s poučením, což by mělo přinést fikci doru</w:t>
      </w:r>
      <w:r w:rsidR="00E11E63">
        <w:rPr>
          <w:rFonts w:asciiTheme="minorHAnsi" w:hAnsiTheme="minorHAnsi"/>
          <w:sz w:val="24"/>
          <w:szCs w:val="24"/>
        </w:rPr>
        <w:t>čení.</w:t>
      </w:r>
      <w:r w:rsidR="006F0DE1">
        <w:rPr>
          <w:rFonts w:asciiTheme="minorHAnsi" w:hAnsiTheme="minorHAnsi"/>
          <w:sz w:val="24"/>
          <w:szCs w:val="24"/>
        </w:rPr>
        <w:t xml:space="preserve"> </w:t>
      </w:r>
      <w:r w:rsidR="00E11E63">
        <w:rPr>
          <w:rFonts w:asciiTheme="minorHAnsi" w:hAnsiTheme="minorHAnsi"/>
          <w:sz w:val="24"/>
          <w:szCs w:val="24"/>
        </w:rPr>
        <w:t>Sjednání právní úpravy žádosti o vydání občanského průkazu a cestovních dokladů, to se týká především místní příslušnosti, sjednotí se u OP a CD.</w:t>
      </w:r>
      <w:r w:rsidR="00805450">
        <w:rPr>
          <w:rFonts w:asciiTheme="minorHAnsi" w:hAnsiTheme="minorHAnsi"/>
          <w:sz w:val="24"/>
          <w:szCs w:val="24"/>
        </w:rPr>
        <w:t xml:space="preserve"> </w:t>
      </w:r>
      <w:r w:rsidR="0071376B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805450">
        <w:rPr>
          <w:rFonts w:asciiTheme="minorHAnsi" w:hAnsiTheme="minorHAnsi"/>
          <w:sz w:val="24"/>
          <w:szCs w:val="24"/>
        </w:rPr>
        <w:t>Rychlopasy</w:t>
      </w:r>
      <w:proofErr w:type="spellEnd"/>
      <w:r w:rsidR="00805450">
        <w:rPr>
          <w:rFonts w:asciiTheme="minorHAnsi" w:hAnsiTheme="minorHAnsi"/>
          <w:sz w:val="24"/>
          <w:szCs w:val="24"/>
        </w:rPr>
        <w:t xml:space="preserve"> </w:t>
      </w:r>
      <w:r w:rsidR="0071376B">
        <w:rPr>
          <w:rFonts w:asciiTheme="minorHAnsi" w:hAnsiTheme="minorHAnsi"/>
          <w:sz w:val="24"/>
          <w:szCs w:val="24"/>
        </w:rPr>
        <w:t xml:space="preserve"> </w:t>
      </w:r>
    </w:p>
    <w:p w:rsidR="00E075B4" w:rsidRDefault="00805450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za </w:t>
      </w:r>
      <w:proofErr w:type="gramStart"/>
      <w:r>
        <w:rPr>
          <w:rFonts w:asciiTheme="minorHAnsi" w:hAnsiTheme="minorHAnsi"/>
          <w:sz w:val="24"/>
          <w:szCs w:val="24"/>
        </w:rPr>
        <w:t>částku</w:t>
      </w:r>
      <w:r w:rsidR="0071376B">
        <w:rPr>
          <w:rFonts w:asciiTheme="minorHAnsi" w:hAnsiTheme="minorHAnsi"/>
          <w:sz w:val="24"/>
          <w:szCs w:val="24"/>
        </w:rPr>
        <w:t xml:space="preserve"> </w:t>
      </w:r>
      <w:r w:rsidR="004A1AAB">
        <w:rPr>
          <w:rFonts w:asciiTheme="minorHAnsi" w:hAnsiTheme="minorHAnsi"/>
          <w:sz w:val="24"/>
          <w:szCs w:val="24"/>
        </w:rPr>
        <w:t xml:space="preserve"> 1.5</w:t>
      </w:r>
      <w:r>
        <w:rPr>
          <w:rFonts w:asciiTheme="minorHAnsi" w:hAnsiTheme="minorHAnsi"/>
          <w:sz w:val="24"/>
          <w:szCs w:val="24"/>
        </w:rPr>
        <w:t>00,</w:t>
      </w:r>
      <w:proofErr w:type="gramEnd"/>
      <w:r>
        <w:rPr>
          <w:rFonts w:asciiTheme="minorHAnsi" w:hAnsiTheme="minorHAnsi"/>
          <w:sz w:val="24"/>
          <w:szCs w:val="24"/>
        </w:rPr>
        <w:t>-</w:t>
      </w:r>
      <w:r w:rsidR="00E075B4">
        <w:rPr>
          <w:rFonts w:asciiTheme="minorHAnsi" w:hAnsiTheme="minorHAnsi"/>
          <w:sz w:val="24"/>
          <w:szCs w:val="24"/>
        </w:rPr>
        <w:t xml:space="preserve">Kč, </w:t>
      </w:r>
      <w:r w:rsidR="004A1AAB">
        <w:rPr>
          <w:rFonts w:asciiTheme="minorHAnsi" w:hAnsiTheme="minorHAnsi"/>
          <w:sz w:val="24"/>
          <w:szCs w:val="24"/>
        </w:rPr>
        <w:t xml:space="preserve">dále  jde o cestovní doklady s biometrickými </w:t>
      </w:r>
      <w:r w:rsidR="00AB5CF8">
        <w:rPr>
          <w:rFonts w:asciiTheme="minorHAnsi" w:hAnsiTheme="minorHAnsi"/>
          <w:sz w:val="24"/>
          <w:szCs w:val="24"/>
        </w:rPr>
        <w:t xml:space="preserve">údaji. Návrh zákona byl v PS </w:t>
      </w:r>
      <w:r w:rsidR="004A1AAB">
        <w:rPr>
          <w:rFonts w:asciiTheme="minorHAnsi" w:hAnsiTheme="minorHAnsi"/>
          <w:sz w:val="24"/>
          <w:szCs w:val="24"/>
        </w:rPr>
        <w:t xml:space="preserve"> projednán již ve 2. čtení a byly k němu podány </w:t>
      </w:r>
      <w:r w:rsidR="00D02566">
        <w:rPr>
          <w:rFonts w:asciiTheme="minorHAnsi" w:hAnsiTheme="minorHAnsi"/>
          <w:sz w:val="24"/>
          <w:szCs w:val="24"/>
        </w:rPr>
        <w:t>PN</w:t>
      </w:r>
      <w:r w:rsidR="004A1AAB">
        <w:rPr>
          <w:rFonts w:asciiTheme="minorHAnsi" w:hAnsiTheme="minorHAnsi"/>
          <w:sz w:val="24"/>
          <w:szCs w:val="24"/>
        </w:rPr>
        <w:t xml:space="preserve"> – je jich celkem 12, my jsme zaslali tajemníkovi výboru vyjádření k těmto </w:t>
      </w:r>
      <w:r w:rsidR="00D02566">
        <w:rPr>
          <w:rFonts w:asciiTheme="minorHAnsi" w:hAnsiTheme="minorHAnsi"/>
          <w:sz w:val="24"/>
          <w:szCs w:val="24"/>
        </w:rPr>
        <w:t>PN</w:t>
      </w:r>
      <w:r w:rsidR="004A1AAB">
        <w:rPr>
          <w:rFonts w:asciiTheme="minorHAnsi" w:hAnsiTheme="minorHAnsi"/>
          <w:sz w:val="24"/>
          <w:szCs w:val="24"/>
        </w:rPr>
        <w:t xml:space="preserve">, povětšinou jsou stanoviska z naší strany záporná, </w:t>
      </w:r>
      <w:r w:rsidR="004A1AAB">
        <w:rPr>
          <w:rFonts w:asciiTheme="minorHAnsi" w:hAnsiTheme="minorHAnsi"/>
          <w:sz w:val="24"/>
          <w:szCs w:val="24"/>
        </w:rPr>
        <w:lastRenderedPageBreak/>
        <w:t xml:space="preserve">ale budeme se ještě k jednotlivým </w:t>
      </w:r>
      <w:r w:rsidR="00D02566">
        <w:rPr>
          <w:rFonts w:asciiTheme="minorHAnsi" w:hAnsiTheme="minorHAnsi"/>
          <w:sz w:val="24"/>
          <w:szCs w:val="24"/>
        </w:rPr>
        <w:t>PN</w:t>
      </w:r>
      <w:r w:rsidR="004A1AAB">
        <w:rPr>
          <w:rFonts w:asciiTheme="minorHAnsi" w:hAnsiTheme="minorHAnsi"/>
          <w:sz w:val="24"/>
          <w:szCs w:val="24"/>
        </w:rPr>
        <w:t xml:space="preserve"> vyjadřovat, ale připomínám, že je nezbytné, aby návrh zákona byl přijat co </w:t>
      </w:r>
      <w:proofErr w:type="gramStart"/>
      <w:r w:rsidR="004A1AAB">
        <w:rPr>
          <w:rFonts w:asciiTheme="minorHAnsi" w:hAnsiTheme="minorHAnsi"/>
          <w:sz w:val="24"/>
          <w:szCs w:val="24"/>
        </w:rPr>
        <w:t>nejdříve</w:t>
      </w:r>
      <w:r w:rsidR="00C55464">
        <w:rPr>
          <w:rFonts w:asciiTheme="minorHAnsi" w:hAnsiTheme="minorHAnsi"/>
          <w:sz w:val="24"/>
          <w:szCs w:val="24"/>
        </w:rPr>
        <w:t xml:space="preserve"> ,</w:t>
      </w:r>
      <w:r w:rsidR="00E075B4">
        <w:rPr>
          <w:rFonts w:asciiTheme="minorHAnsi" w:hAnsiTheme="minorHAnsi"/>
          <w:sz w:val="24"/>
          <w:szCs w:val="24"/>
        </w:rPr>
        <w:t xml:space="preserve"> </w:t>
      </w:r>
      <w:r w:rsidR="00C55464">
        <w:rPr>
          <w:rFonts w:asciiTheme="minorHAnsi" w:hAnsiTheme="minorHAnsi"/>
          <w:sz w:val="24"/>
          <w:szCs w:val="24"/>
        </w:rPr>
        <w:t>neb</w:t>
      </w:r>
      <w:proofErr w:type="gramEnd"/>
      <w:r w:rsidR="00C55464">
        <w:rPr>
          <w:rFonts w:asciiTheme="minorHAnsi" w:hAnsiTheme="minorHAnsi"/>
          <w:sz w:val="24"/>
          <w:szCs w:val="24"/>
        </w:rPr>
        <w:t xml:space="preserve"> někt</w:t>
      </w:r>
      <w:r w:rsidR="004A1AAB">
        <w:rPr>
          <w:rFonts w:asciiTheme="minorHAnsi" w:hAnsiTheme="minorHAnsi"/>
          <w:sz w:val="24"/>
          <w:szCs w:val="24"/>
        </w:rPr>
        <w:t xml:space="preserve">erá ustanovení budou mít účinnost již </w:t>
      </w:r>
    </w:p>
    <w:p w:rsidR="004A1AAB" w:rsidRDefault="00A648C1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od </w:t>
      </w:r>
      <w:r w:rsidR="004A1AAB">
        <w:rPr>
          <w:rFonts w:asciiTheme="minorHAnsi" w:hAnsiTheme="minorHAnsi"/>
          <w:sz w:val="24"/>
          <w:szCs w:val="24"/>
        </w:rPr>
        <w:t>10. prosince</w:t>
      </w:r>
      <w:r>
        <w:rPr>
          <w:rFonts w:asciiTheme="minorHAnsi" w:hAnsiTheme="minorHAnsi"/>
          <w:sz w:val="24"/>
          <w:szCs w:val="24"/>
        </w:rPr>
        <w:t xml:space="preserve"> </w:t>
      </w:r>
      <w:r w:rsidR="00E075B4">
        <w:rPr>
          <w:rFonts w:asciiTheme="minorHAnsi" w:hAnsiTheme="minorHAnsi"/>
          <w:sz w:val="24"/>
          <w:szCs w:val="24"/>
        </w:rPr>
        <w:t xml:space="preserve">2015 </w:t>
      </w:r>
      <w:r>
        <w:rPr>
          <w:rFonts w:asciiTheme="minorHAnsi" w:hAnsiTheme="minorHAnsi"/>
          <w:sz w:val="24"/>
          <w:szCs w:val="24"/>
        </w:rPr>
        <w:t>a důvod je, že musí být odstávka ve Státní tiskárně cenin, aby se vše podle nové právní úpravy nastavilo a</w:t>
      </w:r>
      <w:r w:rsidR="00E075B4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od 1. ledna 2016 mohlo být řádně spuštěno.</w:t>
      </w:r>
    </w:p>
    <w:p w:rsidR="00E075B4" w:rsidRDefault="00E075B4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8513F5" w:rsidRDefault="00A648C1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Halíková: poděkování paní náměstkyni </w:t>
      </w:r>
      <w:proofErr w:type="spellStart"/>
      <w:r>
        <w:rPr>
          <w:rFonts w:asciiTheme="minorHAnsi" w:hAnsiTheme="minorHAnsi"/>
          <w:sz w:val="24"/>
          <w:szCs w:val="24"/>
        </w:rPr>
        <w:t>Vildumetzové</w:t>
      </w:r>
      <w:proofErr w:type="spellEnd"/>
      <w:r>
        <w:rPr>
          <w:rFonts w:asciiTheme="minorHAnsi" w:hAnsiTheme="minorHAnsi"/>
          <w:sz w:val="24"/>
          <w:szCs w:val="24"/>
        </w:rPr>
        <w:t>. Chápeme důležitost spuštění této akce, ale zařazení do jednání sněmovny je už mimo kompetence našeho výboru, doporučení z našeho jednání do sněmovny půjde. Slovo má nyní zpravodaj k tomuto tisku</w:t>
      </w:r>
      <w:r w:rsidR="00E075B4">
        <w:rPr>
          <w:rFonts w:asciiTheme="minorHAnsi" w:hAnsiTheme="minorHAnsi"/>
          <w:sz w:val="24"/>
          <w:szCs w:val="24"/>
        </w:rPr>
        <w:t>,</w:t>
      </w:r>
      <w:r>
        <w:rPr>
          <w:rFonts w:asciiTheme="minorHAnsi" w:hAnsiTheme="minorHAnsi"/>
          <w:sz w:val="24"/>
          <w:szCs w:val="24"/>
        </w:rPr>
        <w:t xml:space="preserve"> pan poslanec Klán (před</w:t>
      </w:r>
      <w:r w:rsidR="00E075B4">
        <w:rPr>
          <w:rFonts w:asciiTheme="minorHAnsi" w:hAnsiTheme="minorHAnsi"/>
          <w:sz w:val="24"/>
          <w:szCs w:val="24"/>
        </w:rPr>
        <w:t>ává slovo p. zpravodaji Klánovi).</w:t>
      </w:r>
    </w:p>
    <w:p w:rsidR="008513F5" w:rsidRDefault="008513F5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805450" w:rsidRDefault="00805450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Klán: </w:t>
      </w:r>
      <w:r w:rsidR="00A648C1">
        <w:rPr>
          <w:rFonts w:asciiTheme="minorHAnsi" w:hAnsiTheme="minorHAnsi"/>
          <w:sz w:val="24"/>
          <w:szCs w:val="24"/>
        </w:rPr>
        <w:t>Ve 2. čtení bylo podáno několik p</w:t>
      </w:r>
      <w:r>
        <w:rPr>
          <w:rFonts w:asciiTheme="minorHAnsi" w:hAnsiTheme="minorHAnsi"/>
          <w:sz w:val="24"/>
          <w:szCs w:val="24"/>
        </w:rPr>
        <w:t>ozměňovacích návrhů.</w:t>
      </w:r>
      <w:r w:rsidR="00885934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Doporučuji kladné stanovisko na PN</w:t>
      </w:r>
      <w:r w:rsidR="004E34A7">
        <w:rPr>
          <w:rFonts w:asciiTheme="minorHAnsi" w:hAnsiTheme="minorHAnsi"/>
          <w:sz w:val="24"/>
          <w:szCs w:val="24"/>
        </w:rPr>
        <w:t>,</w:t>
      </w:r>
      <w:r w:rsidR="008513F5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které byly projednány na našem výboru.</w:t>
      </w:r>
      <w:r w:rsidR="00A648C1">
        <w:rPr>
          <w:rFonts w:asciiTheme="minorHAnsi" w:hAnsiTheme="minorHAnsi"/>
          <w:sz w:val="24"/>
          <w:szCs w:val="24"/>
        </w:rPr>
        <w:t xml:space="preserve"> Apeluji na to, aby byl kladen důraz na pozměňovací návrhy</w:t>
      </w:r>
      <w:r w:rsidR="009304B9">
        <w:rPr>
          <w:rFonts w:asciiTheme="minorHAnsi" w:hAnsiTheme="minorHAnsi"/>
          <w:sz w:val="24"/>
          <w:szCs w:val="24"/>
        </w:rPr>
        <w:t xml:space="preserve"> obsažené v usnesení našeho výboru</w:t>
      </w:r>
      <w:r w:rsidR="00E075B4">
        <w:rPr>
          <w:rFonts w:asciiTheme="minorHAnsi" w:hAnsiTheme="minorHAnsi"/>
          <w:sz w:val="24"/>
          <w:szCs w:val="24"/>
        </w:rPr>
        <w:t>.</w:t>
      </w:r>
      <w:r w:rsidR="009304B9">
        <w:rPr>
          <w:rFonts w:asciiTheme="minorHAnsi" w:hAnsiTheme="minorHAnsi"/>
          <w:sz w:val="24"/>
          <w:szCs w:val="24"/>
        </w:rPr>
        <w:t xml:space="preserve"> Koncem roku přijde do sněmovny (nebo začátkem příštího) novela tohoto zákona, tak si myslím, že až tam se budou reflektovat všechny tyto další věci. Teď se jedná o technickou novelu, která zjednoduší agendu a usnadní život</w:t>
      </w:r>
      <w:r w:rsidR="00E075B4">
        <w:rPr>
          <w:rFonts w:asciiTheme="minorHAnsi" w:hAnsiTheme="minorHAnsi"/>
          <w:sz w:val="24"/>
          <w:szCs w:val="24"/>
        </w:rPr>
        <w:t xml:space="preserve"> občanům. Na všechny PN</w:t>
      </w:r>
      <w:r w:rsidR="009304B9">
        <w:rPr>
          <w:rFonts w:asciiTheme="minorHAnsi" w:hAnsiTheme="minorHAnsi"/>
          <w:sz w:val="24"/>
          <w:szCs w:val="24"/>
        </w:rPr>
        <w:t>, které byly načteny ve druhé</w:t>
      </w:r>
      <w:r w:rsidR="00E075B4">
        <w:rPr>
          <w:rFonts w:asciiTheme="minorHAnsi" w:hAnsiTheme="minorHAnsi"/>
          <w:sz w:val="24"/>
          <w:szCs w:val="24"/>
        </w:rPr>
        <w:t>m čtení – kromě mých PN</w:t>
      </w:r>
      <w:r w:rsidR="009304B9">
        <w:rPr>
          <w:rFonts w:asciiTheme="minorHAnsi" w:hAnsiTheme="minorHAnsi"/>
          <w:sz w:val="24"/>
          <w:szCs w:val="24"/>
        </w:rPr>
        <w:t xml:space="preserve"> – dám nedoporučující stanovisko. </w:t>
      </w:r>
    </w:p>
    <w:p w:rsidR="008C697D" w:rsidRDefault="00805450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Halíková. </w:t>
      </w:r>
      <w:r w:rsidR="009304B9">
        <w:rPr>
          <w:rFonts w:asciiTheme="minorHAnsi" w:hAnsiTheme="minorHAnsi"/>
          <w:sz w:val="24"/>
          <w:szCs w:val="24"/>
        </w:rPr>
        <w:t>Slyšeli jsme názor pana zpravodaj</w:t>
      </w:r>
      <w:r w:rsidR="00E075B4">
        <w:rPr>
          <w:rFonts w:asciiTheme="minorHAnsi" w:hAnsiTheme="minorHAnsi"/>
          <w:sz w:val="24"/>
          <w:szCs w:val="24"/>
        </w:rPr>
        <w:t>e, já za něj děkuji. Vzhledem k</w:t>
      </w:r>
      <w:r w:rsidR="009304B9">
        <w:rPr>
          <w:rFonts w:asciiTheme="minorHAnsi" w:hAnsiTheme="minorHAnsi"/>
          <w:sz w:val="24"/>
          <w:szCs w:val="24"/>
        </w:rPr>
        <w:t xml:space="preserve"> opětovné</w:t>
      </w:r>
      <w:r w:rsidR="00E075B4">
        <w:rPr>
          <w:rFonts w:asciiTheme="minorHAnsi" w:hAnsiTheme="minorHAnsi"/>
          <w:sz w:val="24"/>
          <w:szCs w:val="24"/>
        </w:rPr>
        <w:t>mu</w:t>
      </w:r>
      <w:r w:rsidR="009304B9">
        <w:rPr>
          <w:rFonts w:asciiTheme="minorHAnsi" w:hAnsiTheme="minorHAnsi"/>
          <w:sz w:val="24"/>
          <w:szCs w:val="24"/>
        </w:rPr>
        <w:t xml:space="preserve"> projednávání na půdě garančního výboru, navrhuji, aby se k PN pan zpravodaj  vyjádřil, doporučil </w:t>
      </w:r>
      <w:proofErr w:type="gramStart"/>
      <w:r w:rsidR="009304B9">
        <w:rPr>
          <w:rFonts w:asciiTheme="minorHAnsi" w:hAnsiTheme="minorHAnsi"/>
          <w:sz w:val="24"/>
          <w:szCs w:val="24"/>
        </w:rPr>
        <w:t>proceduru a kdo</w:t>
      </w:r>
      <w:proofErr w:type="gramEnd"/>
      <w:r w:rsidR="009304B9">
        <w:rPr>
          <w:rFonts w:asciiTheme="minorHAnsi" w:hAnsiTheme="minorHAnsi"/>
          <w:sz w:val="24"/>
          <w:szCs w:val="24"/>
        </w:rPr>
        <w:t xml:space="preserve"> se bude chtít  vyjádřit během pojednávání , tak má možnost.</w:t>
      </w:r>
    </w:p>
    <w:p w:rsidR="009304B9" w:rsidRDefault="009304B9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Pane zpravodaji, prosím.</w:t>
      </w:r>
    </w:p>
    <w:p w:rsidR="009304B9" w:rsidRDefault="009304B9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9304B9" w:rsidRDefault="008C697D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Klán:</w:t>
      </w:r>
      <w:r w:rsidR="009304B9">
        <w:rPr>
          <w:rFonts w:asciiTheme="minorHAnsi" w:hAnsiTheme="minorHAnsi"/>
          <w:sz w:val="24"/>
          <w:szCs w:val="24"/>
        </w:rPr>
        <w:t xml:space="preserve"> Návrh hlasovací procedury a pak se budeme bavit o jednotlivých PN.</w:t>
      </w:r>
    </w:p>
    <w:p w:rsidR="008C697D" w:rsidRPr="009041AD" w:rsidRDefault="009041AD" w:rsidP="009041AD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9041AD">
        <w:rPr>
          <w:rFonts w:asciiTheme="minorHAnsi" w:hAnsiTheme="minorHAnsi"/>
          <w:sz w:val="24"/>
          <w:szCs w:val="24"/>
        </w:rPr>
        <w:t>H</w:t>
      </w:r>
      <w:r w:rsidR="00E075B4">
        <w:rPr>
          <w:rFonts w:asciiTheme="minorHAnsi" w:hAnsiTheme="minorHAnsi"/>
          <w:sz w:val="24"/>
          <w:szCs w:val="24"/>
        </w:rPr>
        <w:t>l</w:t>
      </w:r>
      <w:r w:rsidR="009304B9" w:rsidRPr="009041AD">
        <w:rPr>
          <w:rFonts w:asciiTheme="minorHAnsi" w:hAnsiTheme="minorHAnsi"/>
          <w:sz w:val="24"/>
          <w:szCs w:val="24"/>
        </w:rPr>
        <w:t xml:space="preserve">asování o souboru PN, uvedených pod písm. </w:t>
      </w:r>
      <w:r w:rsidR="008C697D" w:rsidRPr="009041AD">
        <w:rPr>
          <w:rFonts w:asciiTheme="minorHAnsi" w:hAnsiTheme="minorHAnsi"/>
          <w:sz w:val="24"/>
          <w:szCs w:val="24"/>
        </w:rPr>
        <w:t xml:space="preserve"> A1 – A 6</w:t>
      </w:r>
      <w:r>
        <w:rPr>
          <w:rFonts w:asciiTheme="minorHAnsi" w:hAnsiTheme="minorHAnsi"/>
          <w:sz w:val="24"/>
          <w:szCs w:val="24"/>
        </w:rPr>
        <w:t xml:space="preserve"> -</w:t>
      </w:r>
      <w:r w:rsidR="008C697D" w:rsidRPr="009041A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8C697D" w:rsidRPr="009041AD">
        <w:rPr>
          <w:rFonts w:asciiTheme="minorHAnsi" w:hAnsiTheme="minorHAnsi"/>
          <w:sz w:val="24"/>
          <w:szCs w:val="24"/>
        </w:rPr>
        <w:t>an</w:t>
      </w:r>
      <w:proofErr w:type="spellEnd"/>
      <w:r w:rsidR="008C697D" w:rsidRPr="009041AD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="008C697D" w:rsidRPr="009041AD">
        <w:rPr>
          <w:rFonts w:asciiTheme="minorHAnsi" w:hAnsiTheme="minorHAnsi"/>
          <w:sz w:val="24"/>
          <w:szCs w:val="24"/>
        </w:rPr>
        <w:t>block</w:t>
      </w:r>
      <w:proofErr w:type="spellEnd"/>
      <w:r w:rsidR="009304B9" w:rsidRPr="009041AD">
        <w:rPr>
          <w:rFonts w:asciiTheme="minorHAnsi" w:hAnsiTheme="minorHAnsi"/>
          <w:sz w:val="24"/>
          <w:szCs w:val="24"/>
        </w:rPr>
        <w:t xml:space="preserve">, jedním </w:t>
      </w:r>
      <w:proofErr w:type="gramStart"/>
      <w:r w:rsidR="009304B9" w:rsidRPr="009041AD">
        <w:rPr>
          <w:rFonts w:asciiTheme="minorHAnsi" w:hAnsiTheme="minorHAnsi"/>
          <w:sz w:val="24"/>
          <w:szCs w:val="24"/>
        </w:rPr>
        <w:t>hlasováním</w:t>
      </w:r>
      <w:proofErr w:type="gramEnd"/>
      <w:r w:rsidR="00E075B4">
        <w:rPr>
          <w:rFonts w:asciiTheme="minorHAnsi" w:hAnsiTheme="minorHAnsi"/>
          <w:sz w:val="24"/>
          <w:szCs w:val="24"/>
        </w:rPr>
        <w:t xml:space="preserve"> </w:t>
      </w:r>
      <w:r w:rsidRPr="009041AD">
        <w:rPr>
          <w:rFonts w:asciiTheme="minorHAnsi" w:hAnsiTheme="minorHAnsi"/>
          <w:sz w:val="24"/>
          <w:szCs w:val="24"/>
        </w:rPr>
        <w:t xml:space="preserve"> ( </w:t>
      </w:r>
      <w:proofErr w:type="gramStart"/>
      <w:r w:rsidRPr="009041AD">
        <w:rPr>
          <w:rFonts w:asciiTheme="minorHAnsi" w:hAnsiTheme="minorHAnsi"/>
          <w:sz w:val="24"/>
          <w:szCs w:val="24"/>
        </w:rPr>
        <w:t>pokud</w:t>
      </w:r>
      <w:proofErr w:type="gramEnd"/>
      <w:r w:rsidRPr="009041AD">
        <w:rPr>
          <w:rFonts w:asciiTheme="minorHAnsi" w:hAnsiTheme="minorHAnsi"/>
          <w:sz w:val="24"/>
          <w:szCs w:val="24"/>
        </w:rPr>
        <w:t xml:space="preserve"> nebude vznesen požadavek na jednotlivé projednávání). Jedná se tedy o usnesení našeho výboru.</w:t>
      </w:r>
    </w:p>
    <w:p w:rsidR="008C697D" w:rsidRDefault="008C697D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Potom o B1 – B6</w:t>
      </w:r>
      <w:r w:rsidR="009041AD">
        <w:rPr>
          <w:rFonts w:asciiTheme="minorHAnsi" w:hAnsiTheme="minorHAnsi"/>
          <w:sz w:val="24"/>
          <w:szCs w:val="24"/>
        </w:rPr>
        <w:t xml:space="preserve"> – je zde vzájemná věcná souvislost</w:t>
      </w:r>
      <w:r w:rsidR="00E075B4">
        <w:rPr>
          <w:rFonts w:asciiTheme="minorHAnsi" w:hAnsiTheme="minorHAnsi"/>
          <w:sz w:val="24"/>
          <w:szCs w:val="24"/>
        </w:rPr>
        <w:t>.</w:t>
      </w:r>
    </w:p>
    <w:p w:rsidR="008513F5" w:rsidRDefault="009041AD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proofErr w:type="gramStart"/>
      <w:r>
        <w:rPr>
          <w:rFonts w:asciiTheme="minorHAnsi" w:hAnsiTheme="minorHAnsi"/>
          <w:sz w:val="24"/>
          <w:szCs w:val="24"/>
        </w:rPr>
        <w:t>Zbylá</w:t>
      </w:r>
      <w:r w:rsidR="008C697D">
        <w:rPr>
          <w:rFonts w:asciiTheme="minorHAnsi" w:hAnsiTheme="minorHAnsi"/>
          <w:sz w:val="24"/>
          <w:szCs w:val="24"/>
        </w:rPr>
        <w:t xml:space="preserve"> B </w:t>
      </w:r>
      <w:r>
        <w:rPr>
          <w:rFonts w:asciiTheme="minorHAnsi" w:hAnsiTheme="minorHAnsi"/>
          <w:sz w:val="24"/>
          <w:szCs w:val="24"/>
        </w:rPr>
        <w:t xml:space="preserve"> budeme</w:t>
      </w:r>
      <w:proofErr w:type="gramEnd"/>
      <w:r>
        <w:rPr>
          <w:rFonts w:asciiTheme="minorHAnsi" w:hAnsiTheme="minorHAnsi"/>
          <w:sz w:val="24"/>
          <w:szCs w:val="24"/>
        </w:rPr>
        <w:t xml:space="preserve"> hlasovat </w:t>
      </w:r>
      <w:r w:rsidR="008C697D">
        <w:rPr>
          <w:rFonts w:asciiTheme="minorHAnsi" w:hAnsiTheme="minorHAnsi"/>
          <w:sz w:val="24"/>
          <w:szCs w:val="24"/>
        </w:rPr>
        <w:t>samostatně</w:t>
      </w:r>
      <w:r w:rsidR="0098717C">
        <w:rPr>
          <w:rFonts w:asciiTheme="minorHAnsi" w:hAnsiTheme="minorHAnsi"/>
          <w:sz w:val="24"/>
          <w:szCs w:val="24"/>
        </w:rPr>
        <w:t>. Poté</w:t>
      </w:r>
      <w:r>
        <w:rPr>
          <w:rFonts w:asciiTheme="minorHAnsi" w:hAnsiTheme="minorHAnsi"/>
          <w:sz w:val="24"/>
          <w:szCs w:val="24"/>
        </w:rPr>
        <w:t xml:space="preserve"> hlasovat samostatně o </w:t>
      </w:r>
      <w:r w:rsidR="00FF4E8F">
        <w:rPr>
          <w:rFonts w:asciiTheme="minorHAnsi" w:hAnsiTheme="minorHAnsi"/>
          <w:sz w:val="24"/>
          <w:szCs w:val="24"/>
        </w:rPr>
        <w:t>C a hlasovat společně o D1 a D2, což j</w:t>
      </w:r>
      <w:r w:rsidR="00846CE9">
        <w:rPr>
          <w:rFonts w:asciiTheme="minorHAnsi" w:hAnsiTheme="minorHAnsi"/>
          <w:sz w:val="24"/>
          <w:szCs w:val="24"/>
        </w:rPr>
        <w:t>e legislativně technická úprava, pak budeme hlasovat o návrhu zákona jako celku</w:t>
      </w:r>
      <w:r w:rsidR="00E075B4">
        <w:rPr>
          <w:rFonts w:asciiTheme="minorHAnsi" w:hAnsiTheme="minorHAnsi"/>
          <w:sz w:val="24"/>
          <w:szCs w:val="24"/>
        </w:rPr>
        <w:t>,</w:t>
      </w:r>
    </w:p>
    <w:p w:rsidR="00846CE9" w:rsidRDefault="00E075B4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v</w:t>
      </w:r>
      <w:r w:rsidR="00846CE9">
        <w:rPr>
          <w:rFonts w:asciiTheme="minorHAnsi" w:hAnsiTheme="minorHAnsi"/>
          <w:sz w:val="24"/>
          <w:szCs w:val="24"/>
        </w:rPr>
        <w:t>e znění přijatých PN.</w:t>
      </w:r>
    </w:p>
    <w:p w:rsidR="008C697D" w:rsidRDefault="008C697D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</w:t>
      </w:r>
    </w:p>
    <w:p w:rsidR="008C697D" w:rsidRDefault="008C697D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Halíková</w:t>
      </w:r>
      <w:r w:rsidR="008513F5">
        <w:rPr>
          <w:rFonts w:asciiTheme="minorHAnsi" w:hAnsiTheme="minorHAnsi"/>
          <w:sz w:val="24"/>
          <w:szCs w:val="24"/>
        </w:rPr>
        <w:t xml:space="preserve">: </w:t>
      </w:r>
      <w:r>
        <w:rPr>
          <w:rFonts w:asciiTheme="minorHAnsi" w:hAnsiTheme="minorHAnsi"/>
          <w:sz w:val="24"/>
          <w:szCs w:val="24"/>
        </w:rPr>
        <w:t xml:space="preserve">Hlasování o </w:t>
      </w:r>
      <w:r w:rsidR="0071376B">
        <w:rPr>
          <w:rFonts w:asciiTheme="minorHAnsi" w:hAnsiTheme="minorHAnsi"/>
          <w:sz w:val="24"/>
          <w:szCs w:val="24"/>
        </w:rPr>
        <w:t xml:space="preserve">návrhu </w:t>
      </w:r>
      <w:proofErr w:type="gramStart"/>
      <w:r w:rsidR="0071376B">
        <w:rPr>
          <w:rFonts w:asciiTheme="minorHAnsi" w:hAnsiTheme="minorHAnsi"/>
          <w:sz w:val="24"/>
          <w:szCs w:val="24"/>
        </w:rPr>
        <w:t xml:space="preserve">procedury,  </w:t>
      </w:r>
      <w:r w:rsidR="008513F5">
        <w:rPr>
          <w:rFonts w:asciiTheme="minorHAnsi" w:hAnsiTheme="minorHAnsi"/>
          <w:sz w:val="24"/>
          <w:szCs w:val="24"/>
        </w:rPr>
        <w:t xml:space="preserve"> </w:t>
      </w:r>
      <w:r w:rsidR="004D19A5">
        <w:rPr>
          <w:rFonts w:asciiTheme="minorHAnsi" w:hAnsiTheme="minorHAnsi"/>
          <w:sz w:val="24"/>
          <w:szCs w:val="24"/>
        </w:rPr>
        <w:t>Hlasování</w:t>
      </w:r>
      <w:proofErr w:type="gramEnd"/>
      <w:r w:rsidR="004D19A5">
        <w:rPr>
          <w:rFonts w:asciiTheme="minorHAnsi" w:hAnsiTheme="minorHAnsi"/>
          <w:sz w:val="24"/>
          <w:szCs w:val="24"/>
        </w:rPr>
        <w:t xml:space="preserve"> č. 2:    </w:t>
      </w:r>
    </w:p>
    <w:p w:rsidR="008513F5" w:rsidRDefault="008513F5" w:rsidP="008513F5">
      <w:pPr>
        <w:spacing w:after="0"/>
        <w:jc w:val="both"/>
        <w:rPr>
          <w:rFonts w:asciiTheme="minorHAnsi" w:hAnsiTheme="minorHAnsi"/>
          <w:sz w:val="24"/>
          <w:szCs w:val="24"/>
        </w:rPr>
      </w:pPr>
      <w:proofErr w:type="gramStart"/>
      <w:r>
        <w:rPr>
          <w:rFonts w:asciiTheme="minorHAnsi" w:hAnsiTheme="minorHAnsi"/>
          <w:sz w:val="24"/>
          <w:szCs w:val="24"/>
        </w:rPr>
        <w:t>Hlasování :     ANO</w:t>
      </w:r>
      <w:proofErr w:type="gramEnd"/>
      <w:r>
        <w:rPr>
          <w:rFonts w:asciiTheme="minorHAnsi" w:hAnsiTheme="minorHAnsi"/>
          <w:sz w:val="24"/>
          <w:szCs w:val="24"/>
        </w:rPr>
        <w:t xml:space="preserve"> 11                 Ne 0             zdržel 0               Přítomno 11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  <w:t>přijato</w:t>
      </w:r>
    </w:p>
    <w:p w:rsidR="008C697D" w:rsidRDefault="008C697D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8C697D" w:rsidRDefault="004D19A5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Halíková</w:t>
      </w:r>
      <w:r w:rsidR="00846CE9">
        <w:rPr>
          <w:rFonts w:asciiTheme="minorHAnsi" w:hAnsiTheme="minorHAnsi"/>
          <w:sz w:val="24"/>
          <w:szCs w:val="24"/>
        </w:rPr>
        <w:t>:</w:t>
      </w:r>
      <w:r>
        <w:rPr>
          <w:rFonts w:asciiTheme="minorHAnsi" w:hAnsiTheme="minorHAnsi"/>
          <w:sz w:val="24"/>
          <w:szCs w:val="24"/>
        </w:rPr>
        <w:t xml:space="preserve"> navrhujeme</w:t>
      </w:r>
      <w:r w:rsidR="00846CE9">
        <w:rPr>
          <w:rFonts w:asciiTheme="minorHAnsi" w:hAnsiTheme="minorHAnsi"/>
          <w:sz w:val="24"/>
          <w:szCs w:val="24"/>
        </w:rPr>
        <w:t xml:space="preserve"> hlasovací proceduru</w:t>
      </w:r>
      <w:r>
        <w:rPr>
          <w:rFonts w:asciiTheme="minorHAnsi" w:hAnsiTheme="minorHAnsi"/>
          <w:sz w:val="24"/>
          <w:szCs w:val="24"/>
        </w:rPr>
        <w:t xml:space="preserve"> sněmově v tomt</w:t>
      </w:r>
      <w:r w:rsidR="008C697D">
        <w:rPr>
          <w:rFonts w:asciiTheme="minorHAnsi" w:hAnsiTheme="minorHAnsi"/>
          <w:sz w:val="24"/>
          <w:szCs w:val="24"/>
        </w:rPr>
        <w:t>o znění</w:t>
      </w:r>
      <w:r w:rsidR="00E075B4">
        <w:rPr>
          <w:rFonts w:asciiTheme="minorHAnsi" w:hAnsiTheme="minorHAnsi"/>
          <w:sz w:val="24"/>
          <w:szCs w:val="24"/>
        </w:rPr>
        <w:t>:</w:t>
      </w:r>
    </w:p>
    <w:p w:rsidR="008C697D" w:rsidRDefault="008C697D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Klán: </w:t>
      </w:r>
      <w:r w:rsidR="00846CE9">
        <w:rPr>
          <w:rFonts w:asciiTheme="minorHAnsi" w:hAnsiTheme="minorHAnsi"/>
          <w:sz w:val="24"/>
          <w:szCs w:val="24"/>
        </w:rPr>
        <w:t>A 1 – A 6 - zpravodaj</w:t>
      </w:r>
      <w:r>
        <w:rPr>
          <w:rFonts w:asciiTheme="minorHAnsi" w:hAnsiTheme="minorHAnsi"/>
          <w:sz w:val="24"/>
          <w:szCs w:val="24"/>
        </w:rPr>
        <w:t xml:space="preserve"> doporučující</w:t>
      </w:r>
      <w:r w:rsidR="00846CE9">
        <w:rPr>
          <w:rFonts w:asciiTheme="minorHAnsi" w:hAnsiTheme="minorHAnsi"/>
          <w:sz w:val="24"/>
          <w:szCs w:val="24"/>
        </w:rPr>
        <w:t xml:space="preserve"> – předkladatel – stanovisko kladné</w:t>
      </w:r>
    </w:p>
    <w:p w:rsidR="008C697D" w:rsidRDefault="008C697D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Halíková</w:t>
      </w:r>
      <w:r w:rsidR="00846CE9">
        <w:rPr>
          <w:rFonts w:asciiTheme="minorHAnsi" w:hAnsiTheme="minorHAnsi"/>
          <w:sz w:val="24"/>
          <w:szCs w:val="24"/>
        </w:rPr>
        <w:t>: děkuji.</w:t>
      </w:r>
    </w:p>
    <w:p w:rsidR="00846CE9" w:rsidRDefault="008C697D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Hlasování č. 3</w:t>
      </w:r>
      <w:r w:rsidR="004D19A5">
        <w:rPr>
          <w:rFonts w:asciiTheme="minorHAnsi" w:hAnsiTheme="minorHAnsi"/>
          <w:sz w:val="24"/>
          <w:szCs w:val="24"/>
        </w:rPr>
        <w:t xml:space="preserve"> </w:t>
      </w:r>
      <w:r w:rsidR="00885934">
        <w:rPr>
          <w:rFonts w:asciiTheme="minorHAnsi" w:hAnsiTheme="minorHAnsi"/>
          <w:sz w:val="24"/>
          <w:szCs w:val="24"/>
        </w:rPr>
        <w:t xml:space="preserve">ANO  11                   Ne 0           zdržel 0           Přítomno </w:t>
      </w:r>
      <w:proofErr w:type="gramStart"/>
      <w:r w:rsidR="00885934">
        <w:rPr>
          <w:rFonts w:asciiTheme="minorHAnsi" w:hAnsiTheme="minorHAnsi"/>
          <w:sz w:val="24"/>
          <w:szCs w:val="24"/>
        </w:rPr>
        <w:t xml:space="preserve">11 </w:t>
      </w:r>
      <w:r w:rsidR="008B1223">
        <w:rPr>
          <w:rFonts w:asciiTheme="minorHAnsi" w:hAnsiTheme="minorHAnsi"/>
          <w:sz w:val="24"/>
          <w:szCs w:val="24"/>
        </w:rPr>
        <w:t xml:space="preserve">  </w:t>
      </w:r>
      <w:r w:rsidR="00885934">
        <w:rPr>
          <w:rFonts w:asciiTheme="minorHAnsi" w:hAnsiTheme="minorHAnsi"/>
          <w:sz w:val="24"/>
          <w:szCs w:val="24"/>
        </w:rPr>
        <w:t xml:space="preserve">   </w:t>
      </w:r>
      <w:r w:rsidR="0071376B">
        <w:rPr>
          <w:rFonts w:asciiTheme="minorHAnsi" w:hAnsiTheme="minorHAnsi"/>
          <w:sz w:val="24"/>
          <w:szCs w:val="24"/>
        </w:rPr>
        <w:t xml:space="preserve">  </w:t>
      </w:r>
      <w:r w:rsidR="00E075B4">
        <w:rPr>
          <w:rFonts w:asciiTheme="minorHAnsi" w:hAnsiTheme="minorHAnsi"/>
          <w:sz w:val="24"/>
          <w:szCs w:val="24"/>
        </w:rPr>
        <w:t xml:space="preserve">    </w:t>
      </w:r>
      <w:r w:rsidR="00885934">
        <w:rPr>
          <w:rFonts w:asciiTheme="minorHAnsi" w:hAnsiTheme="minorHAnsi"/>
          <w:sz w:val="24"/>
          <w:szCs w:val="24"/>
        </w:rPr>
        <w:t xml:space="preserve">      přijato</w:t>
      </w:r>
      <w:proofErr w:type="gramEnd"/>
      <w:r w:rsidR="00885934">
        <w:rPr>
          <w:rFonts w:asciiTheme="minorHAnsi" w:hAnsiTheme="minorHAnsi"/>
          <w:sz w:val="24"/>
          <w:szCs w:val="24"/>
        </w:rPr>
        <w:t xml:space="preserve">  </w:t>
      </w:r>
    </w:p>
    <w:p w:rsidR="008C697D" w:rsidRDefault="00885934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                     </w:t>
      </w:r>
    </w:p>
    <w:p w:rsidR="008C697D" w:rsidRDefault="008C697D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Hal: B1 – B6</w:t>
      </w:r>
    </w:p>
    <w:p w:rsidR="008C697D" w:rsidRDefault="00E075B4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Zpravodaj: stanovisko </w:t>
      </w:r>
      <w:r w:rsidR="00846CE9">
        <w:rPr>
          <w:rFonts w:asciiTheme="minorHAnsi" w:hAnsiTheme="minorHAnsi"/>
          <w:sz w:val="24"/>
          <w:szCs w:val="24"/>
        </w:rPr>
        <w:t>nedoporučující – předkladatel – stanovisko záporné – výbor nedoporučuje</w:t>
      </w:r>
    </w:p>
    <w:p w:rsidR="00885934" w:rsidRDefault="008C697D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Hlasování:</w:t>
      </w:r>
      <w:r w:rsidR="00885934">
        <w:rPr>
          <w:rFonts w:asciiTheme="minorHAnsi" w:hAnsiTheme="minorHAnsi"/>
          <w:sz w:val="24"/>
          <w:szCs w:val="24"/>
        </w:rPr>
        <w:t xml:space="preserve"> č.</w:t>
      </w:r>
      <w:r w:rsidR="00E075B4">
        <w:rPr>
          <w:rFonts w:asciiTheme="minorHAnsi" w:hAnsiTheme="minorHAnsi"/>
          <w:sz w:val="24"/>
          <w:szCs w:val="24"/>
        </w:rPr>
        <w:t xml:space="preserve"> </w:t>
      </w:r>
      <w:r w:rsidR="008B1223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4 </w:t>
      </w:r>
      <w:r w:rsidR="00E075B4">
        <w:rPr>
          <w:rFonts w:asciiTheme="minorHAnsi" w:hAnsiTheme="minorHAnsi"/>
          <w:sz w:val="24"/>
          <w:szCs w:val="24"/>
        </w:rPr>
        <w:t xml:space="preserve">    </w:t>
      </w:r>
      <w:r>
        <w:rPr>
          <w:rFonts w:asciiTheme="minorHAnsi" w:hAnsiTheme="minorHAnsi"/>
          <w:sz w:val="24"/>
          <w:szCs w:val="24"/>
        </w:rPr>
        <w:t xml:space="preserve"> </w:t>
      </w:r>
      <w:r w:rsidR="008B1223">
        <w:rPr>
          <w:rFonts w:asciiTheme="minorHAnsi" w:hAnsiTheme="minorHAnsi"/>
          <w:sz w:val="24"/>
          <w:szCs w:val="24"/>
        </w:rPr>
        <w:t xml:space="preserve">  </w:t>
      </w:r>
      <w:r w:rsidR="00885934">
        <w:rPr>
          <w:rFonts w:asciiTheme="minorHAnsi" w:hAnsiTheme="minorHAnsi"/>
          <w:sz w:val="24"/>
          <w:szCs w:val="24"/>
        </w:rPr>
        <w:t xml:space="preserve"> ANO  10               Ne 0           zdržel 1      </w:t>
      </w:r>
      <w:r w:rsidR="008B1223">
        <w:rPr>
          <w:rFonts w:asciiTheme="minorHAnsi" w:hAnsiTheme="minorHAnsi"/>
          <w:sz w:val="24"/>
          <w:szCs w:val="24"/>
        </w:rPr>
        <w:t xml:space="preserve">    Přítomno </w:t>
      </w:r>
      <w:proofErr w:type="gramStart"/>
      <w:r w:rsidR="008B1223">
        <w:rPr>
          <w:rFonts w:asciiTheme="minorHAnsi" w:hAnsiTheme="minorHAnsi"/>
          <w:sz w:val="24"/>
          <w:szCs w:val="24"/>
        </w:rPr>
        <w:t>11</w:t>
      </w:r>
      <w:r w:rsidR="00885934">
        <w:rPr>
          <w:rFonts w:asciiTheme="minorHAnsi" w:hAnsiTheme="minorHAnsi"/>
          <w:sz w:val="24"/>
          <w:szCs w:val="24"/>
        </w:rPr>
        <w:t xml:space="preserve">                přijato</w:t>
      </w:r>
      <w:proofErr w:type="gramEnd"/>
    </w:p>
    <w:p w:rsidR="00BA4423" w:rsidRDefault="00BA4423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E075B4" w:rsidRDefault="00E075B4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E075B4" w:rsidRDefault="00E075B4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8C697D" w:rsidRDefault="00885934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>Bod:  B 2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</w:p>
    <w:p w:rsidR="008C697D" w:rsidRDefault="0071376B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Zpravodaj - </w:t>
      </w:r>
      <w:r w:rsidR="004D19A5">
        <w:rPr>
          <w:rFonts w:asciiTheme="minorHAnsi" w:hAnsiTheme="minorHAnsi"/>
          <w:sz w:val="24"/>
          <w:szCs w:val="24"/>
        </w:rPr>
        <w:t xml:space="preserve"> </w:t>
      </w:r>
      <w:r w:rsidR="008C697D">
        <w:rPr>
          <w:rFonts w:asciiTheme="minorHAnsi" w:hAnsiTheme="minorHAnsi"/>
          <w:sz w:val="24"/>
          <w:szCs w:val="24"/>
        </w:rPr>
        <w:t xml:space="preserve">nedoporučující </w:t>
      </w:r>
      <w:proofErr w:type="gramStart"/>
      <w:r w:rsidR="008C697D">
        <w:rPr>
          <w:rFonts w:asciiTheme="minorHAnsi" w:hAnsiTheme="minorHAnsi"/>
          <w:sz w:val="24"/>
          <w:szCs w:val="24"/>
        </w:rPr>
        <w:t>stanovisko</w:t>
      </w:r>
      <w:r w:rsidR="00FE2D24">
        <w:rPr>
          <w:rFonts w:asciiTheme="minorHAnsi" w:hAnsiTheme="minorHAnsi"/>
          <w:sz w:val="24"/>
          <w:szCs w:val="24"/>
        </w:rPr>
        <w:t xml:space="preserve"> </w:t>
      </w:r>
      <w:r w:rsidR="00E075B4">
        <w:rPr>
          <w:rFonts w:asciiTheme="minorHAnsi" w:hAnsiTheme="minorHAnsi"/>
          <w:sz w:val="24"/>
          <w:szCs w:val="24"/>
        </w:rPr>
        <w:t xml:space="preserve"> </w:t>
      </w:r>
      <w:r w:rsidR="00FE2D24">
        <w:rPr>
          <w:rFonts w:asciiTheme="minorHAnsi" w:hAnsiTheme="minorHAnsi"/>
          <w:sz w:val="24"/>
          <w:szCs w:val="24"/>
        </w:rPr>
        <w:t>–</w:t>
      </w:r>
      <w:r w:rsidR="00881435">
        <w:rPr>
          <w:rFonts w:asciiTheme="minorHAnsi" w:hAnsiTheme="minorHAnsi"/>
          <w:sz w:val="24"/>
          <w:szCs w:val="24"/>
        </w:rPr>
        <w:t xml:space="preserve">  </w:t>
      </w:r>
      <w:r w:rsidR="00FE2D24">
        <w:rPr>
          <w:rFonts w:asciiTheme="minorHAnsi" w:hAnsiTheme="minorHAnsi"/>
          <w:sz w:val="24"/>
          <w:szCs w:val="24"/>
        </w:rPr>
        <w:t>předkladatel</w:t>
      </w:r>
      <w:proofErr w:type="gramEnd"/>
      <w:r w:rsidR="00FE2D24">
        <w:rPr>
          <w:rFonts w:asciiTheme="minorHAnsi" w:hAnsiTheme="minorHAnsi"/>
          <w:sz w:val="24"/>
          <w:szCs w:val="24"/>
        </w:rPr>
        <w:t xml:space="preserve"> </w:t>
      </w:r>
      <w:r w:rsidR="004D19A5">
        <w:rPr>
          <w:rFonts w:asciiTheme="minorHAnsi" w:hAnsiTheme="minorHAnsi"/>
          <w:sz w:val="24"/>
          <w:szCs w:val="24"/>
        </w:rPr>
        <w:t>neutrální až</w:t>
      </w:r>
      <w:r w:rsidR="00885934">
        <w:rPr>
          <w:rFonts w:asciiTheme="minorHAnsi" w:hAnsiTheme="minorHAnsi"/>
          <w:sz w:val="24"/>
          <w:szCs w:val="24"/>
        </w:rPr>
        <w:t xml:space="preserve"> </w:t>
      </w:r>
      <w:r w:rsidR="008C697D">
        <w:rPr>
          <w:rFonts w:asciiTheme="minorHAnsi" w:hAnsiTheme="minorHAnsi"/>
          <w:sz w:val="24"/>
          <w:szCs w:val="24"/>
        </w:rPr>
        <w:t>nedoporučující</w:t>
      </w:r>
      <w:r w:rsidR="00BA4423">
        <w:rPr>
          <w:rFonts w:asciiTheme="minorHAnsi" w:hAnsiTheme="minorHAnsi"/>
          <w:sz w:val="24"/>
          <w:szCs w:val="24"/>
        </w:rPr>
        <w:t xml:space="preserve"> stanovisko</w:t>
      </w:r>
    </w:p>
    <w:p w:rsidR="00BA4423" w:rsidRDefault="00BA4423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(stanovisko výboru v Bodě 2 – nedoporučující)</w:t>
      </w:r>
    </w:p>
    <w:p w:rsidR="008C697D" w:rsidRDefault="008C697D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proofErr w:type="gramStart"/>
      <w:r>
        <w:rPr>
          <w:rFonts w:asciiTheme="minorHAnsi" w:hAnsiTheme="minorHAnsi"/>
          <w:sz w:val="24"/>
          <w:szCs w:val="24"/>
        </w:rPr>
        <w:t>Hla</w:t>
      </w:r>
      <w:r w:rsidR="004E34A7">
        <w:rPr>
          <w:rFonts w:asciiTheme="minorHAnsi" w:hAnsiTheme="minorHAnsi"/>
          <w:sz w:val="24"/>
          <w:szCs w:val="24"/>
        </w:rPr>
        <w:t>sován</w:t>
      </w:r>
      <w:r w:rsidR="00881435">
        <w:rPr>
          <w:rFonts w:asciiTheme="minorHAnsi" w:hAnsiTheme="minorHAnsi"/>
          <w:sz w:val="24"/>
          <w:szCs w:val="24"/>
        </w:rPr>
        <w:t>í: č 5</w:t>
      </w:r>
      <w:r w:rsidR="004E34A7">
        <w:rPr>
          <w:rFonts w:asciiTheme="minorHAnsi" w:hAnsiTheme="minorHAnsi"/>
          <w:sz w:val="24"/>
          <w:szCs w:val="24"/>
        </w:rPr>
        <w:t xml:space="preserve"> </w:t>
      </w:r>
      <w:r w:rsidR="008B1223">
        <w:rPr>
          <w:rFonts w:asciiTheme="minorHAnsi" w:hAnsiTheme="minorHAnsi"/>
          <w:sz w:val="24"/>
          <w:szCs w:val="24"/>
        </w:rPr>
        <w:t xml:space="preserve">   </w:t>
      </w:r>
      <w:r w:rsidR="00881435">
        <w:rPr>
          <w:rFonts w:asciiTheme="minorHAnsi" w:hAnsiTheme="minorHAnsi"/>
          <w:sz w:val="24"/>
          <w:szCs w:val="24"/>
        </w:rPr>
        <w:t xml:space="preserve"> </w:t>
      </w:r>
      <w:r w:rsidR="008B1223">
        <w:rPr>
          <w:rFonts w:asciiTheme="minorHAnsi" w:hAnsiTheme="minorHAnsi"/>
          <w:sz w:val="24"/>
          <w:szCs w:val="24"/>
        </w:rPr>
        <w:t xml:space="preserve">    ANO</w:t>
      </w:r>
      <w:proofErr w:type="gramEnd"/>
      <w:r w:rsidR="008B1223">
        <w:rPr>
          <w:rFonts w:asciiTheme="minorHAnsi" w:hAnsiTheme="minorHAnsi"/>
          <w:sz w:val="24"/>
          <w:szCs w:val="24"/>
        </w:rPr>
        <w:t xml:space="preserve">       </w:t>
      </w:r>
      <w:r w:rsidR="00BA4423">
        <w:rPr>
          <w:rFonts w:asciiTheme="minorHAnsi" w:hAnsiTheme="minorHAnsi"/>
          <w:sz w:val="24"/>
          <w:szCs w:val="24"/>
        </w:rPr>
        <w:t>10</w:t>
      </w:r>
      <w:r w:rsidR="008B1223">
        <w:rPr>
          <w:rFonts w:asciiTheme="minorHAnsi" w:hAnsiTheme="minorHAnsi"/>
          <w:sz w:val="24"/>
          <w:szCs w:val="24"/>
        </w:rPr>
        <w:t xml:space="preserve">               Ne   0         zdržel 1</w:t>
      </w:r>
      <w:r w:rsidR="004E34A7">
        <w:rPr>
          <w:rFonts w:asciiTheme="minorHAnsi" w:hAnsiTheme="minorHAnsi"/>
          <w:sz w:val="24"/>
          <w:szCs w:val="24"/>
        </w:rPr>
        <w:t xml:space="preserve">   </w:t>
      </w:r>
      <w:r w:rsidR="008B1223">
        <w:rPr>
          <w:rFonts w:asciiTheme="minorHAnsi" w:hAnsiTheme="minorHAnsi"/>
          <w:sz w:val="24"/>
          <w:szCs w:val="24"/>
        </w:rPr>
        <w:t xml:space="preserve">       přítomno  11                 přijato</w:t>
      </w:r>
    </w:p>
    <w:p w:rsidR="00BA4423" w:rsidRDefault="00BA4423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8C697D" w:rsidRDefault="009A5C84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Klán: B</w:t>
      </w:r>
      <w:r w:rsidR="008C697D">
        <w:rPr>
          <w:rFonts w:asciiTheme="minorHAnsi" w:hAnsiTheme="minorHAnsi"/>
          <w:sz w:val="24"/>
          <w:szCs w:val="24"/>
        </w:rPr>
        <w:t xml:space="preserve"> 3</w:t>
      </w:r>
    </w:p>
    <w:p w:rsidR="00BA4423" w:rsidRDefault="00BA4423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Zpravodaj-stanovisko nedoporučující –</w:t>
      </w:r>
      <w:r w:rsidR="00881435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předkladatel – stanovisko záporné</w:t>
      </w:r>
    </w:p>
    <w:p w:rsidR="008C697D" w:rsidRDefault="008C697D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proofErr w:type="gramStart"/>
      <w:r>
        <w:rPr>
          <w:rFonts w:asciiTheme="minorHAnsi" w:hAnsiTheme="minorHAnsi"/>
          <w:sz w:val="24"/>
          <w:szCs w:val="24"/>
        </w:rPr>
        <w:t>Hlasování</w:t>
      </w:r>
      <w:r w:rsidR="00881435">
        <w:rPr>
          <w:rFonts w:asciiTheme="minorHAnsi" w:hAnsiTheme="minorHAnsi"/>
          <w:sz w:val="24"/>
          <w:szCs w:val="24"/>
        </w:rPr>
        <w:t xml:space="preserve"> :</w:t>
      </w:r>
      <w:r>
        <w:rPr>
          <w:rFonts w:asciiTheme="minorHAnsi" w:hAnsiTheme="minorHAnsi"/>
          <w:sz w:val="24"/>
          <w:szCs w:val="24"/>
        </w:rPr>
        <w:t xml:space="preserve"> č.</w:t>
      </w:r>
      <w:proofErr w:type="gramEnd"/>
      <w:r>
        <w:rPr>
          <w:rFonts w:asciiTheme="minorHAnsi" w:hAnsiTheme="minorHAnsi"/>
          <w:sz w:val="24"/>
          <w:szCs w:val="24"/>
        </w:rPr>
        <w:t xml:space="preserve"> 6 </w:t>
      </w:r>
      <w:r w:rsidR="008B1223">
        <w:rPr>
          <w:rFonts w:asciiTheme="minorHAnsi" w:hAnsiTheme="minorHAnsi"/>
          <w:sz w:val="24"/>
          <w:szCs w:val="24"/>
        </w:rPr>
        <w:t xml:space="preserve">  ANO      11                Ne  0          zdržel 0          přítomno 11         </w:t>
      </w:r>
      <w:r w:rsidR="00881435">
        <w:rPr>
          <w:rFonts w:asciiTheme="minorHAnsi" w:hAnsiTheme="minorHAnsi"/>
          <w:sz w:val="24"/>
          <w:szCs w:val="24"/>
        </w:rPr>
        <w:t xml:space="preserve"> </w:t>
      </w:r>
      <w:r w:rsidR="008B1223">
        <w:rPr>
          <w:rFonts w:asciiTheme="minorHAnsi" w:hAnsiTheme="minorHAnsi"/>
          <w:sz w:val="24"/>
          <w:szCs w:val="24"/>
        </w:rPr>
        <w:t xml:space="preserve"> </w:t>
      </w:r>
      <w:r w:rsidR="00881435">
        <w:rPr>
          <w:rFonts w:asciiTheme="minorHAnsi" w:hAnsiTheme="minorHAnsi"/>
          <w:sz w:val="24"/>
          <w:szCs w:val="24"/>
        </w:rPr>
        <w:t xml:space="preserve"> </w:t>
      </w:r>
      <w:r w:rsidR="008B1223">
        <w:rPr>
          <w:rFonts w:asciiTheme="minorHAnsi" w:hAnsiTheme="minorHAnsi"/>
          <w:sz w:val="24"/>
          <w:szCs w:val="24"/>
        </w:rPr>
        <w:t xml:space="preserve">            přijato</w:t>
      </w:r>
    </w:p>
    <w:p w:rsidR="000B5DC6" w:rsidRDefault="000B5DC6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724FCC" w:rsidRDefault="008C697D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B4-</w:t>
      </w:r>
      <w:r w:rsidR="00724FCC">
        <w:rPr>
          <w:rFonts w:asciiTheme="minorHAnsi" w:hAnsiTheme="minorHAnsi"/>
          <w:sz w:val="24"/>
          <w:szCs w:val="24"/>
        </w:rPr>
        <w:t xml:space="preserve">stanovisko </w:t>
      </w:r>
      <w:r>
        <w:rPr>
          <w:rFonts w:asciiTheme="minorHAnsi" w:hAnsiTheme="minorHAnsi"/>
          <w:sz w:val="24"/>
          <w:szCs w:val="24"/>
        </w:rPr>
        <w:t>zpravodaj</w:t>
      </w:r>
      <w:r w:rsidR="00724FCC">
        <w:rPr>
          <w:rFonts w:asciiTheme="minorHAnsi" w:hAnsiTheme="minorHAnsi"/>
          <w:sz w:val="24"/>
          <w:szCs w:val="24"/>
        </w:rPr>
        <w:t>e -</w:t>
      </w:r>
      <w:r>
        <w:rPr>
          <w:rFonts w:asciiTheme="minorHAnsi" w:hAnsiTheme="minorHAnsi"/>
          <w:sz w:val="24"/>
          <w:szCs w:val="24"/>
        </w:rPr>
        <w:t xml:space="preserve"> nedoporučuje</w:t>
      </w:r>
      <w:r w:rsidR="008B1223">
        <w:rPr>
          <w:rFonts w:asciiTheme="minorHAnsi" w:hAnsiTheme="minorHAnsi"/>
          <w:sz w:val="24"/>
          <w:szCs w:val="24"/>
        </w:rPr>
        <w:t xml:space="preserve"> - předkladatel</w:t>
      </w:r>
      <w:r>
        <w:rPr>
          <w:rFonts w:asciiTheme="minorHAnsi" w:hAnsiTheme="minorHAnsi"/>
          <w:sz w:val="24"/>
          <w:szCs w:val="24"/>
        </w:rPr>
        <w:t xml:space="preserve"> záporné </w:t>
      </w:r>
      <w:r w:rsidR="00724FCC">
        <w:rPr>
          <w:rFonts w:asciiTheme="minorHAnsi" w:hAnsiTheme="minorHAnsi"/>
          <w:sz w:val="24"/>
          <w:szCs w:val="24"/>
        </w:rPr>
        <w:t>stanovisko</w:t>
      </w:r>
    </w:p>
    <w:p w:rsidR="008C697D" w:rsidRDefault="00FE2D24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proofErr w:type="gramStart"/>
      <w:r>
        <w:rPr>
          <w:rFonts w:asciiTheme="minorHAnsi" w:hAnsiTheme="minorHAnsi"/>
          <w:sz w:val="24"/>
          <w:szCs w:val="24"/>
        </w:rPr>
        <w:t xml:space="preserve">Hlasování </w:t>
      </w:r>
      <w:r w:rsidR="00881435">
        <w:rPr>
          <w:rFonts w:asciiTheme="minorHAnsi" w:hAnsiTheme="minorHAnsi"/>
          <w:sz w:val="24"/>
          <w:szCs w:val="24"/>
        </w:rPr>
        <w:t>:</w:t>
      </w:r>
      <w:r>
        <w:rPr>
          <w:rFonts w:asciiTheme="minorHAnsi" w:hAnsiTheme="minorHAnsi"/>
          <w:sz w:val="24"/>
          <w:szCs w:val="24"/>
        </w:rPr>
        <w:t>č.</w:t>
      </w:r>
      <w:proofErr w:type="gramEnd"/>
      <w:r>
        <w:rPr>
          <w:rFonts w:asciiTheme="minorHAnsi" w:hAnsiTheme="minorHAnsi"/>
          <w:sz w:val="24"/>
          <w:szCs w:val="24"/>
        </w:rPr>
        <w:t xml:space="preserve"> 7</w:t>
      </w:r>
      <w:r w:rsidR="008C697D">
        <w:rPr>
          <w:rFonts w:asciiTheme="minorHAnsi" w:hAnsiTheme="minorHAnsi"/>
          <w:sz w:val="24"/>
          <w:szCs w:val="24"/>
        </w:rPr>
        <w:t xml:space="preserve">       </w:t>
      </w:r>
      <w:r w:rsidR="00724FCC">
        <w:rPr>
          <w:rFonts w:asciiTheme="minorHAnsi" w:hAnsiTheme="minorHAnsi"/>
          <w:sz w:val="24"/>
          <w:szCs w:val="24"/>
        </w:rPr>
        <w:t xml:space="preserve">ANO    11                 NE  0          zdržel  0         přítomno 11 </w:t>
      </w:r>
      <w:r w:rsidR="00881435">
        <w:rPr>
          <w:rFonts w:asciiTheme="minorHAnsi" w:hAnsiTheme="minorHAnsi"/>
          <w:sz w:val="24"/>
          <w:szCs w:val="24"/>
        </w:rPr>
        <w:t xml:space="preserve"> </w:t>
      </w:r>
      <w:r w:rsidR="00724FCC">
        <w:rPr>
          <w:rFonts w:asciiTheme="minorHAnsi" w:hAnsiTheme="minorHAnsi"/>
          <w:sz w:val="24"/>
          <w:szCs w:val="24"/>
        </w:rPr>
        <w:t xml:space="preserve">            </w:t>
      </w:r>
      <w:r w:rsidR="00881435">
        <w:rPr>
          <w:rFonts w:asciiTheme="minorHAnsi" w:hAnsiTheme="minorHAnsi"/>
          <w:sz w:val="24"/>
          <w:szCs w:val="24"/>
        </w:rPr>
        <w:t xml:space="preserve"> </w:t>
      </w:r>
      <w:r w:rsidR="00724FCC">
        <w:rPr>
          <w:rFonts w:asciiTheme="minorHAnsi" w:hAnsiTheme="minorHAnsi"/>
          <w:sz w:val="24"/>
          <w:szCs w:val="24"/>
        </w:rPr>
        <w:t xml:space="preserve">         přijato</w:t>
      </w:r>
    </w:p>
    <w:p w:rsidR="008C697D" w:rsidRDefault="008C697D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8C697D" w:rsidRDefault="004E34A7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proofErr w:type="gramStart"/>
      <w:r>
        <w:rPr>
          <w:rFonts w:asciiTheme="minorHAnsi" w:hAnsiTheme="minorHAnsi"/>
          <w:sz w:val="24"/>
          <w:szCs w:val="24"/>
        </w:rPr>
        <w:t>B.5 –</w:t>
      </w:r>
      <w:r w:rsidR="00881435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zpravodaj</w:t>
      </w:r>
      <w:proofErr w:type="gramEnd"/>
      <w:r>
        <w:rPr>
          <w:rFonts w:asciiTheme="minorHAnsi" w:hAnsiTheme="minorHAnsi"/>
          <w:sz w:val="24"/>
          <w:szCs w:val="24"/>
        </w:rPr>
        <w:t xml:space="preserve"> nedop</w:t>
      </w:r>
      <w:r w:rsidR="008C697D">
        <w:rPr>
          <w:rFonts w:asciiTheme="minorHAnsi" w:hAnsiTheme="minorHAnsi"/>
          <w:sz w:val="24"/>
          <w:szCs w:val="24"/>
        </w:rPr>
        <w:t>oručuje</w:t>
      </w:r>
      <w:r w:rsidR="00724FCC">
        <w:rPr>
          <w:rFonts w:asciiTheme="minorHAnsi" w:hAnsiTheme="minorHAnsi"/>
          <w:sz w:val="24"/>
          <w:szCs w:val="24"/>
        </w:rPr>
        <w:t>-předkladatel</w:t>
      </w:r>
      <w:r>
        <w:rPr>
          <w:rFonts w:asciiTheme="minorHAnsi" w:hAnsiTheme="minorHAnsi"/>
          <w:sz w:val="24"/>
          <w:szCs w:val="24"/>
        </w:rPr>
        <w:t>-</w:t>
      </w:r>
      <w:r w:rsidR="008B1223">
        <w:rPr>
          <w:rFonts w:asciiTheme="minorHAnsi" w:hAnsiTheme="minorHAnsi"/>
          <w:sz w:val="24"/>
          <w:szCs w:val="24"/>
        </w:rPr>
        <w:t>přiklá</w:t>
      </w:r>
      <w:r>
        <w:rPr>
          <w:rFonts w:asciiTheme="minorHAnsi" w:hAnsiTheme="minorHAnsi"/>
          <w:sz w:val="24"/>
          <w:szCs w:val="24"/>
        </w:rPr>
        <w:t>ní se k ned</w:t>
      </w:r>
      <w:r w:rsidR="008C697D">
        <w:rPr>
          <w:rFonts w:asciiTheme="minorHAnsi" w:hAnsiTheme="minorHAnsi"/>
          <w:sz w:val="24"/>
          <w:szCs w:val="24"/>
        </w:rPr>
        <w:t>o</w:t>
      </w:r>
      <w:r w:rsidR="008B1223">
        <w:rPr>
          <w:rFonts w:asciiTheme="minorHAnsi" w:hAnsiTheme="minorHAnsi"/>
          <w:sz w:val="24"/>
          <w:szCs w:val="24"/>
        </w:rPr>
        <w:t>po</w:t>
      </w:r>
      <w:r w:rsidR="008C697D">
        <w:rPr>
          <w:rFonts w:asciiTheme="minorHAnsi" w:hAnsiTheme="minorHAnsi"/>
          <w:sz w:val="24"/>
          <w:szCs w:val="24"/>
        </w:rPr>
        <w:t>ručujíc</w:t>
      </w:r>
      <w:r w:rsidR="008B1223">
        <w:rPr>
          <w:rFonts w:asciiTheme="minorHAnsi" w:hAnsiTheme="minorHAnsi"/>
          <w:sz w:val="24"/>
          <w:szCs w:val="24"/>
        </w:rPr>
        <w:t>í</w:t>
      </w:r>
      <w:r w:rsidR="008C697D">
        <w:rPr>
          <w:rFonts w:asciiTheme="minorHAnsi" w:hAnsiTheme="minorHAnsi"/>
          <w:sz w:val="24"/>
          <w:szCs w:val="24"/>
        </w:rPr>
        <w:t>mu</w:t>
      </w:r>
      <w:r w:rsidR="008B1223">
        <w:rPr>
          <w:rFonts w:asciiTheme="minorHAnsi" w:hAnsiTheme="minorHAnsi"/>
          <w:sz w:val="24"/>
          <w:szCs w:val="24"/>
        </w:rPr>
        <w:t xml:space="preserve"> stanovisku</w:t>
      </w:r>
    </w:p>
    <w:p w:rsidR="008C697D" w:rsidRDefault="00FE2D24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Hlasování</w:t>
      </w:r>
      <w:r w:rsidR="00881435">
        <w:rPr>
          <w:rFonts w:asciiTheme="minorHAnsi" w:hAnsiTheme="minorHAnsi"/>
          <w:sz w:val="24"/>
          <w:szCs w:val="24"/>
        </w:rPr>
        <w:t>:</w:t>
      </w:r>
      <w:r>
        <w:rPr>
          <w:rFonts w:asciiTheme="minorHAnsi" w:hAnsiTheme="minorHAnsi"/>
          <w:sz w:val="24"/>
          <w:szCs w:val="24"/>
        </w:rPr>
        <w:t xml:space="preserve"> č. 8</w:t>
      </w:r>
      <w:r w:rsidR="008C697D">
        <w:rPr>
          <w:rFonts w:asciiTheme="minorHAnsi" w:hAnsiTheme="minorHAnsi"/>
          <w:sz w:val="24"/>
          <w:szCs w:val="24"/>
        </w:rPr>
        <w:t xml:space="preserve">     </w:t>
      </w:r>
      <w:r>
        <w:rPr>
          <w:rFonts w:asciiTheme="minorHAnsi" w:hAnsiTheme="minorHAnsi"/>
          <w:sz w:val="24"/>
          <w:szCs w:val="24"/>
        </w:rPr>
        <w:t xml:space="preserve">   ANO    10                NE  0           zdržel   1        přítomno </w:t>
      </w:r>
      <w:proofErr w:type="gramStart"/>
      <w:r>
        <w:rPr>
          <w:rFonts w:asciiTheme="minorHAnsi" w:hAnsiTheme="minorHAnsi"/>
          <w:sz w:val="24"/>
          <w:szCs w:val="24"/>
        </w:rPr>
        <w:t xml:space="preserve">11         </w:t>
      </w:r>
      <w:r w:rsidR="00881435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            přijato</w:t>
      </w:r>
      <w:proofErr w:type="gramEnd"/>
    </w:p>
    <w:p w:rsidR="00A57D59" w:rsidRDefault="00A57D59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8C697D" w:rsidRDefault="008B1223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B7 – </w:t>
      </w:r>
      <w:r w:rsidR="008C697D">
        <w:rPr>
          <w:rFonts w:asciiTheme="minorHAnsi" w:hAnsiTheme="minorHAnsi"/>
          <w:sz w:val="24"/>
          <w:szCs w:val="24"/>
        </w:rPr>
        <w:t>zpravodaj nedoporučuje</w:t>
      </w:r>
      <w:r w:rsidR="00724FCC">
        <w:rPr>
          <w:rFonts w:asciiTheme="minorHAnsi" w:hAnsiTheme="minorHAnsi"/>
          <w:sz w:val="24"/>
          <w:szCs w:val="24"/>
        </w:rPr>
        <w:t xml:space="preserve"> – </w:t>
      </w:r>
      <w:proofErr w:type="gramStart"/>
      <w:r w:rsidR="00724FCC">
        <w:rPr>
          <w:rFonts w:asciiTheme="minorHAnsi" w:hAnsiTheme="minorHAnsi"/>
          <w:sz w:val="24"/>
          <w:szCs w:val="24"/>
        </w:rPr>
        <w:t xml:space="preserve">předkladatel </w:t>
      </w:r>
      <w:r w:rsidR="00881435">
        <w:rPr>
          <w:rFonts w:asciiTheme="minorHAnsi" w:hAnsiTheme="minorHAnsi"/>
          <w:sz w:val="24"/>
          <w:szCs w:val="24"/>
        </w:rPr>
        <w:t xml:space="preserve">   </w:t>
      </w:r>
      <w:r w:rsidR="00724FCC">
        <w:rPr>
          <w:rFonts w:asciiTheme="minorHAnsi" w:hAnsiTheme="minorHAnsi"/>
          <w:sz w:val="24"/>
          <w:szCs w:val="24"/>
        </w:rPr>
        <w:t xml:space="preserve"> </w:t>
      </w:r>
      <w:r w:rsidR="008C697D">
        <w:rPr>
          <w:rFonts w:asciiTheme="minorHAnsi" w:hAnsiTheme="minorHAnsi"/>
          <w:sz w:val="24"/>
          <w:szCs w:val="24"/>
        </w:rPr>
        <w:t>záporné</w:t>
      </w:r>
      <w:proofErr w:type="gramEnd"/>
      <w:r w:rsidR="008C697D">
        <w:rPr>
          <w:rFonts w:asciiTheme="minorHAnsi" w:hAnsiTheme="minorHAnsi"/>
          <w:sz w:val="24"/>
          <w:szCs w:val="24"/>
        </w:rPr>
        <w:t xml:space="preserve"> </w:t>
      </w:r>
    </w:p>
    <w:p w:rsidR="008C697D" w:rsidRDefault="008C697D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Hlasov</w:t>
      </w:r>
      <w:r w:rsidR="008B1223">
        <w:rPr>
          <w:rFonts w:asciiTheme="minorHAnsi" w:hAnsiTheme="minorHAnsi"/>
          <w:sz w:val="24"/>
          <w:szCs w:val="24"/>
        </w:rPr>
        <w:t>á</w:t>
      </w:r>
      <w:r w:rsidR="00FE2D24">
        <w:rPr>
          <w:rFonts w:asciiTheme="minorHAnsi" w:hAnsiTheme="minorHAnsi"/>
          <w:sz w:val="24"/>
          <w:szCs w:val="24"/>
        </w:rPr>
        <w:t>ní</w:t>
      </w:r>
      <w:r w:rsidR="00881435">
        <w:rPr>
          <w:rFonts w:asciiTheme="minorHAnsi" w:hAnsiTheme="minorHAnsi"/>
          <w:sz w:val="24"/>
          <w:szCs w:val="24"/>
        </w:rPr>
        <w:t>:</w:t>
      </w:r>
      <w:r w:rsidR="00FE2D24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FE2D24">
        <w:rPr>
          <w:rFonts w:asciiTheme="minorHAnsi" w:hAnsiTheme="minorHAnsi"/>
          <w:sz w:val="24"/>
          <w:szCs w:val="24"/>
        </w:rPr>
        <w:t>č. 9</w:t>
      </w:r>
      <w:r w:rsidR="00724FCC">
        <w:rPr>
          <w:rFonts w:asciiTheme="minorHAnsi" w:hAnsiTheme="minorHAnsi"/>
          <w:sz w:val="24"/>
          <w:szCs w:val="24"/>
        </w:rPr>
        <w:t xml:space="preserve">    </w:t>
      </w:r>
      <w:r w:rsidR="00881435">
        <w:rPr>
          <w:rFonts w:asciiTheme="minorHAnsi" w:hAnsiTheme="minorHAnsi"/>
          <w:sz w:val="24"/>
          <w:szCs w:val="24"/>
        </w:rPr>
        <w:t xml:space="preserve"> </w:t>
      </w:r>
      <w:r w:rsidR="00724FCC">
        <w:rPr>
          <w:rFonts w:asciiTheme="minorHAnsi" w:hAnsiTheme="minorHAnsi"/>
          <w:sz w:val="24"/>
          <w:szCs w:val="24"/>
        </w:rPr>
        <w:t xml:space="preserve">     ANO</w:t>
      </w:r>
      <w:proofErr w:type="gramEnd"/>
      <w:r w:rsidR="00724FCC">
        <w:rPr>
          <w:rFonts w:asciiTheme="minorHAnsi" w:hAnsiTheme="minorHAnsi"/>
          <w:sz w:val="24"/>
          <w:szCs w:val="24"/>
        </w:rPr>
        <w:t xml:space="preserve">    </w:t>
      </w:r>
      <w:r>
        <w:rPr>
          <w:rFonts w:asciiTheme="minorHAnsi" w:hAnsiTheme="minorHAnsi"/>
          <w:sz w:val="24"/>
          <w:szCs w:val="24"/>
        </w:rPr>
        <w:t xml:space="preserve">11 </w:t>
      </w:r>
      <w:r w:rsidR="00724FCC">
        <w:rPr>
          <w:rFonts w:asciiTheme="minorHAnsi" w:hAnsiTheme="minorHAnsi"/>
          <w:sz w:val="24"/>
          <w:szCs w:val="24"/>
        </w:rPr>
        <w:t xml:space="preserve">                NE   0           zdržel 0         </w:t>
      </w:r>
      <w:r w:rsidR="00FE2D24">
        <w:rPr>
          <w:rFonts w:asciiTheme="minorHAnsi" w:hAnsiTheme="minorHAnsi"/>
          <w:sz w:val="24"/>
          <w:szCs w:val="24"/>
        </w:rPr>
        <w:t>přítomno   11                    přijato</w:t>
      </w:r>
    </w:p>
    <w:p w:rsidR="00FE2D24" w:rsidRDefault="00FE2D24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8C697D" w:rsidRDefault="00724FCC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B8</w:t>
      </w:r>
      <w:r w:rsidR="00FE2D24">
        <w:rPr>
          <w:rFonts w:asciiTheme="minorHAnsi" w:hAnsiTheme="minorHAnsi"/>
          <w:sz w:val="24"/>
          <w:szCs w:val="24"/>
        </w:rPr>
        <w:t xml:space="preserve"> - </w:t>
      </w:r>
      <w:r>
        <w:rPr>
          <w:rFonts w:asciiTheme="minorHAnsi" w:hAnsiTheme="minorHAnsi"/>
          <w:sz w:val="24"/>
          <w:szCs w:val="24"/>
        </w:rPr>
        <w:t xml:space="preserve"> zpravodaj nedoporučuje – předkladatel – stanovisko záporné</w:t>
      </w:r>
    </w:p>
    <w:p w:rsidR="008C697D" w:rsidRDefault="00724FCC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Hlasová</w:t>
      </w:r>
      <w:r w:rsidR="008C697D">
        <w:rPr>
          <w:rFonts w:asciiTheme="minorHAnsi" w:hAnsiTheme="minorHAnsi"/>
          <w:sz w:val="24"/>
          <w:szCs w:val="24"/>
        </w:rPr>
        <w:t>ní:</w:t>
      </w:r>
      <w:r w:rsidR="00FE2D24">
        <w:rPr>
          <w:rFonts w:asciiTheme="minorHAnsi" w:hAnsiTheme="minorHAnsi"/>
          <w:sz w:val="24"/>
          <w:szCs w:val="24"/>
        </w:rPr>
        <w:t xml:space="preserve"> č </w:t>
      </w:r>
      <w:proofErr w:type="gramStart"/>
      <w:r w:rsidR="00FE2D24">
        <w:rPr>
          <w:rFonts w:asciiTheme="minorHAnsi" w:hAnsiTheme="minorHAnsi"/>
          <w:sz w:val="24"/>
          <w:szCs w:val="24"/>
        </w:rPr>
        <w:t>10         ANO</w:t>
      </w:r>
      <w:proofErr w:type="gramEnd"/>
      <w:r w:rsidR="00FE2D24">
        <w:rPr>
          <w:rFonts w:asciiTheme="minorHAnsi" w:hAnsiTheme="minorHAnsi"/>
          <w:sz w:val="24"/>
          <w:szCs w:val="24"/>
        </w:rPr>
        <w:t xml:space="preserve">   </w:t>
      </w:r>
      <w:r w:rsidR="008C697D">
        <w:rPr>
          <w:rFonts w:asciiTheme="minorHAnsi" w:hAnsiTheme="minorHAnsi"/>
          <w:sz w:val="24"/>
          <w:szCs w:val="24"/>
        </w:rPr>
        <w:t xml:space="preserve"> 11</w:t>
      </w:r>
      <w:r w:rsidR="00FE2D24">
        <w:rPr>
          <w:rFonts w:asciiTheme="minorHAnsi" w:hAnsiTheme="minorHAnsi"/>
          <w:sz w:val="24"/>
          <w:szCs w:val="24"/>
        </w:rPr>
        <w:t xml:space="preserve">                NE    0            zdržel  0        přítomno   11                   přijato</w:t>
      </w:r>
    </w:p>
    <w:p w:rsidR="008C697D" w:rsidRDefault="008C697D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8C697D" w:rsidRDefault="00FE2D24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B9- zpravodaj nedoporučuje – </w:t>
      </w:r>
      <w:proofErr w:type="gramStart"/>
      <w:r>
        <w:rPr>
          <w:rFonts w:asciiTheme="minorHAnsi" w:hAnsiTheme="minorHAnsi"/>
          <w:sz w:val="24"/>
          <w:szCs w:val="24"/>
        </w:rPr>
        <w:t>předkladatel</w:t>
      </w:r>
      <w:r w:rsidR="00881435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  záporné</w:t>
      </w:r>
      <w:proofErr w:type="gramEnd"/>
    </w:p>
    <w:p w:rsidR="008C697D" w:rsidRDefault="008C697D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proofErr w:type="gramStart"/>
      <w:r>
        <w:rPr>
          <w:rFonts w:asciiTheme="minorHAnsi" w:hAnsiTheme="minorHAnsi"/>
          <w:sz w:val="24"/>
          <w:szCs w:val="24"/>
        </w:rPr>
        <w:t>Hlasování</w:t>
      </w:r>
      <w:r w:rsidR="00900C89">
        <w:rPr>
          <w:rFonts w:asciiTheme="minorHAnsi" w:hAnsiTheme="minorHAnsi"/>
          <w:sz w:val="24"/>
          <w:szCs w:val="24"/>
        </w:rPr>
        <w:t xml:space="preserve"> :</w:t>
      </w:r>
      <w:r>
        <w:rPr>
          <w:rFonts w:asciiTheme="minorHAnsi" w:hAnsiTheme="minorHAnsi"/>
          <w:sz w:val="24"/>
          <w:szCs w:val="24"/>
        </w:rPr>
        <w:t xml:space="preserve"> </w:t>
      </w:r>
      <w:r w:rsidR="00FE2D24">
        <w:rPr>
          <w:rFonts w:asciiTheme="minorHAnsi" w:hAnsiTheme="minorHAnsi"/>
          <w:sz w:val="24"/>
          <w:szCs w:val="24"/>
        </w:rPr>
        <w:t>č.</w:t>
      </w:r>
      <w:proofErr w:type="gramEnd"/>
      <w:r w:rsidR="00FE2D24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1</w:t>
      </w:r>
      <w:r w:rsidR="00B924F1">
        <w:rPr>
          <w:rFonts w:asciiTheme="minorHAnsi" w:hAnsiTheme="minorHAnsi"/>
          <w:sz w:val="24"/>
          <w:szCs w:val="24"/>
        </w:rPr>
        <w:t>1</w:t>
      </w:r>
      <w:r w:rsidR="00A57D59">
        <w:rPr>
          <w:rFonts w:asciiTheme="minorHAnsi" w:hAnsiTheme="minorHAnsi"/>
          <w:sz w:val="24"/>
          <w:szCs w:val="24"/>
        </w:rPr>
        <w:t xml:space="preserve">        ANO    11                NE   0           zdržel  0        přítomno 11                    přijato</w:t>
      </w:r>
    </w:p>
    <w:p w:rsidR="008C697D" w:rsidRDefault="008C697D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8C697D" w:rsidRDefault="00A57D59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Bod </w:t>
      </w:r>
      <w:r w:rsidR="008C697D">
        <w:rPr>
          <w:rFonts w:asciiTheme="minorHAnsi" w:hAnsiTheme="minorHAnsi"/>
          <w:sz w:val="24"/>
          <w:szCs w:val="24"/>
        </w:rPr>
        <w:t>C –</w:t>
      </w:r>
      <w:r>
        <w:rPr>
          <w:rFonts w:asciiTheme="minorHAnsi" w:hAnsiTheme="minorHAnsi"/>
          <w:sz w:val="24"/>
          <w:szCs w:val="24"/>
        </w:rPr>
        <w:t xml:space="preserve"> zpravodaj stanovisko nedoporučující – předkladatel – stanovisko záporné</w:t>
      </w:r>
    </w:p>
    <w:p w:rsidR="008C697D" w:rsidRDefault="00881435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Hlasování:</w:t>
      </w:r>
      <w:r w:rsidR="00A57D59">
        <w:rPr>
          <w:rFonts w:asciiTheme="minorHAnsi" w:hAnsiTheme="minorHAnsi"/>
          <w:sz w:val="24"/>
          <w:szCs w:val="24"/>
        </w:rPr>
        <w:t xml:space="preserve"> Č </w:t>
      </w:r>
      <w:proofErr w:type="gramStart"/>
      <w:r w:rsidR="00A57D59">
        <w:rPr>
          <w:rFonts w:asciiTheme="minorHAnsi" w:hAnsiTheme="minorHAnsi"/>
          <w:sz w:val="24"/>
          <w:szCs w:val="24"/>
        </w:rPr>
        <w:t>1</w:t>
      </w:r>
      <w:r w:rsidR="00B924F1">
        <w:rPr>
          <w:rFonts w:asciiTheme="minorHAnsi" w:hAnsiTheme="minorHAnsi"/>
          <w:sz w:val="24"/>
          <w:szCs w:val="24"/>
        </w:rPr>
        <w:t>2</w:t>
      </w:r>
      <w:r w:rsidR="009B53F6">
        <w:rPr>
          <w:rFonts w:asciiTheme="minorHAnsi" w:hAnsiTheme="minorHAnsi"/>
          <w:sz w:val="24"/>
          <w:szCs w:val="24"/>
        </w:rPr>
        <w:t xml:space="preserve">         ANO</w:t>
      </w:r>
      <w:proofErr w:type="gramEnd"/>
      <w:r w:rsidR="009B53F6">
        <w:rPr>
          <w:rFonts w:asciiTheme="minorHAnsi" w:hAnsiTheme="minorHAnsi"/>
          <w:sz w:val="24"/>
          <w:szCs w:val="24"/>
        </w:rPr>
        <w:t xml:space="preserve">     10</w:t>
      </w:r>
      <w:r w:rsidR="008C697D">
        <w:rPr>
          <w:rFonts w:asciiTheme="minorHAnsi" w:hAnsiTheme="minorHAnsi"/>
          <w:sz w:val="24"/>
          <w:szCs w:val="24"/>
        </w:rPr>
        <w:t xml:space="preserve"> </w:t>
      </w:r>
      <w:r w:rsidR="009B53F6">
        <w:rPr>
          <w:rFonts w:asciiTheme="minorHAnsi" w:hAnsiTheme="minorHAnsi"/>
          <w:sz w:val="24"/>
          <w:szCs w:val="24"/>
        </w:rPr>
        <w:t xml:space="preserve">               NE   0         </w:t>
      </w:r>
      <w:r w:rsidR="00900C89">
        <w:rPr>
          <w:rFonts w:asciiTheme="minorHAnsi" w:hAnsiTheme="minorHAnsi"/>
          <w:sz w:val="24"/>
          <w:szCs w:val="24"/>
        </w:rPr>
        <w:t xml:space="preserve"> zd</w:t>
      </w:r>
      <w:r w:rsidR="008C697D">
        <w:rPr>
          <w:rFonts w:asciiTheme="minorHAnsi" w:hAnsiTheme="minorHAnsi"/>
          <w:sz w:val="24"/>
          <w:szCs w:val="24"/>
        </w:rPr>
        <w:t>ržel</w:t>
      </w:r>
      <w:r w:rsidR="009B53F6">
        <w:rPr>
          <w:rFonts w:asciiTheme="minorHAnsi" w:hAnsiTheme="minorHAnsi"/>
          <w:sz w:val="24"/>
          <w:szCs w:val="24"/>
        </w:rPr>
        <w:t xml:space="preserve">   1                                                  přijato</w:t>
      </w:r>
    </w:p>
    <w:p w:rsidR="00900C89" w:rsidRDefault="00900C89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8C697D" w:rsidRDefault="008C697D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D1 –</w:t>
      </w:r>
      <w:r w:rsidR="009B53F6">
        <w:rPr>
          <w:rFonts w:asciiTheme="minorHAnsi" w:hAnsiTheme="minorHAnsi"/>
          <w:sz w:val="24"/>
          <w:szCs w:val="24"/>
        </w:rPr>
        <w:t xml:space="preserve"> D2 – </w:t>
      </w:r>
      <w:r>
        <w:rPr>
          <w:rFonts w:asciiTheme="minorHAnsi" w:hAnsiTheme="minorHAnsi"/>
          <w:sz w:val="24"/>
          <w:szCs w:val="24"/>
        </w:rPr>
        <w:t>zpravoda</w:t>
      </w:r>
      <w:r w:rsidR="009A5C84">
        <w:rPr>
          <w:rFonts w:asciiTheme="minorHAnsi" w:hAnsiTheme="minorHAnsi"/>
          <w:sz w:val="24"/>
          <w:szCs w:val="24"/>
        </w:rPr>
        <w:t xml:space="preserve">j – stanovisko </w:t>
      </w:r>
      <w:r w:rsidR="009B53F6">
        <w:rPr>
          <w:rFonts w:asciiTheme="minorHAnsi" w:hAnsiTheme="minorHAnsi"/>
          <w:sz w:val="24"/>
          <w:szCs w:val="24"/>
        </w:rPr>
        <w:t>doporučující</w:t>
      </w:r>
      <w:r w:rsidR="00900C89">
        <w:rPr>
          <w:rFonts w:asciiTheme="minorHAnsi" w:hAnsiTheme="minorHAnsi"/>
          <w:sz w:val="24"/>
          <w:szCs w:val="24"/>
        </w:rPr>
        <w:t>, předkladatel - kladné</w:t>
      </w:r>
    </w:p>
    <w:p w:rsidR="008C697D" w:rsidRDefault="008C697D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Hlasování </w:t>
      </w:r>
      <w:r w:rsidR="00881435">
        <w:rPr>
          <w:rFonts w:asciiTheme="minorHAnsi" w:hAnsiTheme="minorHAnsi"/>
          <w:sz w:val="24"/>
          <w:szCs w:val="24"/>
        </w:rPr>
        <w:t xml:space="preserve">: </w:t>
      </w:r>
      <w:r>
        <w:rPr>
          <w:rFonts w:asciiTheme="minorHAnsi" w:hAnsiTheme="minorHAnsi"/>
          <w:sz w:val="24"/>
          <w:szCs w:val="24"/>
        </w:rPr>
        <w:t xml:space="preserve">č.  </w:t>
      </w:r>
      <w:r w:rsidR="009B53F6">
        <w:rPr>
          <w:rFonts w:asciiTheme="minorHAnsi" w:hAnsiTheme="minorHAnsi"/>
          <w:sz w:val="24"/>
          <w:szCs w:val="24"/>
        </w:rPr>
        <w:t>1</w:t>
      </w:r>
      <w:r w:rsidR="00B924F1">
        <w:rPr>
          <w:rFonts w:asciiTheme="minorHAnsi" w:hAnsiTheme="minorHAnsi"/>
          <w:sz w:val="24"/>
          <w:szCs w:val="24"/>
        </w:rPr>
        <w:t>3</w:t>
      </w:r>
      <w:r>
        <w:rPr>
          <w:rFonts w:asciiTheme="minorHAnsi" w:hAnsiTheme="minorHAnsi"/>
          <w:sz w:val="24"/>
          <w:szCs w:val="24"/>
        </w:rPr>
        <w:t xml:space="preserve"> </w:t>
      </w:r>
      <w:r w:rsidR="00900C89">
        <w:rPr>
          <w:rFonts w:asciiTheme="minorHAnsi" w:hAnsiTheme="minorHAnsi"/>
          <w:sz w:val="24"/>
          <w:szCs w:val="24"/>
        </w:rPr>
        <w:t xml:space="preserve">        </w:t>
      </w:r>
      <w:r w:rsidR="009B53F6">
        <w:rPr>
          <w:rFonts w:asciiTheme="minorHAnsi" w:hAnsiTheme="minorHAnsi"/>
          <w:sz w:val="24"/>
          <w:szCs w:val="24"/>
        </w:rPr>
        <w:t xml:space="preserve"> </w:t>
      </w:r>
      <w:r w:rsidR="00900C89">
        <w:rPr>
          <w:rFonts w:asciiTheme="minorHAnsi" w:hAnsiTheme="minorHAnsi"/>
          <w:sz w:val="24"/>
          <w:szCs w:val="24"/>
        </w:rPr>
        <w:t xml:space="preserve">ANO  </w:t>
      </w:r>
      <w:r>
        <w:rPr>
          <w:rFonts w:asciiTheme="minorHAnsi" w:hAnsiTheme="minorHAnsi"/>
          <w:sz w:val="24"/>
          <w:szCs w:val="24"/>
        </w:rPr>
        <w:t xml:space="preserve"> 10</w:t>
      </w:r>
      <w:r w:rsidR="00900C89">
        <w:rPr>
          <w:rFonts w:asciiTheme="minorHAnsi" w:hAnsiTheme="minorHAnsi"/>
          <w:sz w:val="24"/>
          <w:szCs w:val="24"/>
        </w:rPr>
        <w:t xml:space="preserve">               Ne     0                zdržel 0    přítomno </w:t>
      </w:r>
      <w:proofErr w:type="gramStart"/>
      <w:r w:rsidR="00900C89">
        <w:rPr>
          <w:rFonts w:asciiTheme="minorHAnsi" w:hAnsiTheme="minorHAnsi"/>
          <w:sz w:val="24"/>
          <w:szCs w:val="24"/>
        </w:rPr>
        <w:t>10                      přijato</w:t>
      </w:r>
      <w:proofErr w:type="gramEnd"/>
    </w:p>
    <w:p w:rsidR="008C697D" w:rsidRDefault="008C697D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8C697D" w:rsidRDefault="008C697D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Závěrečný náv</w:t>
      </w:r>
      <w:r w:rsidR="00900C89">
        <w:rPr>
          <w:rFonts w:asciiTheme="minorHAnsi" w:hAnsiTheme="minorHAnsi"/>
          <w:sz w:val="24"/>
          <w:szCs w:val="24"/>
        </w:rPr>
        <w:t>r</w:t>
      </w:r>
      <w:r>
        <w:rPr>
          <w:rFonts w:asciiTheme="minorHAnsi" w:hAnsiTheme="minorHAnsi"/>
          <w:sz w:val="24"/>
          <w:szCs w:val="24"/>
        </w:rPr>
        <w:t>h usnesení:</w:t>
      </w:r>
    </w:p>
    <w:p w:rsidR="008C697D" w:rsidRDefault="009B53F6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</w:t>
      </w:r>
      <w:r w:rsidR="00B924F1">
        <w:rPr>
          <w:rFonts w:asciiTheme="minorHAnsi" w:hAnsiTheme="minorHAnsi"/>
          <w:sz w:val="24"/>
          <w:szCs w:val="24"/>
        </w:rPr>
        <w:t>Bude h</w:t>
      </w:r>
      <w:r w:rsidR="008C697D">
        <w:rPr>
          <w:rFonts w:asciiTheme="minorHAnsi" w:hAnsiTheme="minorHAnsi"/>
          <w:sz w:val="24"/>
          <w:szCs w:val="24"/>
        </w:rPr>
        <w:t xml:space="preserve">lasováno o všech </w:t>
      </w:r>
      <w:proofErr w:type="gramStart"/>
      <w:r w:rsidR="00B16E09">
        <w:rPr>
          <w:rFonts w:asciiTheme="minorHAnsi" w:hAnsiTheme="minorHAnsi"/>
          <w:sz w:val="24"/>
          <w:szCs w:val="24"/>
        </w:rPr>
        <w:t>pozměňovacích</w:t>
      </w:r>
      <w:r w:rsidR="008C697D">
        <w:rPr>
          <w:rFonts w:asciiTheme="minorHAnsi" w:hAnsiTheme="minorHAnsi"/>
          <w:sz w:val="24"/>
          <w:szCs w:val="24"/>
        </w:rPr>
        <w:t xml:space="preserve"> </w:t>
      </w:r>
      <w:r w:rsidR="00881435">
        <w:rPr>
          <w:rFonts w:asciiTheme="minorHAnsi" w:hAnsiTheme="minorHAnsi"/>
          <w:sz w:val="24"/>
          <w:szCs w:val="24"/>
        </w:rPr>
        <w:t xml:space="preserve"> </w:t>
      </w:r>
      <w:r w:rsidR="008C697D">
        <w:rPr>
          <w:rFonts w:asciiTheme="minorHAnsi" w:hAnsiTheme="minorHAnsi"/>
          <w:sz w:val="24"/>
          <w:szCs w:val="24"/>
        </w:rPr>
        <w:t xml:space="preserve"> návrzích</w:t>
      </w:r>
      <w:proofErr w:type="gramEnd"/>
      <w:r>
        <w:rPr>
          <w:rFonts w:asciiTheme="minorHAnsi" w:hAnsiTheme="minorHAnsi"/>
          <w:sz w:val="24"/>
          <w:szCs w:val="24"/>
        </w:rPr>
        <w:t xml:space="preserve"> návrhu zákona jako celku</w:t>
      </w:r>
      <w:r w:rsidR="00B924F1">
        <w:rPr>
          <w:rFonts w:asciiTheme="minorHAnsi" w:hAnsiTheme="minorHAnsi"/>
          <w:sz w:val="24"/>
          <w:szCs w:val="24"/>
        </w:rPr>
        <w:t>.</w:t>
      </w:r>
    </w:p>
    <w:p w:rsidR="008C697D" w:rsidRDefault="008C697D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Zpravodaj </w:t>
      </w:r>
      <w:r w:rsidR="009B53F6">
        <w:rPr>
          <w:rFonts w:asciiTheme="minorHAnsi" w:hAnsiTheme="minorHAnsi"/>
          <w:sz w:val="24"/>
          <w:szCs w:val="24"/>
        </w:rPr>
        <w:t xml:space="preserve"> - stanovisko doporučující</w:t>
      </w:r>
      <w:r>
        <w:rPr>
          <w:rFonts w:asciiTheme="minorHAnsi" w:hAnsiTheme="minorHAnsi"/>
          <w:sz w:val="24"/>
          <w:szCs w:val="24"/>
        </w:rPr>
        <w:t>,</w:t>
      </w:r>
      <w:r w:rsidR="00900C89">
        <w:rPr>
          <w:rFonts w:asciiTheme="minorHAnsi" w:hAnsiTheme="minorHAnsi"/>
          <w:sz w:val="24"/>
          <w:szCs w:val="24"/>
        </w:rPr>
        <w:t xml:space="preserve"> předkladatel</w:t>
      </w:r>
      <w:r w:rsidR="009B53F6">
        <w:rPr>
          <w:rFonts w:asciiTheme="minorHAnsi" w:hAnsiTheme="minorHAnsi"/>
          <w:sz w:val="24"/>
          <w:szCs w:val="24"/>
        </w:rPr>
        <w:t xml:space="preserve"> – </w:t>
      </w:r>
      <w:proofErr w:type="gramStart"/>
      <w:r w:rsidR="009B53F6">
        <w:rPr>
          <w:rFonts w:asciiTheme="minorHAnsi" w:hAnsiTheme="minorHAnsi"/>
          <w:sz w:val="24"/>
          <w:szCs w:val="24"/>
        </w:rPr>
        <w:t xml:space="preserve">stanovisko </w:t>
      </w:r>
      <w:r w:rsidR="00881435">
        <w:rPr>
          <w:rFonts w:asciiTheme="minorHAnsi" w:hAnsiTheme="minorHAnsi"/>
          <w:sz w:val="24"/>
          <w:szCs w:val="24"/>
        </w:rPr>
        <w:t xml:space="preserve"> </w:t>
      </w:r>
      <w:r w:rsidR="009B53F6">
        <w:rPr>
          <w:rFonts w:asciiTheme="minorHAnsi" w:hAnsiTheme="minorHAnsi"/>
          <w:sz w:val="24"/>
          <w:szCs w:val="24"/>
        </w:rPr>
        <w:t xml:space="preserve"> doporučující</w:t>
      </w:r>
      <w:proofErr w:type="gramEnd"/>
    </w:p>
    <w:p w:rsidR="0088386A" w:rsidRDefault="0088386A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Halíko</w:t>
      </w:r>
      <w:r w:rsidR="00900C89">
        <w:rPr>
          <w:rFonts w:asciiTheme="minorHAnsi" w:hAnsiTheme="minorHAnsi"/>
          <w:sz w:val="24"/>
          <w:szCs w:val="24"/>
        </w:rPr>
        <w:t>vá, chce se někdo vyjádřit?</w:t>
      </w:r>
    </w:p>
    <w:p w:rsidR="0088386A" w:rsidRDefault="0088386A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Horáček: poděkování za přehledné projednávání</w:t>
      </w:r>
      <w:r w:rsidR="00B924F1">
        <w:rPr>
          <w:rFonts w:asciiTheme="minorHAnsi" w:hAnsiTheme="minorHAnsi"/>
          <w:sz w:val="24"/>
          <w:szCs w:val="24"/>
        </w:rPr>
        <w:t xml:space="preserve"> a </w:t>
      </w:r>
      <w:r w:rsidR="009B53F6">
        <w:rPr>
          <w:rFonts w:asciiTheme="minorHAnsi" w:hAnsiTheme="minorHAnsi"/>
          <w:sz w:val="24"/>
          <w:szCs w:val="24"/>
        </w:rPr>
        <w:t>součinnost zpravodaje s</w:t>
      </w:r>
      <w:r w:rsidR="00B924F1">
        <w:rPr>
          <w:rFonts w:asciiTheme="minorHAnsi" w:hAnsiTheme="minorHAnsi"/>
          <w:sz w:val="24"/>
          <w:szCs w:val="24"/>
        </w:rPr>
        <w:t> </w:t>
      </w:r>
      <w:r w:rsidR="009B53F6">
        <w:rPr>
          <w:rFonts w:asciiTheme="minorHAnsi" w:hAnsiTheme="minorHAnsi"/>
          <w:sz w:val="24"/>
          <w:szCs w:val="24"/>
        </w:rPr>
        <w:t>předkladatelem</w:t>
      </w:r>
      <w:r w:rsidR="00B924F1">
        <w:rPr>
          <w:rFonts w:asciiTheme="minorHAnsi" w:hAnsiTheme="minorHAnsi"/>
          <w:sz w:val="24"/>
          <w:szCs w:val="24"/>
        </w:rPr>
        <w:t>.</w:t>
      </w:r>
    </w:p>
    <w:p w:rsidR="0088386A" w:rsidRDefault="00900C89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Halíková</w:t>
      </w:r>
      <w:r w:rsidR="0088386A">
        <w:rPr>
          <w:rFonts w:asciiTheme="minorHAnsi" w:hAnsiTheme="minorHAnsi"/>
          <w:sz w:val="24"/>
          <w:szCs w:val="24"/>
        </w:rPr>
        <w:t xml:space="preserve">: Pochvala pro pana </w:t>
      </w:r>
      <w:r w:rsidR="00B924F1">
        <w:rPr>
          <w:rFonts w:asciiTheme="minorHAnsi" w:hAnsiTheme="minorHAnsi"/>
          <w:sz w:val="24"/>
          <w:szCs w:val="24"/>
        </w:rPr>
        <w:t>zpravodaje</w:t>
      </w:r>
      <w:r w:rsidR="0088386A">
        <w:rPr>
          <w:rFonts w:asciiTheme="minorHAnsi" w:hAnsiTheme="minorHAnsi"/>
          <w:sz w:val="24"/>
          <w:szCs w:val="24"/>
        </w:rPr>
        <w:t>.</w:t>
      </w:r>
    </w:p>
    <w:p w:rsidR="0088386A" w:rsidRDefault="0088386A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A861BA" w:rsidRDefault="002E68AF" w:rsidP="008C2A6B">
      <w:pPr>
        <w:spacing w:after="0"/>
        <w:jc w:val="both"/>
        <w:rPr>
          <w:rFonts w:asciiTheme="minorHAnsi" w:hAnsiTheme="minorHAnsi"/>
          <w:sz w:val="32"/>
          <w:szCs w:val="32"/>
          <w:u w:val="single"/>
        </w:rPr>
      </w:pPr>
      <w:r>
        <w:rPr>
          <w:rFonts w:asciiTheme="minorHAnsi" w:hAnsiTheme="minorHAnsi"/>
          <w:sz w:val="24"/>
          <w:szCs w:val="24"/>
        </w:rPr>
        <w:t>Halíková: Hl</w:t>
      </w:r>
      <w:r w:rsidR="009B257C">
        <w:rPr>
          <w:rFonts w:asciiTheme="minorHAnsi" w:hAnsiTheme="minorHAnsi"/>
          <w:sz w:val="24"/>
          <w:szCs w:val="24"/>
        </w:rPr>
        <w:t>asování o návrhu usnesení č. 130</w:t>
      </w:r>
      <w:r>
        <w:rPr>
          <w:rFonts w:asciiTheme="minorHAnsi" w:hAnsiTheme="minorHAnsi"/>
          <w:sz w:val="24"/>
          <w:szCs w:val="24"/>
        </w:rPr>
        <w:t xml:space="preserve">, hlasování č. 14         </w:t>
      </w:r>
      <w:r w:rsidR="00A861BA">
        <w:rPr>
          <w:rFonts w:asciiTheme="minorHAnsi" w:hAnsiTheme="minorHAnsi"/>
          <w:sz w:val="24"/>
          <w:szCs w:val="24"/>
        </w:rPr>
        <w:tab/>
      </w:r>
      <w:r w:rsidR="00A861BA" w:rsidRPr="00A861BA">
        <w:rPr>
          <w:rFonts w:asciiTheme="minorHAnsi" w:hAnsiTheme="minorHAnsi"/>
          <w:sz w:val="32"/>
          <w:szCs w:val="32"/>
          <w:u w:val="single"/>
        </w:rPr>
        <w:t>Příloha č. 1</w:t>
      </w:r>
    </w:p>
    <w:p w:rsidR="002E68AF" w:rsidRPr="00A861BA" w:rsidRDefault="002E68AF" w:rsidP="008C2A6B">
      <w:pPr>
        <w:spacing w:after="0"/>
        <w:jc w:val="both"/>
        <w:rPr>
          <w:rFonts w:asciiTheme="minorHAnsi" w:hAnsiTheme="minorHAnsi"/>
          <w:sz w:val="32"/>
          <w:szCs w:val="32"/>
          <w:u w:val="single"/>
        </w:rPr>
      </w:pPr>
    </w:p>
    <w:p w:rsidR="0088386A" w:rsidRDefault="00B924F1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ANO</w:t>
      </w:r>
      <w:r w:rsidR="00900C89">
        <w:rPr>
          <w:rFonts w:asciiTheme="minorHAnsi" w:hAnsiTheme="minorHAnsi"/>
          <w:sz w:val="24"/>
          <w:szCs w:val="24"/>
        </w:rPr>
        <w:t xml:space="preserve"> </w:t>
      </w:r>
      <w:r w:rsidR="0088386A">
        <w:rPr>
          <w:rFonts w:asciiTheme="minorHAnsi" w:hAnsiTheme="minorHAnsi"/>
          <w:sz w:val="24"/>
          <w:szCs w:val="24"/>
        </w:rPr>
        <w:t xml:space="preserve">11 </w:t>
      </w:r>
      <w:r>
        <w:rPr>
          <w:rFonts w:asciiTheme="minorHAnsi" w:hAnsiTheme="minorHAnsi"/>
          <w:sz w:val="24"/>
          <w:szCs w:val="24"/>
        </w:rPr>
        <w:t xml:space="preserve">     </w:t>
      </w:r>
      <w:r w:rsidR="002E68AF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           Ne   0              zdržel</w:t>
      </w:r>
      <w:r w:rsidR="0088386A">
        <w:rPr>
          <w:rFonts w:asciiTheme="minorHAnsi" w:hAnsiTheme="minorHAnsi"/>
          <w:sz w:val="24"/>
          <w:szCs w:val="24"/>
        </w:rPr>
        <w:t xml:space="preserve"> 0</w:t>
      </w:r>
      <w:r>
        <w:rPr>
          <w:rFonts w:asciiTheme="minorHAnsi" w:hAnsiTheme="minorHAnsi"/>
          <w:sz w:val="24"/>
          <w:szCs w:val="24"/>
        </w:rPr>
        <w:t xml:space="preserve">     přítomno </w:t>
      </w:r>
      <w:proofErr w:type="gramStart"/>
      <w:r>
        <w:rPr>
          <w:rFonts w:asciiTheme="minorHAnsi" w:hAnsiTheme="minorHAnsi"/>
          <w:sz w:val="24"/>
          <w:szCs w:val="24"/>
        </w:rPr>
        <w:t xml:space="preserve">11                </w:t>
      </w:r>
      <w:r w:rsidR="002E68AF">
        <w:rPr>
          <w:rFonts w:asciiTheme="minorHAnsi" w:hAnsiTheme="minorHAnsi"/>
          <w:sz w:val="24"/>
          <w:szCs w:val="24"/>
        </w:rPr>
        <w:t xml:space="preserve">     </w:t>
      </w:r>
      <w:r>
        <w:rPr>
          <w:rFonts w:asciiTheme="minorHAnsi" w:hAnsiTheme="minorHAnsi"/>
          <w:sz w:val="24"/>
          <w:szCs w:val="24"/>
        </w:rPr>
        <w:t xml:space="preserve"> přijato</w:t>
      </w:r>
      <w:proofErr w:type="gramEnd"/>
    </w:p>
    <w:p w:rsidR="0088386A" w:rsidRDefault="0088386A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88386A" w:rsidRDefault="0088386A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MV-</w:t>
      </w:r>
      <w:r w:rsidR="00017230">
        <w:rPr>
          <w:rFonts w:asciiTheme="minorHAnsi" w:hAnsi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/>
          <w:sz w:val="24"/>
          <w:szCs w:val="24"/>
        </w:rPr>
        <w:t>Vildumetzová</w:t>
      </w:r>
      <w:proofErr w:type="spellEnd"/>
      <w:r>
        <w:rPr>
          <w:rFonts w:asciiTheme="minorHAnsi" w:hAnsiTheme="minorHAnsi"/>
          <w:sz w:val="24"/>
          <w:szCs w:val="24"/>
        </w:rPr>
        <w:t xml:space="preserve">: Poděkování paní předsedkyni, panu zpravodaji za vzájemnou součinnost a koordinaci. </w:t>
      </w:r>
    </w:p>
    <w:p w:rsidR="0088386A" w:rsidRDefault="0088386A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Halíková: Přestávka </w:t>
      </w:r>
    </w:p>
    <w:p w:rsidR="008C697D" w:rsidRDefault="008C697D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8C697D" w:rsidRDefault="008C697D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6E03EE" w:rsidRDefault="006E03EE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8C2A6B" w:rsidRPr="008C2A6B" w:rsidRDefault="008C2A6B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8C2A6B">
        <w:rPr>
          <w:rFonts w:asciiTheme="minorHAnsi" w:hAnsiTheme="minorHAnsi"/>
          <w:sz w:val="24"/>
          <w:szCs w:val="24"/>
        </w:rPr>
        <w:t>10,00 hod.</w:t>
      </w:r>
    </w:p>
    <w:p w:rsidR="008C2A6B" w:rsidRPr="008C2A6B" w:rsidRDefault="008C2A6B" w:rsidP="008C2A6B">
      <w:pPr>
        <w:spacing w:after="0"/>
        <w:jc w:val="both"/>
        <w:rPr>
          <w:rFonts w:asciiTheme="minorHAnsi" w:hAnsiTheme="minorHAnsi"/>
          <w:b/>
          <w:sz w:val="24"/>
          <w:szCs w:val="24"/>
        </w:rPr>
      </w:pPr>
      <w:r w:rsidRPr="008C2A6B">
        <w:rPr>
          <w:rFonts w:asciiTheme="minorHAnsi" w:hAnsiTheme="minorHAnsi"/>
          <w:b/>
          <w:sz w:val="24"/>
          <w:szCs w:val="24"/>
        </w:rPr>
        <w:t xml:space="preserve">Vládní návrh zákona, kterým se mění zákon č. 131/2015 Sb., kterým se mění zákon </w:t>
      </w:r>
      <w:r w:rsidR="00704179">
        <w:rPr>
          <w:rFonts w:asciiTheme="minorHAnsi" w:hAnsiTheme="minorHAnsi"/>
          <w:b/>
          <w:sz w:val="24"/>
          <w:szCs w:val="24"/>
        </w:rPr>
        <w:t>č.</w:t>
      </w:r>
      <w:r w:rsidRPr="008C2A6B">
        <w:rPr>
          <w:rFonts w:asciiTheme="minorHAnsi" w:hAnsiTheme="minorHAnsi"/>
          <w:b/>
          <w:sz w:val="24"/>
          <w:szCs w:val="24"/>
        </w:rPr>
        <w:t>458/2000 Sb., o podmínkách podnikání a o výkonu státní správy v energetických odvětvích a o změně některých zákonů (energetický zákon), ve znění pozdějších předpisů, a další související zákony, sněmovní tisk 538.</w:t>
      </w:r>
    </w:p>
    <w:p w:rsidR="008C2A6B" w:rsidRPr="008C2A6B" w:rsidRDefault="008C2A6B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8C2A6B" w:rsidRPr="008C2A6B" w:rsidRDefault="008C2A6B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8C2A6B">
        <w:rPr>
          <w:rFonts w:asciiTheme="minorHAnsi" w:hAnsiTheme="minorHAnsi"/>
          <w:sz w:val="24"/>
          <w:szCs w:val="24"/>
        </w:rPr>
        <w:t xml:space="preserve">       Předkladatel:</w:t>
      </w:r>
      <w:r w:rsidRPr="008C2A6B">
        <w:rPr>
          <w:rFonts w:asciiTheme="minorHAnsi" w:hAnsiTheme="minorHAnsi"/>
          <w:sz w:val="24"/>
          <w:szCs w:val="24"/>
        </w:rPr>
        <w:tab/>
        <w:t>Ministerstvo průmyslu a obchodu</w:t>
      </w:r>
    </w:p>
    <w:p w:rsidR="008C2A6B" w:rsidRDefault="008C2A6B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8C2A6B">
        <w:rPr>
          <w:rFonts w:asciiTheme="minorHAnsi" w:hAnsiTheme="minorHAnsi"/>
          <w:sz w:val="24"/>
          <w:szCs w:val="24"/>
        </w:rPr>
        <w:t xml:space="preserve">       Zpravodaj:</w:t>
      </w:r>
      <w:r w:rsidR="000A7CA2">
        <w:rPr>
          <w:rFonts w:asciiTheme="minorHAnsi" w:hAnsiTheme="minorHAnsi"/>
          <w:sz w:val="24"/>
          <w:szCs w:val="24"/>
        </w:rPr>
        <w:t xml:space="preserve"> </w:t>
      </w:r>
      <w:r w:rsidRPr="008C2A6B">
        <w:rPr>
          <w:rFonts w:asciiTheme="minorHAnsi" w:hAnsiTheme="minorHAnsi"/>
          <w:sz w:val="24"/>
          <w:szCs w:val="24"/>
        </w:rPr>
        <w:tab/>
        <w:t>JUDr. Ing. Lukáš Pleticha, poslanec PSP ČR</w:t>
      </w:r>
    </w:p>
    <w:p w:rsidR="00CA5958" w:rsidRDefault="00CA5958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CA5958" w:rsidRDefault="00CA5958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CA5958" w:rsidRPr="008C2A6B" w:rsidRDefault="00CA5958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proofErr w:type="spellStart"/>
      <w:r>
        <w:rPr>
          <w:rFonts w:asciiTheme="minorHAnsi" w:hAnsiTheme="minorHAnsi"/>
          <w:sz w:val="24"/>
          <w:szCs w:val="24"/>
        </w:rPr>
        <w:t>Haliková</w:t>
      </w:r>
      <w:proofErr w:type="spellEnd"/>
      <w:r>
        <w:rPr>
          <w:rFonts w:asciiTheme="minorHAnsi" w:hAnsiTheme="minorHAnsi"/>
          <w:sz w:val="24"/>
          <w:szCs w:val="24"/>
        </w:rPr>
        <w:t>. Pokračování a zahajuji proj</w:t>
      </w:r>
      <w:r w:rsidR="000A7CA2">
        <w:rPr>
          <w:rFonts w:asciiTheme="minorHAnsi" w:hAnsiTheme="minorHAnsi"/>
          <w:sz w:val="24"/>
          <w:szCs w:val="24"/>
        </w:rPr>
        <w:t xml:space="preserve">ednávání energetického zákona, sněmovní tisk 538. Uvítání všech  kteří přišli, především předkladatele pan Ing. Havlíčka a žádám ho o uvedení tisku </w:t>
      </w:r>
      <w:proofErr w:type="gramStart"/>
      <w:r w:rsidR="000A7CA2">
        <w:rPr>
          <w:rFonts w:asciiTheme="minorHAnsi" w:hAnsiTheme="minorHAnsi"/>
          <w:sz w:val="24"/>
          <w:szCs w:val="24"/>
        </w:rPr>
        <w:t>za</w:t>
      </w:r>
      <w:r w:rsidR="00CB6CD3">
        <w:rPr>
          <w:rFonts w:asciiTheme="minorHAnsi" w:hAnsiTheme="minorHAnsi"/>
          <w:sz w:val="24"/>
          <w:szCs w:val="24"/>
        </w:rPr>
        <w:t xml:space="preserve"> </w:t>
      </w:r>
      <w:r w:rsidR="00704179">
        <w:rPr>
          <w:rFonts w:asciiTheme="minorHAnsi" w:hAnsiTheme="minorHAnsi"/>
          <w:sz w:val="24"/>
          <w:szCs w:val="24"/>
        </w:rPr>
        <w:t xml:space="preserve"> </w:t>
      </w:r>
      <w:r w:rsidR="000A7CA2">
        <w:rPr>
          <w:rFonts w:asciiTheme="minorHAnsi" w:hAnsiTheme="minorHAnsi"/>
          <w:sz w:val="24"/>
          <w:szCs w:val="24"/>
        </w:rPr>
        <w:t>předkladatele</w:t>
      </w:r>
      <w:proofErr w:type="gramEnd"/>
      <w:r w:rsidR="00CB6CD3">
        <w:rPr>
          <w:rFonts w:asciiTheme="minorHAnsi" w:hAnsiTheme="minorHAnsi"/>
          <w:sz w:val="24"/>
          <w:szCs w:val="24"/>
        </w:rPr>
        <w:t>.</w:t>
      </w:r>
      <w:r w:rsidR="000A7CA2">
        <w:rPr>
          <w:rFonts w:asciiTheme="minorHAnsi" w:hAnsiTheme="minorHAnsi"/>
          <w:sz w:val="24"/>
          <w:szCs w:val="24"/>
        </w:rPr>
        <w:t>.</w:t>
      </w:r>
    </w:p>
    <w:p w:rsidR="008C2A6B" w:rsidRDefault="00CB6CD3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Přítomno. 9 </w:t>
      </w:r>
      <w:r w:rsidR="00CA5958">
        <w:rPr>
          <w:rFonts w:asciiTheme="minorHAnsi" w:hAnsiTheme="minorHAnsi"/>
          <w:sz w:val="24"/>
          <w:szCs w:val="24"/>
        </w:rPr>
        <w:t>poslanců</w:t>
      </w:r>
    </w:p>
    <w:p w:rsidR="00CA5958" w:rsidRDefault="00CA5958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CA5958" w:rsidRDefault="00CA5958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Tento bod jsme dostali později a hned jsme zařadili do </w:t>
      </w:r>
      <w:r w:rsidR="005D6DBC">
        <w:rPr>
          <w:rFonts w:asciiTheme="minorHAnsi" w:hAnsiTheme="minorHAnsi"/>
          <w:sz w:val="24"/>
          <w:szCs w:val="24"/>
        </w:rPr>
        <w:t>programu jednání výboru.</w:t>
      </w:r>
    </w:p>
    <w:p w:rsidR="00C81A42" w:rsidRDefault="00CA5958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proofErr w:type="spellStart"/>
      <w:proofErr w:type="gramStart"/>
      <w:r>
        <w:rPr>
          <w:rFonts w:asciiTheme="minorHAnsi" w:hAnsiTheme="minorHAnsi"/>
          <w:sz w:val="24"/>
          <w:szCs w:val="24"/>
        </w:rPr>
        <w:t>Nám.Havlíček</w:t>
      </w:r>
      <w:proofErr w:type="spellEnd"/>
      <w:proofErr w:type="gramEnd"/>
      <w:r>
        <w:rPr>
          <w:rFonts w:asciiTheme="minorHAnsi" w:hAnsiTheme="minorHAnsi"/>
          <w:sz w:val="24"/>
          <w:szCs w:val="24"/>
        </w:rPr>
        <w:t>: dovolte mi, abych</w:t>
      </w:r>
      <w:r w:rsidR="000A7CA2">
        <w:rPr>
          <w:rFonts w:asciiTheme="minorHAnsi" w:hAnsiTheme="minorHAnsi"/>
          <w:sz w:val="24"/>
          <w:szCs w:val="24"/>
        </w:rPr>
        <w:t xml:space="preserve"> stručně uvedl a  představil vládní návrh</w:t>
      </w:r>
      <w:r w:rsidR="00DC5FCD">
        <w:rPr>
          <w:rFonts w:asciiTheme="minorHAnsi" w:hAnsiTheme="minorHAnsi"/>
          <w:sz w:val="24"/>
          <w:szCs w:val="24"/>
        </w:rPr>
        <w:t xml:space="preserve"> zákona 131/2015 a žádám vás o podporu problému, který vznikl  u posled</w:t>
      </w:r>
      <w:r w:rsidR="005D6DBC">
        <w:rPr>
          <w:rFonts w:asciiTheme="minorHAnsi" w:hAnsiTheme="minorHAnsi"/>
          <w:sz w:val="24"/>
          <w:szCs w:val="24"/>
        </w:rPr>
        <w:t xml:space="preserve">ní novely energetického </w:t>
      </w:r>
      <w:r w:rsidR="00704179">
        <w:rPr>
          <w:rFonts w:asciiTheme="minorHAnsi" w:hAnsiTheme="minorHAnsi"/>
          <w:sz w:val="24"/>
          <w:szCs w:val="24"/>
        </w:rPr>
        <w:t>zákona. P</w:t>
      </w:r>
      <w:r w:rsidR="00DC5FCD">
        <w:rPr>
          <w:rFonts w:asciiTheme="minorHAnsi" w:hAnsiTheme="minorHAnsi"/>
          <w:sz w:val="24"/>
          <w:szCs w:val="24"/>
        </w:rPr>
        <w:t>řijatý návrh posunul účinnost nových ustanovení záko</w:t>
      </w:r>
      <w:r w:rsidR="00C81A42">
        <w:rPr>
          <w:rFonts w:asciiTheme="minorHAnsi" w:hAnsiTheme="minorHAnsi"/>
          <w:sz w:val="24"/>
          <w:szCs w:val="24"/>
        </w:rPr>
        <w:t>na, které se týkají organizace E</w:t>
      </w:r>
      <w:r w:rsidR="00DC5FCD">
        <w:rPr>
          <w:rFonts w:asciiTheme="minorHAnsi" w:hAnsiTheme="minorHAnsi"/>
          <w:sz w:val="24"/>
          <w:szCs w:val="24"/>
        </w:rPr>
        <w:t>nergetického regulačního úřadu – tedy zavedení Rady energetického regulačního úřadu na 1. 8. 2017, avšak nikoliv souvisejících částí týkajících se zákona o státní službě, zaměstnanosti</w:t>
      </w:r>
      <w:r w:rsidR="005D6DBC">
        <w:rPr>
          <w:rFonts w:asciiTheme="minorHAnsi" w:hAnsiTheme="minorHAnsi"/>
          <w:sz w:val="24"/>
          <w:szCs w:val="24"/>
        </w:rPr>
        <w:t>,</w:t>
      </w:r>
      <w:r w:rsidR="00DC5FCD">
        <w:rPr>
          <w:rFonts w:asciiTheme="minorHAnsi" w:hAnsiTheme="minorHAnsi"/>
          <w:sz w:val="24"/>
          <w:szCs w:val="24"/>
        </w:rPr>
        <w:t xml:space="preserve"> nemocenského pojištění a dalších.</w:t>
      </w:r>
      <w:r w:rsidR="00AD4238">
        <w:rPr>
          <w:rFonts w:asciiTheme="minorHAnsi" w:hAnsiTheme="minorHAnsi"/>
          <w:sz w:val="24"/>
          <w:szCs w:val="24"/>
        </w:rPr>
        <w:t xml:space="preserve"> Je </w:t>
      </w:r>
      <w:r w:rsidR="005D6DBC">
        <w:rPr>
          <w:rFonts w:asciiTheme="minorHAnsi" w:hAnsiTheme="minorHAnsi"/>
          <w:sz w:val="24"/>
          <w:szCs w:val="24"/>
        </w:rPr>
        <w:t>proto třeba napravit</w:t>
      </w:r>
      <w:r w:rsidR="00AD4238">
        <w:rPr>
          <w:rFonts w:asciiTheme="minorHAnsi" w:hAnsiTheme="minorHAnsi"/>
          <w:sz w:val="24"/>
          <w:szCs w:val="24"/>
        </w:rPr>
        <w:t>, aby se odstranil nesoulad mezi posunutou účinností u stanovení energetického zákona na 1.</w:t>
      </w:r>
      <w:r w:rsidR="00CB6CD3">
        <w:rPr>
          <w:rFonts w:asciiTheme="minorHAnsi" w:hAnsiTheme="minorHAnsi"/>
          <w:sz w:val="24"/>
          <w:szCs w:val="24"/>
        </w:rPr>
        <w:t xml:space="preserve"> </w:t>
      </w:r>
      <w:r w:rsidR="00AD4238">
        <w:rPr>
          <w:rFonts w:asciiTheme="minorHAnsi" w:hAnsiTheme="minorHAnsi"/>
          <w:sz w:val="24"/>
          <w:szCs w:val="24"/>
        </w:rPr>
        <w:t>8. 2017 a úprav zákona s tím věcně propojených. Návrh tento nesoulad odstraňuje.</w:t>
      </w:r>
      <w:r w:rsidR="009611D3">
        <w:rPr>
          <w:rFonts w:asciiTheme="minorHAnsi" w:hAnsiTheme="minorHAnsi"/>
          <w:sz w:val="24"/>
          <w:szCs w:val="24"/>
        </w:rPr>
        <w:t xml:space="preserve"> </w:t>
      </w:r>
      <w:r w:rsidR="00AD4238">
        <w:rPr>
          <w:rFonts w:asciiTheme="minorHAnsi" w:hAnsiTheme="minorHAnsi"/>
          <w:sz w:val="24"/>
          <w:szCs w:val="24"/>
        </w:rPr>
        <w:t>Zákon by měl být účinný ještě</w:t>
      </w:r>
    </w:p>
    <w:p w:rsidR="00CA5958" w:rsidRDefault="00AD4238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před 1. lednem 2016.</w:t>
      </w:r>
    </w:p>
    <w:p w:rsidR="00AD4238" w:rsidRDefault="00AD4238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Děkuji vám za podporu</w:t>
      </w:r>
      <w:r w:rsidR="009611D3">
        <w:rPr>
          <w:rFonts w:asciiTheme="minorHAnsi" w:hAnsiTheme="minorHAnsi"/>
          <w:sz w:val="24"/>
          <w:szCs w:val="24"/>
        </w:rPr>
        <w:t>.</w:t>
      </w:r>
    </w:p>
    <w:p w:rsidR="00CA5958" w:rsidRDefault="00CA5958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Halíkova:</w:t>
      </w:r>
      <w:r w:rsidR="00AD4238">
        <w:rPr>
          <w:rFonts w:asciiTheme="minorHAnsi" w:hAnsiTheme="minorHAnsi"/>
          <w:sz w:val="24"/>
          <w:szCs w:val="24"/>
        </w:rPr>
        <w:t xml:space="preserve"> poděkování panu předkladateli</w:t>
      </w:r>
      <w:r w:rsidR="009611D3">
        <w:rPr>
          <w:rFonts w:asciiTheme="minorHAnsi" w:hAnsiTheme="minorHAnsi"/>
          <w:sz w:val="24"/>
          <w:szCs w:val="24"/>
        </w:rPr>
        <w:t>.</w:t>
      </w:r>
    </w:p>
    <w:p w:rsidR="009611D3" w:rsidRDefault="004B49E6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Původně jsme stanovili zpravodajem pana poslance Pletichu, ten se z pracovních důvodů na dnešní jednání výboru omluvil, proto chci poděkovat panu kolegovi Adámkovi, že se ujal role zpravodaje a prosím ho, aby se ujal slova.</w:t>
      </w:r>
    </w:p>
    <w:p w:rsidR="00CA5958" w:rsidRDefault="00CA5958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CA5958" w:rsidRDefault="00CA5958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Adámek</w:t>
      </w:r>
      <w:r w:rsidR="000F6FDE">
        <w:rPr>
          <w:rFonts w:asciiTheme="minorHAnsi" w:hAnsiTheme="minorHAnsi"/>
          <w:sz w:val="24"/>
          <w:szCs w:val="24"/>
        </w:rPr>
        <w:t>: zpravodaj – Ke všemu c</w:t>
      </w:r>
      <w:r w:rsidR="004B49E6">
        <w:rPr>
          <w:rFonts w:asciiTheme="minorHAnsi" w:hAnsiTheme="minorHAnsi"/>
          <w:sz w:val="24"/>
          <w:szCs w:val="24"/>
        </w:rPr>
        <w:t>o řekl</w:t>
      </w:r>
      <w:r w:rsidR="00C81A42">
        <w:rPr>
          <w:rFonts w:asciiTheme="minorHAnsi" w:hAnsiTheme="minorHAnsi"/>
          <w:sz w:val="24"/>
          <w:szCs w:val="24"/>
        </w:rPr>
        <w:t xml:space="preserve"> </w:t>
      </w:r>
      <w:r w:rsidR="004B49E6">
        <w:rPr>
          <w:rFonts w:asciiTheme="minorHAnsi" w:hAnsiTheme="minorHAnsi"/>
          <w:sz w:val="24"/>
          <w:szCs w:val="24"/>
        </w:rPr>
        <w:t xml:space="preserve"> </w:t>
      </w:r>
      <w:r w:rsidR="00AD4238">
        <w:rPr>
          <w:rFonts w:asciiTheme="minorHAnsi" w:hAnsiTheme="minorHAnsi"/>
          <w:sz w:val="24"/>
          <w:szCs w:val="24"/>
        </w:rPr>
        <w:t xml:space="preserve"> </w:t>
      </w:r>
      <w:r w:rsidR="000A7CA2">
        <w:rPr>
          <w:rFonts w:asciiTheme="minorHAnsi" w:hAnsiTheme="minorHAnsi"/>
          <w:sz w:val="24"/>
          <w:szCs w:val="24"/>
        </w:rPr>
        <w:t>pan</w:t>
      </w:r>
      <w:r w:rsidR="00C81A42">
        <w:rPr>
          <w:rFonts w:asciiTheme="minorHAnsi" w:hAnsiTheme="minorHAnsi"/>
          <w:sz w:val="24"/>
          <w:szCs w:val="24"/>
        </w:rPr>
        <w:t xml:space="preserve"> náměstek</w:t>
      </w:r>
      <w:r>
        <w:rPr>
          <w:rFonts w:asciiTheme="minorHAnsi" w:hAnsiTheme="minorHAnsi"/>
          <w:sz w:val="24"/>
          <w:szCs w:val="24"/>
        </w:rPr>
        <w:t xml:space="preserve"> Havlíček není co </w:t>
      </w:r>
      <w:proofErr w:type="gramStart"/>
      <w:r>
        <w:rPr>
          <w:rFonts w:asciiTheme="minorHAnsi" w:hAnsiTheme="minorHAnsi"/>
          <w:sz w:val="24"/>
          <w:szCs w:val="24"/>
        </w:rPr>
        <w:t>dodat</w:t>
      </w:r>
      <w:proofErr w:type="gramEnd"/>
      <w:r w:rsidR="00CB6CD3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 –</w:t>
      </w:r>
      <w:proofErr w:type="gramStart"/>
      <w:r w:rsidR="004B49E6">
        <w:rPr>
          <w:rFonts w:asciiTheme="minorHAnsi" w:hAnsiTheme="minorHAnsi"/>
          <w:sz w:val="24"/>
          <w:szCs w:val="24"/>
        </w:rPr>
        <w:t>připomínám</w:t>
      </w:r>
      <w:proofErr w:type="gramEnd"/>
      <w:r w:rsidR="004B49E6">
        <w:rPr>
          <w:rFonts w:asciiTheme="minorHAnsi" w:hAnsiTheme="minorHAnsi"/>
          <w:sz w:val="24"/>
          <w:szCs w:val="24"/>
        </w:rPr>
        <w:t>, že tisk 351 měníme</w:t>
      </w:r>
      <w:r w:rsidR="007B717D">
        <w:rPr>
          <w:rFonts w:asciiTheme="minorHAnsi" w:hAnsiTheme="minorHAnsi"/>
          <w:sz w:val="24"/>
          <w:szCs w:val="24"/>
        </w:rPr>
        <w:t xml:space="preserve"> </w:t>
      </w:r>
      <w:r w:rsidR="004B49E6">
        <w:rPr>
          <w:rFonts w:asciiTheme="minorHAnsi" w:hAnsiTheme="minorHAnsi"/>
          <w:sz w:val="24"/>
          <w:szCs w:val="24"/>
        </w:rPr>
        <w:t>a proto při 1. čtení</w:t>
      </w:r>
      <w:r w:rsidR="007B717D">
        <w:rPr>
          <w:rFonts w:asciiTheme="minorHAnsi" w:hAnsiTheme="minorHAnsi"/>
          <w:sz w:val="24"/>
          <w:szCs w:val="24"/>
        </w:rPr>
        <w:t xml:space="preserve"> byl návrh to projednat. Tato technická novela by měla </w:t>
      </w:r>
      <w:proofErr w:type="spellStart"/>
      <w:r w:rsidR="007B717D">
        <w:rPr>
          <w:rFonts w:asciiTheme="minorHAnsi" w:hAnsiTheme="minorHAnsi"/>
          <w:sz w:val="24"/>
          <w:szCs w:val="24"/>
        </w:rPr>
        <w:t>zesouladit</w:t>
      </w:r>
      <w:proofErr w:type="spellEnd"/>
      <w:r w:rsidR="007B717D">
        <w:rPr>
          <w:rFonts w:asciiTheme="minorHAnsi" w:hAnsiTheme="minorHAnsi"/>
          <w:sz w:val="24"/>
          <w:szCs w:val="24"/>
        </w:rPr>
        <w:t xml:space="preserve"> a napravit chybu při projednávání PN, bohužel sněmovna neakceptovala tento názor, proto my to tedy</w:t>
      </w:r>
      <w:r w:rsidR="00F81253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F81253">
        <w:rPr>
          <w:rFonts w:asciiTheme="minorHAnsi" w:hAnsiTheme="minorHAnsi"/>
          <w:sz w:val="24"/>
          <w:szCs w:val="24"/>
        </w:rPr>
        <w:t xml:space="preserve">nyní </w:t>
      </w:r>
      <w:r w:rsidR="007B717D">
        <w:rPr>
          <w:rFonts w:asciiTheme="minorHAnsi" w:hAnsiTheme="minorHAnsi"/>
          <w:sz w:val="24"/>
          <w:szCs w:val="24"/>
        </w:rPr>
        <w:t xml:space="preserve"> projednáváme</w:t>
      </w:r>
      <w:proofErr w:type="gramEnd"/>
      <w:r w:rsidR="007B717D">
        <w:rPr>
          <w:rFonts w:asciiTheme="minorHAnsi" w:hAnsiTheme="minorHAnsi"/>
          <w:sz w:val="24"/>
          <w:szCs w:val="24"/>
        </w:rPr>
        <w:t xml:space="preserve"> a já doporučuji, abychom ho schválili tak, jak byl předložen. Návrh usnesení předložím později.</w:t>
      </w:r>
    </w:p>
    <w:p w:rsidR="007B717D" w:rsidRDefault="007B717D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Halíková: poděkování za zpravodajskou zprávu a otevírám obecnou rozpravu.</w:t>
      </w:r>
    </w:p>
    <w:p w:rsidR="007B717D" w:rsidRDefault="007B717D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Kdo se hlásí do rozpravy? Pan kolega Klán.</w:t>
      </w:r>
    </w:p>
    <w:p w:rsidR="007B717D" w:rsidRDefault="007B717D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Klán – děkuji za slovo, já se zeptám zástupců předkladatele (zabývám se služebním zákonem)-  v tomto př</w:t>
      </w:r>
      <w:r w:rsidR="00CB6CD3">
        <w:rPr>
          <w:rFonts w:asciiTheme="minorHAnsi" w:hAnsiTheme="minorHAnsi"/>
          <w:sz w:val="24"/>
          <w:szCs w:val="24"/>
        </w:rPr>
        <w:t xml:space="preserve">ípadě se hlavy Energetického regulačního </w:t>
      </w:r>
      <w:r>
        <w:rPr>
          <w:rFonts w:asciiTheme="minorHAnsi" w:hAnsiTheme="minorHAnsi"/>
          <w:sz w:val="24"/>
          <w:szCs w:val="24"/>
        </w:rPr>
        <w:t>úřadu vyjmou a nebude se na ně služební zákon vztahovat – na předsedkyni, předsedu? A na Radu také, nebo jak to bude v kolegiu?</w:t>
      </w:r>
    </w:p>
    <w:p w:rsidR="007B717D" w:rsidRDefault="007B717D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Halíková- můžeme reagovat hned pane náměstku?</w:t>
      </w:r>
    </w:p>
    <w:p w:rsidR="007B717D" w:rsidRDefault="007B717D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Havlíček – nevztahuje se na předsedu a místopředsedy</w:t>
      </w:r>
      <w:r w:rsidR="00F81253">
        <w:rPr>
          <w:rFonts w:asciiTheme="minorHAnsi" w:hAnsiTheme="minorHAnsi"/>
          <w:sz w:val="24"/>
          <w:szCs w:val="24"/>
        </w:rPr>
        <w:t>.</w:t>
      </w:r>
      <w:r>
        <w:rPr>
          <w:rFonts w:asciiTheme="minorHAnsi" w:hAnsiTheme="minorHAnsi"/>
          <w:sz w:val="24"/>
          <w:szCs w:val="24"/>
        </w:rPr>
        <w:t xml:space="preserve"> </w:t>
      </w:r>
    </w:p>
    <w:p w:rsidR="007B717D" w:rsidRDefault="007B717D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Halíková: Kdo další? Nikdo v rámci obecné rozpravy.</w:t>
      </w:r>
    </w:p>
    <w:p w:rsidR="007B717D" w:rsidRDefault="007B717D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>Zahajuji rozpravu podrobnou a prosím návrh usnesení.</w:t>
      </w:r>
    </w:p>
    <w:p w:rsidR="00F81253" w:rsidRDefault="00F81253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7B717D" w:rsidRDefault="00F81253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proofErr w:type="gramStart"/>
      <w:r>
        <w:rPr>
          <w:rFonts w:asciiTheme="minorHAnsi" w:hAnsiTheme="minorHAnsi"/>
          <w:sz w:val="24"/>
          <w:szCs w:val="24"/>
        </w:rPr>
        <w:t xml:space="preserve">Adámek : </w:t>
      </w:r>
      <w:r w:rsidR="00C81A42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Návrh</w:t>
      </w:r>
      <w:proofErr w:type="gramEnd"/>
      <w:r>
        <w:rPr>
          <w:rFonts w:asciiTheme="minorHAnsi" w:hAnsiTheme="minorHAnsi"/>
          <w:sz w:val="24"/>
          <w:szCs w:val="24"/>
        </w:rPr>
        <w:t xml:space="preserve"> usnesení č. 131</w:t>
      </w:r>
    </w:p>
    <w:p w:rsidR="00E97EF8" w:rsidRDefault="00E97EF8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381407" w:rsidRPr="009A5C84" w:rsidRDefault="002E68AF" w:rsidP="008C2A6B">
      <w:pPr>
        <w:spacing w:after="0"/>
        <w:jc w:val="both"/>
        <w:rPr>
          <w:rFonts w:asciiTheme="minorHAnsi" w:hAnsiTheme="minorHAnsi"/>
          <w:b/>
          <w:sz w:val="32"/>
          <w:szCs w:val="32"/>
          <w:u w:val="single"/>
        </w:rPr>
      </w:pPr>
      <w:r>
        <w:rPr>
          <w:rFonts w:asciiTheme="minorHAnsi" w:hAnsiTheme="minorHAnsi"/>
          <w:sz w:val="24"/>
          <w:szCs w:val="24"/>
        </w:rPr>
        <w:t xml:space="preserve">Halíková: </w:t>
      </w:r>
      <w:proofErr w:type="gramStart"/>
      <w:r w:rsidR="00CA5958">
        <w:rPr>
          <w:rFonts w:asciiTheme="minorHAnsi" w:hAnsiTheme="minorHAnsi"/>
          <w:sz w:val="24"/>
          <w:szCs w:val="24"/>
        </w:rPr>
        <w:t>Hlasování</w:t>
      </w:r>
      <w:r w:rsidR="00C81A42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 o návrhu</w:t>
      </w:r>
      <w:proofErr w:type="gramEnd"/>
      <w:r>
        <w:rPr>
          <w:rFonts w:asciiTheme="minorHAnsi" w:hAnsiTheme="minorHAnsi"/>
          <w:sz w:val="24"/>
          <w:szCs w:val="24"/>
        </w:rPr>
        <w:t xml:space="preserve"> usnesení č. 131</w:t>
      </w:r>
      <w:r w:rsidR="00E97EF8">
        <w:rPr>
          <w:rFonts w:asciiTheme="minorHAnsi" w:hAnsiTheme="minorHAnsi"/>
          <w:sz w:val="24"/>
          <w:szCs w:val="24"/>
        </w:rPr>
        <w:t xml:space="preserve"> :</w:t>
      </w:r>
      <w:r w:rsidR="00C81A42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hlasování</w:t>
      </w:r>
      <w:r w:rsidR="00E97EF8">
        <w:rPr>
          <w:rFonts w:asciiTheme="minorHAnsi" w:hAnsiTheme="minorHAnsi"/>
          <w:sz w:val="24"/>
          <w:szCs w:val="24"/>
        </w:rPr>
        <w:t xml:space="preserve"> č. 15</w:t>
      </w:r>
      <w:r w:rsidR="00CA5958">
        <w:rPr>
          <w:rFonts w:asciiTheme="minorHAnsi" w:hAnsiTheme="minorHAnsi"/>
          <w:sz w:val="24"/>
          <w:szCs w:val="24"/>
        </w:rPr>
        <w:t xml:space="preserve"> </w:t>
      </w:r>
      <w:r w:rsidR="00E97EF8">
        <w:rPr>
          <w:rFonts w:asciiTheme="minorHAnsi" w:hAnsiTheme="minorHAnsi"/>
          <w:sz w:val="24"/>
          <w:szCs w:val="24"/>
        </w:rPr>
        <w:t xml:space="preserve"> </w:t>
      </w:r>
      <w:r w:rsidR="00381407">
        <w:rPr>
          <w:rFonts w:asciiTheme="minorHAnsi" w:hAnsiTheme="minorHAnsi"/>
          <w:sz w:val="24"/>
          <w:szCs w:val="24"/>
        </w:rPr>
        <w:tab/>
      </w:r>
      <w:r w:rsidR="00381407">
        <w:rPr>
          <w:rFonts w:asciiTheme="minorHAnsi" w:hAnsiTheme="minorHAnsi"/>
          <w:sz w:val="24"/>
          <w:szCs w:val="24"/>
        </w:rPr>
        <w:tab/>
      </w:r>
      <w:r w:rsidR="00381407" w:rsidRPr="009A5C84">
        <w:rPr>
          <w:rFonts w:asciiTheme="minorHAnsi" w:hAnsiTheme="minorHAnsi"/>
          <w:b/>
          <w:sz w:val="32"/>
          <w:szCs w:val="32"/>
          <w:u w:val="single"/>
        </w:rPr>
        <w:t>Příloha č. 2</w:t>
      </w:r>
    </w:p>
    <w:p w:rsidR="002E68AF" w:rsidRPr="00381407" w:rsidRDefault="002E68AF" w:rsidP="008C2A6B">
      <w:pPr>
        <w:spacing w:after="0"/>
        <w:jc w:val="both"/>
        <w:rPr>
          <w:rFonts w:asciiTheme="minorHAnsi" w:hAnsiTheme="minorHAnsi"/>
          <w:sz w:val="32"/>
          <w:szCs w:val="32"/>
          <w:u w:val="single"/>
        </w:rPr>
      </w:pPr>
    </w:p>
    <w:p w:rsidR="00E97EF8" w:rsidRDefault="00381407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         </w:t>
      </w:r>
      <w:r w:rsidR="00E97EF8">
        <w:rPr>
          <w:rFonts w:asciiTheme="minorHAnsi" w:hAnsiTheme="minorHAnsi"/>
          <w:sz w:val="24"/>
          <w:szCs w:val="24"/>
        </w:rPr>
        <w:t xml:space="preserve">                   </w:t>
      </w:r>
      <w:r>
        <w:rPr>
          <w:rFonts w:asciiTheme="minorHAnsi" w:hAnsiTheme="minorHAnsi"/>
          <w:sz w:val="24"/>
          <w:szCs w:val="24"/>
        </w:rPr>
        <w:t xml:space="preserve">   </w:t>
      </w:r>
      <w:r w:rsidR="00E97EF8">
        <w:rPr>
          <w:rFonts w:asciiTheme="minorHAnsi" w:hAnsiTheme="minorHAnsi"/>
          <w:sz w:val="24"/>
          <w:szCs w:val="24"/>
        </w:rPr>
        <w:t xml:space="preserve">  ANO    8        Ne    0       zdržel  2       přítomno </w:t>
      </w:r>
      <w:proofErr w:type="gramStart"/>
      <w:r w:rsidR="00E97EF8">
        <w:rPr>
          <w:rFonts w:asciiTheme="minorHAnsi" w:hAnsiTheme="minorHAnsi"/>
          <w:sz w:val="24"/>
          <w:szCs w:val="24"/>
        </w:rPr>
        <w:t>10          přijato</w:t>
      </w:r>
      <w:proofErr w:type="gramEnd"/>
    </w:p>
    <w:p w:rsidR="00E97EF8" w:rsidRDefault="00E97EF8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CA5958" w:rsidRDefault="00CA5958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Halíková:</w:t>
      </w:r>
      <w:r w:rsidR="00E97EF8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E97EF8">
        <w:rPr>
          <w:rFonts w:asciiTheme="minorHAnsi" w:hAnsiTheme="minorHAnsi"/>
          <w:sz w:val="24"/>
          <w:szCs w:val="24"/>
        </w:rPr>
        <w:t>Ukončení</w:t>
      </w:r>
      <w:r w:rsidR="00C81A42">
        <w:rPr>
          <w:rFonts w:asciiTheme="minorHAnsi" w:hAnsiTheme="minorHAnsi"/>
          <w:sz w:val="24"/>
          <w:szCs w:val="24"/>
        </w:rPr>
        <w:t xml:space="preserve"> </w:t>
      </w:r>
      <w:r w:rsidR="00E97EF8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projednávání</w:t>
      </w:r>
      <w:proofErr w:type="gramEnd"/>
      <w:r>
        <w:rPr>
          <w:rFonts w:asciiTheme="minorHAnsi" w:hAnsiTheme="minorHAnsi"/>
          <w:sz w:val="24"/>
          <w:szCs w:val="24"/>
        </w:rPr>
        <w:t xml:space="preserve"> </w:t>
      </w:r>
      <w:r w:rsidR="00E97EF8">
        <w:rPr>
          <w:rFonts w:asciiTheme="minorHAnsi" w:hAnsiTheme="minorHAnsi"/>
          <w:sz w:val="24"/>
          <w:szCs w:val="24"/>
        </w:rPr>
        <w:t>tisku č. 538.</w:t>
      </w:r>
    </w:p>
    <w:p w:rsidR="00F57FAA" w:rsidRDefault="00F57FAA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8C2A6B" w:rsidRPr="008C2A6B" w:rsidRDefault="008C2A6B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8C2A6B" w:rsidRPr="008C2A6B" w:rsidRDefault="008C2A6B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8C2A6B">
        <w:rPr>
          <w:rFonts w:asciiTheme="minorHAnsi" w:hAnsiTheme="minorHAnsi"/>
          <w:sz w:val="24"/>
          <w:szCs w:val="24"/>
        </w:rPr>
        <w:t>11,00 hod.</w:t>
      </w:r>
    </w:p>
    <w:p w:rsidR="008C2A6B" w:rsidRPr="008C2A6B" w:rsidRDefault="008C2A6B" w:rsidP="008C2A6B">
      <w:pPr>
        <w:spacing w:after="0"/>
        <w:jc w:val="both"/>
        <w:rPr>
          <w:rFonts w:asciiTheme="minorHAnsi" w:hAnsiTheme="minorHAnsi"/>
          <w:b/>
          <w:sz w:val="24"/>
          <w:szCs w:val="24"/>
        </w:rPr>
      </w:pPr>
      <w:r w:rsidRPr="008C2A6B">
        <w:rPr>
          <w:rFonts w:asciiTheme="minorHAnsi" w:hAnsiTheme="minorHAnsi"/>
          <w:b/>
          <w:sz w:val="24"/>
          <w:szCs w:val="24"/>
        </w:rPr>
        <w:t>Návrh změny rozpočtu Státního fondu rozvoje bydlení na rok 2015 formou přesunu mezi položkami schváleného rozpočtu.</w:t>
      </w:r>
    </w:p>
    <w:p w:rsidR="008C2A6B" w:rsidRPr="008C2A6B" w:rsidRDefault="008C2A6B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8C2A6B" w:rsidRPr="008C2A6B" w:rsidRDefault="008C2A6B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8C2A6B">
        <w:rPr>
          <w:rFonts w:asciiTheme="minorHAnsi" w:hAnsiTheme="minorHAnsi"/>
          <w:sz w:val="24"/>
          <w:szCs w:val="24"/>
        </w:rPr>
        <w:t>Předkladatel:</w:t>
      </w:r>
      <w:r w:rsidRPr="008C2A6B">
        <w:rPr>
          <w:rFonts w:asciiTheme="minorHAnsi" w:hAnsiTheme="minorHAnsi"/>
          <w:sz w:val="24"/>
          <w:szCs w:val="24"/>
        </w:rPr>
        <w:tab/>
        <w:t>Ministerstvo pro místní rozvoj</w:t>
      </w:r>
    </w:p>
    <w:p w:rsidR="008C2A6B" w:rsidRDefault="008C2A6B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8C2A6B">
        <w:rPr>
          <w:rFonts w:asciiTheme="minorHAnsi" w:hAnsiTheme="minorHAnsi"/>
          <w:sz w:val="24"/>
          <w:szCs w:val="24"/>
        </w:rPr>
        <w:t xml:space="preserve">Zpravodaj: </w:t>
      </w:r>
      <w:r w:rsidRPr="008C2A6B">
        <w:rPr>
          <w:rFonts w:asciiTheme="minorHAnsi" w:hAnsiTheme="minorHAnsi"/>
          <w:sz w:val="24"/>
          <w:szCs w:val="24"/>
        </w:rPr>
        <w:tab/>
        <w:t>Ing. Josef Uhlík, poslanec PSP ČR</w:t>
      </w:r>
    </w:p>
    <w:p w:rsidR="00BB1BD9" w:rsidRDefault="00BB1BD9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BB1BD9" w:rsidRDefault="00BB1BD9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Obecná rozprava:</w:t>
      </w:r>
    </w:p>
    <w:p w:rsidR="00BB1BD9" w:rsidRDefault="00BB1BD9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Horáček – doporučuje </w:t>
      </w:r>
      <w:r w:rsidR="00B33A57">
        <w:rPr>
          <w:rFonts w:asciiTheme="minorHAnsi" w:hAnsiTheme="minorHAnsi"/>
          <w:sz w:val="24"/>
          <w:szCs w:val="24"/>
        </w:rPr>
        <w:t>požadovaný přesun.</w:t>
      </w:r>
      <w:r>
        <w:rPr>
          <w:rFonts w:asciiTheme="minorHAnsi" w:hAnsiTheme="minorHAnsi"/>
          <w:sz w:val="24"/>
          <w:szCs w:val="24"/>
        </w:rPr>
        <w:t xml:space="preserve"> 6. 8</w:t>
      </w:r>
      <w:r w:rsidR="00B33A57">
        <w:rPr>
          <w:rFonts w:asciiTheme="minorHAnsi" w:hAnsiTheme="minorHAnsi"/>
          <w:sz w:val="24"/>
          <w:szCs w:val="24"/>
        </w:rPr>
        <w:t>. 2015</w:t>
      </w:r>
      <w:r>
        <w:rPr>
          <w:rFonts w:asciiTheme="minorHAnsi" w:hAnsiTheme="minorHAnsi"/>
          <w:sz w:val="24"/>
          <w:szCs w:val="24"/>
        </w:rPr>
        <w:t xml:space="preserve"> DR SFRB </w:t>
      </w:r>
      <w:r w:rsidR="00B33A57">
        <w:rPr>
          <w:rFonts w:asciiTheme="minorHAnsi" w:hAnsiTheme="minorHAnsi"/>
          <w:sz w:val="24"/>
          <w:szCs w:val="24"/>
        </w:rPr>
        <w:t xml:space="preserve">tento přesun </w:t>
      </w:r>
      <w:r>
        <w:rPr>
          <w:rFonts w:asciiTheme="minorHAnsi" w:hAnsiTheme="minorHAnsi"/>
          <w:sz w:val="24"/>
          <w:szCs w:val="24"/>
        </w:rPr>
        <w:t>schválila</w:t>
      </w:r>
      <w:r w:rsidR="00B33A57">
        <w:rPr>
          <w:rFonts w:asciiTheme="minorHAnsi" w:hAnsiTheme="minorHAnsi"/>
          <w:sz w:val="24"/>
          <w:szCs w:val="24"/>
        </w:rPr>
        <w:t>.</w:t>
      </w:r>
    </w:p>
    <w:p w:rsidR="00BB1BD9" w:rsidRDefault="00BB1BD9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Uhlík – bude</w:t>
      </w:r>
      <w:r w:rsidR="00B33A57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B33A57">
        <w:rPr>
          <w:rFonts w:asciiTheme="minorHAnsi" w:hAnsiTheme="minorHAnsi"/>
          <w:sz w:val="24"/>
          <w:szCs w:val="24"/>
        </w:rPr>
        <w:t xml:space="preserve">se </w:t>
      </w:r>
      <w:r w:rsidR="00C81A42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 ještě</w:t>
      </w:r>
      <w:proofErr w:type="gramEnd"/>
      <w:r>
        <w:rPr>
          <w:rFonts w:asciiTheme="minorHAnsi" w:hAnsiTheme="minorHAnsi"/>
          <w:sz w:val="24"/>
          <w:szCs w:val="24"/>
        </w:rPr>
        <w:t xml:space="preserve"> letos mluvit o nějakém navýšení?</w:t>
      </w:r>
    </w:p>
    <w:p w:rsidR="00BB1BD9" w:rsidRDefault="00BB1BD9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Horáček – „portál o bydlení“ adresa předána</w:t>
      </w:r>
      <w:r w:rsidR="00C81A42">
        <w:rPr>
          <w:rFonts w:asciiTheme="minorHAnsi" w:hAnsiTheme="minorHAnsi"/>
          <w:sz w:val="24"/>
          <w:szCs w:val="24"/>
        </w:rPr>
        <w:t xml:space="preserve"> panu</w:t>
      </w:r>
      <w:r>
        <w:rPr>
          <w:rFonts w:asciiTheme="minorHAnsi" w:hAnsiTheme="minorHAnsi"/>
          <w:sz w:val="24"/>
          <w:szCs w:val="24"/>
        </w:rPr>
        <w:t xml:space="preserve"> tajemníkovi k rozeslání.</w:t>
      </w:r>
    </w:p>
    <w:p w:rsidR="00BB1BD9" w:rsidRPr="00BB1BD9" w:rsidRDefault="00BB1BD9" w:rsidP="008C2A6B">
      <w:pPr>
        <w:spacing w:after="0"/>
        <w:jc w:val="both"/>
        <w:rPr>
          <w:rFonts w:asciiTheme="minorHAnsi" w:hAnsiTheme="minorHAnsi"/>
          <w:b/>
          <w:sz w:val="24"/>
          <w:szCs w:val="24"/>
          <w:u w:val="single"/>
        </w:rPr>
      </w:pPr>
      <w:r w:rsidRPr="00BB1BD9">
        <w:rPr>
          <w:rFonts w:asciiTheme="minorHAnsi" w:hAnsiTheme="minorHAnsi"/>
          <w:b/>
          <w:sz w:val="24"/>
          <w:szCs w:val="24"/>
          <w:u w:val="single"/>
        </w:rPr>
        <w:t xml:space="preserve">Halíková - upozornit na Portál i </w:t>
      </w:r>
      <w:proofErr w:type="gramStart"/>
      <w:r w:rsidRPr="00BB1BD9">
        <w:rPr>
          <w:rFonts w:asciiTheme="minorHAnsi" w:hAnsiTheme="minorHAnsi"/>
          <w:b/>
          <w:sz w:val="24"/>
          <w:szCs w:val="24"/>
          <w:u w:val="single"/>
        </w:rPr>
        <w:t>SMO !</w:t>
      </w:r>
      <w:proofErr w:type="gramEnd"/>
      <w:r w:rsidRPr="00BB1BD9">
        <w:rPr>
          <w:rFonts w:asciiTheme="minorHAnsi" w:hAnsiTheme="minorHAnsi"/>
          <w:b/>
          <w:sz w:val="24"/>
          <w:szCs w:val="24"/>
          <w:u w:val="single"/>
        </w:rPr>
        <w:t xml:space="preserve"> </w:t>
      </w:r>
    </w:p>
    <w:p w:rsidR="00BB1BD9" w:rsidRPr="00C81A42" w:rsidRDefault="00BB1BD9" w:rsidP="00C81A42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C81A42">
        <w:rPr>
          <w:rFonts w:asciiTheme="minorHAnsi" w:hAnsiTheme="minorHAnsi"/>
          <w:sz w:val="24"/>
          <w:szCs w:val="24"/>
        </w:rPr>
        <w:t>Podrobná rozprava:</w:t>
      </w:r>
    </w:p>
    <w:p w:rsidR="00100D84" w:rsidRDefault="00BB1BD9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Uhlík – usnesení č. 132      </w:t>
      </w:r>
    </w:p>
    <w:p w:rsidR="00BB1BD9" w:rsidRDefault="00BB1BD9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2E68AF" w:rsidRPr="009A5C84" w:rsidRDefault="002E68AF" w:rsidP="00100D84">
      <w:pPr>
        <w:spacing w:after="0"/>
        <w:jc w:val="both"/>
        <w:rPr>
          <w:rFonts w:asciiTheme="minorHAnsi" w:hAnsiTheme="minorHAnsi"/>
          <w:b/>
          <w:sz w:val="28"/>
          <w:szCs w:val="28"/>
          <w:u w:val="single"/>
        </w:rPr>
      </w:pPr>
      <w:r>
        <w:rPr>
          <w:rFonts w:asciiTheme="minorHAnsi" w:hAnsiTheme="minorHAnsi"/>
          <w:sz w:val="24"/>
          <w:szCs w:val="24"/>
        </w:rPr>
        <w:t xml:space="preserve">Halíková: </w:t>
      </w:r>
      <w:r w:rsidR="00EF5639">
        <w:rPr>
          <w:rFonts w:asciiTheme="minorHAnsi" w:hAnsiTheme="minorHAnsi"/>
          <w:sz w:val="24"/>
          <w:szCs w:val="24"/>
        </w:rPr>
        <w:t>Hlasování o</w:t>
      </w:r>
      <w:r w:rsidR="00381407">
        <w:rPr>
          <w:rFonts w:asciiTheme="minorHAnsi" w:hAnsiTheme="minorHAnsi"/>
          <w:sz w:val="24"/>
          <w:szCs w:val="24"/>
        </w:rPr>
        <w:t xml:space="preserve"> </w:t>
      </w:r>
      <w:proofErr w:type="gramStart"/>
      <w:r w:rsidR="00381407">
        <w:rPr>
          <w:rFonts w:asciiTheme="minorHAnsi" w:hAnsiTheme="minorHAnsi"/>
          <w:sz w:val="24"/>
          <w:szCs w:val="24"/>
        </w:rPr>
        <w:t xml:space="preserve">návrhu  </w:t>
      </w:r>
      <w:r w:rsidR="00EF5639">
        <w:rPr>
          <w:rFonts w:asciiTheme="minorHAnsi" w:hAnsiTheme="minorHAnsi"/>
          <w:sz w:val="24"/>
          <w:szCs w:val="24"/>
        </w:rPr>
        <w:t xml:space="preserve"> usnesení</w:t>
      </w:r>
      <w:proofErr w:type="gramEnd"/>
      <w:r w:rsidR="00381407">
        <w:rPr>
          <w:rFonts w:asciiTheme="minorHAnsi" w:hAnsiTheme="minorHAnsi"/>
          <w:sz w:val="24"/>
          <w:szCs w:val="24"/>
        </w:rPr>
        <w:t xml:space="preserve"> č. 132, hlasování č. 16:</w:t>
      </w:r>
      <w:r w:rsidR="00381407">
        <w:rPr>
          <w:rFonts w:asciiTheme="minorHAnsi" w:hAnsiTheme="minorHAnsi"/>
          <w:sz w:val="24"/>
          <w:szCs w:val="24"/>
        </w:rPr>
        <w:tab/>
      </w:r>
      <w:r w:rsidR="00381407">
        <w:rPr>
          <w:rFonts w:asciiTheme="minorHAnsi" w:hAnsiTheme="minorHAnsi"/>
          <w:sz w:val="24"/>
          <w:szCs w:val="24"/>
        </w:rPr>
        <w:tab/>
      </w:r>
      <w:r w:rsidR="009A5C84" w:rsidRPr="009A5C84">
        <w:rPr>
          <w:rFonts w:asciiTheme="minorHAnsi" w:hAnsiTheme="minorHAnsi"/>
          <w:b/>
          <w:sz w:val="28"/>
          <w:szCs w:val="28"/>
          <w:u w:val="single"/>
        </w:rPr>
        <w:t>Příloha č. 3</w:t>
      </w:r>
    </w:p>
    <w:p w:rsidR="00100D84" w:rsidRDefault="00EF5639" w:rsidP="00100D84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  </w:t>
      </w:r>
      <w:r w:rsidR="00100D84">
        <w:rPr>
          <w:rFonts w:asciiTheme="minorHAnsi" w:hAnsiTheme="minorHAnsi"/>
          <w:sz w:val="24"/>
          <w:szCs w:val="24"/>
        </w:rPr>
        <w:t xml:space="preserve"> </w:t>
      </w:r>
      <w:r w:rsidR="00381407">
        <w:rPr>
          <w:rFonts w:asciiTheme="minorHAnsi" w:hAnsiTheme="minorHAnsi"/>
          <w:sz w:val="24"/>
          <w:szCs w:val="24"/>
        </w:rPr>
        <w:t xml:space="preserve">                                                  </w:t>
      </w:r>
      <w:r w:rsidR="00100D84">
        <w:rPr>
          <w:rFonts w:asciiTheme="minorHAnsi" w:hAnsiTheme="minorHAnsi"/>
          <w:sz w:val="24"/>
          <w:szCs w:val="24"/>
        </w:rPr>
        <w:t xml:space="preserve"> ANO  10          NE  0          zdržel 0         přítomno </w:t>
      </w:r>
      <w:proofErr w:type="gramStart"/>
      <w:r w:rsidR="00100D84">
        <w:rPr>
          <w:rFonts w:asciiTheme="minorHAnsi" w:hAnsiTheme="minorHAnsi"/>
          <w:sz w:val="24"/>
          <w:szCs w:val="24"/>
        </w:rPr>
        <w:t>10             přijato</w:t>
      </w:r>
      <w:proofErr w:type="gramEnd"/>
    </w:p>
    <w:p w:rsidR="00100D84" w:rsidRDefault="00100D84" w:rsidP="00100D84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EF5639" w:rsidRDefault="00EF5639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EF5639" w:rsidRDefault="00EF5639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Halíková: Podle programu následuje polední přestávka, další jednání pokračuje </w:t>
      </w:r>
      <w:proofErr w:type="gramStart"/>
      <w:r>
        <w:rPr>
          <w:rFonts w:asciiTheme="minorHAnsi" w:hAnsiTheme="minorHAnsi"/>
          <w:sz w:val="24"/>
          <w:szCs w:val="24"/>
        </w:rPr>
        <w:t>ve</w:t>
      </w:r>
      <w:proofErr w:type="gramEnd"/>
      <w:r>
        <w:rPr>
          <w:rFonts w:asciiTheme="minorHAnsi" w:hAnsiTheme="minorHAnsi"/>
          <w:sz w:val="24"/>
          <w:szCs w:val="24"/>
        </w:rPr>
        <w:t xml:space="preserve"> 13.30 hod.</w:t>
      </w:r>
    </w:p>
    <w:p w:rsidR="00100D84" w:rsidRDefault="00EF5639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</w:t>
      </w:r>
    </w:p>
    <w:p w:rsidR="008C2A6B" w:rsidRPr="008C2A6B" w:rsidRDefault="008C2A6B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8C2A6B">
        <w:rPr>
          <w:rFonts w:asciiTheme="minorHAnsi" w:hAnsiTheme="minorHAnsi"/>
          <w:sz w:val="24"/>
          <w:szCs w:val="24"/>
        </w:rPr>
        <w:t>13,30 hod.</w:t>
      </w:r>
    </w:p>
    <w:p w:rsidR="008C2A6B" w:rsidRPr="008C2A6B" w:rsidRDefault="008C2A6B" w:rsidP="008C2A6B">
      <w:pPr>
        <w:spacing w:after="0"/>
        <w:jc w:val="both"/>
        <w:rPr>
          <w:rFonts w:asciiTheme="minorHAnsi" w:hAnsiTheme="minorHAnsi"/>
          <w:b/>
          <w:sz w:val="24"/>
          <w:szCs w:val="24"/>
        </w:rPr>
      </w:pPr>
      <w:r w:rsidRPr="008C2A6B">
        <w:rPr>
          <w:rFonts w:asciiTheme="minorHAnsi" w:hAnsiTheme="minorHAnsi"/>
          <w:b/>
          <w:sz w:val="24"/>
          <w:szCs w:val="24"/>
        </w:rPr>
        <w:t>Informace o připravovaném zákonu o finančním řízení a kontrole.</w:t>
      </w:r>
    </w:p>
    <w:p w:rsidR="008C2A6B" w:rsidRPr="008C2A6B" w:rsidRDefault="008C2A6B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825D36" w:rsidRDefault="00825D36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Předkladatel:</w:t>
      </w:r>
      <w:r>
        <w:rPr>
          <w:rFonts w:asciiTheme="minorHAnsi" w:hAnsiTheme="minorHAnsi"/>
          <w:sz w:val="24"/>
          <w:szCs w:val="24"/>
        </w:rPr>
        <w:tab/>
        <w:t>PhDr. Tomáš Vyhnál</w:t>
      </w:r>
      <w:r w:rsidR="008C2A6B" w:rsidRPr="008C2A6B">
        <w:rPr>
          <w:rFonts w:asciiTheme="minorHAnsi" w:hAnsiTheme="minorHAnsi"/>
          <w:sz w:val="24"/>
          <w:szCs w:val="24"/>
        </w:rPr>
        <w:t xml:space="preserve">ek, </w:t>
      </w:r>
      <w:r>
        <w:rPr>
          <w:rFonts w:asciiTheme="minorHAnsi" w:hAnsiTheme="minorHAnsi"/>
          <w:sz w:val="24"/>
          <w:szCs w:val="24"/>
        </w:rPr>
        <w:t xml:space="preserve">náměstek </w:t>
      </w:r>
      <w:r w:rsidR="00100D84">
        <w:rPr>
          <w:rFonts w:asciiTheme="minorHAnsi" w:hAnsiTheme="minorHAnsi"/>
          <w:sz w:val="24"/>
          <w:szCs w:val="24"/>
        </w:rPr>
        <w:t>MF</w:t>
      </w:r>
    </w:p>
    <w:p w:rsidR="00825D36" w:rsidRDefault="00825D36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Vyhnálek –</w:t>
      </w:r>
      <w:r w:rsidR="00C81A42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stav příprav</w:t>
      </w:r>
      <w:r w:rsidR="00C81A42">
        <w:rPr>
          <w:rFonts w:asciiTheme="minorHAnsi" w:hAnsiTheme="minorHAnsi"/>
          <w:sz w:val="24"/>
          <w:szCs w:val="24"/>
        </w:rPr>
        <w:t>:</w:t>
      </w:r>
    </w:p>
    <w:p w:rsidR="00825D36" w:rsidRPr="00825D36" w:rsidRDefault="00825D36" w:rsidP="00825D36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825D36">
        <w:rPr>
          <w:rFonts w:asciiTheme="minorHAnsi" w:hAnsiTheme="minorHAnsi"/>
          <w:sz w:val="24"/>
          <w:szCs w:val="24"/>
        </w:rPr>
        <w:t>Jaro – připomínkové řízení</w:t>
      </w:r>
    </w:p>
    <w:p w:rsidR="00825D36" w:rsidRDefault="00825D36" w:rsidP="00825D36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825D36">
        <w:rPr>
          <w:rFonts w:asciiTheme="minorHAnsi" w:hAnsiTheme="minorHAnsi"/>
          <w:sz w:val="24"/>
          <w:szCs w:val="24"/>
        </w:rPr>
        <w:t xml:space="preserve"> LRV – vrátila na MF se zásadními připomínkami.</w:t>
      </w:r>
    </w:p>
    <w:p w:rsidR="00825D36" w:rsidRPr="00825D36" w:rsidRDefault="00825D36" w:rsidP="00825D36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- </w:t>
      </w:r>
      <w:r w:rsidRPr="00825D36">
        <w:rPr>
          <w:rFonts w:asciiTheme="minorHAnsi" w:hAnsiTheme="minorHAnsi"/>
          <w:sz w:val="24"/>
          <w:szCs w:val="24"/>
        </w:rPr>
        <w:t>můj úkol je znovu předložit zákon do vnějšího připomínkového řízení.</w:t>
      </w:r>
    </w:p>
    <w:p w:rsidR="00825D36" w:rsidRDefault="00825D36" w:rsidP="00825D36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-nyní se zpracovávají připomínky.</w:t>
      </w:r>
    </w:p>
    <w:p w:rsidR="00825D36" w:rsidRDefault="00825D36" w:rsidP="00825D36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 do LRV teprve přijde.</w:t>
      </w:r>
    </w:p>
    <w:p w:rsidR="00825D36" w:rsidRDefault="00825D36" w:rsidP="00825D36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- </w:t>
      </w:r>
      <w:proofErr w:type="gramStart"/>
      <w:r>
        <w:rPr>
          <w:rFonts w:asciiTheme="minorHAnsi" w:hAnsiTheme="minorHAnsi"/>
          <w:sz w:val="24"/>
          <w:szCs w:val="24"/>
        </w:rPr>
        <w:t xml:space="preserve">dnešní </w:t>
      </w:r>
      <w:r w:rsidR="00C81A42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 systém</w:t>
      </w:r>
      <w:proofErr w:type="gramEnd"/>
      <w:r>
        <w:rPr>
          <w:rFonts w:asciiTheme="minorHAnsi" w:hAnsiTheme="minorHAnsi"/>
          <w:sz w:val="24"/>
          <w:szCs w:val="24"/>
        </w:rPr>
        <w:t xml:space="preserve"> velmi složitý.</w:t>
      </w:r>
    </w:p>
    <w:p w:rsidR="00825D36" w:rsidRDefault="00825D36" w:rsidP="00825D36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 z kontrol vypadne kontrola FÚ.</w:t>
      </w:r>
    </w:p>
    <w:p w:rsidR="00831C5F" w:rsidRDefault="00831C5F" w:rsidP="00825D36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- zákon stanovuje odpovědnost ministra, starosty i poskytovatele dotace. </w:t>
      </w:r>
    </w:p>
    <w:p w:rsidR="00825D36" w:rsidRDefault="00831C5F" w:rsidP="00825D36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>- ÚHOS, NKÚ- samostatné úřady.</w:t>
      </w:r>
    </w:p>
    <w:p w:rsidR="00831C5F" w:rsidRDefault="00831C5F" w:rsidP="00825D36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 auditní orgán – stanovuje EK.</w:t>
      </w:r>
    </w:p>
    <w:p w:rsidR="00831C5F" w:rsidRDefault="00831C5F" w:rsidP="00831C5F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 d</w:t>
      </w:r>
      <w:r w:rsidRPr="00831C5F">
        <w:rPr>
          <w:rFonts w:asciiTheme="minorHAnsi" w:hAnsiTheme="minorHAnsi"/>
          <w:sz w:val="24"/>
          <w:szCs w:val="24"/>
        </w:rPr>
        <w:t xml:space="preserve">efinice </w:t>
      </w:r>
      <w:proofErr w:type="gramStart"/>
      <w:r>
        <w:rPr>
          <w:rFonts w:asciiTheme="minorHAnsi" w:hAnsiTheme="minorHAnsi"/>
          <w:sz w:val="24"/>
          <w:szCs w:val="24"/>
        </w:rPr>
        <w:t>standard</w:t>
      </w:r>
      <w:r w:rsidRPr="00831C5F">
        <w:rPr>
          <w:rFonts w:asciiTheme="minorHAnsi" w:hAnsiTheme="minorHAnsi"/>
          <w:sz w:val="24"/>
          <w:szCs w:val="24"/>
        </w:rPr>
        <w:t>ů</w:t>
      </w:r>
      <w:r w:rsidR="0098498E">
        <w:rPr>
          <w:rFonts w:asciiTheme="minorHAnsi" w:hAnsiTheme="minorHAnsi"/>
          <w:sz w:val="24"/>
          <w:szCs w:val="24"/>
        </w:rPr>
        <w:t>,</w:t>
      </w:r>
      <w:r w:rsidR="00100D84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 podle</w:t>
      </w:r>
      <w:proofErr w:type="gramEnd"/>
      <w:r>
        <w:rPr>
          <w:rFonts w:asciiTheme="minorHAnsi" w:hAnsiTheme="minorHAnsi"/>
          <w:sz w:val="24"/>
          <w:szCs w:val="24"/>
        </w:rPr>
        <w:t xml:space="preserve"> kterých by měli fungovat auditoři. </w:t>
      </w:r>
    </w:p>
    <w:p w:rsidR="00831C5F" w:rsidRDefault="00831C5F" w:rsidP="00831C5F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 z</w:t>
      </w:r>
      <w:r w:rsidRPr="00831C5F">
        <w:rPr>
          <w:rFonts w:asciiTheme="minorHAnsi" w:hAnsiTheme="minorHAnsi"/>
          <w:sz w:val="24"/>
          <w:szCs w:val="24"/>
        </w:rPr>
        <w:t>avádí se dva nové pojmy – ověřovatel a schvalovatel</w:t>
      </w:r>
      <w:r>
        <w:rPr>
          <w:rFonts w:asciiTheme="minorHAnsi" w:hAnsiTheme="minorHAnsi"/>
          <w:sz w:val="24"/>
          <w:szCs w:val="24"/>
        </w:rPr>
        <w:t>.</w:t>
      </w:r>
    </w:p>
    <w:p w:rsidR="00831C5F" w:rsidRDefault="00831C5F" w:rsidP="00831C5F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 role interního auditora má smysl u obcí nad 15 000 obyvatel.</w:t>
      </w:r>
    </w:p>
    <w:p w:rsidR="00831C5F" w:rsidRDefault="00831C5F" w:rsidP="00831C5F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 chceme, aby se administrativní zátěž snížila, zvláště u malých obcí.</w:t>
      </w:r>
    </w:p>
    <w:p w:rsidR="00831C5F" w:rsidRDefault="00831C5F" w:rsidP="00831C5F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 časově – doufám, že na podzim projednáme v LRV, v roce 2016 projednání v PSP ČR, tak, aby zákon nabyl účinnosti od 1. 1. 2017.</w:t>
      </w:r>
    </w:p>
    <w:p w:rsidR="00831C5F" w:rsidRDefault="00831C5F" w:rsidP="00831C5F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 nepředpokládáme nárůst pracovníků, dojde ke stanovení, kdo je kontrolor a kdo je auditor. Auditor nemůže být vnímán jako kontrolor. Auditor poskytuje doporučení jak hospodařit, aby vše bylo v rámci zákona</w:t>
      </w:r>
      <w:r w:rsidR="001E6B9A">
        <w:rPr>
          <w:rFonts w:asciiTheme="minorHAnsi" w:hAnsiTheme="minorHAnsi"/>
          <w:sz w:val="24"/>
          <w:szCs w:val="24"/>
        </w:rPr>
        <w:t>.</w:t>
      </w:r>
    </w:p>
    <w:p w:rsidR="001E6B9A" w:rsidRDefault="0098498E" w:rsidP="00831C5F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</w:t>
      </w:r>
      <w:r w:rsidR="001E6B9A">
        <w:rPr>
          <w:rFonts w:asciiTheme="minorHAnsi" w:hAnsiTheme="minorHAnsi"/>
          <w:sz w:val="24"/>
          <w:szCs w:val="24"/>
        </w:rPr>
        <w:t xml:space="preserve"> kontrolujeme „korunu“ ne člověka.</w:t>
      </w:r>
    </w:p>
    <w:p w:rsidR="001E6B9A" w:rsidRDefault="001E6B9A" w:rsidP="00831C5F">
      <w:pPr>
        <w:spacing w:after="0"/>
        <w:jc w:val="both"/>
        <w:rPr>
          <w:rFonts w:asciiTheme="minorHAnsi" w:hAnsiTheme="minorHAnsi"/>
          <w:sz w:val="24"/>
          <w:szCs w:val="24"/>
          <w:u w:val="single"/>
        </w:rPr>
      </w:pPr>
      <w:r w:rsidRPr="001E6B9A">
        <w:rPr>
          <w:rFonts w:asciiTheme="minorHAnsi" w:hAnsiTheme="minorHAnsi"/>
          <w:sz w:val="24"/>
          <w:szCs w:val="24"/>
          <w:u w:val="single"/>
        </w:rPr>
        <w:t>Obecná rozprava:</w:t>
      </w:r>
    </w:p>
    <w:p w:rsidR="001E6B9A" w:rsidRDefault="001E6B9A" w:rsidP="00831C5F">
      <w:pPr>
        <w:spacing w:after="0"/>
        <w:jc w:val="both"/>
        <w:rPr>
          <w:rFonts w:asciiTheme="minorHAnsi" w:hAnsiTheme="minorHAnsi"/>
          <w:sz w:val="24"/>
          <w:szCs w:val="24"/>
          <w:u w:val="single"/>
        </w:rPr>
      </w:pPr>
    </w:p>
    <w:p w:rsidR="001E6B9A" w:rsidRDefault="001E6B9A" w:rsidP="00831C5F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1E6B9A">
        <w:rPr>
          <w:rFonts w:asciiTheme="minorHAnsi" w:hAnsiTheme="minorHAnsi"/>
          <w:sz w:val="24"/>
          <w:szCs w:val="24"/>
        </w:rPr>
        <w:t>Halíková:</w:t>
      </w:r>
      <w:r>
        <w:rPr>
          <w:rFonts w:asciiTheme="minorHAnsi" w:hAnsiTheme="minorHAnsi"/>
          <w:sz w:val="24"/>
          <w:szCs w:val="24"/>
        </w:rPr>
        <w:t xml:space="preserve"> od samého začátku nebyl dán věcný záměr návrhu tohoto zákona.</w:t>
      </w:r>
    </w:p>
    <w:p w:rsidR="001E6B9A" w:rsidRDefault="001E6B9A" w:rsidP="001E6B9A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-v 1. verzi byl zákon velmi rozsáhlý (cca 140§)</w:t>
      </w:r>
    </w:p>
    <w:p w:rsidR="001E6B9A" w:rsidRDefault="001E6B9A" w:rsidP="001E6B9A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 doba na připomínky byla velmi krátká, de facto 1 měsíc</w:t>
      </w:r>
    </w:p>
    <w:p w:rsidR="001E6B9A" w:rsidRDefault="001E6B9A" w:rsidP="001E6B9A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 nepřipadá mi to korektní.</w:t>
      </w:r>
    </w:p>
    <w:p w:rsidR="001E6B9A" w:rsidRDefault="001E6B9A" w:rsidP="001E6B9A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 na MF došlo ke spoustě změn.</w:t>
      </w:r>
    </w:p>
    <w:p w:rsidR="001E6B9A" w:rsidRDefault="001E6B9A" w:rsidP="001E6B9A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Uhlík – vrátím se zpět – chtěli jsme přehled systému kontrol ve veřejné správě.</w:t>
      </w:r>
    </w:p>
    <w:p w:rsidR="001E6B9A" w:rsidRDefault="001E6B9A" w:rsidP="001E6B9A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Horáček – máme pocit, že jsou věci, které nebude moci MF ovlivnit, právě proto, že jsou úřady (NKÚ, ÚHOS) samostatné.</w:t>
      </w:r>
    </w:p>
    <w:p w:rsidR="001E6B9A" w:rsidRDefault="001E6B9A" w:rsidP="001E6B9A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Jak se budou řešit rozdílná stanoviska mezi kontrolory a těmito úřady?</w:t>
      </w:r>
    </w:p>
    <w:p w:rsidR="001E6B9A" w:rsidRDefault="001E6B9A" w:rsidP="001E6B9A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Kdo bude zodpovědný za to, že se za pochodu změní podmínky?</w:t>
      </w:r>
    </w:p>
    <w:p w:rsidR="001E6B9A" w:rsidRDefault="001E6B9A" w:rsidP="001E6B9A">
      <w:pPr>
        <w:spacing w:after="0"/>
        <w:jc w:val="both"/>
        <w:rPr>
          <w:rFonts w:asciiTheme="minorHAnsi" w:hAnsiTheme="minorHAnsi"/>
          <w:sz w:val="24"/>
          <w:szCs w:val="24"/>
        </w:rPr>
      </w:pPr>
      <w:proofErr w:type="spellStart"/>
      <w:r>
        <w:rPr>
          <w:rFonts w:asciiTheme="minorHAnsi" w:hAnsiTheme="minorHAnsi"/>
          <w:sz w:val="24"/>
          <w:szCs w:val="24"/>
        </w:rPr>
        <w:t>Berdychová</w:t>
      </w:r>
      <w:proofErr w:type="spellEnd"/>
      <w:r>
        <w:rPr>
          <w:rFonts w:asciiTheme="minorHAnsi" w:hAnsiTheme="minorHAnsi"/>
          <w:sz w:val="24"/>
          <w:szCs w:val="24"/>
        </w:rPr>
        <w:t xml:space="preserve"> – vysvětlení.</w:t>
      </w:r>
    </w:p>
    <w:p w:rsidR="001E6B9A" w:rsidRDefault="001E6B9A" w:rsidP="001E6B9A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Zahradníček – co bude se stávajícími audity z krajů?</w:t>
      </w:r>
    </w:p>
    <w:p w:rsidR="001E6B9A" w:rsidRDefault="001E6B9A" w:rsidP="001E6B9A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</w:t>
      </w:r>
      <w:r w:rsidRPr="001E6B9A">
        <w:rPr>
          <w:rFonts w:asciiTheme="minorHAnsi" w:hAnsiTheme="minorHAnsi"/>
          <w:sz w:val="24"/>
          <w:szCs w:val="24"/>
        </w:rPr>
        <w:t>metodiky kontrol pro všechny resorty stejné.</w:t>
      </w:r>
    </w:p>
    <w:p w:rsidR="001E6B9A" w:rsidRDefault="001E6B9A" w:rsidP="001E6B9A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Kovářová – postoj poskytovatelů k výběrovým řízením během realizace akce.</w:t>
      </w:r>
    </w:p>
    <w:p w:rsidR="001E6B9A" w:rsidRDefault="001E6B9A" w:rsidP="001E6B9A">
      <w:pPr>
        <w:spacing w:after="0"/>
        <w:jc w:val="both"/>
        <w:rPr>
          <w:rFonts w:asciiTheme="minorHAnsi" w:hAnsiTheme="minorHAnsi"/>
          <w:sz w:val="24"/>
          <w:szCs w:val="24"/>
        </w:rPr>
      </w:pPr>
      <w:proofErr w:type="gramStart"/>
      <w:r>
        <w:rPr>
          <w:rFonts w:asciiTheme="minorHAnsi" w:hAnsiTheme="minorHAnsi"/>
          <w:sz w:val="24"/>
          <w:szCs w:val="24"/>
        </w:rPr>
        <w:t>Vyhnálek –</w:t>
      </w:r>
      <w:r w:rsidR="00100D84">
        <w:rPr>
          <w:rFonts w:asciiTheme="minorHAnsi" w:hAnsiTheme="minorHAnsi"/>
          <w:sz w:val="24"/>
          <w:szCs w:val="24"/>
        </w:rPr>
        <w:t xml:space="preserve">  </w:t>
      </w:r>
      <w:r>
        <w:rPr>
          <w:rFonts w:asciiTheme="minorHAnsi" w:hAnsiTheme="minorHAnsi"/>
          <w:sz w:val="24"/>
          <w:szCs w:val="24"/>
        </w:rPr>
        <w:t>věcný</w:t>
      </w:r>
      <w:proofErr w:type="gramEnd"/>
      <w:r>
        <w:rPr>
          <w:rFonts w:asciiTheme="minorHAnsi" w:hAnsiTheme="minorHAnsi"/>
          <w:sz w:val="24"/>
          <w:szCs w:val="24"/>
        </w:rPr>
        <w:t xml:space="preserve"> záměr – vrací se nám to i s úroky. SMO a SMS – velmi </w:t>
      </w:r>
      <w:r w:rsidR="004C33C9">
        <w:rPr>
          <w:rFonts w:asciiTheme="minorHAnsi" w:hAnsiTheme="minorHAnsi"/>
          <w:sz w:val="24"/>
          <w:szCs w:val="24"/>
        </w:rPr>
        <w:t xml:space="preserve">dobrá spolupráce. Dnes je ta </w:t>
      </w:r>
      <w:r w:rsidR="00100D84">
        <w:rPr>
          <w:rFonts w:asciiTheme="minorHAnsi" w:hAnsiTheme="minorHAnsi"/>
          <w:sz w:val="24"/>
          <w:szCs w:val="24"/>
        </w:rPr>
        <w:t xml:space="preserve">legislativní </w:t>
      </w:r>
      <w:r w:rsidR="004C33C9">
        <w:rPr>
          <w:rFonts w:asciiTheme="minorHAnsi" w:hAnsiTheme="minorHAnsi"/>
          <w:sz w:val="24"/>
          <w:szCs w:val="24"/>
        </w:rPr>
        <w:t>praxe velmi nešťastná.</w:t>
      </w:r>
    </w:p>
    <w:p w:rsidR="004C33C9" w:rsidRDefault="004C33C9" w:rsidP="004C33C9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-r</w:t>
      </w:r>
      <w:r w:rsidRPr="004C33C9">
        <w:rPr>
          <w:rFonts w:asciiTheme="minorHAnsi" w:hAnsiTheme="minorHAnsi"/>
          <w:sz w:val="24"/>
          <w:szCs w:val="24"/>
        </w:rPr>
        <w:t>ozsah zákona – vydali jsme se cestou zjednodušení.</w:t>
      </w:r>
    </w:p>
    <w:p w:rsidR="004C33C9" w:rsidRDefault="004C33C9" w:rsidP="004C33C9">
      <w:pPr>
        <w:spacing w:after="0"/>
        <w:jc w:val="both"/>
        <w:rPr>
          <w:rFonts w:asciiTheme="minorHAnsi" w:hAnsiTheme="minorHAnsi"/>
          <w:sz w:val="24"/>
          <w:szCs w:val="24"/>
        </w:rPr>
      </w:pPr>
      <w:proofErr w:type="spellStart"/>
      <w:r>
        <w:rPr>
          <w:rFonts w:asciiTheme="minorHAnsi" w:hAnsiTheme="minorHAnsi"/>
          <w:sz w:val="24"/>
          <w:szCs w:val="24"/>
        </w:rPr>
        <w:t>Kranceová</w:t>
      </w:r>
      <w:proofErr w:type="spellEnd"/>
      <w:r>
        <w:rPr>
          <w:rFonts w:asciiTheme="minorHAnsi" w:hAnsiTheme="minorHAnsi"/>
          <w:sz w:val="24"/>
          <w:szCs w:val="24"/>
        </w:rPr>
        <w:t xml:space="preserve"> Jana Mgr. MF – největší stížnosti jsou na FÚ. Proto z tohoto systému vypadávají. Odvolacím orgánem bude MF, ne poskytovatel.</w:t>
      </w:r>
    </w:p>
    <w:p w:rsidR="004C33C9" w:rsidRDefault="004C33C9" w:rsidP="004C33C9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Vyhnálek – některé věci budeme řešit zákonem, některé metodikou.</w:t>
      </w:r>
    </w:p>
    <w:p w:rsidR="004C33C9" w:rsidRDefault="004C33C9" w:rsidP="004C33C9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</w:t>
      </w:r>
      <w:r w:rsidR="0098498E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oběh účetních dokladů – velmi důležité.</w:t>
      </w:r>
    </w:p>
    <w:p w:rsidR="004C33C9" w:rsidRDefault="004C33C9" w:rsidP="004C33C9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</w:t>
      </w:r>
      <w:r w:rsidR="0098498E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externí auditoři – zákon č. 420, je to jiný </w:t>
      </w:r>
      <w:proofErr w:type="gramStart"/>
      <w:r>
        <w:rPr>
          <w:rFonts w:asciiTheme="minorHAnsi" w:hAnsiTheme="minorHAnsi"/>
          <w:sz w:val="24"/>
          <w:szCs w:val="24"/>
        </w:rPr>
        <w:t>zákon</w:t>
      </w:r>
      <w:r w:rsidR="00100D84">
        <w:rPr>
          <w:rFonts w:asciiTheme="minorHAnsi" w:hAnsiTheme="minorHAnsi"/>
          <w:sz w:val="24"/>
          <w:szCs w:val="24"/>
        </w:rPr>
        <w:t xml:space="preserve">, </w:t>
      </w:r>
      <w:r w:rsidR="0098498E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 to</w:t>
      </w:r>
      <w:proofErr w:type="gramEnd"/>
      <w:r>
        <w:rPr>
          <w:rFonts w:asciiTheme="minorHAnsi" w:hAnsiTheme="minorHAnsi"/>
          <w:sz w:val="24"/>
          <w:szCs w:val="24"/>
        </w:rPr>
        <w:t xml:space="preserve"> zůstane stále pod kraji</w:t>
      </w:r>
      <w:r w:rsidR="00100D84">
        <w:rPr>
          <w:rFonts w:asciiTheme="minorHAnsi" w:hAnsiTheme="minorHAnsi"/>
          <w:sz w:val="24"/>
          <w:szCs w:val="24"/>
        </w:rPr>
        <w:t>.</w:t>
      </w:r>
    </w:p>
    <w:p w:rsidR="004C33C9" w:rsidRDefault="004C33C9" w:rsidP="004C33C9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</w:t>
      </w:r>
      <w:r w:rsidR="0098498E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seznam otázek pro VŘ – bude na internetu, budou po</w:t>
      </w:r>
      <w:r w:rsidR="00100D84">
        <w:rPr>
          <w:rFonts w:asciiTheme="minorHAnsi" w:hAnsiTheme="minorHAnsi"/>
          <w:sz w:val="24"/>
          <w:szCs w:val="24"/>
        </w:rPr>
        <w:t>dle nich postupovat i auditoři.</w:t>
      </w:r>
    </w:p>
    <w:p w:rsidR="004C33C9" w:rsidRDefault="004C33C9" w:rsidP="004C33C9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Kovářová – pro starosty – nechtějí soutěžit jenom na cenu. </w:t>
      </w:r>
      <w:r w:rsidR="007F138B">
        <w:rPr>
          <w:rFonts w:asciiTheme="minorHAnsi" w:hAnsiTheme="minorHAnsi"/>
          <w:sz w:val="24"/>
          <w:szCs w:val="24"/>
        </w:rPr>
        <w:t>Jak se k tomu budou stavět kontroly?</w:t>
      </w:r>
    </w:p>
    <w:p w:rsidR="007F138B" w:rsidRPr="0098498E" w:rsidRDefault="0098498E" w:rsidP="0098498E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</w:t>
      </w:r>
      <w:r w:rsidR="007F138B" w:rsidRPr="0098498E">
        <w:rPr>
          <w:rFonts w:asciiTheme="minorHAnsi" w:hAnsiTheme="minorHAnsi"/>
          <w:sz w:val="24"/>
          <w:szCs w:val="24"/>
        </w:rPr>
        <w:t>korekce – za chyby typu“ nevyvěsí na úřední desku“,</w:t>
      </w:r>
      <w:r w:rsidR="00100D84" w:rsidRPr="0098498E">
        <w:rPr>
          <w:rFonts w:asciiTheme="minorHAnsi" w:hAnsiTheme="minorHAnsi"/>
          <w:sz w:val="24"/>
          <w:szCs w:val="24"/>
        </w:rPr>
        <w:t xml:space="preserve"> </w:t>
      </w:r>
      <w:r w:rsidR="007F138B" w:rsidRPr="0098498E">
        <w:rPr>
          <w:rFonts w:asciiTheme="minorHAnsi" w:hAnsiTheme="minorHAnsi"/>
          <w:sz w:val="24"/>
          <w:szCs w:val="24"/>
        </w:rPr>
        <w:t>atd. – je to pokuta, ale ta by neměla být likvidační.</w:t>
      </w:r>
    </w:p>
    <w:p w:rsidR="007F138B" w:rsidRDefault="007F138B" w:rsidP="004C33C9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Horáček – změny za pochodu – jak to bude řešit metodika?</w:t>
      </w:r>
    </w:p>
    <w:p w:rsidR="007F138B" w:rsidRDefault="007F138B" w:rsidP="004C33C9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Vyhnálek – soutěž na cenu – nemůže to tak být (účinnost, hospodárnost, účelnost). Zákon stanovuje tyto tři principy a někdy platí najednou.</w:t>
      </w:r>
    </w:p>
    <w:p w:rsidR="007F138B" w:rsidRDefault="007F138B" w:rsidP="004C33C9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</w:t>
      </w:r>
      <w:r w:rsidR="0098498E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nejnižší cenu lze použít tam, kde se jedná o jednoduchou komoditu.</w:t>
      </w:r>
    </w:p>
    <w:p w:rsidR="007F138B" w:rsidRDefault="007F138B" w:rsidP="004C33C9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</w:t>
      </w:r>
      <w:r w:rsidR="0098498E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sankce EK – 5, 10, 25, 50 a 100%.</w:t>
      </w:r>
    </w:p>
    <w:p w:rsidR="007F138B" w:rsidRDefault="007F138B" w:rsidP="004C33C9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98498E" w:rsidRDefault="0098498E" w:rsidP="004C33C9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98498E" w:rsidRDefault="0098498E" w:rsidP="004C33C9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7F138B" w:rsidRDefault="007F138B" w:rsidP="004C33C9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Halíková – návaznost na pravidla EU. </w:t>
      </w:r>
    </w:p>
    <w:p w:rsidR="007F138B" w:rsidRPr="0098498E" w:rsidRDefault="0098498E" w:rsidP="0098498E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</w:t>
      </w:r>
      <w:r w:rsidR="007F138B" w:rsidRPr="0098498E">
        <w:rPr>
          <w:rFonts w:asciiTheme="minorHAnsi" w:hAnsiTheme="minorHAnsi"/>
          <w:sz w:val="24"/>
          <w:szCs w:val="24"/>
        </w:rPr>
        <w:t>je vůbec v dané době možné, aby naše předpisy byly v rozporu? Bude definice zkratek vyjasněna a jasně stanovena?</w:t>
      </w:r>
    </w:p>
    <w:p w:rsidR="007F138B" w:rsidRDefault="007F138B" w:rsidP="004C33C9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Horáček – metodika </w:t>
      </w:r>
      <w:r w:rsidR="00100D84">
        <w:rPr>
          <w:rFonts w:asciiTheme="minorHAnsi" w:hAnsiTheme="minorHAnsi"/>
          <w:sz w:val="24"/>
          <w:szCs w:val="24"/>
        </w:rPr>
        <w:t>jasná</w:t>
      </w:r>
      <w:r>
        <w:rPr>
          <w:rFonts w:asciiTheme="minorHAnsi" w:hAnsiTheme="minorHAnsi"/>
          <w:sz w:val="24"/>
          <w:szCs w:val="24"/>
        </w:rPr>
        <w:t xml:space="preserve"> a konkrétně.</w:t>
      </w:r>
    </w:p>
    <w:p w:rsidR="007F138B" w:rsidRDefault="007F138B" w:rsidP="004C33C9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Kovářová – chválí postup projednávání tohoto zákona.</w:t>
      </w:r>
    </w:p>
    <w:p w:rsidR="007F138B" w:rsidRDefault="007F138B" w:rsidP="004C33C9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Halíková -  od ledna 2015</w:t>
      </w:r>
      <w:r w:rsidR="0020408B">
        <w:rPr>
          <w:rFonts w:asciiTheme="minorHAnsi" w:hAnsiTheme="minorHAnsi"/>
          <w:sz w:val="24"/>
          <w:szCs w:val="24"/>
        </w:rPr>
        <w:t xml:space="preserve"> za náměstka </w:t>
      </w:r>
      <w:proofErr w:type="spellStart"/>
      <w:r w:rsidR="0020408B">
        <w:rPr>
          <w:rFonts w:asciiTheme="minorHAnsi" w:hAnsiTheme="minorHAnsi"/>
          <w:sz w:val="24"/>
          <w:szCs w:val="24"/>
        </w:rPr>
        <w:t>Wagenknechta</w:t>
      </w:r>
      <w:proofErr w:type="spellEnd"/>
      <w:r w:rsidR="0020408B">
        <w:rPr>
          <w:rFonts w:asciiTheme="minorHAnsi" w:hAnsiTheme="minorHAnsi"/>
          <w:sz w:val="24"/>
          <w:szCs w:val="24"/>
        </w:rPr>
        <w:t>, takže požadavek nepadl teprve nyní.</w:t>
      </w:r>
    </w:p>
    <w:p w:rsidR="00381407" w:rsidRDefault="00381407" w:rsidP="004C33C9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7F138B" w:rsidRDefault="0020408B" w:rsidP="004C33C9">
      <w:pPr>
        <w:spacing w:after="0"/>
        <w:jc w:val="both"/>
        <w:rPr>
          <w:rFonts w:asciiTheme="minorHAnsi" w:hAnsiTheme="minorHAnsi"/>
          <w:sz w:val="24"/>
          <w:szCs w:val="24"/>
        </w:rPr>
      </w:pPr>
      <w:proofErr w:type="gramStart"/>
      <w:r>
        <w:rPr>
          <w:rFonts w:asciiTheme="minorHAnsi" w:hAnsiTheme="minorHAnsi"/>
          <w:sz w:val="24"/>
          <w:szCs w:val="24"/>
        </w:rPr>
        <w:t xml:space="preserve">Halíková : </w:t>
      </w:r>
      <w:r w:rsidR="002E68AF">
        <w:rPr>
          <w:rFonts w:asciiTheme="minorHAnsi" w:hAnsiTheme="minorHAnsi"/>
          <w:sz w:val="24"/>
          <w:szCs w:val="24"/>
        </w:rPr>
        <w:t xml:space="preserve"> </w:t>
      </w:r>
      <w:r w:rsidR="00381407">
        <w:rPr>
          <w:rFonts w:asciiTheme="minorHAnsi" w:hAnsiTheme="minorHAnsi"/>
          <w:sz w:val="24"/>
          <w:szCs w:val="24"/>
        </w:rPr>
        <w:t>Hlasování</w:t>
      </w:r>
      <w:proofErr w:type="gramEnd"/>
      <w:r w:rsidR="00381407">
        <w:rPr>
          <w:rFonts w:asciiTheme="minorHAnsi" w:hAnsiTheme="minorHAnsi"/>
          <w:sz w:val="24"/>
          <w:szCs w:val="24"/>
        </w:rPr>
        <w:t xml:space="preserve"> o návrhu  u</w:t>
      </w:r>
      <w:r>
        <w:rPr>
          <w:rFonts w:asciiTheme="minorHAnsi" w:hAnsiTheme="minorHAnsi"/>
          <w:sz w:val="24"/>
          <w:szCs w:val="24"/>
        </w:rPr>
        <w:t>snesení č. 133</w:t>
      </w:r>
      <w:r w:rsidR="00381407">
        <w:rPr>
          <w:rFonts w:asciiTheme="minorHAnsi" w:hAnsiTheme="minorHAnsi"/>
          <w:sz w:val="24"/>
          <w:szCs w:val="24"/>
        </w:rPr>
        <w:t xml:space="preserve">, hlasování č. 17                         </w:t>
      </w:r>
      <w:r w:rsidR="00381407" w:rsidRPr="00381407">
        <w:rPr>
          <w:rFonts w:asciiTheme="minorHAnsi" w:hAnsiTheme="minorHAnsi"/>
          <w:b/>
          <w:sz w:val="28"/>
          <w:szCs w:val="28"/>
          <w:u w:val="single"/>
        </w:rPr>
        <w:t>Příloha č. 4</w:t>
      </w:r>
    </w:p>
    <w:p w:rsidR="0020408B" w:rsidRPr="004C33C9" w:rsidRDefault="0020408B" w:rsidP="00381407">
      <w:pPr>
        <w:spacing w:after="0"/>
        <w:ind w:left="2124" w:firstLine="708"/>
        <w:jc w:val="both"/>
        <w:rPr>
          <w:rFonts w:asciiTheme="minorHAnsi" w:hAnsiTheme="minorHAnsi"/>
          <w:sz w:val="24"/>
          <w:szCs w:val="24"/>
        </w:rPr>
      </w:pPr>
      <w:proofErr w:type="gramStart"/>
      <w:r>
        <w:rPr>
          <w:rFonts w:asciiTheme="minorHAnsi" w:hAnsiTheme="minorHAnsi"/>
          <w:sz w:val="24"/>
          <w:szCs w:val="24"/>
        </w:rPr>
        <w:t>ANO 9          NE</w:t>
      </w:r>
      <w:proofErr w:type="gramEnd"/>
      <w:r>
        <w:rPr>
          <w:rFonts w:asciiTheme="minorHAnsi" w:hAnsiTheme="minorHAnsi"/>
          <w:sz w:val="24"/>
          <w:szCs w:val="24"/>
        </w:rPr>
        <w:t xml:space="preserve">     0          zdržel 0              Přítomno 9          přijato</w:t>
      </w:r>
    </w:p>
    <w:p w:rsidR="00825D36" w:rsidRPr="00825D36" w:rsidRDefault="00825D36" w:rsidP="00825D36">
      <w:pPr>
        <w:pStyle w:val="Odstavecseseznamem"/>
        <w:numPr>
          <w:ilvl w:val="0"/>
          <w:numId w:val="6"/>
        </w:numPr>
        <w:spacing w:after="0"/>
        <w:jc w:val="both"/>
        <w:rPr>
          <w:rFonts w:asciiTheme="minorHAnsi" w:hAnsiTheme="minorHAnsi"/>
          <w:sz w:val="24"/>
          <w:szCs w:val="24"/>
        </w:rPr>
      </w:pPr>
    </w:p>
    <w:p w:rsidR="008C2A6B" w:rsidRPr="008C2A6B" w:rsidRDefault="008C2A6B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8C2A6B" w:rsidRPr="008C2A6B" w:rsidRDefault="008C2A6B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8C2A6B">
        <w:rPr>
          <w:rFonts w:asciiTheme="minorHAnsi" w:hAnsiTheme="minorHAnsi"/>
          <w:sz w:val="24"/>
          <w:szCs w:val="24"/>
        </w:rPr>
        <w:t>15,00 hod.</w:t>
      </w:r>
    </w:p>
    <w:p w:rsidR="008C2A6B" w:rsidRPr="008C2A6B" w:rsidRDefault="008C2A6B" w:rsidP="008C2A6B">
      <w:pPr>
        <w:spacing w:after="0"/>
        <w:jc w:val="both"/>
        <w:rPr>
          <w:rFonts w:asciiTheme="minorHAnsi" w:hAnsiTheme="minorHAnsi"/>
          <w:b/>
          <w:sz w:val="24"/>
          <w:szCs w:val="24"/>
        </w:rPr>
      </w:pPr>
      <w:r w:rsidRPr="008C2A6B">
        <w:rPr>
          <w:rFonts w:asciiTheme="minorHAnsi" w:hAnsiTheme="minorHAnsi"/>
          <w:b/>
          <w:sz w:val="24"/>
          <w:szCs w:val="24"/>
        </w:rPr>
        <w:t>Podpora obnovy kulturních památek v regionech – informace Ministerstva kultury na základě usnesení výboru č. 110 ze dne 22. dubna 2015.</w:t>
      </w:r>
    </w:p>
    <w:p w:rsidR="008C2A6B" w:rsidRPr="008C2A6B" w:rsidRDefault="008C2A6B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8C2A6B">
        <w:rPr>
          <w:rFonts w:asciiTheme="minorHAnsi" w:hAnsiTheme="minorHAnsi"/>
          <w:sz w:val="24"/>
          <w:szCs w:val="24"/>
        </w:rPr>
        <w:t xml:space="preserve">      </w:t>
      </w:r>
    </w:p>
    <w:p w:rsidR="00EC406B" w:rsidRDefault="008C2A6B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8C2A6B">
        <w:rPr>
          <w:rFonts w:asciiTheme="minorHAnsi" w:hAnsiTheme="minorHAnsi"/>
          <w:sz w:val="24"/>
          <w:szCs w:val="24"/>
        </w:rPr>
        <w:t xml:space="preserve">        Předkladatel:</w:t>
      </w:r>
      <w:r w:rsidRPr="008C2A6B">
        <w:rPr>
          <w:rFonts w:asciiTheme="minorHAnsi" w:hAnsiTheme="minorHAnsi"/>
          <w:sz w:val="24"/>
          <w:szCs w:val="24"/>
        </w:rPr>
        <w:tab/>
      </w:r>
      <w:r w:rsidR="00EC406B">
        <w:rPr>
          <w:rFonts w:asciiTheme="minorHAnsi" w:hAnsiTheme="minorHAnsi"/>
          <w:sz w:val="24"/>
          <w:szCs w:val="24"/>
        </w:rPr>
        <w:t>PhDr. Matoušková,</w:t>
      </w:r>
    </w:p>
    <w:p w:rsidR="00D55059" w:rsidRDefault="00EC406B" w:rsidP="00EC406B">
      <w:pPr>
        <w:spacing w:after="0"/>
        <w:ind w:left="1416" w:firstLine="708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Ing. </w:t>
      </w:r>
      <w:proofErr w:type="spellStart"/>
      <w:r>
        <w:rPr>
          <w:rFonts w:asciiTheme="minorHAnsi" w:hAnsiTheme="minorHAnsi"/>
          <w:sz w:val="24"/>
          <w:szCs w:val="24"/>
        </w:rPr>
        <w:t>Ouroda</w:t>
      </w:r>
      <w:proofErr w:type="spellEnd"/>
      <w:r>
        <w:rPr>
          <w:rFonts w:asciiTheme="minorHAnsi" w:hAnsiTheme="minorHAnsi"/>
          <w:sz w:val="24"/>
          <w:szCs w:val="24"/>
        </w:rPr>
        <w:t xml:space="preserve">  - </w:t>
      </w:r>
      <w:r w:rsidR="008C2A6B" w:rsidRPr="008C2A6B">
        <w:rPr>
          <w:rFonts w:asciiTheme="minorHAnsi" w:hAnsiTheme="minorHAnsi"/>
          <w:sz w:val="24"/>
          <w:szCs w:val="24"/>
        </w:rPr>
        <w:t>Ministerstvo kultury</w:t>
      </w:r>
    </w:p>
    <w:p w:rsidR="00D55059" w:rsidRPr="008C2A6B" w:rsidRDefault="00D55059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D55059" w:rsidRDefault="008C2A6B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8C2A6B">
        <w:rPr>
          <w:rFonts w:asciiTheme="minorHAnsi" w:hAnsiTheme="minorHAnsi"/>
          <w:sz w:val="24"/>
          <w:szCs w:val="24"/>
        </w:rPr>
        <w:t xml:space="preserve">       Zpravodaj:</w:t>
      </w:r>
      <w:r w:rsidRPr="008C2A6B">
        <w:rPr>
          <w:rFonts w:asciiTheme="minorHAnsi" w:hAnsiTheme="minorHAnsi"/>
          <w:sz w:val="24"/>
          <w:szCs w:val="24"/>
        </w:rPr>
        <w:tab/>
      </w:r>
      <w:r w:rsidR="00DA21EB">
        <w:rPr>
          <w:rFonts w:asciiTheme="minorHAnsi" w:hAnsiTheme="minorHAnsi"/>
          <w:sz w:val="24"/>
          <w:szCs w:val="24"/>
        </w:rPr>
        <w:t xml:space="preserve"> </w:t>
      </w:r>
      <w:r w:rsidRPr="008C2A6B">
        <w:rPr>
          <w:rFonts w:asciiTheme="minorHAnsi" w:hAnsiTheme="minorHAnsi"/>
          <w:sz w:val="24"/>
          <w:szCs w:val="24"/>
        </w:rPr>
        <w:t xml:space="preserve">Ing. Věra Kovářová, </w:t>
      </w:r>
    </w:p>
    <w:p w:rsidR="00EC406B" w:rsidRDefault="00EC406B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EC406B" w:rsidRDefault="00EC406B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Matoušková – komentář k prezentaci materiálu</w:t>
      </w:r>
      <w:r w:rsidR="00100D84">
        <w:rPr>
          <w:rFonts w:asciiTheme="minorHAnsi" w:hAnsiTheme="minorHAnsi"/>
          <w:sz w:val="24"/>
          <w:szCs w:val="24"/>
        </w:rPr>
        <w:t>.</w:t>
      </w:r>
    </w:p>
    <w:p w:rsidR="00EC406B" w:rsidRDefault="00EC406B" w:rsidP="00EC40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</w:t>
      </w:r>
      <w:r w:rsidR="00100D84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d</w:t>
      </w:r>
      <w:r w:rsidRPr="00EC406B">
        <w:rPr>
          <w:rFonts w:asciiTheme="minorHAnsi" w:hAnsiTheme="minorHAnsi"/>
          <w:sz w:val="24"/>
          <w:szCs w:val="24"/>
        </w:rPr>
        <w:t>otační programy MK  - nejúčinnější zdroj na ochranu památek</w:t>
      </w:r>
      <w:r>
        <w:rPr>
          <w:rFonts w:asciiTheme="minorHAnsi" w:hAnsiTheme="minorHAnsi"/>
          <w:sz w:val="24"/>
          <w:szCs w:val="24"/>
        </w:rPr>
        <w:t>.</w:t>
      </w:r>
    </w:p>
    <w:p w:rsidR="00EC406B" w:rsidRDefault="00EC406B" w:rsidP="00EC40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</w:t>
      </w:r>
      <w:r w:rsidR="00100D84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reg</w:t>
      </w:r>
      <w:r w:rsidR="0098498E">
        <w:rPr>
          <w:rFonts w:asciiTheme="minorHAnsi" w:hAnsiTheme="minorHAnsi"/>
          <w:sz w:val="24"/>
          <w:szCs w:val="24"/>
        </w:rPr>
        <w:t xml:space="preserve">ionální </w:t>
      </w:r>
      <w:r>
        <w:rPr>
          <w:rFonts w:asciiTheme="minorHAnsi" w:hAnsiTheme="minorHAnsi"/>
          <w:sz w:val="24"/>
          <w:szCs w:val="24"/>
        </w:rPr>
        <w:t>podpora ochrany památek na úrovni ORP</w:t>
      </w:r>
    </w:p>
    <w:p w:rsidR="00EC406B" w:rsidRDefault="00EC406B" w:rsidP="00EC40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</w:t>
      </w:r>
      <w:r w:rsidR="00100D84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je uspokojeno pouze 25% žadatelů</w:t>
      </w:r>
    </w:p>
    <w:p w:rsidR="00EC406B" w:rsidRDefault="00EC406B" w:rsidP="00EC40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</w:t>
      </w:r>
      <w:r w:rsidR="00100D84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potřebnost finančních prostředků pro udržení všech potřeb ochrany památek prostřednictvím obcí s rozšířenou působností – 318 mld</w:t>
      </w:r>
      <w:r w:rsidR="0098498E">
        <w:rPr>
          <w:rFonts w:asciiTheme="minorHAnsi" w:hAnsiTheme="minorHAnsi"/>
          <w:sz w:val="24"/>
          <w:szCs w:val="24"/>
        </w:rPr>
        <w:t>.</w:t>
      </w:r>
      <w:r>
        <w:rPr>
          <w:rFonts w:asciiTheme="minorHAnsi" w:hAnsiTheme="minorHAnsi"/>
          <w:sz w:val="24"/>
          <w:szCs w:val="24"/>
        </w:rPr>
        <w:t xml:space="preserve"> Kč.,</w:t>
      </w:r>
    </w:p>
    <w:p w:rsidR="00EC406B" w:rsidRDefault="00EC406B" w:rsidP="00EC40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</w:t>
      </w:r>
      <w:r w:rsidR="00100D84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částka, která by zlepšila nynější stav.</w:t>
      </w:r>
    </w:p>
    <w:p w:rsidR="00EC406B" w:rsidRDefault="00EC406B" w:rsidP="00EC40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</w:t>
      </w:r>
      <w:r w:rsidR="00100D84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ptali jsme se na efektivitu vložených prostředků.</w:t>
      </w:r>
    </w:p>
    <w:p w:rsidR="00EC406B" w:rsidRDefault="00EC406B" w:rsidP="00EC40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 v r. 2014 – 206 mil Kč vygenerovalo 707 mil Kč.</w:t>
      </w:r>
    </w:p>
    <w:p w:rsidR="00EC406B" w:rsidRDefault="00EC406B" w:rsidP="00EC40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</w:t>
      </w:r>
      <w:r w:rsidR="00100D84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vždy se hledalo číslo, jaký podíl se vrací z 1Kč do </w:t>
      </w:r>
      <w:proofErr w:type="gramStart"/>
      <w:r w:rsidR="0030098E">
        <w:rPr>
          <w:rFonts w:asciiTheme="minorHAnsi" w:hAnsiTheme="minorHAnsi"/>
          <w:sz w:val="24"/>
          <w:szCs w:val="24"/>
        </w:rPr>
        <w:t xml:space="preserve">SR </w:t>
      </w:r>
      <w:r>
        <w:rPr>
          <w:rFonts w:asciiTheme="minorHAnsi" w:hAnsiTheme="minorHAnsi"/>
          <w:sz w:val="24"/>
          <w:szCs w:val="24"/>
        </w:rPr>
        <w:t>. 1 Kč</w:t>
      </w:r>
      <w:proofErr w:type="gramEnd"/>
      <w:r>
        <w:rPr>
          <w:rFonts w:asciiTheme="minorHAnsi" w:hAnsiTheme="minorHAnsi"/>
          <w:sz w:val="24"/>
          <w:szCs w:val="24"/>
        </w:rPr>
        <w:t xml:space="preserve"> vložená</w:t>
      </w:r>
      <w:r w:rsidR="0030098E">
        <w:rPr>
          <w:rFonts w:asciiTheme="minorHAnsi" w:hAnsiTheme="minorHAnsi"/>
          <w:sz w:val="24"/>
          <w:szCs w:val="24"/>
        </w:rPr>
        <w:t xml:space="preserve">- </w:t>
      </w:r>
      <w:r>
        <w:rPr>
          <w:rFonts w:asciiTheme="minorHAnsi" w:hAnsiTheme="minorHAnsi"/>
          <w:sz w:val="24"/>
          <w:szCs w:val="24"/>
        </w:rPr>
        <w:t xml:space="preserve"> znamená 0,49 Kč návrat do SR, tj. 49%.</w:t>
      </w:r>
    </w:p>
    <w:p w:rsidR="00EC406B" w:rsidRDefault="00EC406B" w:rsidP="00EC40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 podíl financí na zaměstnanosti – 841 plných pracovních úvazků</w:t>
      </w:r>
    </w:p>
    <w:p w:rsidR="00EC406B" w:rsidRDefault="00EC406B" w:rsidP="00EC40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</w:t>
      </w:r>
      <w:r w:rsidR="00100D84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ekonomické dopady turismu ve světle konkrétních čísel</w:t>
      </w:r>
      <w:r w:rsidR="0030098E">
        <w:rPr>
          <w:rFonts w:asciiTheme="minorHAnsi" w:hAnsiTheme="minorHAnsi"/>
          <w:sz w:val="24"/>
          <w:szCs w:val="24"/>
        </w:rPr>
        <w:t xml:space="preserve"> – 13 mil návštěvníků památek – ti utratí 8,5 mld. Kč a z těch se vrací do veřejných rozpočtů 3 mld. Kč.</w:t>
      </w:r>
    </w:p>
    <w:p w:rsidR="0030098E" w:rsidRDefault="0030098E" w:rsidP="00EC40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 památky zaměstnávají 9,5 tisíce plných pracovních úvazků.</w:t>
      </w:r>
    </w:p>
    <w:p w:rsidR="0030098E" w:rsidRDefault="0030098E" w:rsidP="00EC40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</w:t>
      </w:r>
      <w:r w:rsidR="00100D84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je vidět, že peníze vložené do památek jsou dobrou investicí.</w:t>
      </w:r>
    </w:p>
    <w:p w:rsidR="0030098E" w:rsidRDefault="0030098E" w:rsidP="00EC406B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Kovářová – památky jsou přínosem pro SR.</w:t>
      </w:r>
    </w:p>
    <w:p w:rsidR="0030098E" w:rsidRDefault="00F0104F" w:rsidP="0030098E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</w:t>
      </w:r>
      <w:r w:rsidR="0030098E">
        <w:rPr>
          <w:rFonts w:asciiTheme="minorHAnsi" w:hAnsiTheme="minorHAnsi"/>
          <w:sz w:val="24"/>
          <w:szCs w:val="24"/>
        </w:rPr>
        <w:t>-</w:t>
      </w:r>
      <w:r w:rsidR="0030098E" w:rsidRPr="0030098E">
        <w:rPr>
          <w:rFonts w:asciiTheme="minorHAnsi" w:hAnsiTheme="minorHAnsi"/>
          <w:sz w:val="24"/>
          <w:szCs w:val="24"/>
        </w:rPr>
        <w:t>Existuje pokles financování památek.</w:t>
      </w:r>
    </w:p>
    <w:p w:rsidR="0030098E" w:rsidRDefault="0030098E" w:rsidP="0030098E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- vnitřní dluh na památkách byl odhadován na 68 mld. Je </w:t>
      </w:r>
      <w:proofErr w:type="gramStart"/>
      <w:r>
        <w:rPr>
          <w:rFonts w:asciiTheme="minorHAnsi" w:hAnsiTheme="minorHAnsi"/>
          <w:sz w:val="24"/>
          <w:szCs w:val="24"/>
        </w:rPr>
        <w:t>tímto   odhadován</w:t>
      </w:r>
      <w:proofErr w:type="gramEnd"/>
      <w:r>
        <w:rPr>
          <w:rFonts w:asciiTheme="minorHAnsi" w:hAnsiTheme="minorHAnsi"/>
          <w:sz w:val="24"/>
          <w:szCs w:val="24"/>
        </w:rPr>
        <w:t xml:space="preserve"> na 318 mld. = běh na dlouhou trať.</w:t>
      </w:r>
    </w:p>
    <w:p w:rsidR="0030098E" w:rsidRDefault="0030098E" w:rsidP="0030098E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 jedna věc je analýza, druhá věc je, jak dál. Bude na rok 2016 v těch 6 programech nějaké docenění této skutečnosti? Jaká výše bude v těchto fondech?</w:t>
      </w:r>
    </w:p>
    <w:p w:rsidR="0030098E" w:rsidRDefault="0030098E" w:rsidP="0030098E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lastRenderedPageBreak/>
        <w:t>Matoušková – SR na rok 2016</w:t>
      </w:r>
      <w:r w:rsidR="00B27242">
        <w:rPr>
          <w:rFonts w:asciiTheme="minorHAnsi" w:hAnsiTheme="minorHAnsi"/>
          <w:sz w:val="24"/>
          <w:szCs w:val="24"/>
        </w:rPr>
        <w:t xml:space="preserve"> – </w:t>
      </w:r>
      <w:proofErr w:type="gramStart"/>
      <w:r>
        <w:rPr>
          <w:rFonts w:asciiTheme="minorHAnsi" w:hAnsiTheme="minorHAnsi"/>
          <w:sz w:val="24"/>
          <w:szCs w:val="24"/>
        </w:rPr>
        <w:t>11</w:t>
      </w:r>
      <w:r w:rsidR="00B27242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.mld.</w:t>
      </w:r>
      <w:proofErr w:type="gramEnd"/>
      <w:r>
        <w:rPr>
          <w:rFonts w:asciiTheme="minorHAnsi" w:hAnsiTheme="minorHAnsi"/>
          <w:sz w:val="24"/>
          <w:szCs w:val="24"/>
        </w:rPr>
        <w:t xml:space="preserve"> 700 mil Kč</w:t>
      </w:r>
      <w:r w:rsidR="00B27242">
        <w:rPr>
          <w:rFonts w:asciiTheme="minorHAnsi" w:hAnsiTheme="minorHAnsi"/>
          <w:sz w:val="24"/>
          <w:szCs w:val="24"/>
        </w:rPr>
        <w:t>, na obnovu 650 mil, muzea 53 mil.</w:t>
      </w:r>
    </w:p>
    <w:p w:rsidR="00B27242" w:rsidRDefault="00B27242" w:rsidP="0030098E">
      <w:pPr>
        <w:spacing w:after="0"/>
        <w:jc w:val="both"/>
        <w:rPr>
          <w:rFonts w:asciiTheme="minorHAnsi" w:hAnsiTheme="minorHAnsi"/>
          <w:sz w:val="24"/>
          <w:szCs w:val="24"/>
        </w:rPr>
      </w:pPr>
      <w:proofErr w:type="spellStart"/>
      <w:r>
        <w:rPr>
          <w:rFonts w:asciiTheme="minorHAnsi" w:hAnsiTheme="minorHAnsi"/>
          <w:sz w:val="24"/>
          <w:szCs w:val="24"/>
        </w:rPr>
        <w:t>Ouroda</w:t>
      </w:r>
      <w:proofErr w:type="spellEnd"/>
      <w:r>
        <w:rPr>
          <w:rFonts w:asciiTheme="minorHAnsi" w:hAnsiTheme="minorHAnsi"/>
          <w:sz w:val="24"/>
          <w:szCs w:val="24"/>
        </w:rPr>
        <w:t>- podrobnější specifikace financí</w:t>
      </w:r>
      <w:r w:rsidR="00F0104F">
        <w:rPr>
          <w:rFonts w:asciiTheme="minorHAnsi" w:hAnsiTheme="minorHAnsi"/>
          <w:sz w:val="24"/>
          <w:szCs w:val="24"/>
        </w:rPr>
        <w:t>.</w:t>
      </w:r>
    </w:p>
    <w:p w:rsidR="00B27242" w:rsidRDefault="00B27242" w:rsidP="0030098E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Kovářová – nárůst financí oproti loňskému roku je 118 mil Kč.</w:t>
      </w:r>
    </w:p>
    <w:p w:rsidR="00B27242" w:rsidRDefault="00B27242" w:rsidP="0030098E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</w:t>
      </w:r>
      <w:r w:rsidR="00F0104F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požadavek byl na 300 mil Kč</w:t>
      </w:r>
    </w:p>
    <w:p w:rsidR="00B27242" w:rsidRDefault="00B27242" w:rsidP="0030098E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</w:t>
      </w:r>
      <w:r w:rsidR="00F0104F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jak je možné, že se slibují finanční prostředky ve výši 300 mil a nakonec se tato částka změní?</w:t>
      </w:r>
    </w:p>
    <w:p w:rsidR="00B27242" w:rsidRDefault="00B27242" w:rsidP="0030098E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</w:t>
      </w:r>
      <w:r w:rsidR="00F0104F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658 mil </w:t>
      </w:r>
      <w:proofErr w:type="gramStart"/>
      <w:r>
        <w:rPr>
          <w:rFonts w:asciiTheme="minorHAnsi" w:hAnsiTheme="minorHAnsi"/>
          <w:sz w:val="24"/>
          <w:szCs w:val="24"/>
        </w:rPr>
        <w:t xml:space="preserve">Kč </w:t>
      </w:r>
      <w:r w:rsidR="00F0104F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 je</w:t>
      </w:r>
      <w:proofErr w:type="gramEnd"/>
      <w:r>
        <w:rPr>
          <w:rFonts w:asciiTheme="minorHAnsi" w:hAnsiTheme="minorHAnsi"/>
          <w:sz w:val="24"/>
          <w:szCs w:val="24"/>
        </w:rPr>
        <w:t xml:space="preserve"> málo, vzhledem k tomu, že finance jsou pouze v národním rozpočtu</w:t>
      </w:r>
      <w:r w:rsidR="00F0104F">
        <w:rPr>
          <w:rFonts w:asciiTheme="minorHAnsi" w:hAnsiTheme="minorHAnsi"/>
          <w:sz w:val="24"/>
          <w:szCs w:val="24"/>
        </w:rPr>
        <w:t>.</w:t>
      </w:r>
    </w:p>
    <w:p w:rsidR="00B27242" w:rsidRDefault="00B27242" w:rsidP="0030098E">
      <w:pPr>
        <w:spacing w:after="0"/>
        <w:jc w:val="both"/>
        <w:rPr>
          <w:rFonts w:asciiTheme="minorHAnsi" w:hAnsiTheme="minorHAnsi"/>
          <w:sz w:val="24"/>
          <w:szCs w:val="24"/>
        </w:rPr>
      </w:pPr>
      <w:proofErr w:type="spellStart"/>
      <w:r>
        <w:rPr>
          <w:rFonts w:asciiTheme="minorHAnsi" w:hAnsiTheme="minorHAnsi"/>
          <w:sz w:val="24"/>
          <w:szCs w:val="24"/>
        </w:rPr>
        <w:t>Berdychová</w:t>
      </w:r>
      <w:proofErr w:type="spellEnd"/>
      <w:r>
        <w:rPr>
          <w:rFonts w:asciiTheme="minorHAnsi" w:hAnsiTheme="minorHAnsi"/>
          <w:sz w:val="24"/>
          <w:szCs w:val="24"/>
        </w:rPr>
        <w:t xml:space="preserve"> – dotace</w:t>
      </w:r>
    </w:p>
    <w:p w:rsidR="00313944" w:rsidRDefault="00B27242" w:rsidP="0030098E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Matoušková – MK šlo do složitých jednání s MF o rozpočtu s částkou přes 900 mil. Skutečnost je však jiná. Věříme, že další rozpočet a vývoj ekonomiky nám dovolí dosáhnout na částku </w:t>
      </w:r>
    </w:p>
    <w:p w:rsidR="00B27242" w:rsidRDefault="00B27242" w:rsidP="0030098E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mld.</w:t>
      </w:r>
    </w:p>
    <w:p w:rsidR="00B27242" w:rsidRDefault="00B27242" w:rsidP="0030098E">
      <w:pPr>
        <w:spacing w:after="0"/>
        <w:jc w:val="both"/>
        <w:rPr>
          <w:rFonts w:asciiTheme="minorHAnsi" w:hAnsiTheme="minorHAnsi"/>
          <w:sz w:val="24"/>
          <w:szCs w:val="24"/>
        </w:rPr>
      </w:pPr>
      <w:proofErr w:type="spellStart"/>
      <w:r>
        <w:rPr>
          <w:rFonts w:asciiTheme="minorHAnsi" w:hAnsiTheme="minorHAnsi"/>
          <w:sz w:val="24"/>
          <w:szCs w:val="24"/>
        </w:rPr>
        <w:t>Ouroda</w:t>
      </w:r>
      <w:proofErr w:type="spellEnd"/>
      <w:r>
        <w:rPr>
          <w:rFonts w:asciiTheme="minorHAnsi" w:hAnsiTheme="minorHAnsi"/>
          <w:sz w:val="24"/>
          <w:szCs w:val="24"/>
        </w:rPr>
        <w:t xml:space="preserve"> </w:t>
      </w:r>
      <w:r w:rsidR="00D769F3">
        <w:rPr>
          <w:rFonts w:asciiTheme="minorHAnsi" w:hAnsiTheme="minorHAnsi"/>
          <w:sz w:val="24"/>
          <w:szCs w:val="24"/>
        </w:rPr>
        <w:t>–</w:t>
      </w:r>
      <w:r>
        <w:rPr>
          <w:rFonts w:asciiTheme="minorHAnsi" w:hAnsiTheme="minorHAnsi"/>
          <w:sz w:val="24"/>
          <w:szCs w:val="24"/>
        </w:rPr>
        <w:t xml:space="preserve"> </w:t>
      </w:r>
      <w:r w:rsidR="00D769F3">
        <w:rPr>
          <w:rFonts w:asciiTheme="minorHAnsi" w:hAnsiTheme="minorHAnsi"/>
          <w:sz w:val="24"/>
          <w:szCs w:val="24"/>
        </w:rPr>
        <w:t>podrobný rozpis navýšení tří programů dostanete v nejbližší době.</w:t>
      </w:r>
    </w:p>
    <w:p w:rsidR="00D769F3" w:rsidRDefault="00D769F3" w:rsidP="00D769F3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-Je pozitivní, že dochází ke zvyšování částek na jednotlivé programy už v tomto roce.</w:t>
      </w:r>
    </w:p>
    <w:p w:rsidR="00D769F3" w:rsidRDefault="00D769F3" w:rsidP="00D769F3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Matoušková- nový památkový zákon, přerušen v LRV. Finanční kompenzace vlastníkům nemovitostí v památkových zónách</w:t>
      </w:r>
      <w:r w:rsidR="00E83E88">
        <w:rPr>
          <w:rFonts w:asciiTheme="minorHAnsi" w:hAnsiTheme="minorHAnsi"/>
          <w:sz w:val="24"/>
          <w:szCs w:val="24"/>
        </w:rPr>
        <w:t>.</w:t>
      </w:r>
      <w:r>
        <w:rPr>
          <w:rFonts w:asciiTheme="minorHAnsi" w:hAnsiTheme="minorHAnsi"/>
          <w:sz w:val="24"/>
          <w:szCs w:val="24"/>
        </w:rPr>
        <w:t xml:space="preserve">  </w:t>
      </w:r>
    </w:p>
    <w:p w:rsidR="00E83E88" w:rsidRDefault="00E83E88" w:rsidP="00D769F3">
      <w:pPr>
        <w:spacing w:after="0"/>
        <w:jc w:val="both"/>
        <w:rPr>
          <w:rFonts w:asciiTheme="minorHAnsi" w:hAnsiTheme="minorHAnsi"/>
          <w:sz w:val="24"/>
          <w:szCs w:val="24"/>
        </w:rPr>
      </w:pPr>
      <w:proofErr w:type="spellStart"/>
      <w:r>
        <w:rPr>
          <w:rFonts w:asciiTheme="minorHAnsi" w:hAnsiTheme="minorHAnsi"/>
          <w:sz w:val="24"/>
          <w:szCs w:val="24"/>
        </w:rPr>
        <w:t>Ouroda</w:t>
      </w:r>
      <w:proofErr w:type="spellEnd"/>
      <w:r>
        <w:rPr>
          <w:rFonts w:asciiTheme="minorHAnsi" w:hAnsiTheme="minorHAnsi"/>
          <w:sz w:val="24"/>
          <w:szCs w:val="24"/>
        </w:rPr>
        <w:t xml:space="preserve"> – movité kulturní památky.</w:t>
      </w:r>
    </w:p>
    <w:p w:rsidR="00F0104F" w:rsidRDefault="00F0104F" w:rsidP="00F0104F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Halíková: Poděkování za informace a opakuji, že zájem z výboru je logický, </w:t>
      </w:r>
      <w:proofErr w:type="gramStart"/>
      <w:r>
        <w:rPr>
          <w:rFonts w:asciiTheme="minorHAnsi" w:hAnsiTheme="minorHAnsi"/>
          <w:sz w:val="24"/>
          <w:szCs w:val="24"/>
        </w:rPr>
        <w:t>jednak, že</w:t>
      </w:r>
      <w:proofErr w:type="gramEnd"/>
      <w:r>
        <w:rPr>
          <w:rFonts w:asciiTheme="minorHAnsi" w:hAnsiTheme="minorHAnsi"/>
          <w:sz w:val="24"/>
          <w:szCs w:val="24"/>
        </w:rPr>
        <w:t xml:space="preserve"> nám přísluší CR, ale i z toho, že všichni poslanci tohoto výboru jsou komunální politici a vidí, že nejsou peníze v rozpočtu na památky. </w:t>
      </w:r>
    </w:p>
    <w:p w:rsidR="00E83E88" w:rsidRDefault="00E83E88" w:rsidP="00D769F3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E83E88" w:rsidRDefault="00E83E88" w:rsidP="00D769F3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Kovářová – návrh usnesení č. 134</w:t>
      </w:r>
      <w:r w:rsidR="00A861BA">
        <w:rPr>
          <w:rFonts w:asciiTheme="minorHAnsi" w:hAnsiTheme="minorHAnsi"/>
          <w:sz w:val="24"/>
          <w:szCs w:val="24"/>
        </w:rPr>
        <w:t xml:space="preserve">                                                                       </w:t>
      </w:r>
    </w:p>
    <w:p w:rsidR="00A861BA" w:rsidRPr="00A861BA" w:rsidRDefault="00E83E88" w:rsidP="00D769F3">
      <w:pPr>
        <w:spacing w:after="0"/>
        <w:jc w:val="both"/>
        <w:rPr>
          <w:rFonts w:asciiTheme="minorHAnsi" w:hAnsiTheme="minorHAnsi"/>
          <w:sz w:val="24"/>
          <w:szCs w:val="24"/>
          <w:u w:val="single"/>
        </w:rPr>
      </w:pPr>
      <w:r>
        <w:rPr>
          <w:rFonts w:asciiTheme="minorHAnsi" w:hAnsiTheme="minorHAnsi"/>
          <w:sz w:val="24"/>
          <w:szCs w:val="24"/>
        </w:rPr>
        <w:t xml:space="preserve">Hlasování: č </w:t>
      </w:r>
      <w:proofErr w:type="gramStart"/>
      <w:r>
        <w:rPr>
          <w:rFonts w:asciiTheme="minorHAnsi" w:hAnsiTheme="minorHAnsi"/>
          <w:sz w:val="24"/>
          <w:szCs w:val="24"/>
        </w:rPr>
        <w:t>18</w:t>
      </w:r>
      <w:r w:rsidR="00A861BA">
        <w:rPr>
          <w:rFonts w:asciiTheme="minorHAnsi" w:hAnsiTheme="minorHAnsi"/>
          <w:sz w:val="24"/>
          <w:szCs w:val="24"/>
        </w:rPr>
        <w:t xml:space="preserve">                                                                                 </w:t>
      </w:r>
      <w:r w:rsidR="009A5C84" w:rsidRPr="009A5C84">
        <w:rPr>
          <w:rFonts w:asciiTheme="minorHAnsi" w:hAnsiTheme="minorHAnsi"/>
          <w:b/>
          <w:sz w:val="28"/>
          <w:szCs w:val="28"/>
          <w:u w:val="single"/>
        </w:rPr>
        <w:t>PŘÍLOHA</w:t>
      </w:r>
      <w:proofErr w:type="gramEnd"/>
      <w:r w:rsidR="009A5C84" w:rsidRPr="009A5C84">
        <w:rPr>
          <w:rFonts w:asciiTheme="minorHAnsi" w:hAnsiTheme="minorHAnsi"/>
          <w:b/>
          <w:sz w:val="28"/>
          <w:szCs w:val="28"/>
          <w:u w:val="single"/>
        </w:rPr>
        <w:t xml:space="preserve"> Č. 5</w:t>
      </w:r>
    </w:p>
    <w:p w:rsidR="00E83E88" w:rsidRPr="00D769F3" w:rsidRDefault="00E83E88" w:rsidP="00D769F3">
      <w:pPr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PRO     6                  NE 0            </w:t>
      </w:r>
      <w:proofErr w:type="gramStart"/>
      <w:r>
        <w:rPr>
          <w:rFonts w:asciiTheme="minorHAnsi" w:hAnsiTheme="minorHAnsi"/>
          <w:sz w:val="24"/>
          <w:szCs w:val="24"/>
        </w:rPr>
        <w:t>zdržel</w:t>
      </w:r>
      <w:proofErr w:type="gramEnd"/>
      <w:r>
        <w:rPr>
          <w:rFonts w:asciiTheme="minorHAnsi" w:hAnsiTheme="minorHAnsi"/>
          <w:sz w:val="24"/>
          <w:szCs w:val="24"/>
        </w:rPr>
        <w:t xml:space="preserve">  1        přítomno 7          </w:t>
      </w:r>
      <w:proofErr w:type="gramStart"/>
      <w:r>
        <w:rPr>
          <w:rFonts w:asciiTheme="minorHAnsi" w:hAnsiTheme="minorHAnsi"/>
          <w:sz w:val="24"/>
          <w:szCs w:val="24"/>
        </w:rPr>
        <w:t>nebylo</w:t>
      </w:r>
      <w:proofErr w:type="gramEnd"/>
      <w:r>
        <w:rPr>
          <w:rFonts w:asciiTheme="minorHAnsi" w:hAnsiTheme="minorHAnsi"/>
          <w:sz w:val="24"/>
          <w:szCs w:val="24"/>
        </w:rPr>
        <w:t xml:space="preserve"> přijato     </w:t>
      </w:r>
    </w:p>
    <w:p w:rsidR="0030098E" w:rsidRPr="00EC406B" w:rsidRDefault="0030098E" w:rsidP="00EC406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D85259" w:rsidRPr="00D85259" w:rsidRDefault="00D85259" w:rsidP="00D85259">
      <w:pPr>
        <w:spacing w:before="100" w:beforeAutospacing="1" w:after="0" w:line="240" w:lineRule="auto"/>
        <w:rPr>
          <w:rFonts w:asciiTheme="minorHAnsi" w:eastAsia="Times New Roman" w:hAnsiTheme="minorHAnsi"/>
          <w:spacing w:val="-4"/>
          <w:sz w:val="24"/>
          <w:szCs w:val="24"/>
          <w:lang w:eastAsia="cs-CZ"/>
        </w:rPr>
      </w:pPr>
      <w:r w:rsidRPr="00D85259">
        <w:rPr>
          <w:rFonts w:asciiTheme="minorHAnsi" w:eastAsia="Times New Roman" w:hAnsiTheme="minorHAnsi"/>
          <w:spacing w:val="-4"/>
          <w:sz w:val="24"/>
          <w:szCs w:val="24"/>
          <w:lang w:eastAsia="cs-CZ"/>
        </w:rPr>
        <w:t>Ukončení jednání v 15,30 hodin.</w:t>
      </w:r>
    </w:p>
    <w:p w:rsidR="00890ADB" w:rsidRPr="00D85259" w:rsidRDefault="00890ADB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8C2A6B" w:rsidRPr="00D85259" w:rsidRDefault="008C2A6B" w:rsidP="008C2A6B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8C2A6B" w:rsidRPr="00D85259" w:rsidRDefault="008C2A6B" w:rsidP="008C2A6B">
      <w:pPr>
        <w:spacing w:after="0"/>
        <w:rPr>
          <w:sz w:val="24"/>
          <w:szCs w:val="24"/>
        </w:rPr>
      </w:pPr>
      <w:r w:rsidRPr="00D85259">
        <w:rPr>
          <w:sz w:val="24"/>
          <w:szCs w:val="24"/>
        </w:rPr>
        <w:t xml:space="preserve">Zapsala: </w:t>
      </w:r>
      <w:r w:rsidR="00F0104F">
        <w:rPr>
          <w:sz w:val="24"/>
          <w:szCs w:val="24"/>
        </w:rPr>
        <w:t>Kuklíková</w:t>
      </w:r>
    </w:p>
    <w:p w:rsidR="008C2A6B" w:rsidRPr="00D85259" w:rsidRDefault="008C2A6B" w:rsidP="008C2A6B">
      <w:pPr>
        <w:spacing w:after="0"/>
        <w:rPr>
          <w:sz w:val="24"/>
          <w:szCs w:val="24"/>
        </w:rPr>
      </w:pPr>
      <w:r w:rsidRPr="00D85259">
        <w:rPr>
          <w:sz w:val="24"/>
          <w:szCs w:val="24"/>
        </w:rPr>
        <w:t>Odpovídá: Mgr. Miroslav Wolf, organizační tajemník.</w:t>
      </w:r>
    </w:p>
    <w:p w:rsidR="008C2A6B" w:rsidRPr="00D85259" w:rsidRDefault="008C2A6B" w:rsidP="008C2A6B">
      <w:pPr>
        <w:spacing w:after="0"/>
        <w:rPr>
          <w:sz w:val="24"/>
          <w:szCs w:val="24"/>
        </w:rPr>
      </w:pPr>
    </w:p>
    <w:p w:rsidR="008C2A6B" w:rsidRPr="00D85259" w:rsidRDefault="008C2A6B" w:rsidP="008C2A6B">
      <w:pPr>
        <w:spacing w:after="0"/>
        <w:rPr>
          <w:sz w:val="24"/>
          <w:szCs w:val="24"/>
        </w:rPr>
      </w:pPr>
    </w:p>
    <w:p w:rsidR="008C2A6B" w:rsidRPr="00D85259" w:rsidRDefault="008C2A6B" w:rsidP="008C2A6B">
      <w:pPr>
        <w:spacing w:after="0"/>
        <w:rPr>
          <w:sz w:val="24"/>
          <w:szCs w:val="24"/>
        </w:rPr>
      </w:pPr>
    </w:p>
    <w:p w:rsidR="00F0104F" w:rsidRDefault="00F0104F" w:rsidP="008C2A6B">
      <w:pPr>
        <w:spacing w:after="0"/>
        <w:rPr>
          <w:sz w:val="24"/>
          <w:szCs w:val="24"/>
        </w:rPr>
      </w:pPr>
    </w:p>
    <w:p w:rsidR="00F0104F" w:rsidRDefault="00F0104F" w:rsidP="008C2A6B">
      <w:pPr>
        <w:spacing w:after="0"/>
        <w:rPr>
          <w:sz w:val="24"/>
          <w:szCs w:val="24"/>
        </w:rPr>
      </w:pPr>
    </w:p>
    <w:p w:rsidR="00F0104F" w:rsidRDefault="00F0104F" w:rsidP="008C2A6B">
      <w:pPr>
        <w:spacing w:after="0"/>
        <w:rPr>
          <w:sz w:val="24"/>
          <w:szCs w:val="24"/>
        </w:rPr>
      </w:pPr>
    </w:p>
    <w:p w:rsidR="00F0104F" w:rsidRPr="00D85259" w:rsidRDefault="00F0104F" w:rsidP="008C2A6B">
      <w:pPr>
        <w:spacing w:after="0"/>
        <w:rPr>
          <w:sz w:val="24"/>
          <w:szCs w:val="24"/>
        </w:rPr>
      </w:pPr>
    </w:p>
    <w:p w:rsidR="008C2A6B" w:rsidRPr="00D85259" w:rsidRDefault="008C2A6B" w:rsidP="008C2A6B">
      <w:pPr>
        <w:spacing w:after="0"/>
        <w:rPr>
          <w:sz w:val="24"/>
          <w:szCs w:val="24"/>
        </w:rPr>
      </w:pPr>
      <w:r w:rsidRPr="00D85259">
        <w:rPr>
          <w:sz w:val="24"/>
          <w:szCs w:val="24"/>
        </w:rPr>
        <w:t xml:space="preserve">  PaedDr. Milada H a l í k o v á  </w:t>
      </w:r>
      <w:proofErr w:type="gramStart"/>
      <w:r w:rsidR="00421BE4">
        <w:rPr>
          <w:sz w:val="24"/>
          <w:szCs w:val="24"/>
        </w:rPr>
        <w:t>v.r.</w:t>
      </w:r>
      <w:proofErr w:type="gramEnd"/>
      <w:r w:rsidRPr="00D85259">
        <w:rPr>
          <w:sz w:val="24"/>
          <w:szCs w:val="24"/>
        </w:rPr>
        <w:tab/>
      </w:r>
      <w:r w:rsidRPr="00D85259">
        <w:rPr>
          <w:sz w:val="24"/>
          <w:szCs w:val="24"/>
        </w:rPr>
        <w:tab/>
      </w:r>
      <w:r w:rsidRPr="00D85259">
        <w:rPr>
          <w:sz w:val="24"/>
          <w:szCs w:val="24"/>
        </w:rPr>
        <w:tab/>
      </w:r>
      <w:r w:rsidRPr="00D85259">
        <w:rPr>
          <w:sz w:val="24"/>
          <w:szCs w:val="24"/>
        </w:rPr>
        <w:tab/>
      </w:r>
      <w:r w:rsidRPr="00D85259">
        <w:rPr>
          <w:sz w:val="24"/>
          <w:szCs w:val="24"/>
        </w:rPr>
        <w:tab/>
        <w:t xml:space="preserve">  </w:t>
      </w:r>
      <w:r w:rsidR="00F0104F">
        <w:rPr>
          <w:sz w:val="24"/>
          <w:szCs w:val="24"/>
        </w:rPr>
        <w:t xml:space="preserve"> </w:t>
      </w:r>
      <w:r w:rsidRPr="00D85259">
        <w:rPr>
          <w:sz w:val="24"/>
          <w:szCs w:val="24"/>
        </w:rPr>
        <w:t xml:space="preserve">     Mgr. Jan K l á n </w:t>
      </w:r>
      <w:r w:rsidR="00421BE4">
        <w:rPr>
          <w:sz w:val="24"/>
          <w:szCs w:val="24"/>
        </w:rPr>
        <w:t xml:space="preserve"> v.r.</w:t>
      </w:r>
      <w:bookmarkStart w:id="0" w:name="_GoBack"/>
      <w:bookmarkEnd w:id="0"/>
    </w:p>
    <w:p w:rsidR="008C2A6B" w:rsidRPr="00D85259" w:rsidRDefault="008C2A6B" w:rsidP="008C2A6B">
      <w:pPr>
        <w:spacing w:after="0"/>
        <w:rPr>
          <w:sz w:val="24"/>
          <w:szCs w:val="24"/>
        </w:rPr>
      </w:pPr>
      <w:r w:rsidRPr="00D85259">
        <w:rPr>
          <w:sz w:val="24"/>
          <w:szCs w:val="24"/>
        </w:rPr>
        <w:t xml:space="preserve">          předsedkyně </w:t>
      </w:r>
      <w:proofErr w:type="gramStart"/>
      <w:r w:rsidRPr="00D85259">
        <w:rPr>
          <w:sz w:val="24"/>
          <w:szCs w:val="24"/>
        </w:rPr>
        <w:t>výboru                                                                             ověřovatel</w:t>
      </w:r>
      <w:proofErr w:type="gramEnd"/>
      <w:r w:rsidRPr="00D85259">
        <w:rPr>
          <w:sz w:val="24"/>
          <w:szCs w:val="24"/>
        </w:rPr>
        <w:t xml:space="preserve"> výboru</w:t>
      </w:r>
    </w:p>
    <w:p w:rsidR="008C2A6B" w:rsidRPr="008C2A6B" w:rsidRDefault="008C2A6B" w:rsidP="008C2A6B">
      <w:pPr>
        <w:spacing w:after="0"/>
      </w:pPr>
    </w:p>
    <w:p w:rsidR="003320EE" w:rsidRDefault="003320EE" w:rsidP="003320EE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13231" w:rsidRDefault="00513231" w:rsidP="003320EE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13231" w:rsidRDefault="00513231" w:rsidP="003320EE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13231" w:rsidRPr="003320EE" w:rsidRDefault="00513231" w:rsidP="003320EE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3320EE" w:rsidRPr="003320EE" w:rsidTr="003320EE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20EE" w:rsidRDefault="003320EE" w:rsidP="003320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320E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lastRenderedPageBreak/>
              <w:t xml:space="preserve">Výbor pro veřejnou správu a regionální rozvoj </w:t>
            </w:r>
            <w:proofErr w:type="gramStart"/>
            <w:r w:rsidRPr="003320E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PSP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                                      Příloha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č. 1</w:t>
            </w:r>
          </w:p>
          <w:p w:rsidR="003320EE" w:rsidRPr="003320EE" w:rsidRDefault="003320EE" w:rsidP="003320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320E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 w:type="page"/>
              <w:t>28. schůze</w:t>
            </w:r>
            <w:r w:rsidRPr="003320E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 w:type="page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</w:t>
            </w:r>
            <w:proofErr w:type="gramStart"/>
            <w:r w:rsidRPr="003320E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24.09.2015</w:t>
            </w:r>
            <w:proofErr w:type="gramEnd"/>
            <w:r w:rsidRPr="003320E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- 9:24:43</w:t>
            </w:r>
          </w:p>
          <w:p w:rsidR="003320EE" w:rsidRPr="003320EE" w:rsidRDefault="003320EE" w:rsidP="003320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320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14 </w:t>
            </w:r>
          </w:p>
        </w:tc>
      </w:tr>
      <w:tr w:rsidR="003320EE" w:rsidRPr="003320EE" w:rsidTr="003320EE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20EE" w:rsidRPr="003320EE" w:rsidRDefault="003320EE" w:rsidP="003320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3320E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VNZ o evidenci obyvatel </w:t>
            </w:r>
          </w:p>
        </w:tc>
      </w:tr>
    </w:tbl>
    <w:p w:rsidR="003320EE" w:rsidRPr="003320EE" w:rsidRDefault="003320EE" w:rsidP="003320EE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3320EE" w:rsidRPr="003320EE" w:rsidTr="003320EE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20EE" w:rsidRPr="003320EE" w:rsidRDefault="003320EE" w:rsidP="003320E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3320EE" w:rsidRPr="003320EE" w:rsidRDefault="003320EE" w:rsidP="003320EE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3320EE" w:rsidRPr="003320EE" w:rsidTr="003320EE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W w:w="5000" w:type="pct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1"/>
              <w:gridCol w:w="2268"/>
              <w:gridCol w:w="2268"/>
              <w:gridCol w:w="2268"/>
              <w:gridCol w:w="2177"/>
            </w:tblGrid>
            <w:tr w:rsidR="003320EE" w:rsidRPr="003320EE">
              <w:trPr>
                <w:tblCellSpacing w:w="0" w:type="dxa"/>
              </w:trPr>
              <w:tc>
                <w:tcPr>
                  <w:tcW w:w="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11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11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0</w:t>
                  </w:r>
                </w:p>
              </w:tc>
            </w:tr>
          </w:tbl>
          <w:p w:rsidR="003320EE" w:rsidRPr="003320EE" w:rsidRDefault="003320EE" w:rsidP="003320EE">
            <w:pPr>
              <w:spacing w:before="100" w:beforeAutospacing="1"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3320EE" w:rsidRPr="003320EE" w:rsidRDefault="003320EE" w:rsidP="003320EE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3320EE" w:rsidRPr="003320EE" w:rsidTr="003320EE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544"/>
              <w:gridCol w:w="8528"/>
            </w:tblGrid>
            <w:tr w:rsidR="003320EE" w:rsidRPr="003320EE">
              <w:trPr>
                <w:tblCellSpacing w:w="0" w:type="dxa"/>
                <w:jc w:val="center"/>
              </w:trPr>
              <w:tc>
                <w:tcPr>
                  <w:tcW w:w="3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47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3320EE" w:rsidRPr="003320EE" w:rsidRDefault="003320EE" w:rsidP="00332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vanish/>
                <w:sz w:val="24"/>
                <w:szCs w:val="24"/>
                <w:lang w:eastAsia="cs-CZ"/>
              </w:rPr>
            </w:pPr>
          </w:p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2631"/>
              <w:gridCol w:w="726"/>
              <w:gridCol w:w="2540"/>
              <w:gridCol w:w="726"/>
              <w:gridCol w:w="2177"/>
              <w:gridCol w:w="272"/>
            </w:tblGrid>
            <w:tr w:rsidR="003320EE" w:rsidRPr="003320EE">
              <w:trPr>
                <w:tblCellSpacing w:w="0" w:type="dxa"/>
                <w:jc w:val="center"/>
              </w:trPr>
              <w:tc>
                <w:tcPr>
                  <w:tcW w:w="14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3320E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3320E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</w:t>
                  </w:r>
                </w:p>
              </w:tc>
              <w:tc>
                <w:tcPr>
                  <w:tcW w:w="14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3320E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3320E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1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</w:tr>
            <w:tr w:rsidR="003320EE" w:rsidRPr="003320EE">
              <w:trPr>
                <w:tblCellSpacing w:w="0" w:type="dxa"/>
                <w:jc w:val="center"/>
              </w:trPr>
              <w:tc>
                <w:tcPr>
                  <w:tcW w:w="14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</w:t>
                  </w:r>
                </w:p>
              </w:tc>
              <w:tc>
                <w:tcPr>
                  <w:tcW w:w="14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</w:t>
                  </w:r>
                </w:p>
              </w:tc>
              <w:tc>
                <w:tcPr>
                  <w:tcW w:w="12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1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</w:tbl>
          <w:p w:rsidR="003320EE" w:rsidRPr="003320EE" w:rsidRDefault="003320EE" w:rsidP="003320EE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3320EE" w:rsidRPr="003320EE" w:rsidTr="003320EE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20EE" w:rsidRPr="003320EE" w:rsidRDefault="003320EE" w:rsidP="003320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</w:tbl>
    <w:p w:rsidR="003320EE" w:rsidRPr="003320EE" w:rsidRDefault="003320EE" w:rsidP="003320EE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3320EE" w:rsidRPr="003320EE" w:rsidTr="003320EE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635"/>
              <w:gridCol w:w="8437"/>
            </w:tblGrid>
            <w:tr w:rsidR="003320EE" w:rsidRPr="003320EE">
              <w:trPr>
                <w:tblCellSpacing w:w="0" w:type="dxa"/>
                <w:jc w:val="center"/>
              </w:trPr>
              <w:tc>
                <w:tcPr>
                  <w:tcW w:w="3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46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3320EE" w:rsidRPr="003320EE" w:rsidRDefault="003320EE" w:rsidP="00332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vanish/>
                <w:sz w:val="24"/>
                <w:szCs w:val="24"/>
                <w:lang w:eastAsia="cs-CZ"/>
              </w:rPr>
            </w:pPr>
          </w:p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2995"/>
              <w:gridCol w:w="907"/>
              <w:gridCol w:w="2449"/>
              <w:gridCol w:w="181"/>
              <w:gridCol w:w="2177"/>
              <w:gridCol w:w="363"/>
            </w:tblGrid>
            <w:tr w:rsidR="003320EE" w:rsidRPr="003320EE">
              <w:trPr>
                <w:tblCellSpacing w:w="0" w:type="dxa"/>
                <w:jc w:val="center"/>
              </w:trPr>
              <w:tc>
                <w:tcPr>
                  <w:tcW w:w="16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</w:t>
                  </w:r>
                </w:p>
              </w:tc>
              <w:tc>
                <w:tcPr>
                  <w:tcW w:w="13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1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</w:tr>
            <w:tr w:rsidR="003320EE" w:rsidRPr="003320EE">
              <w:trPr>
                <w:tblCellSpacing w:w="0" w:type="dxa"/>
                <w:jc w:val="center"/>
              </w:trPr>
              <w:tc>
                <w:tcPr>
                  <w:tcW w:w="16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3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1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</w:tbl>
          <w:p w:rsidR="003320EE" w:rsidRPr="003320EE" w:rsidRDefault="003320EE" w:rsidP="003320EE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3320EE" w:rsidRPr="003320EE" w:rsidTr="003320EE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20EE" w:rsidRPr="003320EE" w:rsidRDefault="003320EE" w:rsidP="003320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</w:tbl>
    <w:p w:rsidR="003320EE" w:rsidRPr="003320EE" w:rsidRDefault="003320EE" w:rsidP="003320EE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3320EE" w:rsidRPr="003320EE" w:rsidTr="003320EE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98"/>
              <w:gridCol w:w="8074"/>
            </w:tblGrid>
            <w:tr w:rsidR="003320EE" w:rsidRPr="003320EE">
              <w:trPr>
                <w:tblCellSpacing w:w="0" w:type="dxa"/>
                <w:jc w:val="center"/>
              </w:trPr>
              <w:tc>
                <w:tcPr>
                  <w:tcW w:w="5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44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3320EE" w:rsidRPr="003320EE" w:rsidRDefault="003320EE" w:rsidP="00332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vanish/>
                <w:sz w:val="24"/>
                <w:szCs w:val="24"/>
                <w:lang w:eastAsia="cs-CZ"/>
              </w:rPr>
            </w:pPr>
          </w:p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306"/>
              <w:gridCol w:w="2015"/>
              <w:gridCol w:w="641"/>
              <w:gridCol w:w="642"/>
              <w:gridCol w:w="642"/>
              <w:gridCol w:w="826"/>
            </w:tblGrid>
            <w:tr w:rsidR="003320EE" w:rsidRPr="003320EE">
              <w:trPr>
                <w:tblCellSpacing w:w="0" w:type="dxa"/>
                <w:jc w:val="center"/>
              </w:trPr>
              <w:tc>
                <w:tcPr>
                  <w:tcW w:w="23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11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</w:tbl>
          <w:p w:rsidR="003320EE" w:rsidRPr="003320EE" w:rsidRDefault="003320EE" w:rsidP="003320EE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3320EE" w:rsidRPr="003320EE" w:rsidTr="003320EE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20EE" w:rsidRPr="003320EE" w:rsidRDefault="003320EE" w:rsidP="003320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</w:tbl>
    <w:p w:rsidR="003320EE" w:rsidRPr="003320EE" w:rsidRDefault="003320EE" w:rsidP="003320EE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3320EE" w:rsidRPr="003320EE" w:rsidTr="003320EE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726"/>
              <w:gridCol w:w="8346"/>
            </w:tblGrid>
            <w:tr w:rsidR="003320EE" w:rsidRPr="003320EE">
              <w:trPr>
                <w:tblCellSpacing w:w="0" w:type="dxa"/>
                <w:jc w:val="center"/>
              </w:trPr>
              <w:tc>
                <w:tcPr>
                  <w:tcW w:w="4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46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3320EE" w:rsidRPr="003320EE" w:rsidRDefault="003320EE" w:rsidP="00332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vanish/>
                <w:sz w:val="24"/>
                <w:szCs w:val="24"/>
                <w:lang w:eastAsia="cs-CZ"/>
              </w:rPr>
            </w:pPr>
          </w:p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2813"/>
              <w:gridCol w:w="816"/>
              <w:gridCol w:w="2359"/>
              <w:gridCol w:w="816"/>
              <w:gridCol w:w="1452"/>
              <w:gridCol w:w="816"/>
            </w:tblGrid>
            <w:tr w:rsidR="003320EE" w:rsidRPr="003320EE">
              <w:trPr>
                <w:tblCellSpacing w:w="0" w:type="dxa"/>
                <w:jc w:val="center"/>
              </w:trPr>
              <w:tc>
                <w:tcPr>
                  <w:tcW w:w="15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3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</w:t>
                  </w:r>
                </w:p>
              </w:tc>
              <w:tc>
                <w:tcPr>
                  <w:tcW w:w="8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</w:t>
                  </w:r>
                </w:p>
              </w:tc>
            </w:tr>
            <w:tr w:rsidR="003320EE" w:rsidRPr="003320EE">
              <w:trPr>
                <w:tblCellSpacing w:w="0" w:type="dxa"/>
                <w:jc w:val="center"/>
              </w:trPr>
              <w:tc>
                <w:tcPr>
                  <w:tcW w:w="15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</w:t>
                  </w:r>
                </w:p>
              </w:tc>
              <w:tc>
                <w:tcPr>
                  <w:tcW w:w="13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8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</w:tbl>
          <w:p w:rsidR="003320EE" w:rsidRPr="003320EE" w:rsidRDefault="003320EE" w:rsidP="003320EE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3320EE" w:rsidRPr="003320EE" w:rsidTr="003320EE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20EE" w:rsidRPr="003320EE" w:rsidRDefault="003320EE" w:rsidP="003320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</w:tbl>
    <w:p w:rsidR="003320EE" w:rsidRPr="003320EE" w:rsidRDefault="003320EE" w:rsidP="003320EE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3320EE" w:rsidRPr="003320EE" w:rsidTr="003320EE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544"/>
              <w:gridCol w:w="8528"/>
            </w:tblGrid>
            <w:tr w:rsidR="003320EE" w:rsidRPr="003320EE">
              <w:trPr>
                <w:tblCellSpacing w:w="0" w:type="dxa"/>
                <w:jc w:val="center"/>
              </w:trPr>
              <w:tc>
                <w:tcPr>
                  <w:tcW w:w="3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47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3320EE" w:rsidRPr="003320EE" w:rsidRDefault="003320EE" w:rsidP="00332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vanish/>
                <w:sz w:val="24"/>
                <w:szCs w:val="24"/>
                <w:lang w:eastAsia="cs-CZ"/>
              </w:rPr>
            </w:pPr>
          </w:p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2903"/>
              <w:gridCol w:w="363"/>
              <w:gridCol w:w="4445"/>
              <w:gridCol w:w="363"/>
              <w:gridCol w:w="454"/>
              <w:gridCol w:w="544"/>
            </w:tblGrid>
            <w:tr w:rsidR="003320EE" w:rsidRPr="003320EE">
              <w:trPr>
                <w:tblCellSpacing w:w="0" w:type="dxa"/>
                <w:jc w:val="center"/>
              </w:trPr>
              <w:tc>
                <w:tcPr>
                  <w:tcW w:w="16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24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</w:tbl>
          <w:p w:rsidR="003320EE" w:rsidRPr="003320EE" w:rsidRDefault="003320EE" w:rsidP="003320EE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3320EE" w:rsidRPr="003320EE" w:rsidTr="003320EE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20EE" w:rsidRPr="003320EE" w:rsidRDefault="003320EE" w:rsidP="003320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</w:tbl>
    <w:p w:rsidR="003320EE" w:rsidRPr="003320EE" w:rsidRDefault="003320EE" w:rsidP="003320EE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3320EE" w:rsidRPr="003320EE" w:rsidTr="003320EE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7"/>
              <w:gridCol w:w="8165"/>
            </w:tblGrid>
            <w:tr w:rsidR="003320EE" w:rsidRPr="003320EE">
              <w:trPr>
                <w:tblCellSpacing w:w="0" w:type="dxa"/>
                <w:jc w:val="center"/>
              </w:trPr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45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3320EE" w:rsidRPr="003320EE" w:rsidRDefault="003320EE" w:rsidP="00332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vanish/>
                <w:sz w:val="24"/>
                <w:szCs w:val="24"/>
                <w:lang w:eastAsia="cs-CZ"/>
              </w:rPr>
            </w:pPr>
          </w:p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2632"/>
              <w:gridCol w:w="907"/>
              <w:gridCol w:w="1905"/>
              <w:gridCol w:w="907"/>
              <w:gridCol w:w="2540"/>
              <w:gridCol w:w="181"/>
            </w:tblGrid>
            <w:tr w:rsidR="003320EE" w:rsidRPr="003320EE">
              <w:trPr>
                <w:tblCellSpacing w:w="0" w:type="dxa"/>
                <w:jc w:val="center"/>
              </w:trPr>
              <w:tc>
                <w:tcPr>
                  <w:tcW w:w="14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</w:t>
                  </w:r>
                </w:p>
              </w:tc>
              <w:tc>
                <w:tcPr>
                  <w:tcW w:w="10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</w:t>
                  </w:r>
                </w:p>
              </w:tc>
              <w:tc>
                <w:tcPr>
                  <w:tcW w:w="14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1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</w:tr>
          </w:tbl>
          <w:p w:rsidR="003320EE" w:rsidRPr="003320EE" w:rsidRDefault="003320EE" w:rsidP="003320EE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3320EE" w:rsidRPr="003320EE" w:rsidTr="003320EE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20EE" w:rsidRPr="003320EE" w:rsidRDefault="003320EE" w:rsidP="003320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</w:tbl>
    <w:p w:rsidR="003320EE" w:rsidRPr="003320EE" w:rsidRDefault="003320EE" w:rsidP="003320EE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3320EE" w:rsidRPr="003320EE" w:rsidTr="003320EE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1107"/>
              <w:gridCol w:w="7965"/>
            </w:tblGrid>
            <w:tr w:rsidR="003320EE" w:rsidRPr="003320EE">
              <w:trPr>
                <w:tblCellSpacing w:w="0" w:type="dxa"/>
                <w:jc w:val="center"/>
              </w:trPr>
              <w:tc>
                <w:tcPr>
                  <w:tcW w:w="5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44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3320EE" w:rsidRPr="003320EE" w:rsidRDefault="003320EE" w:rsidP="00332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vanish/>
                <w:sz w:val="24"/>
                <w:szCs w:val="24"/>
                <w:lang w:eastAsia="cs-CZ"/>
              </w:rPr>
            </w:pPr>
          </w:p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536"/>
              <w:gridCol w:w="1905"/>
              <w:gridCol w:w="635"/>
              <w:gridCol w:w="635"/>
              <w:gridCol w:w="635"/>
              <w:gridCol w:w="726"/>
            </w:tblGrid>
            <w:tr w:rsidR="003320EE" w:rsidRPr="003320EE">
              <w:trPr>
                <w:tblCellSpacing w:w="0" w:type="dxa"/>
                <w:jc w:val="center"/>
              </w:trPr>
              <w:tc>
                <w:tcPr>
                  <w:tcW w:w="25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10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320EE" w:rsidRPr="003320EE" w:rsidRDefault="003320EE" w:rsidP="003320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3320E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</w:tbl>
          <w:p w:rsidR="003320EE" w:rsidRPr="003320EE" w:rsidRDefault="003320EE" w:rsidP="003320EE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3320EE" w:rsidRPr="003320EE" w:rsidTr="003320EE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20EE" w:rsidRPr="003320EE" w:rsidRDefault="003320EE" w:rsidP="003320E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</w:tbl>
    <w:p w:rsidR="003320EE" w:rsidRPr="003320EE" w:rsidRDefault="003320EE" w:rsidP="003320E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3320EE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3320EE">
        <w:rPr>
          <w:rFonts w:ascii="Times New Roman" w:eastAsia="Times New Roman" w:hAnsi="Times New Roman"/>
          <w:sz w:val="20"/>
          <w:szCs w:val="20"/>
          <w:lang w:eastAsia="cs-CZ"/>
        </w:rPr>
        <w:t>ID hlasování: 14, schůze č. 28, čas 9:24:44</w:t>
      </w:r>
    </w:p>
    <w:p w:rsidR="008C2A6B" w:rsidRDefault="008C2A6B" w:rsidP="008C2A6B">
      <w:pPr>
        <w:spacing w:after="0"/>
      </w:pPr>
    </w:p>
    <w:p w:rsidR="00A10487" w:rsidRDefault="00A10487" w:rsidP="008C2A6B">
      <w:pPr>
        <w:spacing w:after="0"/>
      </w:pPr>
    </w:p>
    <w:p w:rsidR="00A10487" w:rsidRDefault="00A10487" w:rsidP="008C2A6B">
      <w:pPr>
        <w:spacing w:after="0"/>
      </w:pPr>
    </w:p>
    <w:p w:rsidR="00A10487" w:rsidRDefault="00A10487" w:rsidP="008C2A6B">
      <w:pPr>
        <w:spacing w:after="0"/>
      </w:pPr>
    </w:p>
    <w:p w:rsidR="00A10487" w:rsidRDefault="00A10487" w:rsidP="008C2A6B">
      <w:pPr>
        <w:spacing w:after="0"/>
      </w:pPr>
    </w:p>
    <w:p w:rsidR="00A10487" w:rsidRDefault="00A10487" w:rsidP="008C2A6B">
      <w:pPr>
        <w:spacing w:after="0"/>
      </w:pPr>
    </w:p>
    <w:p w:rsidR="00A10487" w:rsidRDefault="00A10487" w:rsidP="008C2A6B">
      <w:pPr>
        <w:spacing w:after="0"/>
      </w:pPr>
    </w:p>
    <w:p w:rsidR="00A10487" w:rsidRDefault="00A10487" w:rsidP="008C2A6B">
      <w:pPr>
        <w:spacing w:after="0"/>
      </w:pPr>
    </w:p>
    <w:p w:rsidR="00A10487" w:rsidRDefault="00A10487" w:rsidP="008C2A6B">
      <w:pPr>
        <w:spacing w:after="0"/>
      </w:pPr>
    </w:p>
    <w:p w:rsidR="00A10487" w:rsidRPr="00A10487" w:rsidRDefault="00A10487" w:rsidP="00A10487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A10487" w:rsidRPr="00A10487" w:rsidTr="00A10487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10487" w:rsidRDefault="00A10487" w:rsidP="00A104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104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Výbor pro veřejnou správu a regionální rozvoj </w:t>
            </w:r>
            <w:proofErr w:type="gramStart"/>
            <w:r w:rsidRPr="00A104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PSP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                                   Příloha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č. 2</w:t>
            </w:r>
            <w:r w:rsidRPr="00A104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 w:type="page"/>
            </w:r>
          </w:p>
          <w:p w:rsidR="00A10487" w:rsidRPr="00A10487" w:rsidRDefault="00A10487" w:rsidP="00A104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104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28. schůze</w:t>
            </w:r>
            <w:r w:rsidRPr="00A104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 w:type="page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</w:t>
            </w:r>
            <w:proofErr w:type="gramStart"/>
            <w:r w:rsidRPr="00A104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24.09.2015</w:t>
            </w:r>
            <w:proofErr w:type="gramEnd"/>
            <w:r w:rsidRPr="00A104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- 10:03:25</w:t>
            </w:r>
          </w:p>
          <w:p w:rsidR="00A10487" w:rsidRPr="00A10487" w:rsidRDefault="00A10487" w:rsidP="00A1048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1048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15 </w:t>
            </w:r>
          </w:p>
        </w:tc>
      </w:tr>
      <w:tr w:rsidR="00A10487" w:rsidRPr="00A10487" w:rsidTr="00A10487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10487" w:rsidRPr="00A10487" w:rsidRDefault="00A10487" w:rsidP="00A104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1048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VNZ – energetický zákon </w:t>
            </w:r>
          </w:p>
        </w:tc>
      </w:tr>
    </w:tbl>
    <w:p w:rsidR="00A10487" w:rsidRPr="00A10487" w:rsidRDefault="00A10487" w:rsidP="00A10487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A10487" w:rsidRPr="00A10487" w:rsidTr="00A10487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10487" w:rsidRPr="00A10487" w:rsidRDefault="00A10487" w:rsidP="00A104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10487" w:rsidRPr="00A10487" w:rsidRDefault="00A10487" w:rsidP="00A10487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A10487" w:rsidRPr="00A10487" w:rsidTr="00A10487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W w:w="5000" w:type="pct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1"/>
              <w:gridCol w:w="2268"/>
              <w:gridCol w:w="2268"/>
              <w:gridCol w:w="2268"/>
              <w:gridCol w:w="2177"/>
            </w:tblGrid>
            <w:tr w:rsidR="00A10487" w:rsidRPr="00A10487">
              <w:trPr>
                <w:tblCellSpacing w:w="0" w:type="dxa"/>
              </w:trPr>
              <w:tc>
                <w:tcPr>
                  <w:tcW w:w="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10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8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2</w:t>
                  </w:r>
                </w:p>
              </w:tc>
            </w:tr>
          </w:tbl>
          <w:p w:rsidR="00A10487" w:rsidRPr="00A10487" w:rsidRDefault="00A10487" w:rsidP="00A10487">
            <w:pPr>
              <w:spacing w:before="100" w:beforeAutospacing="1"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10487" w:rsidRPr="00A10487" w:rsidRDefault="00A10487" w:rsidP="00A10487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A10487" w:rsidRPr="00A10487" w:rsidTr="00A10487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544"/>
              <w:gridCol w:w="8528"/>
            </w:tblGrid>
            <w:tr w:rsidR="00A10487" w:rsidRPr="00A10487">
              <w:trPr>
                <w:tblCellSpacing w:w="0" w:type="dxa"/>
                <w:jc w:val="center"/>
              </w:trPr>
              <w:tc>
                <w:tcPr>
                  <w:tcW w:w="3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47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A10487" w:rsidRPr="00A10487" w:rsidRDefault="00A10487" w:rsidP="00A104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vanish/>
                <w:sz w:val="24"/>
                <w:szCs w:val="24"/>
                <w:lang w:eastAsia="cs-CZ"/>
              </w:rPr>
            </w:pPr>
          </w:p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2631"/>
              <w:gridCol w:w="726"/>
              <w:gridCol w:w="2540"/>
              <w:gridCol w:w="726"/>
              <w:gridCol w:w="2177"/>
              <w:gridCol w:w="272"/>
            </w:tblGrid>
            <w:tr w:rsidR="00A10487" w:rsidRPr="00A10487">
              <w:trPr>
                <w:tblCellSpacing w:w="0" w:type="dxa"/>
                <w:jc w:val="center"/>
              </w:trPr>
              <w:tc>
                <w:tcPr>
                  <w:tcW w:w="14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A1048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A1048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4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A1048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A1048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1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</w:tr>
            <w:tr w:rsidR="00A10487" w:rsidRPr="00A10487">
              <w:trPr>
                <w:tblCellSpacing w:w="0" w:type="dxa"/>
                <w:jc w:val="center"/>
              </w:trPr>
              <w:tc>
                <w:tcPr>
                  <w:tcW w:w="14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</w:t>
                  </w:r>
                </w:p>
              </w:tc>
              <w:tc>
                <w:tcPr>
                  <w:tcW w:w="14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</w:t>
                  </w:r>
                </w:p>
              </w:tc>
              <w:tc>
                <w:tcPr>
                  <w:tcW w:w="12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1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</w:tbl>
          <w:p w:rsidR="00A10487" w:rsidRPr="00A10487" w:rsidRDefault="00A10487" w:rsidP="00A10487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A10487" w:rsidRPr="00A10487" w:rsidTr="00A10487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10487" w:rsidRPr="00A10487" w:rsidRDefault="00A10487" w:rsidP="00A1048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</w:tbl>
    <w:p w:rsidR="00A10487" w:rsidRPr="00A10487" w:rsidRDefault="00A10487" w:rsidP="00A10487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A10487" w:rsidRPr="00A10487" w:rsidTr="00A10487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635"/>
              <w:gridCol w:w="8437"/>
            </w:tblGrid>
            <w:tr w:rsidR="00A10487" w:rsidRPr="00A10487">
              <w:trPr>
                <w:tblCellSpacing w:w="0" w:type="dxa"/>
                <w:jc w:val="center"/>
              </w:trPr>
              <w:tc>
                <w:tcPr>
                  <w:tcW w:w="3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46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10487" w:rsidRPr="00A10487" w:rsidRDefault="00A10487" w:rsidP="00A104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vanish/>
                <w:sz w:val="24"/>
                <w:szCs w:val="24"/>
                <w:lang w:eastAsia="cs-CZ"/>
              </w:rPr>
            </w:pPr>
          </w:p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2995"/>
              <w:gridCol w:w="907"/>
              <w:gridCol w:w="2449"/>
              <w:gridCol w:w="181"/>
              <w:gridCol w:w="2177"/>
              <w:gridCol w:w="363"/>
            </w:tblGrid>
            <w:tr w:rsidR="00A10487" w:rsidRPr="00A10487">
              <w:trPr>
                <w:tblCellSpacing w:w="0" w:type="dxa"/>
                <w:jc w:val="center"/>
              </w:trPr>
              <w:tc>
                <w:tcPr>
                  <w:tcW w:w="16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</w:t>
                  </w:r>
                </w:p>
              </w:tc>
              <w:tc>
                <w:tcPr>
                  <w:tcW w:w="13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1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</w:tr>
            <w:tr w:rsidR="00A10487" w:rsidRPr="00A10487">
              <w:trPr>
                <w:tblCellSpacing w:w="0" w:type="dxa"/>
                <w:jc w:val="center"/>
              </w:trPr>
              <w:tc>
                <w:tcPr>
                  <w:tcW w:w="16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3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1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</w:tbl>
          <w:p w:rsidR="00A10487" w:rsidRPr="00A10487" w:rsidRDefault="00A10487" w:rsidP="00A10487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A10487" w:rsidRPr="00A10487" w:rsidTr="00A10487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10487" w:rsidRPr="00A10487" w:rsidRDefault="00A10487" w:rsidP="00A1048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</w:tbl>
    <w:p w:rsidR="00A10487" w:rsidRPr="00A10487" w:rsidRDefault="00A10487" w:rsidP="00A10487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A10487" w:rsidRPr="00A10487" w:rsidTr="00A10487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98"/>
              <w:gridCol w:w="8074"/>
            </w:tblGrid>
            <w:tr w:rsidR="00A10487" w:rsidRPr="00A10487">
              <w:trPr>
                <w:tblCellSpacing w:w="0" w:type="dxa"/>
                <w:jc w:val="center"/>
              </w:trPr>
              <w:tc>
                <w:tcPr>
                  <w:tcW w:w="5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44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10487" w:rsidRPr="00A10487" w:rsidRDefault="00A10487" w:rsidP="00A104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vanish/>
                <w:sz w:val="24"/>
                <w:szCs w:val="24"/>
                <w:lang w:eastAsia="cs-CZ"/>
              </w:rPr>
            </w:pPr>
          </w:p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306"/>
              <w:gridCol w:w="2015"/>
              <w:gridCol w:w="641"/>
              <w:gridCol w:w="642"/>
              <w:gridCol w:w="642"/>
              <w:gridCol w:w="826"/>
            </w:tblGrid>
            <w:tr w:rsidR="00A10487" w:rsidRPr="00A10487">
              <w:trPr>
                <w:tblCellSpacing w:w="0" w:type="dxa"/>
                <w:jc w:val="center"/>
              </w:trPr>
              <w:tc>
                <w:tcPr>
                  <w:tcW w:w="23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11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</w:tbl>
          <w:p w:rsidR="00A10487" w:rsidRPr="00A10487" w:rsidRDefault="00A10487" w:rsidP="00A10487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A10487" w:rsidRPr="00A10487" w:rsidTr="00A10487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10487" w:rsidRPr="00A10487" w:rsidRDefault="00A10487" w:rsidP="00A1048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</w:tbl>
    <w:p w:rsidR="00A10487" w:rsidRPr="00A10487" w:rsidRDefault="00A10487" w:rsidP="00A10487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A10487" w:rsidRPr="00A10487" w:rsidTr="00A10487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726"/>
              <w:gridCol w:w="8346"/>
            </w:tblGrid>
            <w:tr w:rsidR="00A10487" w:rsidRPr="00A10487">
              <w:trPr>
                <w:tblCellSpacing w:w="0" w:type="dxa"/>
                <w:jc w:val="center"/>
              </w:trPr>
              <w:tc>
                <w:tcPr>
                  <w:tcW w:w="4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46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A10487" w:rsidRPr="00A10487" w:rsidRDefault="00A10487" w:rsidP="00A104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vanish/>
                <w:sz w:val="24"/>
                <w:szCs w:val="24"/>
                <w:lang w:eastAsia="cs-CZ"/>
              </w:rPr>
            </w:pPr>
          </w:p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2813"/>
              <w:gridCol w:w="816"/>
              <w:gridCol w:w="2359"/>
              <w:gridCol w:w="816"/>
              <w:gridCol w:w="1452"/>
              <w:gridCol w:w="816"/>
            </w:tblGrid>
            <w:tr w:rsidR="00A10487" w:rsidRPr="00A10487">
              <w:trPr>
                <w:tblCellSpacing w:w="0" w:type="dxa"/>
                <w:jc w:val="center"/>
              </w:trPr>
              <w:tc>
                <w:tcPr>
                  <w:tcW w:w="15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3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</w:t>
                  </w:r>
                </w:p>
              </w:tc>
              <w:tc>
                <w:tcPr>
                  <w:tcW w:w="8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</w:t>
                  </w:r>
                </w:p>
              </w:tc>
            </w:tr>
            <w:tr w:rsidR="00A10487" w:rsidRPr="00A10487">
              <w:trPr>
                <w:tblCellSpacing w:w="0" w:type="dxa"/>
                <w:jc w:val="center"/>
              </w:trPr>
              <w:tc>
                <w:tcPr>
                  <w:tcW w:w="15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</w:t>
                  </w:r>
                </w:p>
              </w:tc>
              <w:tc>
                <w:tcPr>
                  <w:tcW w:w="13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8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</w:tbl>
          <w:p w:rsidR="00A10487" w:rsidRPr="00A10487" w:rsidRDefault="00A10487" w:rsidP="00A10487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A10487" w:rsidRPr="00A10487" w:rsidTr="00A10487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10487" w:rsidRPr="00A10487" w:rsidRDefault="00A10487" w:rsidP="00A1048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</w:tbl>
    <w:p w:rsidR="00A10487" w:rsidRPr="00A10487" w:rsidRDefault="00A10487" w:rsidP="00A10487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A10487" w:rsidRPr="00A10487" w:rsidTr="00A10487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544"/>
              <w:gridCol w:w="8528"/>
            </w:tblGrid>
            <w:tr w:rsidR="00A10487" w:rsidRPr="00A10487">
              <w:trPr>
                <w:tblCellSpacing w:w="0" w:type="dxa"/>
                <w:jc w:val="center"/>
              </w:trPr>
              <w:tc>
                <w:tcPr>
                  <w:tcW w:w="3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47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A10487" w:rsidRPr="00A10487" w:rsidRDefault="00A10487" w:rsidP="00A104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vanish/>
                <w:sz w:val="24"/>
                <w:szCs w:val="24"/>
                <w:lang w:eastAsia="cs-CZ"/>
              </w:rPr>
            </w:pPr>
          </w:p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2903"/>
              <w:gridCol w:w="363"/>
              <w:gridCol w:w="4445"/>
              <w:gridCol w:w="363"/>
              <w:gridCol w:w="454"/>
              <w:gridCol w:w="544"/>
            </w:tblGrid>
            <w:tr w:rsidR="00A10487" w:rsidRPr="00A10487">
              <w:trPr>
                <w:tblCellSpacing w:w="0" w:type="dxa"/>
                <w:jc w:val="center"/>
              </w:trPr>
              <w:tc>
                <w:tcPr>
                  <w:tcW w:w="16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24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</w:tbl>
          <w:p w:rsidR="00A10487" w:rsidRPr="00A10487" w:rsidRDefault="00A10487" w:rsidP="00A10487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A10487" w:rsidRPr="00A10487" w:rsidTr="00A10487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10487" w:rsidRPr="00A10487" w:rsidRDefault="00A10487" w:rsidP="00A1048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</w:tbl>
    <w:p w:rsidR="00A10487" w:rsidRPr="00A10487" w:rsidRDefault="00A10487" w:rsidP="00A10487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A10487" w:rsidRPr="00A10487" w:rsidTr="00A10487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7"/>
              <w:gridCol w:w="8165"/>
            </w:tblGrid>
            <w:tr w:rsidR="00A10487" w:rsidRPr="00A10487">
              <w:trPr>
                <w:tblCellSpacing w:w="0" w:type="dxa"/>
                <w:jc w:val="center"/>
              </w:trPr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45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2)</w:t>
                  </w:r>
                </w:p>
              </w:tc>
            </w:tr>
          </w:tbl>
          <w:p w:rsidR="00A10487" w:rsidRPr="00A10487" w:rsidRDefault="00A10487" w:rsidP="00A104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vanish/>
                <w:sz w:val="24"/>
                <w:szCs w:val="24"/>
                <w:lang w:eastAsia="cs-CZ"/>
              </w:rPr>
            </w:pPr>
          </w:p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2178"/>
              <w:gridCol w:w="1542"/>
              <w:gridCol w:w="1542"/>
              <w:gridCol w:w="1542"/>
              <w:gridCol w:w="2087"/>
              <w:gridCol w:w="181"/>
            </w:tblGrid>
            <w:tr w:rsidR="00A10487" w:rsidRPr="00A10487">
              <w:trPr>
                <w:tblCellSpacing w:w="0" w:type="dxa"/>
                <w:jc w:val="center"/>
              </w:trPr>
              <w:tc>
                <w:tcPr>
                  <w:tcW w:w="12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</w:t>
                  </w:r>
                </w:p>
              </w:tc>
              <w:tc>
                <w:tcPr>
                  <w:tcW w:w="11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1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</w:tr>
          </w:tbl>
          <w:p w:rsidR="00A10487" w:rsidRPr="00A10487" w:rsidRDefault="00A10487" w:rsidP="00A10487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A10487" w:rsidRPr="00A10487" w:rsidTr="00A10487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10487" w:rsidRPr="00A10487" w:rsidRDefault="00A10487" w:rsidP="00A1048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</w:tbl>
    <w:p w:rsidR="00A10487" w:rsidRPr="00A10487" w:rsidRDefault="00A10487" w:rsidP="00A10487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A10487" w:rsidRPr="00A10487" w:rsidTr="00A10487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1107"/>
              <w:gridCol w:w="7965"/>
            </w:tblGrid>
            <w:tr w:rsidR="00A10487" w:rsidRPr="00A10487">
              <w:trPr>
                <w:tblCellSpacing w:w="0" w:type="dxa"/>
                <w:jc w:val="center"/>
              </w:trPr>
              <w:tc>
                <w:tcPr>
                  <w:tcW w:w="5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44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10487" w:rsidRPr="00A10487" w:rsidRDefault="00A10487" w:rsidP="00A104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vanish/>
                <w:sz w:val="24"/>
                <w:szCs w:val="24"/>
                <w:lang w:eastAsia="cs-CZ"/>
              </w:rPr>
            </w:pPr>
          </w:p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536"/>
              <w:gridCol w:w="1905"/>
              <w:gridCol w:w="635"/>
              <w:gridCol w:w="635"/>
              <w:gridCol w:w="635"/>
              <w:gridCol w:w="726"/>
            </w:tblGrid>
            <w:tr w:rsidR="00A10487" w:rsidRPr="00A10487">
              <w:trPr>
                <w:tblCellSpacing w:w="0" w:type="dxa"/>
                <w:jc w:val="center"/>
              </w:trPr>
              <w:tc>
                <w:tcPr>
                  <w:tcW w:w="25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10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0487" w:rsidRPr="00A10487" w:rsidRDefault="00A10487" w:rsidP="00A1048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0487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</w:tbl>
          <w:p w:rsidR="00A10487" w:rsidRPr="00A10487" w:rsidRDefault="00A10487" w:rsidP="00A10487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A10487" w:rsidRPr="00A10487" w:rsidTr="00A10487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10487" w:rsidRPr="00A10487" w:rsidRDefault="00A10487" w:rsidP="00A1048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</w:tbl>
    <w:p w:rsidR="00A10487" w:rsidRPr="00A10487" w:rsidRDefault="00A10487" w:rsidP="00A10487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A10487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A10487">
        <w:rPr>
          <w:rFonts w:ascii="Times New Roman" w:eastAsia="Times New Roman" w:hAnsi="Times New Roman"/>
          <w:sz w:val="20"/>
          <w:szCs w:val="20"/>
          <w:lang w:eastAsia="cs-CZ"/>
        </w:rPr>
        <w:t>ID hlasování: 15, schůze č. 28, čas 10:03:25</w:t>
      </w:r>
    </w:p>
    <w:p w:rsidR="00A10487" w:rsidRDefault="00A10487" w:rsidP="008C2A6B">
      <w:pPr>
        <w:spacing w:after="0"/>
      </w:pPr>
    </w:p>
    <w:p w:rsidR="00A10487" w:rsidRDefault="00A10487" w:rsidP="008C2A6B">
      <w:pPr>
        <w:spacing w:after="0"/>
      </w:pPr>
    </w:p>
    <w:p w:rsidR="00A10487" w:rsidRDefault="00A10487" w:rsidP="008C2A6B">
      <w:pPr>
        <w:spacing w:after="0"/>
      </w:pPr>
    </w:p>
    <w:p w:rsidR="00A10487" w:rsidRDefault="00A10487" w:rsidP="008C2A6B">
      <w:pPr>
        <w:spacing w:after="0"/>
      </w:pPr>
    </w:p>
    <w:p w:rsidR="00A10487" w:rsidRDefault="00A10487" w:rsidP="008C2A6B">
      <w:pPr>
        <w:spacing w:after="0"/>
      </w:pPr>
    </w:p>
    <w:p w:rsidR="004C68B1" w:rsidRDefault="004C68B1" w:rsidP="008C2A6B">
      <w:pPr>
        <w:spacing w:after="0"/>
      </w:pPr>
    </w:p>
    <w:p w:rsidR="004C68B1" w:rsidRDefault="004C68B1" w:rsidP="008C2A6B">
      <w:pPr>
        <w:spacing w:after="0"/>
      </w:pPr>
    </w:p>
    <w:p w:rsidR="004C68B1" w:rsidRDefault="004C68B1" w:rsidP="008C2A6B">
      <w:pPr>
        <w:spacing w:after="0"/>
      </w:pPr>
    </w:p>
    <w:p w:rsidR="004C68B1" w:rsidRDefault="004C68B1" w:rsidP="008C2A6B">
      <w:pPr>
        <w:spacing w:after="0"/>
      </w:pPr>
    </w:p>
    <w:p w:rsidR="004C68B1" w:rsidRPr="004C68B1" w:rsidRDefault="007F1707" w:rsidP="004C68B1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lastRenderedPageBreak/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  <w:t>Příloha č. 3</w:t>
      </w:r>
    </w:p>
    <w:tbl>
      <w:tblPr>
        <w:tblW w:w="50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4C68B1" w:rsidRPr="004C68B1" w:rsidTr="004C68B1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F1707" w:rsidRDefault="004C68B1" w:rsidP="004C68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C68B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Výbor pro veřejnou správu a regionální rozvoj PSP</w:t>
            </w:r>
          </w:p>
          <w:p w:rsidR="004C68B1" w:rsidRPr="004C68B1" w:rsidRDefault="004C68B1" w:rsidP="004C68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C68B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 w:type="page"/>
              <w:t>28. schůze</w:t>
            </w:r>
            <w:r w:rsidR="007F1707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</w:t>
            </w:r>
            <w:r w:rsidRPr="004C68B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 w:type="page"/>
            </w:r>
            <w:proofErr w:type="gramStart"/>
            <w:r w:rsidRPr="004C68B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24.09.2015</w:t>
            </w:r>
            <w:proofErr w:type="gramEnd"/>
            <w:r w:rsidRPr="004C68B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- 11:12:33</w:t>
            </w:r>
          </w:p>
          <w:p w:rsidR="004C68B1" w:rsidRPr="004C68B1" w:rsidRDefault="004C68B1" w:rsidP="004C68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C68B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16 </w:t>
            </w:r>
          </w:p>
        </w:tc>
      </w:tr>
      <w:tr w:rsidR="004C68B1" w:rsidRPr="004C68B1" w:rsidTr="004C68B1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C68B1" w:rsidRPr="004C68B1" w:rsidRDefault="004C68B1" w:rsidP="004C68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C68B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Návrh změny rozpočtu SFRB </w:t>
            </w:r>
          </w:p>
        </w:tc>
      </w:tr>
    </w:tbl>
    <w:p w:rsidR="004C68B1" w:rsidRPr="004C68B1" w:rsidRDefault="004C68B1" w:rsidP="004C68B1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4C68B1" w:rsidRPr="004C68B1" w:rsidTr="004C68B1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C68B1" w:rsidRPr="004C68B1" w:rsidRDefault="004C68B1" w:rsidP="004C68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4C68B1" w:rsidRPr="004C68B1" w:rsidRDefault="004C68B1" w:rsidP="004C68B1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4C68B1" w:rsidRPr="004C68B1" w:rsidTr="004C68B1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W w:w="5000" w:type="pct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1"/>
              <w:gridCol w:w="2268"/>
              <w:gridCol w:w="2268"/>
              <w:gridCol w:w="2268"/>
              <w:gridCol w:w="2177"/>
            </w:tblGrid>
            <w:tr w:rsidR="004C68B1" w:rsidRPr="004C68B1">
              <w:trPr>
                <w:tblCellSpacing w:w="0" w:type="dxa"/>
              </w:trPr>
              <w:tc>
                <w:tcPr>
                  <w:tcW w:w="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11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10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0</w:t>
                  </w:r>
                </w:p>
              </w:tc>
            </w:tr>
          </w:tbl>
          <w:p w:rsidR="004C68B1" w:rsidRPr="004C68B1" w:rsidRDefault="004C68B1" w:rsidP="004C68B1">
            <w:pPr>
              <w:spacing w:before="100" w:beforeAutospacing="1"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4C68B1" w:rsidRPr="004C68B1" w:rsidRDefault="004C68B1" w:rsidP="004C68B1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4C68B1" w:rsidRPr="004C68B1" w:rsidTr="004C68B1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544"/>
              <w:gridCol w:w="8528"/>
            </w:tblGrid>
            <w:tr w:rsidR="004C68B1" w:rsidRPr="004C68B1">
              <w:trPr>
                <w:tblCellSpacing w:w="0" w:type="dxa"/>
                <w:jc w:val="center"/>
              </w:trPr>
              <w:tc>
                <w:tcPr>
                  <w:tcW w:w="3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47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4C68B1" w:rsidRPr="004C68B1" w:rsidRDefault="004C68B1" w:rsidP="004C68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vanish/>
                <w:sz w:val="24"/>
                <w:szCs w:val="24"/>
                <w:lang w:eastAsia="cs-CZ"/>
              </w:rPr>
            </w:pPr>
          </w:p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2631"/>
              <w:gridCol w:w="726"/>
              <w:gridCol w:w="2540"/>
              <w:gridCol w:w="726"/>
              <w:gridCol w:w="2177"/>
              <w:gridCol w:w="272"/>
            </w:tblGrid>
            <w:tr w:rsidR="004C68B1" w:rsidRPr="004C68B1">
              <w:trPr>
                <w:tblCellSpacing w:w="0" w:type="dxa"/>
                <w:jc w:val="center"/>
              </w:trPr>
              <w:tc>
                <w:tcPr>
                  <w:tcW w:w="14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4C68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4C68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</w:t>
                  </w:r>
                </w:p>
              </w:tc>
              <w:tc>
                <w:tcPr>
                  <w:tcW w:w="14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4C68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4C68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1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</w:tr>
            <w:tr w:rsidR="004C68B1" w:rsidRPr="004C68B1">
              <w:trPr>
                <w:tblCellSpacing w:w="0" w:type="dxa"/>
                <w:jc w:val="center"/>
              </w:trPr>
              <w:tc>
                <w:tcPr>
                  <w:tcW w:w="14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</w:t>
                  </w:r>
                </w:p>
              </w:tc>
              <w:tc>
                <w:tcPr>
                  <w:tcW w:w="14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</w:t>
                  </w:r>
                </w:p>
              </w:tc>
              <w:tc>
                <w:tcPr>
                  <w:tcW w:w="12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1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</w:tbl>
          <w:p w:rsidR="004C68B1" w:rsidRPr="004C68B1" w:rsidRDefault="004C68B1" w:rsidP="004C68B1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4C68B1" w:rsidRPr="004C68B1" w:rsidTr="004C68B1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C68B1" w:rsidRPr="004C68B1" w:rsidRDefault="004C68B1" w:rsidP="004C68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</w:tbl>
    <w:p w:rsidR="004C68B1" w:rsidRPr="004C68B1" w:rsidRDefault="004C68B1" w:rsidP="004C68B1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4C68B1" w:rsidRPr="004C68B1" w:rsidTr="004C68B1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635"/>
              <w:gridCol w:w="8437"/>
            </w:tblGrid>
            <w:tr w:rsidR="004C68B1" w:rsidRPr="004C68B1">
              <w:trPr>
                <w:tblCellSpacing w:w="0" w:type="dxa"/>
                <w:jc w:val="center"/>
              </w:trPr>
              <w:tc>
                <w:tcPr>
                  <w:tcW w:w="3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46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4C68B1" w:rsidRPr="004C68B1" w:rsidRDefault="004C68B1" w:rsidP="004C68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vanish/>
                <w:sz w:val="24"/>
                <w:szCs w:val="24"/>
                <w:lang w:eastAsia="cs-CZ"/>
              </w:rPr>
            </w:pPr>
          </w:p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2565"/>
              <w:gridCol w:w="2015"/>
              <w:gridCol w:w="2108"/>
              <w:gridCol w:w="183"/>
              <w:gridCol w:w="1925"/>
              <w:gridCol w:w="276"/>
            </w:tblGrid>
            <w:tr w:rsidR="004C68B1" w:rsidRPr="004C68B1">
              <w:trPr>
                <w:tblCellSpacing w:w="0" w:type="dxa"/>
                <w:jc w:val="center"/>
              </w:trPr>
              <w:tc>
                <w:tcPr>
                  <w:tcW w:w="14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11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Nehlasoval</w:t>
                  </w:r>
                </w:p>
              </w:tc>
              <w:tc>
                <w:tcPr>
                  <w:tcW w:w="11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1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0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1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</w:tr>
            <w:tr w:rsidR="004C68B1" w:rsidRPr="004C68B1">
              <w:trPr>
                <w:tblCellSpacing w:w="0" w:type="dxa"/>
                <w:jc w:val="center"/>
              </w:trPr>
              <w:tc>
                <w:tcPr>
                  <w:tcW w:w="14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11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1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1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0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1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</w:tbl>
          <w:p w:rsidR="004C68B1" w:rsidRPr="004C68B1" w:rsidRDefault="004C68B1" w:rsidP="004C68B1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4C68B1" w:rsidRPr="004C68B1" w:rsidTr="004C68B1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C68B1" w:rsidRPr="004C68B1" w:rsidRDefault="004C68B1" w:rsidP="004C68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</w:tbl>
    <w:p w:rsidR="004C68B1" w:rsidRPr="004C68B1" w:rsidRDefault="004C68B1" w:rsidP="004C68B1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4C68B1" w:rsidRPr="004C68B1" w:rsidTr="004C68B1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98"/>
              <w:gridCol w:w="8074"/>
            </w:tblGrid>
            <w:tr w:rsidR="004C68B1" w:rsidRPr="004C68B1">
              <w:trPr>
                <w:tblCellSpacing w:w="0" w:type="dxa"/>
                <w:jc w:val="center"/>
              </w:trPr>
              <w:tc>
                <w:tcPr>
                  <w:tcW w:w="5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44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4C68B1" w:rsidRPr="004C68B1" w:rsidRDefault="004C68B1" w:rsidP="004C68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vanish/>
                <w:sz w:val="24"/>
                <w:szCs w:val="24"/>
                <w:lang w:eastAsia="cs-CZ"/>
              </w:rPr>
            </w:pPr>
          </w:p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306"/>
              <w:gridCol w:w="2015"/>
              <w:gridCol w:w="641"/>
              <w:gridCol w:w="642"/>
              <w:gridCol w:w="642"/>
              <w:gridCol w:w="826"/>
            </w:tblGrid>
            <w:tr w:rsidR="004C68B1" w:rsidRPr="004C68B1">
              <w:trPr>
                <w:tblCellSpacing w:w="0" w:type="dxa"/>
                <w:jc w:val="center"/>
              </w:trPr>
              <w:tc>
                <w:tcPr>
                  <w:tcW w:w="23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11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</w:tbl>
          <w:p w:rsidR="004C68B1" w:rsidRPr="004C68B1" w:rsidRDefault="004C68B1" w:rsidP="004C68B1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4C68B1" w:rsidRPr="004C68B1" w:rsidTr="004C68B1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C68B1" w:rsidRPr="004C68B1" w:rsidRDefault="004C68B1" w:rsidP="004C68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</w:tbl>
    <w:p w:rsidR="004C68B1" w:rsidRPr="004C68B1" w:rsidRDefault="004C68B1" w:rsidP="004C68B1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4C68B1" w:rsidRPr="004C68B1" w:rsidTr="004C68B1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726"/>
              <w:gridCol w:w="8346"/>
            </w:tblGrid>
            <w:tr w:rsidR="004C68B1" w:rsidRPr="004C68B1">
              <w:trPr>
                <w:tblCellSpacing w:w="0" w:type="dxa"/>
                <w:jc w:val="center"/>
              </w:trPr>
              <w:tc>
                <w:tcPr>
                  <w:tcW w:w="4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46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4C68B1" w:rsidRPr="004C68B1" w:rsidRDefault="004C68B1" w:rsidP="004C68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vanish/>
                <w:sz w:val="24"/>
                <w:szCs w:val="24"/>
                <w:lang w:eastAsia="cs-CZ"/>
              </w:rPr>
            </w:pPr>
          </w:p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2813"/>
              <w:gridCol w:w="816"/>
              <w:gridCol w:w="2359"/>
              <w:gridCol w:w="816"/>
              <w:gridCol w:w="1452"/>
              <w:gridCol w:w="816"/>
            </w:tblGrid>
            <w:tr w:rsidR="004C68B1" w:rsidRPr="004C68B1">
              <w:trPr>
                <w:tblCellSpacing w:w="0" w:type="dxa"/>
                <w:jc w:val="center"/>
              </w:trPr>
              <w:tc>
                <w:tcPr>
                  <w:tcW w:w="15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3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</w:t>
                  </w:r>
                </w:p>
              </w:tc>
              <w:tc>
                <w:tcPr>
                  <w:tcW w:w="8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</w:t>
                  </w:r>
                </w:p>
              </w:tc>
            </w:tr>
            <w:tr w:rsidR="004C68B1" w:rsidRPr="004C68B1">
              <w:trPr>
                <w:tblCellSpacing w:w="0" w:type="dxa"/>
                <w:jc w:val="center"/>
              </w:trPr>
              <w:tc>
                <w:tcPr>
                  <w:tcW w:w="15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</w:t>
                  </w:r>
                </w:p>
              </w:tc>
              <w:tc>
                <w:tcPr>
                  <w:tcW w:w="13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8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</w:tbl>
          <w:p w:rsidR="004C68B1" w:rsidRPr="004C68B1" w:rsidRDefault="004C68B1" w:rsidP="004C68B1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4C68B1" w:rsidRPr="004C68B1" w:rsidTr="004C68B1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C68B1" w:rsidRPr="004C68B1" w:rsidRDefault="004C68B1" w:rsidP="004C68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</w:tbl>
    <w:p w:rsidR="004C68B1" w:rsidRPr="004C68B1" w:rsidRDefault="004C68B1" w:rsidP="004C68B1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4C68B1" w:rsidRPr="004C68B1" w:rsidTr="004C68B1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544"/>
              <w:gridCol w:w="8528"/>
            </w:tblGrid>
            <w:tr w:rsidR="004C68B1" w:rsidRPr="004C68B1">
              <w:trPr>
                <w:tblCellSpacing w:w="0" w:type="dxa"/>
                <w:jc w:val="center"/>
              </w:trPr>
              <w:tc>
                <w:tcPr>
                  <w:tcW w:w="3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47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4C68B1" w:rsidRPr="004C68B1" w:rsidRDefault="004C68B1" w:rsidP="004C68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vanish/>
                <w:sz w:val="24"/>
                <w:szCs w:val="24"/>
                <w:lang w:eastAsia="cs-CZ"/>
              </w:rPr>
            </w:pPr>
          </w:p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2903"/>
              <w:gridCol w:w="363"/>
              <w:gridCol w:w="4445"/>
              <w:gridCol w:w="363"/>
              <w:gridCol w:w="454"/>
              <w:gridCol w:w="544"/>
            </w:tblGrid>
            <w:tr w:rsidR="004C68B1" w:rsidRPr="004C68B1">
              <w:trPr>
                <w:tblCellSpacing w:w="0" w:type="dxa"/>
                <w:jc w:val="center"/>
              </w:trPr>
              <w:tc>
                <w:tcPr>
                  <w:tcW w:w="16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24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</w:tbl>
          <w:p w:rsidR="004C68B1" w:rsidRPr="004C68B1" w:rsidRDefault="004C68B1" w:rsidP="004C68B1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4C68B1" w:rsidRPr="004C68B1" w:rsidTr="004C68B1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C68B1" w:rsidRPr="004C68B1" w:rsidRDefault="004C68B1" w:rsidP="004C68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</w:tbl>
    <w:p w:rsidR="004C68B1" w:rsidRPr="004C68B1" w:rsidRDefault="004C68B1" w:rsidP="004C68B1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4C68B1" w:rsidRPr="004C68B1" w:rsidTr="004C68B1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7"/>
              <w:gridCol w:w="8165"/>
            </w:tblGrid>
            <w:tr w:rsidR="004C68B1" w:rsidRPr="004C68B1">
              <w:trPr>
                <w:tblCellSpacing w:w="0" w:type="dxa"/>
                <w:jc w:val="center"/>
              </w:trPr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45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4C68B1" w:rsidRPr="004C68B1" w:rsidRDefault="004C68B1" w:rsidP="004C68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vanish/>
                <w:sz w:val="24"/>
                <w:szCs w:val="24"/>
                <w:lang w:eastAsia="cs-CZ"/>
              </w:rPr>
            </w:pPr>
          </w:p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2632"/>
              <w:gridCol w:w="907"/>
              <w:gridCol w:w="1905"/>
              <w:gridCol w:w="907"/>
              <w:gridCol w:w="2540"/>
              <w:gridCol w:w="181"/>
            </w:tblGrid>
            <w:tr w:rsidR="004C68B1" w:rsidRPr="004C68B1">
              <w:trPr>
                <w:tblCellSpacing w:w="0" w:type="dxa"/>
                <w:jc w:val="center"/>
              </w:trPr>
              <w:tc>
                <w:tcPr>
                  <w:tcW w:w="14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</w:t>
                  </w:r>
                </w:p>
              </w:tc>
              <w:tc>
                <w:tcPr>
                  <w:tcW w:w="10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</w:t>
                  </w:r>
                </w:p>
              </w:tc>
              <w:tc>
                <w:tcPr>
                  <w:tcW w:w="14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1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</w:tr>
          </w:tbl>
          <w:p w:rsidR="004C68B1" w:rsidRPr="004C68B1" w:rsidRDefault="004C68B1" w:rsidP="004C68B1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4C68B1" w:rsidRPr="004C68B1" w:rsidTr="004C68B1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C68B1" w:rsidRPr="004C68B1" w:rsidRDefault="004C68B1" w:rsidP="004C68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</w:tbl>
    <w:p w:rsidR="004C68B1" w:rsidRPr="004C68B1" w:rsidRDefault="004C68B1" w:rsidP="004C68B1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4C68B1" w:rsidRPr="004C68B1" w:rsidTr="004C68B1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1107"/>
              <w:gridCol w:w="7965"/>
            </w:tblGrid>
            <w:tr w:rsidR="004C68B1" w:rsidRPr="004C68B1">
              <w:trPr>
                <w:tblCellSpacing w:w="0" w:type="dxa"/>
                <w:jc w:val="center"/>
              </w:trPr>
              <w:tc>
                <w:tcPr>
                  <w:tcW w:w="5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44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4C68B1" w:rsidRPr="004C68B1" w:rsidRDefault="004C68B1" w:rsidP="004C68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vanish/>
                <w:sz w:val="24"/>
                <w:szCs w:val="24"/>
                <w:lang w:eastAsia="cs-CZ"/>
              </w:rPr>
            </w:pPr>
          </w:p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536"/>
              <w:gridCol w:w="1905"/>
              <w:gridCol w:w="635"/>
              <w:gridCol w:w="635"/>
              <w:gridCol w:w="635"/>
              <w:gridCol w:w="726"/>
            </w:tblGrid>
            <w:tr w:rsidR="004C68B1" w:rsidRPr="004C68B1">
              <w:trPr>
                <w:tblCellSpacing w:w="0" w:type="dxa"/>
                <w:jc w:val="center"/>
              </w:trPr>
              <w:tc>
                <w:tcPr>
                  <w:tcW w:w="25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10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4C68B1" w:rsidRPr="004C68B1" w:rsidRDefault="004C68B1" w:rsidP="004C68B1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C68B1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</w:tbl>
          <w:p w:rsidR="004C68B1" w:rsidRPr="004C68B1" w:rsidRDefault="004C68B1" w:rsidP="004C68B1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4C68B1" w:rsidRPr="004C68B1" w:rsidTr="004C68B1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C68B1" w:rsidRPr="004C68B1" w:rsidRDefault="004C68B1" w:rsidP="004C68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</w:tbl>
    <w:p w:rsidR="004C68B1" w:rsidRPr="004C68B1" w:rsidRDefault="004C68B1" w:rsidP="004C68B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4C68B1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4C68B1">
        <w:rPr>
          <w:rFonts w:ascii="Times New Roman" w:eastAsia="Times New Roman" w:hAnsi="Times New Roman"/>
          <w:sz w:val="20"/>
          <w:szCs w:val="20"/>
          <w:lang w:eastAsia="cs-CZ"/>
        </w:rPr>
        <w:t>ID hlasování: 16, schůze č. 28, čas 11:12:34</w:t>
      </w:r>
    </w:p>
    <w:p w:rsidR="004C68B1" w:rsidRDefault="004C68B1" w:rsidP="008C2A6B">
      <w:pPr>
        <w:spacing w:after="0"/>
      </w:pPr>
    </w:p>
    <w:p w:rsidR="004C68B1" w:rsidRDefault="004C68B1" w:rsidP="008C2A6B">
      <w:pPr>
        <w:spacing w:after="0"/>
      </w:pPr>
    </w:p>
    <w:p w:rsidR="004C68B1" w:rsidRDefault="004C68B1" w:rsidP="008C2A6B">
      <w:pPr>
        <w:spacing w:after="0"/>
      </w:pPr>
    </w:p>
    <w:p w:rsidR="004C68B1" w:rsidRDefault="004C68B1" w:rsidP="008C2A6B">
      <w:pPr>
        <w:spacing w:after="0"/>
      </w:pPr>
    </w:p>
    <w:p w:rsidR="004C68B1" w:rsidRDefault="004C68B1" w:rsidP="008C2A6B">
      <w:pPr>
        <w:spacing w:after="0"/>
      </w:pPr>
    </w:p>
    <w:p w:rsidR="004C68B1" w:rsidRDefault="004C68B1" w:rsidP="008C2A6B">
      <w:pPr>
        <w:spacing w:after="0"/>
      </w:pPr>
    </w:p>
    <w:p w:rsidR="004C68B1" w:rsidRDefault="004C68B1" w:rsidP="008C2A6B">
      <w:pPr>
        <w:spacing w:after="0"/>
      </w:pPr>
    </w:p>
    <w:p w:rsidR="004C68B1" w:rsidRDefault="004C68B1" w:rsidP="008C2A6B">
      <w:pPr>
        <w:spacing w:after="0"/>
      </w:pPr>
    </w:p>
    <w:p w:rsidR="004C68B1" w:rsidRDefault="004C68B1" w:rsidP="008C2A6B">
      <w:pPr>
        <w:spacing w:after="0"/>
      </w:pPr>
    </w:p>
    <w:p w:rsidR="00A4263F" w:rsidRPr="00A4263F" w:rsidRDefault="00A4263F" w:rsidP="00A4263F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lastRenderedPageBreak/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  <w:t>Příloha č. 4</w:t>
      </w:r>
    </w:p>
    <w:tbl>
      <w:tblPr>
        <w:tblW w:w="50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A4263F" w:rsidRPr="00A4263F" w:rsidTr="00A4263F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263F" w:rsidRDefault="00A4263F" w:rsidP="00A426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4263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Výbor pro veřejnou správu a regionální rozvoj PSP</w:t>
            </w:r>
          </w:p>
          <w:p w:rsidR="00A4263F" w:rsidRPr="00A4263F" w:rsidRDefault="00A4263F" w:rsidP="00A426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4263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 w:type="page"/>
              <w:t>28. schůze</w:t>
            </w:r>
            <w:r w:rsidRPr="00A4263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 w:type="page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</w:t>
            </w:r>
            <w:proofErr w:type="gramStart"/>
            <w:r w:rsidRPr="00A4263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24.09.2015</w:t>
            </w:r>
            <w:proofErr w:type="gramEnd"/>
            <w:r w:rsidRPr="00A4263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- 14:50:58</w:t>
            </w:r>
          </w:p>
          <w:p w:rsidR="00A4263F" w:rsidRPr="00A4263F" w:rsidRDefault="00A4263F" w:rsidP="00A4263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4263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17 </w:t>
            </w:r>
          </w:p>
        </w:tc>
      </w:tr>
      <w:tr w:rsidR="00A4263F" w:rsidRPr="00A4263F" w:rsidTr="00A4263F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263F" w:rsidRPr="00A4263F" w:rsidRDefault="00A4263F" w:rsidP="00A426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4263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Informace o připravovaném zákonu o </w:t>
            </w:r>
            <w:proofErr w:type="spellStart"/>
            <w:r w:rsidRPr="00A4263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fin</w:t>
            </w:r>
            <w:proofErr w:type="spellEnd"/>
            <w:r w:rsidRPr="00A4263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. </w:t>
            </w:r>
            <w:proofErr w:type="gramStart"/>
            <w:r w:rsidRPr="00A4263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kontrole</w:t>
            </w:r>
            <w:proofErr w:type="gramEnd"/>
            <w:r w:rsidRPr="00A4263F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</w:t>
            </w:r>
          </w:p>
        </w:tc>
      </w:tr>
    </w:tbl>
    <w:p w:rsidR="00A4263F" w:rsidRPr="00A4263F" w:rsidRDefault="00A4263F" w:rsidP="00A4263F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A4263F" w:rsidRPr="00A4263F" w:rsidTr="00A4263F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263F" w:rsidRPr="00A4263F" w:rsidRDefault="00A4263F" w:rsidP="00A4263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4263F" w:rsidRPr="00A4263F" w:rsidRDefault="00A4263F" w:rsidP="00A4263F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A4263F" w:rsidRPr="00A4263F" w:rsidTr="00A4263F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W w:w="5000" w:type="pct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1"/>
              <w:gridCol w:w="2268"/>
              <w:gridCol w:w="2268"/>
              <w:gridCol w:w="2268"/>
              <w:gridCol w:w="2177"/>
            </w:tblGrid>
            <w:tr w:rsidR="00A4263F" w:rsidRPr="00A4263F">
              <w:trPr>
                <w:tblCellSpacing w:w="0" w:type="dxa"/>
              </w:trPr>
              <w:tc>
                <w:tcPr>
                  <w:tcW w:w="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9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9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0</w:t>
                  </w:r>
                </w:p>
              </w:tc>
            </w:tr>
          </w:tbl>
          <w:p w:rsidR="00A4263F" w:rsidRPr="00A4263F" w:rsidRDefault="00A4263F" w:rsidP="00A4263F">
            <w:pPr>
              <w:spacing w:before="100" w:beforeAutospacing="1"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4263F" w:rsidRPr="00A4263F" w:rsidRDefault="00A4263F" w:rsidP="00A4263F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A4263F" w:rsidRPr="00A4263F" w:rsidTr="00A4263F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544"/>
              <w:gridCol w:w="8528"/>
            </w:tblGrid>
            <w:tr w:rsidR="00A4263F" w:rsidRPr="00A4263F">
              <w:trPr>
                <w:tblCellSpacing w:w="0" w:type="dxa"/>
                <w:jc w:val="center"/>
              </w:trPr>
              <w:tc>
                <w:tcPr>
                  <w:tcW w:w="3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47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4263F" w:rsidRPr="00A4263F" w:rsidRDefault="00A4263F" w:rsidP="00A42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vanish/>
                <w:sz w:val="24"/>
                <w:szCs w:val="24"/>
                <w:lang w:eastAsia="cs-CZ"/>
              </w:rPr>
            </w:pPr>
          </w:p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2840"/>
              <w:gridCol w:w="732"/>
              <w:gridCol w:w="2749"/>
              <w:gridCol w:w="183"/>
              <w:gridCol w:w="2292"/>
              <w:gridCol w:w="276"/>
            </w:tblGrid>
            <w:tr w:rsidR="00A4263F" w:rsidRPr="00A4263F">
              <w:trPr>
                <w:tblCellSpacing w:w="0" w:type="dxa"/>
                <w:jc w:val="center"/>
              </w:trPr>
              <w:tc>
                <w:tcPr>
                  <w:tcW w:w="15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A4263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A4263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</w:t>
                  </w:r>
                </w:p>
              </w:tc>
              <w:tc>
                <w:tcPr>
                  <w:tcW w:w="15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A4263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A4263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1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1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</w:tr>
            <w:tr w:rsidR="00A4263F" w:rsidRPr="00A4263F">
              <w:trPr>
                <w:tblCellSpacing w:w="0" w:type="dxa"/>
                <w:jc w:val="center"/>
              </w:trPr>
              <w:tc>
                <w:tcPr>
                  <w:tcW w:w="15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5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1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1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</w:tbl>
          <w:p w:rsidR="00A4263F" w:rsidRPr="00A4263F" w:rsidRDefault="00A4263F" w:rsidP="00A4263F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A4263F" w:rsidRPr="00A4263F" w:rsidTr="00A4263F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263F" w:rsidRPr="00A4263F" w:rsidRDefault="00A4263F" w:rsidP="00A426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</w:tbl>
    <w:p w:rsidR="00A4263F" w:rsidRPr="00A4263F" w:rsidRDefault="00A4263F" w:rsidP="00A4263F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A4263F" w:rsidRPr="00A4263F" w:rsidTr="00A4263F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635"/>
              <w:gridCol w:w="8437"/>
            </w:tblGrid>
            <w:tr w:rsidR="00A4263F" w:rsidRPr="00A4263F">
              <w:trPr>
                <w:tblCellSpacing w:w="0" w:type="dxa"/>
                <w:jc w:val="center"/>
              </w:trPr>
              <w:tc>
                <w:tcPr>
                  <w:tcW w:w="3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46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A4263F" w:rsidRPr="00A4263F" w:rsidRDefault="00A4263F" w:rsidP="00A42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vanish/>
                <w:sz w:val="24"/>
                <w:szCs w:val="24"/>
                <w:lang w:eastAsia="cs-CZ"/>
              </w:rPr>
            </w:pPr>
          </w:p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3175"/>
              <w:gridCol w:w="272"/>
              <w:gridCol w:w="2631"/>
              <w:gridCol w:w="272"/>
              <w:gridCol w:w="2359"/>
              <w:gridCol w:w="363"/>
            </w:tblGrid>
            <w:tr w:rsidR="00A4263F" w:rsidRPr="00A4263F">
              <w:trPr>
                <w:tblCellSpacing w:w="0" w:type="dxa"/>
                <w:jc w:val="center"/>
              </w:trPr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1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4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1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3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</w:tr>
            <w:tr w:rsidR="00A4263F" w:rsidRPr="00A4263F">
              <w:trPr>
                <w:tblCellSpacing w:w="0" w:type="dxa"/>
                <w:jc w:val="center"/>
              </w:trPr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1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4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1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3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</w:tbl>
          <w:p w:rsidR="00A4263F" w:rsidRPr="00A4263F" w:rsidRDefault="00A4263F" w:rsidP="00A4263F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A4263F" w:rsidRPr="00A4263F" w:rsidTr="00A4263F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263F" w:rsidRPr="00A4263F" w:rsidRDefault="00A4263F" w:rsidP="00A426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</w:tbl>
    <w:p w:rsidR="00A4263F" w:rsidRPr="00A4263F" w:rsidRDefault="00A4263F" w:rsidP="00A4263F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A4263F" w:rsidRPr="00A4263F" w:rsidTr="00A4263F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98"/>
              <w:gridCol w:w="8074"/>
            </w:tblGrid>
            <w:tr w:rsidR="00A4263F" w:rsidRPr="00A4263F">
              <w:trPr>
                <w:tblCellSpacing w:w="0" w:type="dxa"/>
                <w:jc w:val="center"/>
              </w:trPr>
              <w:tc>
                <w:tcPr>
                  <w:tcW w:w="5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44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4263F" w:rsidRPr="00A4263F" w:rsidRDefault="00A4263F" w:rsidP="00A42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vanish/>
                <w:sz w:val="24"/>
                <w:szCs w:val="24"/>
                <w:lang w:eastAsia="cs-CZ"/>
              </w:rPr>
            </w:pPr>
          </w:p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306"/>
              <w:gridCol w:w="2015"/>
              <w:gridCol w:w="641"/>
              <w:gridCol w:w="642"/>
              <w:gridCol w:w="642"/>
              <w:gridCol w:w="826"/>
            </w:tblGrid>
            <w:tr w:rsidR="00A4263F" w:rsidRPr="00A4263F">
              <w:trPr>
                <w:tblCellSpacing w:w="0" w:type="dxa"/>
                <w:jc w:val="center"/>
              </w:trPr>
              <w:tc>
                <w:tcPr>
                  <w:tcW w:w="23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11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</w:tbl>
          <w:p w:rsidR="00A4263F" w:rsidRPr="00A4263F" w:rsidRDefault="00A4263F" w:rsidP="00A4263F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A4263F" w:rsidRPr="00A4263F" w:rsidTr="00A4263F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263F" w:rsidRPr="00A4263F" w:rsidRDefault="00A4263F" w:rsidP="00A426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</w:tbl>
    <w:p w:rsidR="00A4263F" w:rsidRPr="00A4263F" w:rsidRDefault="00A4263F" w:rsidP="00A4263F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A4263F" w:rsidRPr="00A4263F" w:rsidTr="00A4263F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726"/>
              <w:gridCol w:w="8346"/>
            </w:tblGrid>
            <w:tr w:rsidR="00A4263F" w:rsidRPr="00A4263F">
              <w:trPr>
                <w:tblCellSpacing w:w="0" w:type="dxa"/>
                <w:jc w:val="center"/>
              </w:trPr>
              <w:tc>
                <w:tcPr>
                  <w:tcW w:w="4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46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A4263F" w:rsidRPr="00A4263F" w:rsidRDefault="00A4263F" w:rsidP="00A42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vanish/>
                <w:sz w:val="24"/>
                <w:szCs w:val="24"/>
                <w:lang w:eastAsia="cs-CZ"/>
              </w:rPr>
            </w:pPr>
          </w:p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2813"/>
              <w:gridCol w:w="816"/>
              <w:gridCol w:w="2359"/>
              <w:gridCol w:w="816"/>
              <w:gridCol w:w="1452"/>
              <w:gridCol w:w="816"/>
            </w:tblGrid>
            <w:tr w:rsidR="00A4263F" w:rsidRPr="00A4263F">
              <w:trPr>
                <w:tblCellSpacing w:w="0" w:type="dxa"/>
                <w:jc w:val="center"/>
              </w:trPr>
              <w:tc>
                <w:tcPr>
                  <w:tcW w:w="15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3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</w:t>
                  </w:r>
                </w:p>
              </w:tc>
              <w:tc>
                <w:tcPr>
                  <w:tcW w:w="8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</w:t>
                  </w:r>
                </w:p>
              </w:tc>
            </w:tr>
            <w:tr w:rsidR="00A4263F" w:rsidRPr="00A4263F">
              <w:trPr>
                <w:tblCellSpacing w:w="0" w:type="dxa"/>
                <w:jc w:val="center"/>
              </w:trPr>
              <w:tc>
                <w:tcPr>
                  <w:tcW w:w="15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</w:t>
                  </w:r>
                </w:p>
              </w:tc>
              <w:tc>
                <w:tcPr>
                  <w:tcW w:w="13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8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</w:tbl>
          <w:p w:rsidR="00A4263F" w:rsidRPr="00A4263F" w:rsidRDefault="00A4263F" w:rsidP="00A4263F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A4263F" w:rsidRPr="00A4263F" w:rsidTr="00A4263F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263F" w:rsidRPr="00A4263F" w:rsidRDefault="00A4263F" w:rsidP="00A426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</w:tbl>
    <w:p w:rsidR="00A4263F" w:rsidRPr="00A4263F" w:rsidRDefault="00A4263F" w:rsidP="00A4263F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A4263F" w:rsidRPr="00A4263F" w:rsidTr="00A4263F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544"/>
              <w:gridCol w:w="8528"/>
            </w:tblGrid>
            <w:tr w:rsidR="00A4263F" w:rsidRPr="00A4263F">
              <w:trPr>
                <w:tblCellSpacing w:w="0" w:type="dxa"/>
                <w:jc w:val="center"/>
              </w:trPr>
              <w:tc>
                <w:tcPr>
                  <w:tcW w:w="3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47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A4263F" w:rsidRPr="00A4263F" w:rsidRDefault="00A4263F" w:rsidP="00A42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vanish/>
                <w:sz w:val="24"/>
                <w:szCs w:val="24"/>
                <w:lang w:eastAsia="cs-CZ"/>
              </w:rPr>
            </w:pPr>
          </w:p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2903"/>
              <w:gridCol w:w="363"/>
              <w:gridCol w:w="4445"/>
              <w:gridCol w:w="363"/>
              <w:gridCol w:w="454"/>
              <w:gridCol w:w="544"/>
            </w:tblGrid>
            <w:tr w:rsidR="00A4263F" w:rsidRPr="00A4263F">
              <w:trPr>
                <w:tblCellSpacing w:w="0" w:type="dxa"/>
                <w:jc w:val="center"/>
              </w:trPr>
              <w:tc>
                <w:tcPr>
                  <w:tcW w:w="16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24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</w:tbl>
          <w:p w:rsidR="00A4263F" w:rsidRPr="00A4263F" w:rsidRDefault="00A4263F" w:rsidP="00A4263F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A4263F" w:rsidRPr="00A4263F" w:rsidTr="00A4263F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263F" w:rsidRPr="00A4263F" w:rsidRDefault="00A4263F" w:rsidP="00A426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</w:tbl>
    <w:p w:rsidR="00A4263F" w:rsidRPr="00A4263F" w:rsidRDefault="00A4263F" w:rsidP="00A4263F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A4263F" w:rsidRPr="00A4263F" w:rsidTr="00A4263F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7"/>
              <w:gridCol w:w="8165"/>
            </w:tblGrid>
            <w:tr w:rsidR="00A4263F" w:rsidRPr="00A4263F">
              <w:trPr>
                <w:tblCellSpacing w:w="0" w:type="dxa"/>
                <w:jc w:val="center"/>
              </w:trPr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45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A4263F" w:rsidRPr="00A4263F" w:rsidRDefault="00A4263F" w:rsidP="00A42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vanish/>
                <w:sz w:val="24"/>
                <w:szCs w:val="24"/>
                <w:lang w:eastAsia="cs-CZ"/>
              </w:rPr>
            </w:pPr>
          </w:p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2450"/>
              <w:gridCol w:w="816"/>
              <w:gridCol w:w="1724"/>
              <w:gridCol w:w="816"/>
              <w:gridCol w:w="2359"/>
              <w:gridCol w:w="907"/>
            </w:tblGrid>
            <w:tr w:rsidR="00A4263F" w:rsidRPr="00A4263F">
              <w:trPr>
                <w:tblCellSpacing w:w="0" w:type="dxa"/>
                <w:jc w:val="center"/>
              </w:trPr>
              <w:tc>
                <w:tcPr>
                  <w:tcW w:w="13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</w:t>
                  </w:r>
                </w:p>
              </w:tc>
              <w:tc>
                <w:tcPr>
                  <w:tcW w:w="9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</w:t>
                  </w:r>
                </w:p>
              </w:tc>
              <w:tc>
                <w:tcPr>
                  <w:tcW w:w="13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</w:t>
                  </w:r>
                </w:p>
              </w:tc>
            </w:tr>
          </w:tbl>
          <w:p w:rsidR="00A4263F" w:rsidRPr="00A4263F" w:rsidRDefault="00A4263F" w:rsidP="00A4263F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A4263F" w:rsidRPr="00A4263F" w:rsidTr="00A4263F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263F" w:rsidRPr="00A4263F" w:rsidRDefault="00A4263F" w:rsidP="00A426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</w:tbl>
    <w:p w:rsidR="00A4263F" w:rsidRPr="00A4263F" w:rsidRDefault="00A4263F" w:rsidP="00A4263F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A4263F" w:rsidRPr="00A4263F" w:rsidTr="00A4263F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1107"/>
              <w:gridCol w:w="7965"/>
            </w:tblGrid>
            <w:tr w:rsidR="00A4263F" w:rsidRPr="00A4263F">
              <w:trPr>
                <w:tblCellSpacing w:w="0" w:type="dxa"/>
                <w:jc w:val="center"/>
              </w:trPr>
              <w:tc>
                <w:tcPr>
                  <w:tcW w:w="5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44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4263F" w:rsidRPr="00A4263F" w:rsidRDefault="00A4263F" w:rsidP="00A426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vanish/>
                <w:sz w:val="24"/>
                <w:szCs w:val="24"/>
                <w:lang w:eastAsia="cs-CZ"/>
              </w:rPr>
            </w:pPr>
          </w:p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536"/>
              <w:gridCol w:w="1905"/>
              <w:gridCol w:w="635"/>
              <w:gridCol w:w="635"/>
              <w:gridCol w:w="635"/>
              <w:gridCol w:w="726"/>
            </w:tblGrid>
            <w:tr w:rsidR="00A4263F" w:rsidRPr="00A4263F">
              <w:trPr>
                <w:tblCellSpacing w:w="0" w:type="dxa"/>
                <w:jc w:val="center"/>
              </w:trPr>
              <w:tc>
                <w:tcPr>
                  <w:tcW w:w="25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10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4263F" w:rsidRPr="00A4263F" w:rsidRDefault="00A4263F" w:rsidP="00A4263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4263F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</w:tbl>
          <w:p w:rsidR="00A4263F" w:rsidRPr="00A4263F" w:rsidRDefault="00A4263F" w:rsidP="00A4263F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A4263F" w:rsidRPr="00A4263F" w:rsidTr="00A4263F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263F" w:rsidRPr="00A4263F" w:rsidRDefault="00A4263F" w:rsidP="00A4263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</w:tbl>
    <w:p w:rsidR="00A4263F" w:rsidRDefault="00A4263F" w:rsidP="00A4263F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0"/>
          <w:szCs w:val="20"/>
          <w:lang w:eastAsia="cs-CZ"/>
        </w:rPr>
      </w:pPr>
      <w:r w:rsidRPr="00A4263F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A4263F">
        <w:rPr>
          <w:rFonts w:ascii="Times New Roman" w:eastAsia="Times New Roman" w:hAnsi="Times New Roman"/>
          <w:sz w:val="20"/>
          <w:szCs w:val="20"/>
          <w:lang w:eastAsia="cs-CZ"/>
        </w:rPr>
        <w:t>ID hlasování: 17, schůze č. 28, čas 14:50:59</w:t>
      </w:r>
    </w:p>
    <w:p w:rsidR="00070BCE" w:rsidRDefault="00070BCE" w:rsidP="00A4263F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70BCE" w:rsidRDefault="00070BCE" w:rsidP="00A4263F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70BCE" w:rsidRDefault="00070BCE" w:rsidP="00A4263F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70BCE" w:rsidRDefault="00070BCE" w:rsidP="00A4263F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70BCE" w:rsidRDefault="00070BCE" w:rsidP="00A4263F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70BCE" w:rsidRDefault="00070BCE" w:rsidP="00070BCE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lastRenderedPageBreak/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  <w:t>Příloha č. 5</w:t>
      </w:r>
    </w:p>
    <w:p w:rsidR="00070BCE" w:rsidRPr="00070BCE" w:rsidRDefault="00070BCE" w:rsidP="00070BCE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070BCE" w:rsidRPr="00070BCE" w:rsidTr="00070BCE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0BCE" w:rsidRDefault="00070BCE" w:rsidP="00070B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70BC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Výbor pro veřejnou správu a regionální rozvoj PSP</w:t>
            </w:r>
          </w:p>
          <w:p w:rsidR="00070BCE" w:rsidRPr="00070BCE" w:rsidRDefault="00070BCE" w:rsidP="00070B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70BC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28. schůze</w:t>
            </w:r>
            <w:r w:rsidRPr="00070BC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 w:type="page"/>
            </w: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</w:t>
            </w:r>
            <w:proofErr w:type="gramStart"/>
            <w:r w:rsidRPr="00070BC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24.09.2015</w:t>
            </w:r>
            <w:proofErr w:type="gramEnd"/>
            <w:r w:rsidRPr="00070BC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 - 16:02:46</w:t>
            </w:r>
          </w:p>
          <w:p w:rsidR="00070BCE" w:rsidRPr="00070BCE" w:rsidRDefault="00070BCE" w:rsidP="00070B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70BC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18 </w:t>
            </w:r>
          </w:p>
        </w:tc>
      </w:tr>
      <w:tr w:rsidR="00070BCE" w:rsidRPr="00070BCE" w:rsidTr="00070BCE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0BCE" w:rsidRPr="00070BCE" w:rsidRDefault="00070BCE" w:rsidP="00070B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070BCE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Podpora obnovy kulturních památek v regionech </w:t>
            </w:r>
          </w:p>
        </w:tc>
      </w:tr>
    </w:tbl>
    <w:p w:rsidR="00070BCE" w:rsidRPr="00070BCE" w:rsidRDefault="00070BCE" w:rsidP="00070BCE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070BCE" w:rsidRPr="00070BCE" w:rsidTr="00070BCE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0BCE" w:rsidRPr="00070BCE" w:rsidRDefault="00070BCE" w:rsidP="00070BC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70BCE" w:rsidRPr="00070BCE" w:rsidRDefault="00070BCE" w:rsidP="00070BCE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070BCE" w:rsidRPr="00070BCE" w:rsidTr="00070BCE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W w:w="5000" w:type="pct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1"/>
              <w:gridCol w:w="2268"/>
              <w:gridCol w:w="2268"/>
              <w:gridCol w:w="2268"/>
              <w:gridCol w:w="2177"/>
            </w:tblGrid>
            <w:tr w:rsidR="00070BCE" w:rsidRPr="00070BCE">
              <w:trPr>
                <w:tblCellSpacing w:w="0" w:type="dxa"/>
              </w:trPr>
              <w:tc>
                <w:tcPr>
                  <w:tcW w:w="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7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6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1</w:t>
                  </w:r>
                </w:p>
              </w:tc>
            </w:tr>
          </w:tbl>
          <w:p w:rsidR="00070BCE" w:rsidRPr="00070BCE" w:rsidRDefault="00070BCE" w:rsidP="00070BCE">
            <w:pPr>
              <w:spacing w:before="100" w:beforeAutospacing="1" w:after="24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70BCE" w:rsidRPr="00070BCE" w:rsidRDefault="00070BCE" w:rsidP="00070BCE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070BCE" w:rsidRPr="00070BCE" w:rsidTr="00070BCE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544"/>
              <w:gridCol w:w="8528"/>
            </w:tblGrid>
            <w:tr w:rsidR="00070BCE" w:rsidRPr="00070BCE">
              <w:trPr>
                <w:tblCellSpacing w:w="0" w:type="dxa"/>
                <w:jc w:val="center"/>
              </w:trPr>
              <w:tc>
                <w:tcPr>
                  <w:tcW w:w="3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47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070BCE" w:rsidRPr="00070BCE" w:rsidRDefault="00070BCE" w:rsidP="00070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vanish/>
                <w:sz w:val="24"/>
                <w:szCs w:val="24"/>
                <w:lang w:eastAsia="cs-CZ"/>
              </w:rPr>
            </w:pPr>
          </w:p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2840"/>
              <w:gridCol w:w="732"/>
              <w:gridCol w:w="2749"/>
              <w:gridCol w:w="183"/>
              <w:gridCol w:w="2292"/>
              <w:gridCol w:w="276"/>
            </w:tblGrid>
            <w:tr w:rsidR="00070BCE" w:rsidRPr="00070BCE">
              <w:trPr>
                <w:tblCellSpacing w:w="0" w:type="dxa"/>
                <w:jc w:val="center"/>
              </w:trPr>
              <w:tc>
                <w:tcPr>
                  <w:tcW w:w="15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070BC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070BC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</w:t>
                  </w:r>
                </w:p>
              </w:tc>
              <w:tc>
                <w:tcPr>
                  <w:tcW w:w="15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070BC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070BC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1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1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</w:tr>
            <w:tr w:rsidR="00070BCE" w:rsidRPr="00070BCE">
              <w:trPr>
                <w:tblCellSpacing w:w="0" w:type="dxa"/>
                <w:jc w:val="center"/>
              </w:trPr>
              <w:tc>
                <w:tcPr>
                  <w:tcW w:w="15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4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5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1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1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</w:tbl>
          <w:p w:rsidR="00070BCE" w:rsidRPr="00070BCE" w:rsidRDefault="00070BCE" w:rsidP="00070BCE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070BCE" w:rsidRPr="00070BCE" w:rsidTr="00070BCE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0BCE" w:rsidRPr="00070BCE" w:rsidRDefault="00070BCE" w:rsidP="00070BC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</w:tbl>
    <w:p w:rsidR="00070BCE" w:rsidRPr="00070BCE" w:rsidRDefault="00070BCE" w:rsidP="00070BCE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070BCE" w:rsidRPr="00070BCE" w:rsidTr="00070BCE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635"/>
              <w:gridCol w:w="8437"/>
            </w:tblGrid>
            <w:tr w:rsidR="00070BCE" w:rsidRPr="00070BCE">
              <w:trPr>
                <w:tblCellSpacing w:w="0" w:type="dxa"/>
                <w:jc w:val="center"/>
              </w:trPr>
              <w:tc>
                <w:tcPr>
                  <w:tcW w:w="3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46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070BCE" w:rsidRPr="00070BCE" w:rsidRDefault="00070BCE" w:rsidP="00070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vanish/>
                <w:sz w:val="24"/>
                <w:szCs w:val="24"/>
                <w:lang w:eastAsia="cs-CZ"/>
              </w:rPr>
            </w:pPr>
          </w:p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3175"/>
              <w:gridCol w:w="272"/>
              <w:gridCol w:w="2631"/>
              <w:gridCol w:w="272"/>
              <w:gridCol w:w="2359"/>
              <w:gridCol w:w="363"/>
            </w:tblGrid>
            <w:tr w:rsidR="00070BCE" w:rsidRPr="00070BCE">
              <w:trPr>
                <w:tblCellSpacing w:w="0" w:type="dxa"/>
                <w:jc w:val="center"/>
              </w:trPr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1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4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1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3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</w:tr>
            <w:tr w:rsidR="00070BCE" w:rsidRPr="00070BCE">
              <w:trPr>
                <w:tblCellSpacing w:w="0" w:type="dxa"/>
                <w:jc w:val="center"/>
              </w:trPr>
              <w:tc>
                <w:tcPr>
                  <w:tcW w:w="17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1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4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1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3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</w:tbl>
          <w:p w:rsidR="00070BCE" w:rsidRPr="00070BCE" w:rsidRDefault="00070BCE" w:rsidP="00070BCE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070BCE" w:rsidRPr="00070BCE" w:rsidTr="00070BCE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0BCE" w:rsidRPr="00070BCE" w:rsidRDefault="00070BCE" w:rsidP="00070BC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</w:tbl>
    <w:p w:rsidR="00070BCE" w:rsidRPr="00070BCE" w:rsidRDefault="00070BCE" w:rsidP="00070BCE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070BCE" w:rsidRPr="00070BCE" w:rsidTr="00070BCE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98"/>
              <w:gridCol w:w="8074"/>
            </w:tblGrid>
            <w:tr w:rsidR="00070BCE" w:rsidRPr="00070BCE">
              <w:trPr>
                <w:tblCellSpacing w:w="0" w:type="dxa"/>
                <w:jc w:val="center"/>
              </w:trPr>
              <w:tc>
                <w:tcPr>
                  <w:tcW w:w="5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44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070BCE" w:rsidRPr="00070BCE" w:rsidRDefault="00070BCE" w:rsidP="00070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vanish/>
                <w:sz w:val="24"/>
                <w:szCs w:val="24"/>
                <w:lang w:eastAsia="cs-CZ"/>
              </w:rPr>
            </w:pPr>
          </w:p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306"/>
              <w:gridCol w:w="2015"/>
              <w:gridCol w:w="641"/>
              <w:gridCol w:w="642"/>
              <w:gridCol w:w="642"/>
              <w:gridCol w:w="826"/>
            </w:tblGrid>
            <w:tr w:rsidR="00070BCE" w:rsidRPr="00070BCE">
              <w:trPr>
                <w:tblCellSpacing w:w="0" w:type="dxa"/>
                <w:jc w:val="center"/>
              </w:trPr>
              <w:tc>
                <w:tcPr>
                  <w:tcW w:w="23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11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</w:tbl>
          <w:p w:rsidR="00070BCE" w:rsidRPr="00070BCE" w:rsidRDefault="00070BCE" w:rsidP="00070BCE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070BCE" w:rsidRPr="00070BCE" w:rsidTr="00070BCE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0BCE" w:rsidRPr="00070BCE" w:rsidRDefault="00070BCE" w:rsidP="00070BC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</w:tbl>
    <w:p w:rsidR="00070BCE" w:rsidRPr="00070BCE" w:rsidRDefault="00070BCE" w:rsidP="00070BCE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070BCE" w:rsidRPr="00070BCE" w:rsidTr="00070BCE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726"/>
              <w:gridCol w:w="8346"/>
            </w:tblGrid>
            <w:tr w:rsidR="00070BCE" w:rsidRPr="00070BCE">
              <w:trPr>
                <w:tblCellSpacing w:w="0" w:type="dxa"/>
                <w:jc w:val="center"/>
              </w:trPr>
              <w:tc>
                <w:tcPr>
                  <w:tcW w:w="4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46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070BCE" w:rsidRPr="00070BCE" w:rsidRDefault="00070BCE" w:rsidP="00070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vanish/>
                <w:sz w:val="24"/>
                <w:szCs w:val="24"/>
                <w:lang w:eastAsia="cs-CZ"/>
              </w:rPr>
            </w:pPr>
          </w:p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2995"/>
              <w:gridCol w:w="907"/>
              <w:gridCol w:w="2449"/>
              <w:gridCol w:w="907"/>
              <w:gridCol w:w="1542"/>
              <w:gridCol w:w="272"/>
            </w:tblGrid>
            <w:tr w:rsidR="00070BCE" w:rsidRPr="00070BCE">
              <w:trPr>
                <w:tblCellSpacing w:w="0" w:type="dxa"/>
                <w:jc w:val="center"/>
              </w:trPr>
              <w:tc>
                <w:tcPr>
                  <w:tcW w:w="16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3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</w:tr>
            <w:tr w:rsidR="00070BCE" w:rsidRPr="00070BCE">
              <w:trPr>
                <w:tblCellSpacing w:w="0" w:type="dxa"/>
                <w:jc w:val="center"/>
              </w:trPr>
              <w:tc>
                <w:tcPr>
                  <w:tcW w:w="16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</w:t>
                  </w:r>
                </w:p>
              </w:tc>
              <w:tc>
                <w:tcPr>
                  <w:tcW w:w="13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8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</w:tbl>
          <w:p w:rsidR="00070BCE" w:rsidRPr="00070BCE" w:rsidRDefault="00070BCE" w:rsidP="00070BCE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070BCE" w:rsidRPr="00070BCE" w:rsidTr="00070BCE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0BCE" w:rsidRPr="00070BCE" w:rsidRDefault="00070BCE" w:rsidP="00070BC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</w:tbl>
    <w:p w:rsidR="00070BCE" w:rsidRPr="00070BCE" w:rsidRDefault="00070BCE" w:rsidP="00070BCE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070BCE" w:rsidRPr="00070BCE" w:rsidTr="00070BCE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544"/>
              <w:gridCol w:w="8528"/>
            </w:tblGrid>
            <w:tr w:rsidR="00070BCE" w:rsidRPr="00070BCE">
              <w:trPr>
                <w:tblCellSpacing w:w="0" w:type="dxa"/>
                <w:jc w:val="center"/>
              </w:trPr>
              <w:tc>
                <w:tcPr>
                  <w:tcW w:w="3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47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070BCE" w:rsidRPr="00070BCE" w:rsidRDefault="00070BCE" w:rsidP="00070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vanish/>
                <w:sz w:val="24"/>
                <w:szCs w:val="24"/>
                <w:lang w:eastAsia="cs-CZ"/>
              </w:rPr>
            </w:pPr>
          </w:p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2903"/>
              <w:gridCol w:w="363"/>
              <w:gridCol w:w="4445"/>
              <w:gridCol w:w="363"/>
              <w:gridCol w:w="454"/>
              <w:gridCol w:w="544"/>
            </w:tblGrid>
            <w:tr w:rsidR="00070BCE" w:rsidRPr="00070BCE">
              <w:trPr>
                <w:tblCellSpacing w:w="0" w:type="dxa"/>
                <w:jc w:val="center"/>
              </w:trPr>
              <w:tc>
                <w:tcPr>
                  <w:tcW w:w="16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24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2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2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</w:tbl>
          <w:p w:rsidR="00070BCE" w:rsidRPr="00070BCE" w:rsidRDefault="00070BCE" w:rsidP="00070BCE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070BCE" w:rsidRPr="00070BCE" w:rsidTr="00070BCE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0BCE" w:rsidRPr="00070BCE" w:rsidRDefault="00070BCE" w:rsidP="00070BC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</w:tbl>
    <w:p w:rsidR="00070BCE" w:rsidRPr="00070BCE" w:rsidRDefault="00070BCE" w:rsidP="00070BCE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070BCE" w:rsidRPr="00070BCE" w:rsidTr="00070BCE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7"/>
              <w:gridCol w:w="8165"/>
            </w:tblGrid>
            <w:tr w:rsidR="00070BCE" w:rsidRPr="00070BCE">
              <w:trPr>
                <w:tblCellSpacing w:w="0" w:type="dxa"/>
                <w:jc w:val="center"/>
              </w:trPr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45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070BCE" w:rsidRPr="00070BCE" w:rsidRDefault="00070BCE" w:rsidP="00070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vanish/>
                <w:sz w:val="24"/>
                <w:szCs w:val="24"/>
                <w:lang w:eastAsia="cs-CZ"/>
              </w:rPr>
            </w:pPr>
          </w:p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2632"/>
              <w:gridCol w:w="907"/>
              <w:gridCol w:w="1905"/>
              <w:gridCol w:w="181"/>
              <w:gridCol w:w="2540"/>
              <w:gridCol w:w="907"/>
            </w:tblGrid>
            <w:tr w:rsidR="00070BCE" w:rsidRPr="00070BCE">
              <w:trPr>
                <w:tblCellSpacing w:w="0" w:type="dxa"/>
                <w:jc w:val="center"/>
              </w:trPr>
              <w:tc>
                <w:tcPr>
                  <w:tcW w:w="14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</w:t>
                  </w:r>
                </w:p>
              </w:tc>
              <w:tc>
                <w:tcPr>
                  <w:tcW w:w="10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1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4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</w:t>
                  </w:r>
                </w:p>
              </w:tc>
            </w:tr>
          </w:tbl>
          <w:p w:rsidR="00070BCE" w:rsidRPr="00070BCE" w:rsidRDefault="00070BCE" w:rsidP="00070BCE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070BCE" w:rsidRPr="00070BCE" w:rsidTr="00070BCE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0BCE" w:rsidRPr="00070BCE" w:rsidRDefault="00070BCE" w:rsidP="00070BC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</w:tbl>
    <w:p w:rsidR="00070BCE" w:rsidRPr="00070BCE" w:rsidRDefault="00070BCE" w:rsidP="00070BCE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070BCE" w:rsidRPr="00070BCE" w:rsidTr="00070BCE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1107"/>
              <w:gridCol w:w="7965"/>
            </w:tblGrid>
            <w:tr w:rsidR="00070BCE" w:rsidRPr="00070BCE">
              <w:trPr>
                <w:tblCellSpacing w:w="0" w:type="dxa"/>
                <w:jc w:val="center"/>
              </w:trPr>
              <w:tc>
                <w:tcPr>
                  <w:tcW w:w="5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44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1)</w:t>
                  </w:r>
                </w:p>
              </w:tc>
            </w:tr>
          </w:tbl>
          <w:p w:rsidR="00070BCE" w:rsidRPr="00070BCE" w:rsidRDefault="00070BCE" w:rsidP="00070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vanish/>
                <w:sz w:val="24"/>
                <w:szCs w:val="24"/>
                <w:lang w:eastAsia="cs-CZ"/>
              </w:rPr>
            </w:pPr>
          </w:p>
          <w:tbl>
            <w:tblPr>
              <w:tblW w:w="5000" w:type="pct"/>
              <w:jc w:val="center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3720"/>
              <w:gridCol w:w="3266"/>
              <w:gridCol w:w="544"/>
              <w:gridCol w:w="544"/>
              <w:gridCol w:w="544"/>
              <w:gridCol w:w="454"/>
            </w:tblGrid>
            <w:tr w:rsidR="00070BCE" w:rsidRPr="00070BCE">
              <w:trPr>
                <w:tblCellSpacing w:w="0" w:type="dxa"/>
                <w:jc w:val="center"/>
              </w:trPr>
              <w:tc>
                <w:tcPr>
                  <w:tcW w:w="20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18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jc w:val="right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  <w:tc>
                <w:tcPr>
                  <w:tcW w:w="35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070BCE" w:rsidRPr="00070BCE" w:rsidRDefault="00070BCE" w:rsidP="00070BC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70BC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 </w:t>
                  </w:r>
                </w:p>
              </w:tc>
            </w:tr>
          </w:tbl>
          <w:p w:rsidR="00070BCE" w:rsidRPr="00070BCE" w:rsidRDefault="00070BCE" w:rsidP="00070BCE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070BCE" w:rsidRPr="00070BCE" w:rsidTr="00070BCE">
        <w:trPr>
          <w:tblCellSpacing w:w="0" w:type="dxa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70BCE" w:rsidRPr="00070BCE" w:rsidRDefault="00070BCE" w:rsidP="00070BC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</w:tr>
    </w:tbl>
    <w:p w:rsidR="00070BCE" w:rsidRPr="00070BCE" w:rsidRDefault="00070BCE" w:rsidP="00070BCE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070BCE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070BCE">
        <w:rPr>
          <w:rFonts w:ascii="Times New Roman" w:eastAsia="Times New Roman" w:hAnsi="Times New Roman"/>
          <w:sz w:val="20"/>
          <w:szCs w:val="20"/>
          <w:lang w:eastAsia="cs-CZ"/>
        </w:rPr>
        <w:t>ID hlasování: 18, schůze č. 28, čas 16:02:47</w:t>
      </w:r>
    </w:p>
    <w:p w:rsidR="00070BCE" w:rsidRDefault="00070BCE" w:rsidP="00A4263F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70BCE" w:rsidRDefault="00070BCE" w:rsidP="00A4263F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70BCE" w:rsidRDefault="00070BCE" w:rsidP="00A4263F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70BCE" w:rsidRDefault="00070BCE" w:rsidP="00A4263F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70BCE" w:rsidRPr="00A4263F" w:rsidRDefault="00070BCE" w:rsidP="00A4263F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263F" w:rsidRDefault="00A4263F" w:rsidP="008C2A6B">
      <w:pPr>
        <w:spacing w:after="0"/>
      </w:pPr>
    </w:p>
    <w:p w:rsidR="00A4263F" w:rsidRPr="008C2A6B" w:rsidRDefault="00A4263F" w:rsidP="008C2A6B">
      <w:pPr>
        <w:spacing w:after="0"/>
      </w:pPr>
    </w:p>
    <w:sectPr w:rsidR="00A4263F" w:rsidRPr="008C2A6B" w:rsidSect="00D3723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3BB2842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>
    <w:nsid w:val="06C900C6"/>
    <w:multiLevelType w:val="hybridMultilevel"/>
    <w:tmpl w:val="97EA5332"/>
    <w:lvl w:ilvl="0" w:tplc="792889A8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C4141F"/>
    <w:multiLevelType w:val="hybridMultilevel"/>
    <w:tmpl w:val="64C07FA6"/>
    <w:lvl w:ilvl="0" w:tplc="AB9853F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93B71"/>
    <w:multiLevelType w:val="hybridMultilevel"/>
    <w:tmpl w:val="D1903214"/>
    <w:lvl w:ilvl="0" w:tplc="30DCBB8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/>
        <w:u w:val="singl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B42F3"/>
    <w:multiLevelType w:val="hybridMultilevel"/>
    <w:tmpl w:val="2BCA720A"/>
    <w:lvl w:ilvl="0" w:tplc="F5D8E19E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534FAB"/>
    <w:multiLevelType w:val="hybridMultilevel"/>
    <w:tmpl w:val="844273A2"/>
    <w:lvl w:ilvl="0" w:tplc="93B2C17E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4D7B4B"/>
    <w:multiLevelType w:val="hybridMultilevel"/>
    <w:tmpl w:val="80FCA4BA"/>
    <w:lvl w:ilvl="0" w:tplc="1678656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1C4A57"/>
    <w:multiLevelType w:val="hybridMultilevel"/>
    <w:tmpl w:val="DF26370E"/>
    <w:lvl w:ilvl="0" w:tplc="6BDE8690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CE58A7"/>
    <w:multiLevelType w:val="hybridMultilevel"/>
    <w:tmpl w:val="F06E3760"/>
    <w:lvl w:ilvl="0" w:tplc="C360DD2E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1B58BE"/>
    <w:multiLevelType w:val="hybridMultilevel"/>
    <w:tmpl w:val="C4DA842E"/>
    <w:lvl w:ilvl="0" w:tplc="771CD75E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1B6DF9"/>
    <w:multiLevelType w:val="hybridMultilevel"/>
    <w:tmpl w:val="055C0632"/>
    <w:lvl w:ilvl="0" w:tplc="EF08BEE6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246E44"/>
    <w:multiLevelType w:val="hybridMultilevel"/>
    <w:tmpl w:val="552E4BAC"/>
    <w:lvl w:ilvl="0" w:tplc="6BC25E90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5D1BE5"/>
    <w:multiLevelType w:val="hybridMultilevel"/>
    <w:tmpl w:val="9EC43DCC"/>
    <w:lvl w:ilvl="0" w:tplc="8B9091B0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E95F23"/>
    <w:multiLevelType w:val="hybridMultilevel"/>
    <w:tmpl w:val="63808ADE"/>
    <w:lvl w:ilvl="0" w:tplc="46C45B8C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FF71A2"/>
    <w:multiLevelType w:val="hybridMultilevel"/>
    <w:tmpl w:val="AAB44C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9B51B4"/>
    <w:multiLevelType w:val="hybridMultilevel"/>
    <w:tmpl w:val="B8761174"/>
    <w:lvl w:ilvl="0" w:tplc="BBC045F8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F446F4"/>
    <w:multiLevelType w:val="hybridMultilevel"/>
    <w:tmpl w:val="492C6F24"/>
    <w:lvl w:ilvl="0" w:tplc="DDF45B0C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7D168F"/>
    <w:multiLevelType w:val="hybridMultilevel"/>
    <w:tmpl w:val="062C0510"/>
    <w:lvl w:ilvl="0" w:tplc="6522295C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5C5C65"/>
    <w:multiLevelType w:val="hybridMultilevel"/>
    <w:tmpl w:val="4AA8A6C0"/>
    <w:lvl w:ilvl="0" w:tplc="349CB264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B70F7B"/>
    <w:multiLevelType w:val="hybridMultilevel"/>
    <w:tmpl w:val="369C45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3D2E40"/>
    <w:multiLevelType w:val="hybridMultilevel"/>
    <w:tmpl w:val="6C488D9E"/>
    <w:lvl w:ilvl="0" w:tplc="D5E64ECC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7B3EF1"/>
    <w:multiLevelType w:val="hybridMultilevel"/>
    <w:tmpl w:val="76E472D0"/>
    <w:lvl w:ilvl="0" w:tplc="D58AA7A2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2E3769"/>
    <w:multiLevelType w:val="hybridMultilevel"/>
    <w:tmpl w:val="F76212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7439D9"/>
    <w:multiLevelType w:val="hybridMultilevel"/>
    <w:tmpl w:val="D742B7D0"/>
    <w:lvl w:ilvl="0" w:tplc="54A83970">
      <w:start w:val="1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22"/>
  </w:num>
  <w:num w:numId="5">
    <w:abstractNumId w:val="14"/>
  </w:num>
  <w:num w:numId="6">
    <w:abstractNumId w:val="9"/>
  </w:num>
  <w:num w:numId="7">
    <w:abstractNumId w:val="12"/>
  </w:num>
  <w:num w:numId="8">
    <w:abstractNumId w:val="8"/>
  </w:num>
  <w:num w:numId="9">
    <w:abstractNumId w:val="20"/>
  </w:num>
  <w:num w:numId="10">
    <w:abstractNumId w:val="5"/>
  </w:num>
  <w:num w:numId="11">
    <w:abstractNumId w:val="17"/>
  </w:num>
  <w:num w:numId="12">
    <w:abstractNumId w:val="18"/>
  </w:num>
  <w:num w:numId="13">
    <w:abstractNumId w:val="13"/>
  </w:num>
  <w:num w:numId="14">
    <w:abstractNumId w:val="23"/>
  </w:num>
  <w:num w:numId="15">
    <w:abstractNumId w:val="11"/>
  </w:num>
  <w:num w:numId="16">
    <w:abstractNumId w:val="7"/>
  </w:num>
  <w:num w:numId="17">
    <w:abstractNumId w:val="1"/>
  </w:num>
  <w:num w:numId="18">
    <w:abstractNumId w:val="16"/>
  </w:num>
  <w:num w:numId="19">
    <w:abstractNumId w:val="10"/>
  </w:num>
  <w:num w:numId="20">
    <w:abstractNumId w:val="21"/>
  </w:num>
  <w:num w:numId="21">
    <w:abstractNumId w:val="3"/>
  </w:num>
  <w:num w:numId="22">
    <w:abstractNumId w:val="2"/>
  </w:num>
  <w:num w:numId="23">
    <w:abstractNumId w:val="6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40"/>
    <w:rsid w:val="00017230"/>
    <w:rsid w:val="00040D30"/>
    <w:rsid w:val="00070BCE"/>
    <w:rsid w:val="000A7CA2"/>
    <w:rsid w:val="000B5DC6"/>
    <w:rsid w:val="000F620F"/>
    <w:rsid w:val="000F6FDE"/>
    <w:rsid w:val="00100D84"/>
    <w:rsid w:val="0018747B"/>
    <w:rsid w:val="001C42D8"/>
    <w:rsid w:val="001D1529"/>
    <w:rsid w:val="001E6B9A"/>
    <w:rsid w:val="001F3AF0"/>
    <w:rsid w:val="0020408B"/>
    <w:rsid w:val="00230024"/>
    <w:rsid w:val="002C6BED"/>
    <w:rsid w:val="002E68AF"/>
    <w:rsid w:val="0030098E"/>
    <w:rsid w:val="00313944"/>
    <w:rsid w:val="003320EE"/>
    <w:rsid w:val="00381407"/>
    <w:rsid w:val="0039499B"/>
    <w:rsid w:val="003E3E03"/>
    <w:rsid w:val="00415577"/>
    <w:rsid w:val="00421BE4"/>
    <w:rsid w:val="00453F92"/>
    <w:rsid w:val="00454478"/>
    <w:rsid w:val="004A1AAB"/>
    <w:rsid w:val="004B49E6"/>
    <w:rsid w:val="004C33C9"/>
    <w:rsid w:val="004C68B1"/>
    <w:rsid w:val="004D19A5"/>
    <w:rsid w:val="004E34A7"/>
    <w:rsid w:val="00513231"/>
    <w:rsid w:val="005227BF"/>
    <w:rsid w:val="005577FC"/>
    <w:rsid w:val="00560816"/>
    <w:rsid w:val="00566AE1"/>
    <w:rsid w:val="005D6DBC"/>
    <w:rsid w:val="005E711B"/>
    <w:rsid w:val="00620764"/>
    <w:rsid w:val="0068384A"/>
    <w:rsid w:val="006D4014"/>
    <w:rsid w:val="006E03EE"/>
    <w:rsid w:val="006F0DE1"/>
    <w:rsid w:val="006F4529"/>
    <w:rsid w:val="00704179"/>
    <w:rsid w:val="0071376B"/>
    <w:rsid w:val="00724FCC"/>
    <w:rsid w:val="00785BC2"/>
    <w:rsid w:val="007A36A0"/>
    <w:rsid w:val="007B717D"/>
    <w:rsid w:val="007F138B"/>
    <w:rsid w:val="007F1707"/>
    <w:rsid w:val="00805450"/>
    <w:rsid w:val="00825D36"/>
    <w:rsid w:val="00831C5F"/>
    <w:rsid w:val="00846CE9"/>
    <w:rsid w:val="008513F5"/>
    <w:rsid w:val="0086472E"/>
    <w:rsid w:val="00881435"/>
    <w:rsid w:val="0088386A"/>
    <w:rsid w:val="00885934"/>
    <w:rsid w:val="00890ADB"/>
    <w:rsid w:val="00896DBF"/>
    <w:rsid w:val="008B1223"/>
    <w:rsid w:val="008C2A6B"/>
    <w:rsid w:val="008C697D"/>
    <w:rsid w:val="00900C89"/>
    <w:rsid w:val="009041AD"/>
    <w:rsid w:val="009304B9"/>
    <w:rsid w:val="00941B94"/>
    <w:rsid w:val="009611D3"/>
    <w:rsid w:val="00965A9C"/>
    <w:rsid w:val="00970757"/>
    <w:rsid w:val="0098498E"/>
    <w:rsid w:val="0098717C"/>
    <w:rsid w:val="0098791E"/>
    <w:rsid w:val="009A5C84"/>
    <w:rsid w:val="009B257C"/>
    <w:rsid w:val="009B53F6"/>
    <w:rsid w:val="00A0410A"/>
    <w:rsid w:val="00A070AA"/>
    <w:rsid w:val="00A10487"/>
    <w:rsid w:val="00A4263F"/>
    <w:rsid w:val="00A57D59"/>
    <w:rsid w:val="00A648C1"/>
    <w:rsid w:val="00A861BA"/>
    <w:rsid w:val="00AB5CF8"/>
    <w:rsid w:val="00AD4238"/>
    <w:rsid w:val="00B16E09"/>
    <w:rsid w:val="00B27242"/>
    <w:rsid w:val="00B33A57"/>
    <w:rsid w:val="00B53582"/>
    <w:rsid w:val="00B924F1"/>
    <w:rsid w:val="00BA2A0D"/>
    <w:rsid w:val="00BA4423"/>
    <w:rsid w:val="00BB1026"/>
    <w:rsid w:val="00BB1BD9"/>
    <w:rsid w:val="00BF4031"/>
    <w:rsid w:val="00C04E40"/>
    <w:rsid w:val="00C163DB"/>
    <w:rsid w:val="00C55464"/>
    <w:rsid w:val="00C61D5B"/>
    <w:rsid w:val="00C723F8"/>
    <w:rsid w:val="00C81A42"/>
    <w:rsid w:val="00C85210"/>
    <w:rsid w:val="00C85FB8"/>
    <w:rsid w:val="00CA5958"/>
    <w:rsid w:val="00CB6CD3"/>
    <w:rsid w:val="00D02566"/>
    <w:rsid w:val="00D3723C"/>
    <w:rsid w:val="00D55059"/>
    <w:rsid w:val="00D769F3"/>
    <w:rsid w:val="00D85259"/>
    <w:rsid w:val="00DA21EB"/>
    <w:rsid w:val="00DC3AAB"/>
    <w:rsid w:val="00DC5FCD"/>
    <w:rsid w:val="00E075B4"/>
    <w:rsid w:val="00E11E63"/>
    <w:rsid w:val="00E83E88"/>
    <w:rsid w:val="00E97EF8"/>
    <w:rsid w:val="00EC406B"/>
    <w:rsid w:val="00ED4E23"/>
    <w:rsid w:val="00EF5639"/>
    <w:rsid w:val="00F0104F"/>
    <w:rsid w:val="00F06870"/>
    <w:rsid w:val="00F57FAA"/>
    <w:rsid w:val="00F80792"/>
    <w:rsid w:val="00F81253"/>
    <w:rsid w:val="00FE2D24"/>
    <w:rsid w:val="00FF4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7104D-6C34-4653-A0F5-D3985523A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PSasy">
    <w:name w:val="PS časy"/>
    <w:basedOn w:val="Normln"/>
    <w:next w:val="PSbodprogramu"/>
    <w:rsid w:val="008C2A6B"/>
    <w:pPr>
      <w:widowControl w:val="0"/>
      <w:tabs>
        <w:tab w:val="left" w:pos="1471"/>
      </w:tabs>
      <w:suppressAutoHyphens/>
      <w:autoSpaceDN w:val="0"/>
      <w:spacing w:before="240" w:after="0" w:line="240" w:lineRule="auto"/>
      <w:ind w:left="17"/>
      <w:textAlignment w:val="baseline"/>
    </w:pPr>
    <w:rPr>
      <w:rFonts w:ascii="Times New Roman" w:eastAsia="SimSun" w:hAnsi="Times New Roman" w:cs="Mangal"/>
      <w:b/>
      <w:i/>
      <w:kern w:val="3"/>
      <w:sz w:val="24"/>
      <w:szCs w:val="24"/>
      <w:lang w:eastAsia="zh-CN" w:bidi="hi-IN"/>
    </w:rPr>
  </w:style>
  <w:style w:type="paragraph" w:styleId="slovanseznam">
    <w:name w:val="List Number"/>
    <w:basedOn w:val="Normln"/>
    <w:uiPriority w:val="99"/>
    <w:unhideWhenUsed/>
    <w:rsid w:val="008C2A6B"/>
    <w:pPr>
      <w:widowControl w:val="0"/>
      <w:numPr>
        <w:numId w:val="1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PSzpravodaj"/>
    <w:rsid w:val="008C2A6B"/>
    <w:pPr>
      <w:jc w:val="both"/>
    </w:pPr>
  </w:style>
  <w:style w:type="paragraph" w:customStyle="1" w:styleId="PSzpravodaj">
    <w:name w:val="PS zpravodaj"/>
    <w:basedOn w:val="Normln"/>
    <w:next w:val="PSasy"/>
    <w:rsid w:val="008C2A6B"/>
    <w:pPr>
      <w:widowControl w:val="0"/>
      <w:suppressAutoHyphens/>
      <w:autoSpaceDN w:val="0"/>
      <w:spacing w:before="120" w:after="120" w:line="240" w:lineRule="auto"/>
      <w:ind w:left="4536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BF403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E03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03E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4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VSR\z&#225;pisy\&#353;ablona%20z&#225;pis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šablona zápis.dotx</Template>
  <TotalTime>8</TotalTime>
  <Pages>14</Pages>
  <Words>3353</Words>
  <Characters>19784</Characters>
  <Application>Microsoft Office Word</Application>
  <DocSecurity>0</DocSecurity>
  <Lines>164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23091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Kuklikova Jindra</cp:lastModifiedBy>
  <cp:revision>5</cp:revision>
  <cp:lastPrinted>2015-10-06T14:05:00Z</cp:lastPrinted>
  <dcterms:created xsi:type="dcterms:W3CDTF">2015-10-06T13:03:00Z</dcterms:created>
  <dcterms:modified xsi:type="dcterms:W3CDTF">2015-10-13T10:52:00Z</dcterms:modified>
</cp:coreProperties>
</file>