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920" w:rsidRDefault="00505920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45D3">
        <w:rPr>
          <w:rFonts w:ascii="Times New Roman" w:hAnsi="Times New Roman"/>
        </w:rPr>
        <w:tab/>
      </w:r>
      <w:r w:rsidR="006E45D3">
        <w:rPr>
          <w:rFonts w:ascii="Times New Roman" w:hAnsi="Times New Roman"/>
        </w:rPr>
        <w:tab/>
      </w:r>
      <w:r w:rsidR="006E45D3">
        <w:rPr>
          <w:rFonts w:ascii="Times New Roman" w:hAnsi="Times New Roman"/>
        </w:rPr>
        <w:tab/>
      </w:r>
      <w:r>
        <w:rPr>
          <w:rFonts w:ascii="Times New Roman" w:hAnsi="Times New Roman"/>
        </w:rPr>
        <w:t>PS160049924</w:t>
      </w:r>
    </w:p>
    <w:p w:rsidR="005F4A0B" w:rsidRDefault="006E45D3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A3A9D">
        <w:rPr>
          <w:rFonts w:ascii="Times New Roman" w:hAnsi="Times New Roman"/>
        </w:rPr>
        <w:tab/>
      </w:r>
      <w:r w:rsidR="005F4A0B">
        <w:rPr>
          <w:rFonts w:ascii="Times New Roman" w:hAnsi="Times New Roman"/>
        </w:rPr>
        <w:tab/>
      </w:r>
      <w:r w:rsidR="005F4A0B">
        <w:rPr>
          <w:rFonts w:ascii="Times New Roman" w:hAnsi="Times New Roman"/>
        </w:rPr>
        <w:tab/>
      </w:r>
    </w:p>
    <w:p w:rsidR="002A3A9D" w:rsidRDefault="002A3A9D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D3D0F" w:rsidRDefault="007D3D0F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6D517A" w:rsidRPr="001B1AF6" w:rsidRDefault="006E45D3" w:rsidP="00C815EB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CD4A2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F93465" w:rsidRDefault="00E35E21" w:rsidP="00903269">
      <w:pPr>
        <w:pStyle w:val="PS-hlavika3"/>
      </w:pPr>
      <w:r>
        <w:t>2</w:t>
      </w:r>
      <w:r w:rsidR="00635145">
        <w:t>30</w:t>
      </w:r>
    </w:p>
    <w:p w:rsidR="00DC29E4" w:rsidRDefault="00B47957" w:rsidP="00903269">
      <w:pPr>
        <w:pStyle w:val="PS-hlavika3"/>
      </w:pPr>
      <w:r>
        <w:t>USNESENÍ</w:t>
      </w:r>
    </w:p>
    <w:p w:rsidR="00CD4A2B" w:rsidRDefault="00CD4A2B" w:rsidP="00377253">
      <w:pPr>
        <w:pStyle w:val="PS-hlavika1"/>
      </w:pPr>
      <w:r>
        <w:rPr>
          <w:b w:val="0"/>
          <w:i w:val="0"/>
        </w:rPr>
        <w:t>Výboru pro veřejnou správu a regionální rozvoj</w:t>
      </w:r>
      <w:r>
        <w:t xml:space="preserve"> </w:t>
      </w:r>
    </w:p>
    <w:p w:rsidR="00DC29E4" w:rsidRDefault="00DC29E4" w:rsidP="00377253">
      <w:pPr>
        <w:pStyle w:val="PS-hlavika1"/>
      </w:pPr>
      <w:r>
        <w:t>z</w:t>
      </w:r>
      <w:r w:rsidR="009149F0">
        <w:t>e</w:t>
      </w:r>
      <w:r w:rsidR="009354B9">
        <w:t xml:space="preserve"> </w:t>
      </w:r>
      <w:r w:rsidR="00F93465">
        <w:t>4</w:t>
      </w:r>
      <w:r w:rsidR="00B47957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 </w:t>
      </w:r>
      <w:r w:rsidR="00B47957">
        <w:t xml:space="preserve">v úterý </w:t>
      </w:r>
      <w:r>
        <w:t xml:space="preserve">dne </w:t>
      </w:r>
      <w:r w:rsidR="00B47957">
        <w:t>15</w:t>
      </w:r>
      <w:r w:rsidR="006D517A">
        <w:t xml:space="preserve">. </w:t>
      </w:r>
      <w:r w:rsidR="00701748">
        <w:t>listopadu</w:t>
      </w:r>
      <w:r w:rsidR="00F93465">
        <w:t xml:space="preserve"> 2016</w:t>
      </w:r>
    </w:p>
    <w:p w:rsidR="00A00117" w:rsidRDefault="00A00117" w:rsidP="009209CC">
      <w:pPr>
        <w:pStyle w:val="PS-pedmtusnesen"/>
        <w:spacing w:before="0" w:after="0"/>
        <w:rPr>
          <w:b/>
        </w:rPr>
      </w:pPr>
    </w:p>
    <w:p w:rsidR="00DC29E4" w:rsidRDefault="00300FA1" w:rsidP="009209CC">
      <w:pPr>
        <w:pStyle w:val="PS-pedmtusnesen"/>
        <w:spacing w:before="0" w:after="0"/>
        <w:rPr>
          <w:b/>
        </w:rPr>
      </w:pPr>
      <w:r>
        <w:rPr>
          <w:b/>
        </w:rPr>
        <w:t>Návrh rozpočtu</w:t>
      </w:r>
      <w:r w:rsidR="00B47957">
        <w:rPr>
          <w:b/>
        </w:rPr>
        <w:t xml:space="preserve"> </w:t>
      </w:r>
      <w:r w:rsidR="00635145">
        <w:rPr>
          <w:b/>
        </w:rPr>
        <w:t xml:space="preserve">Státního fondu rozvoje bydlení </w:t>
      </w:r>
      <w:r w:rsidR="00B47957">
        <w:rPr>
          <w:b/>
        </w:rPr>
        <w:t>na rok 2017</w:t>
      </w:r>
      <w:r>
        <w:rPr>
          <w:b/>
        </w:rPr>
        <w:t xml:space="preserve">, </w:t>
      </w:r>
      <w:r w:rsidR="00635145">
        <w:rPr>
          <w:b/>
        </w:rPr>
        <w:t>sněmovní tisk 923</w:t>
      </w:r>
    </w:p>
    <w:p w:rsidR="009F413C" w:rsidRDefault="009F413C" w:rsidP="009F413C">
      <w:pPr>
        <w:spacing w:before="100" w:before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9F413C">
        <w:rPr>
          <w:rFonts w:ascii="Times New Roman" w:hAnsi="Times New Roman"/>
          <w:color w:val="000000"/>
          <w:sz w:val="24"/>
          <w:szCs w:val="24"/>
        </w:rPr>
        <w:t xml:space="preserve">Výbor pro veřejnou správu a regionální rozvoj na své 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="00433E54">
        <w:rPr>
          <w:rFonts w:ascii="Times New Roman" w:hAnsi="Times New Roman"/>
          <w:color w:val="000000"/>
          <w:sz w:val="24"/>
          <w:szCs w:val="24"/>
        </w:rPr>
        <w:t>9</w:t>
      </w:r>
      <w:r w:rsidRPr="009F413C">
        <w:rPr>
          <w:rFonts w:ascii="Times New Roman" w:hAnsi="Times New Roman"/>
          <w:color w:val="000000"/>
          <w:sz w:val="24"/>
          <w:szCs w:val="24"/>
        </w:rPr>
        <w:t xml:space="preserve">. schůzi po odůvodnění </w:t>
      </w:r>
      <w:r w:rsidR="00A90B27">
        <w:rPr>
          <w:rFonts w:ascii="Times New Roman" w:hAnsi="Times New Roman"/>
          <w:color w:val="000000"/>
          <w:sz w:val="24"/>
          <w:szCs w:val="24"/>
        </w:rPr>
        <w:t xml:space="preserve">Ing. </w:t>
      </w:r>
      <w:r w:rsidR="00ED79F5">
        <w:rPr>
          <w:rFonts w:ascii="Times New Roman" w:hAnsi="Times New Roman"/>
          <w:color w:val="000000"/>
          <w:sz w:val="24"/>
          <w:szCs w:val="24"/>
        </w:rPr>
        <w:t>Karly Šlechtové, ministryně pro místní rozvoj</w:t>
      </w:r>
      <w:r w:rsidR="00A90B27">
        <w:rPr>
          <w:rFonts w:ascii="Times New Roman" w:hAnsi="Times New Roman"/>
          <w:color w:val="000000"/>
          <w:sz w:val="24"/>
          <w:szCs w:val="24"/>
        </w:rPr>
        <w:t>, po z</w:t>
      </w:r>
      <w:r w:rsidR="00BE54CB">
        <w:rPr>
          <w:rFonts w:ascii="Times New Roman" w:hAnsi="Times New Roman"/>
          <w:color w:val="000000"/>
          <w:sz w:val="24"/>
          <w:szCs w:val="24"/>
        </w:rPr>
        <w:t xml:space="preserve">pravodajské zprávě poslance </w:t>
      </w:r>
      <w:r w:rsidR="00300FA1">
        <w:rPr>
          <w:rFonts w:ascii="Times New Roman" w:hAnsi="Times New Roman"/>
          <w:color w:val="000000"/>
          <w:sz w:val="24"/>
          <w:szCs w:val="24"/>
        </w:rPr>
        <w:t xml:space="preserve">Ing. </w:t>
      </w:r>
      <w:r w:rsidR="00635145">
        <w:rPr>
          <w:rFonts w:ascii="Times New Roman" w:hAnsi="Times New Roman"/>
          <w:color w:val="000000"/>
          <w:sz w:val="24"/>
          <w:szCs w:val="24"/>
        </w:rPr>
        <w:t>Josefa Uhlíka</w:t>
      </w:r>
      <w:r w:rsidRPr="009F413C">
        <w:rPr>
          <w:rFonts w:ascii="Times New Roman" w:hAnsi="Times New Roman"/>
          <w:color w:val="000000"/>
          <w:sz w:val="24"/>
          <w:szCs w:val="24"/>
        </w:rPr>
        <w:t xml:space="preserve"> a po rozpravě</w:t>
      </w:r>
      <w:r w:rsidR="004775C2">
        <w:rPr>
          <w:rFonts w:ascii="Times New Roman" w:hAnsi="Times New Roman"/>
          <w:color w:val="000000"/>
          <w:sz w:val="24"/>
          <w:szCs w:val="24"/>
        </w:rPr>
        <w:t>:</w:t>
      </w:r>
    </w:p>
    <w:p w:rsidR="004775C2" w:rsidRPr="009F413C" w:rsidRDefault="004775C2" w:rsidP="009F413C">
      <w:pPr>
        <w:spacing w:before="100" w:beforeAutospacing="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2D45" w:rsidRPr="00900284" w:rsidRDefault="00BC2D45" w:rsidP="004775C2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a)</w:t>
      </w:r>
      <w:r w:rsidR="00677A8A" w:rsidRPr="00BC2D4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4775C2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677A8A" w:rsidRPr="00BC2D45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A90B27" w:rsidRPr="00A90B27">
        <w:rPr>
          <w:rFonts w:ascii="Times New Roman" w:hAnsi="Times New Roman"/>
          <w:b/>
          <w:color w:val="000000"/>
          <w:spacing w:val="-4"/>
          <w:sz w:val="24"/>
          <w:szCs w:val="24"/>
        </w:rPr>
        <w:t>d o p o r u č u j e</w:t>
      </w:r>
      <w:r w:rsidR="00A90B27">
        <w:rPr>
          <w:rFonts w:ascii="Times New Roman" w:hAnsi="Times New Roman"/>
          <w:color w:val="000000"/>
          <w:spacing w:val="-4"/>
          <w:sz w:val="24"/>
          <w:szCs w:val="24"/>
        </w:rPr>
        <w:t xml:space="preserve">    Poslanecké</w:t>
      </w:r>
      <w:proofErr w:type="gramEnd"/>
      <w:r w:rsidR="00A90B27">
        <w:rPr>
          <w:rFonts w:ascii="Times New Roman" w:hAnsi="Times New Roman"/>
          <w:color w:val="000000"/>
          <w:spacing w:val="-4"/>
          <w:sz w:val="24"/>
          <w:szCs w:val="24"/>
        </w:rPr>
        <w:t xml:space="preserve"> sněmovně </w:t>
      </w:r>
      <w:r w:rsidR="0081092B">
        <w:rPr>
          <w:rFonts w:ascii="Times New Roman" w:hAnsi="Times New Roman"/>
          <w:color w:val="000000"/>
          <w:spacing w:val="-4"/>
          <w:sz w:val="24"/>
          <w:szCs w:val="24"/>
        </w:rPr>
        <w:t>sněmovní tisk 923</w:t>
      </w:r>
      <w:r w:rsidR="00A90B27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5415F1">
        <w:rPr>
          <w:rFonts w:ascii="Times New Roman" w:hAnsi="Times New Roman"/>
          <w:color w:val="000000"/>
          <w:spacing w:val="-4"/>
          <w:sz w:val="24"/>
          <w:szCs w:val="24"/>
        </w:rPr>
        <w:t>proj</w:t>
      </w:r>
      <w:r w:rsidR="00300FA1">
        <w:rPr>
          <w:rFonts w:ascii="Times New Roman" w:hAnsi="Times New Roman"/>
          <w:color w:val="000000"/>
          <w:spacing w:val="-4"/>
          <w:sz w:val="24"/>
          <w:szCs w:val="24"/>
        </w:rPr>
        <w:t>e</w:t>
      </w:r>
      <w:r w:rsidR="00A90B27">
        <w:rPr>
          <w:rFonts w:ascii="Times New Roman" w:hAnsi="Times New Roman"/>
          <w:color w:val="000000"/>
          <w:spacing w:val="-4"/>
          <w:sz w:val="24"/>
          <w:szCs w:val="24"/>
        </w:rPr>
        <w:t xml:space="preserve">dnat a schválit v předloženém znění. </w:t>
      </w:r>
    </w:p>
    <w:p w:rsidR="00677A8A" w:rsidRDefault="00677A8A" w:rsidP="00677A8A">
      <w:pPr>
        <w:spacing w:after="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A4441E" w:rsidRDefault="00A4441E" w:rsidP="00677A8A">
      <w:pPr>
        <w:spacing w:after="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b)   </w:t>
      </w:r>
      <w:r w:rsidRPr="00A4441E">
        <w:rPr>
          <w:rFonts w:ascii="Times New Roman" w:hAnsi="Times New Roman"/>
          <w:b/>
          <w:color w:val="000000"/>
          <w:spacing w:val="-4"/>
          <w:sz w:val="24"/>
          <w:szCs w:val="24"/>
        </w:rPr>
        <w:t>z m o c ň u j e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  zpravodaje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výboru, aby s usnesením seznámil Poslaneckou sněmovnu.</w:t>
      </w:r>
    </w:p>
    <w:p w:rsidR="00677A8A" w:rsidRDefault="00677A8A" w:rsidP="00677A8A">
      <w:pPr>
        <w:spacing w:after="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A4441E" w:rsidRDefault="00A4441E" w:rsidP="004775C2">
      <w:pPr>
        <w:spacing w:after="0"/>
        <w:ind w:left="2127" w:hanging="212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677A8A" w:rsidRDefault="00A4441E" w:rsidP="004775C2">
      <w:pPr>
        <w:spacing w:after="0"/>
        <w:ind w:left="2127" w:hanging="212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c</w:t>
      </w:r>
      <w:r w:rsidR="00BC2D45">
        <w:rPr>
          <w:rFonts w:ascii="Times New Roman" w:hAnsi="Times New Roman"/>
          <w:color w:val="000000"/>
          <w:spacing w:val="-4"/>
          <w:sz w:val="24"/>
          <w:szCs w:val="24"/>
        </w:rPr>
        <w:t xml:space="preserve">)  </w:t>
      </w:r>
      <w:r w:rsidR="00BC2D45" w:rsidRPr="00BC2D45">
        <w:rPr>
          <w:rFonts w:ascii="Times New Roman" w:hAnsi="Times New Roman"/>
          <w:b/>
          <w:color w:val="000000"/>
          <w:spacing w:val="-4"/>
          <w:sz w:val="24"/>
          <w:szCs w:val="24"/>
        </w:rPr>
        <w:t>p o v ě ř u j e</w:t>
      </w:r>
      <w:r w:rsidR="00BC2D45">
        <w:rPr>
          <w:rFonts w:ascii="Times New Roman" w:hAnsi="Times New Roman"/>
          <w:color w:val="000000"/>
          <w:spacing w:val="-4"/>
          <w:sz w:val="24"/>
          <w:szCs w:val="24"/>
        </w:rPr>
        <w:t xml:space="preserve">   předsedkyni</w:t>
      </w:r>
      <w:proofErr w:type="gramEnd"/>
      <w:r w:rsidR="00BC2D45">
        <w:rPr>
          <w:rFonts w:ascii="Times New Roman" w:hAnsi="Times New Roman"/>
          <w:color w:val="000000"/>
          <w:spacing w:val="-4"/>
          <w:sz w:val="24"/>
          <w:szCs w:val="24"/>
        </w:rPr>
        <w:t xml:space="preserve"> výboru, aby </w:t>
      </w:r>
      <w:r w:rsidR="00A90B27">
        <w:rPr>
          <w:rFonts w:ascii="Times New Roman" w:hAnsi="Times New Roman"/>
          <w:color w:val="000000"/>
          <w:spacing w:val="-4"/>
          <w:sz w:val="24"/>
          <w:szCs w:val="24"/>
        </w:rPr>
        <w:t>usnesení zaslala</w:t>
      </w:r>
      <w:r w:rsidR="00BC2D45">
        <w:rPr>
          <w:rFonts w:ascii="Times New Roman" w:hAnsi="Times New Roman"/>
          <w:color w:val="000000"/>
          <w:spacing w:val="-4"/>
          <w:sz w:val="24"/>
          <w:szCs w:val="24"/>
        </w:rPr>
        <w:t xml:space="preserve"> předsedovi </w:t>
      </w:r>
      <w:r w:rsidR="006D0286">
        <w:rPr>
          <w:rFonts w:ascii="Times New Roman" w:hAnsi="Times New Roman"/>
          <w:color w:val="000000"/>
          <w:spacing w:val="-4"/>
          <w:sz w:val="24"/>
          <w:szCs w:val="24"/>
        </w:rPr>
        <w:t>Poslanecké sněmovny</w:t>
      </w:r>
      <w:r w:rsidR="00BC2D45"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:rsidR="00677A8A" w:rsidRDefault="00677A8A" w:rsidP="00677A8A">
      <w:pPr>
        <w:spacing w:after="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9354B9" w:rsidRDefault="009354B9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6D0286" w:rsidRDefault="006D028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6D0286" w:rsidRDefault="006D028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6D0286" w:rsidRPr="006714AF" w:rsidRDefault="006D028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6D517A" w:rsidRPr="006714AF" w:rsidRDefault="00860231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 xml:space="preserve">      </w:t>
      </w:r>
      <w:r w:rsidR="00883A33" w:rsidRPr="006714AF">
        <w:rPr>
          <w:rFonts w:ascii="Times New Roman" w:hAnsi="Times New Roman"/>
          <w:sz w:val="24"/>
          <w:szCs w:val="24"/>
        </w:rPr>
        <w:t xml:space="preserve"> </w:t>
      </w:r>
      <w:r w:rsidR="006D517A" w:rsidRPr="006714AF">
        <w:rPr>
          <w:rFonts w:ascii="Times New Roman" w:hAnsi="Times New Roman"/>
          <w:sz w:val="24"/>
          <w:szCs w:val="24"/>
        </w:rPr>
        <w:t xml:space="preserve"> </w:t>
      </w:r>
      <w:r w:rsidR="00A90B27">
        <w:rPr>
          <w:rFonts w:ascii="Times New Roman" w:hAnsi="Times New Roman"/>
          <w:sz w:val="24"/>
          <w:szCs w:val="24"/>
        </w:rPr>
        <w:t xml:space="preserve">        </w:t>
      </w:r>
      <w:r w:rsidR="00A00117" w:rsidRPr="00BE54CB">
        <w:rPr>
          <w:rFonts w:ascii="Times New Roman" w:hAnsi="Times New Roman"/>
          <w:b/>
          <w:sz w:val="24"/>
          <w:szCs w:val="24"/>
        </w:rPr>
        <w:t xml:space="preserve"> </w:t>
      </w:r>
      <w:r w:rsidR="00300FA1">
        <w:rPr>
          <w:rFonts w:ascii="Times New Roman" w:hAnsi="Times New Roman"/>
          <w:b/>
          <w:sz w:val="24"/>
          <w:szCs w:val="24"/>
        </w:rPr>
        <w:t xml:space="preserve">Ing. </w:t>
      </w:r>
      <w:r w:rsidR="00635145">
        <w:rPr>
          <w:rFonts w:ascii="Times New Roman" w:hAnsi="Times New Roman"/>
          <w:b/>
          <w:sz w:val="24"/>
          <w:szCs w:val="24"/>
        </w:rPr>
        <w:t>Josef   U h l í k</w:t>
      </w:r>
      <w:r w:rsidR="00505920">
        <w:rPr>
          <w:rFonts w:ascii="Times New Roman" w:hAnsi="Times New Roman"/>
          <w:b/>
          <w:sz w:val="24"/>
          <w:szCs w:val="24"/>
        </w:rPr>
        <w:t xml:space="preserve"> </w:t>
      </w:r>
      <w:r w:rsidR="00114FA7">
        <w:rPr>
          <w:rFonts w:ascii="Times New Roman" w:hAnsi="Times New Roman"/>
          <w:b/>
          <w:sz w:val="24"/>
          <w:szCs w:val="24"/>
        </w:rPr>
        <w:t> </w:t>
      </w:r>
      <w:proofErr w:type="gramStart"/>
      <w:r w:rsidR="00114FA7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4775C2">
        <w:rPr>
          <w:rFonts w:ascii="Times New Roman" w:hAnsi="Times New Roman"/>
          <w:b/>
          <w:sz w:val="24"/>
          <w:szCs w:val="24"/>
        </w:rPr>
        <w:tab/>
      </w:r>
      <w:r w:rsidR="004775C2">
        <w:rPr>
          <w:rFonts w:ascii="Times New Roman" w:hAnsi="Times New Roman"/>
          <w:b/>
          <w:sz w:val="24"/>
          <w:szCs w:val="24"/>
        </w:rPr>
        <w:tab/>
      </w:r>
      <w:r w:rsidR="004775C2">
        <w:rPr>
          <w:rFonts w:ascii="Times New Roman" w:hAnsi="Times New Roman"/>
          <w:b/>
          <w:sz w:val="24"/>
          <w:szCs w:val="24"/>
        </w:rPr>
        <w:tab/>
      </w:r>
      <w:r w:rsidR="00A90B27">
        <w:rPr>
          <w:rFonts w:ascii="Times New Roman" w:hAnsi="Times New Roman"/>
          <w:b/>
          <w:sz w:val="24"/>
          <w:szCs w:val="24"/>
        </w:rPr>
        <w:t xml:space="preserve">            </w:t>
      </w:r>
      <w:r w:rsidR="00300FA1">
        <w:rPr>
          <w:rFonts w:ascii="Times New Roman" w:hAnsi="Times New Roman"/>
          <w:b/>
          <w:sz w:val="24"/>
          <w:szCs w:val="24"/>
        </w:rPr>
        <w:t>Mgr. Jan   K l á n</w:t>
      </w:r>
      <w:r w:rsidR="00505920">
        <w:rPr>
          <w:rFonts w:ascii="Times New Roman" w:hAnsi="Times New Roman"/>
          <w:b/>
          <w:sz w:val="24"/>
          <w:szCs w:val="24"/>
        </w:rPr>
        <w:t xml:space="preserve"> </w:t>
      </w:r>
      <w:r w:rsidR="00701748">
        <w:rPr>
          <w:rFonts w:ascii="Times New Roman" w:hAnsi="Times New Roman"/>
          <w:b/>
          <w:sz w:val="24"/>
          <w:szCs w:val="24"/>
        </w:rPr>
        <w:t> </w:t>
      </w:r>
      <w:proofErr w:type="gramStart"/>
      <w:r w:rsidR="00114FA7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294DAC" w:rsidRPr="006714AF" w:rsidRDefault="006D517A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BE54CB">
        <w:rPr>
          <w:rFonts w:ascii="Times New Roman" w:hAnsi="Times New Roman"/>
          <w:sz w:val="24"/>
          <w:szCs w:val="24"/>
        </w:rPr>
        <w:t>zpravodaj</w:t>
      </w:r>
      <w:r w:rsidRPr="006714AF">
        <w:rPr>
          <w:rFonts w:ascii="Times New Roman" w:hAnsi="Times New Roman"/>
          <w:sz w:val="24"/>
          <w:szCs w:val="24"/>
        </w:rPr>
        <w:tab/>
      </w:r>
      <w:r w:rsidR="00AE7CDE" w:rsidRPr="006714AF">
        <w:rPr>
          <w:rFonts w:ascii="Times New Roman" w:hAnsi="Times New Roman"/>
          <w:sz w:val="24"/>
          <w:szCs w:val="24"/>
        </w:rPr>
        <w:t xml:space="preserve"> </w:t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Pr="006714AF">
        <w:rPr>
          <w:rFonts w:ascii="Times New Roman" w:hAnsi="Times New Roman"/>
          <w:sz w:val="24"/>
          <w:szCs w:val="24"/>
        </w:rPr>
        <w:tab/>
      </w:r>
      <w:r w:rsidR="006714AF">
        <w:rPr>
          <w:rFonts w:ascii="Times New Roman" w:hAnsi="Times New Roman"/>
          <w:sz w:val="24"/>
          <w:szCs w:val="24"/>
        </w:rPr>
        <w:t xml:space="preserve">         </w:t>
      </w:r>
      <w:r w:rsidRPr="006714AF">
        <w:rPr>
          <w:rFonts w:ascii="Times New Roman" w:hAnsi="Times New Roman"/>
          <w:sz w:val="24"/>
          <w:szCs w:val="24"/>
        </w:rPr>
        <w:t>ověřovatel</w:t>
      </w:r>
    </w:p>
    <w:p w:rsidR="00294DAC" w:rsidRPr="006714AF" w:rsidRDefault="001B1AF6" w:rsidP="006714AF">
      <w:pPr>
        <w:spacing w:after="0"/>
        <w:rPr>
          <w:rFonts w:ascii="Times New Roman" w:hAnsi="Times New Roman"/>
          <w:sz w:val="24"/>
          <w:szCs w:val="24"/>
        </w:rPr>
      </w:pPr>
      <w:r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294DAC" w:rsidRPr="006714AF">
        <w:rPr>
          <w:rFonts w:ascii="Times New Roman" w:hAnsi="Times New Roman"/>
          <w:sz w:val="24"/>
          <w:szCs w:val="24"/>
        </w:rPr>
        <w:tab/>
      </w:r>
      <w:r w:rsidR="006D517A" w:rsidRPr="006714AF">
        <w:rPr>
          <w:rFonts w:ascii="Times New Roman" w:hAnsi="Times New Roman"/>
          <w:sz w:val="24"/>
          <w:szCs w:val="24"/>
        </w:rPr>
        <w:t xml:space="preserve">   </w:t>
      </w:r>
      <w:r w:rsidR="00294DAC" w:rsidRPr="006714AF">
        <w:rPr>
          <w:rFonts w:ascii="Times New Roman" w:hAnsi="Times New Roman"/>
          <w:sz w:val="24"/>
          <w:szCs w:val="24"/>
        </w:rPr>
        <w:tab/>
      </w:r>
    </w:p>
    <w:p w:rsidR="003C60F4" w:rsidRDefault="003C60F4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FF6FD6" w:rsidRPr="006714AF" w:rsidRDefault="00FF6FD6" w:rsidP="006714AF">
      <w:pPr>
        <w:spacing w:after="0"/>
        <w:rPr>
          <w:rFonts w:ascii="Times New Roman" w:hAnsi="Times New Roman"/>
          <w:sz w:val="24"/>
          <w:szCs w:val="24"/>
        </w:rPr>
      </w:pPr>
    </w:p>
    <w:p w:rsidR="00294DAC" w:rsidRPr="004775C2" w:rsidRDefault="00E940F0" w:rsidP="006714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Mgr. Václav   H o r á č e k</w:t>
      </w:r>
      <w:r w:rsidR="00505920">
        <w:rPr>
          <w:rFonts w:ascii="Times New Roman" w:hAnsi="Times New Roman"/>
          <w:b/>
          <w:sz w:val="24"/>
          <w:szCs w:val="24"/>
        </w:rPr>
        <w:t xml:space="preserve">  </w:t>
      </w:r>
      <w:bookmarkStart w:id="0" w:name="_GoBack"/>
      <w:bookmarkEnd w:id="0"/>
      <w:r w:rsidR="00114FA7">
        <w:rPr>
          <w:rFonts w:ascii="Times New Roman" w:hAnsi="Times New Roman"/>
          <w:b/>
          <w:sz w:val="24"/>
          <w:szCs w:val="24"/>
        </w:rPr>
        <w:t> v.r.</w:t>
      </w:r>
    </w:p>
    <w:p w:rsidR="00B715B6" w:rsidRPr="006714AF" w:rsidRDefault="00E940F0" w:rsidP="006714A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místopředseda</w:t>
      </w:r>
      <w:r w:rsidR="00A90B27">
        <w:rPr>
          <w:rFonts w:ascii="Times New Roman" w:hAnsi="Times New Roman"/>
          <w:sz w:val="24"/>
          <w:szCs w:val="24"/>
        </w:rPr>
        <w:t xml:space="preserve"> </w:t>
      </w:r>
      <w:r w:rsidR="00294DAC" w:rsidRPr="006714AF">
        <w:rPr>
          <w:rFonts w:ascii="Times New Roman" w:hAnsi="Times New Roman"/>
          <w:sz w:val="24"/>
          <w:szCs w:val="24"/>
        </w:rPr>
        <w:t>výboru</w:t>
      </w:r>
    </w:p>
    <w:sectPr w:rsidR="00B715B6" w:rsidRPr="006714AF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9D0F18"/>
    <w:multiLevelType w:val="hybridMultilevel"/>
    <w:tmpl w:val="73342BBA"/>
    <w:lvl w:ilvl="0" w:tplc="D10C3414">
      <w:start w:val="7"/>
      <w:numFmt w:val="bullet"/>
      <w:lvlText w:val="-"/>
      <w:lvlJc w:val="left"/>
      <w:pPr>
        <w:ind w:left="720" w:hanging="360"/>
      </w:pPr>
      <w:rPr>
        <w:rFonts w:ascii="Calibri" w:eastAsia="Lucida Sans Unicode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01533E"/>
    <w:multiLevelType w:val="hybridMultilevel"/>
    <w:tmpl w:val="03D45204"/>
    <w:lvl w:ilvl="0" w:tplc="11F41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54A6E30"/>
    <w:multiLevelType w:val="hybridMultilevel"/>
    <w:tmpl w:val="0130FB40"/>
    <w:lvl w:ilvl="0" w:tplc="0405000F">
      <w:start w:val="1"/>
      <w:numFmt w:val="decimal"/>
      <w:lvlText w:val="%1."/>
      <w:lvlJc w:val="left"/>
      <w:pPr>
        <w:ind w:left="2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078" w:hanging="360"/>
      </w:pPr>
    </w:lvl>
    <w:lvl w:ilvl="2" w:tplc="0405001B" w:tentative="1">
      <w:start w:val="1"/>
      <w:numFmt w:val="lowerRoman"/>
      <w:lvlText w:val="%3."/>
      <w:lvlJc w:val="right"/>
      <w:pPr>
        <w:ind w:left="4798" w:hanging="180"/>
      </w:pPr>
    </w:lvl>
    <w:lvl w:ilvl="3" w:tplc="0405000F" w:tentative="1">
      <w:start w:val="1"/>
      <w:numFmt w:val="decimal"/>
      <w:lvlText w:val="%4."/>
      <w:lvlJc w:val="left"/>
      <w:pPr>
        <w:ind w:left="5518" w:hanging="360"/>
      </w:pPr>
    </w:lvl>
    <w:lvl w:ilvl="4" w:tplc="04050019" w:tentative="1">
      <w:start w:val="1"/>
      <w:numFmt w:val="lowerLetter"/>
      <w:lvlText w:val="%5."/>
      <w:lvlJc w:val="left"/>
      <w:pPr>
        <w:ind w:left="6238" w:hanging="360"/>
      </w:pPr>
    </w:lvl>
    <w:lvl w:ilvl="5" w:tplc="0405001B" w:tentative="1">
      <w:start w:val="1"/>
      <w:numFmt w:val="lowerRoman"/>
      <w:lvlText w:val="%6."/>
      <w:lvlJc w:val="right"/>
      <w:pPr>
        <w:ind w:left="6958" w:hanging="180"/>
      </w:pPr>
    </w:lvl>
    <w:lvl w:ilvl="6" w:tplc="0405000F" w:tentative="1">
      <w:start w:val="1"/>
      <w:numFmt w:val="decimal"/>
      <w:lvlText w:val="%7."/>
      <w:lvlJc w:val="left"/>
      <w:pPr>
        <w:ind w:left="7678" w:hanging="360"/>
      </w:pPr>
    </w:lvl>
    <w:lvl w:ilvl="7" w:tplc="04050019" w:tentative="1">
      <w:start w:val="1"/>
      <w:numFmt w:val="lowerLetter"/>
      <w:lvlText w:val="%8."/>
      <w:lvlJc w:val="left"/>
      <w:pPr>
        <w:ind w:left="8398" w:hanging="360"/>
      </w:pPr>
    </w:lvl>
    <w:lvl w:ilvl="8" w:tplc="0405001B" w:tentative="1">
      <w:start w:val="1"/>
      <w:numFmt w:val="lowerRoman"/>
      <w:lvlText w:val="%9."/>
      <w:lvlJc w:val="right"/>
      <w:pPr>
        <w:ind w:left="9118" w:hanging="180"/>
      </w:pPr>
    </w:lvl>
  </w:abstractNum>
  <w:abstractNum w:abstractNumId="14">
    <w:nsid w:val="1F037C62"/>
    <w:multiLevelType w:val="hybridMultilevel"/>
    <w:tmpl w:val="2D2092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9A0A2B"/>
    <w:multiLevelType w:val="hybridMultilevel"/>
    <w:tmpl w:val="067C4544"/>
    <w:lvl w:ilvl="0" w:tplc="E6167CC4">
      <w:start w:val="9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>
    <w:nsid w:val="4F52495D"/>
    <w:multiLevelType w:val="hybridMultilevel"/>
    <w:tmpl w:val="4D844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6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2"/>
  </w:num>
  <w:num w:numId="16">
    <w:abstractNumId w:val="20"/>
  </w:num>
  <w:num w:numId="17">
    <w:abstractNumId w:val="13"/>
  </w:num>
  <w:num w:numId="18">
    <w:abstractNumId w:val="11"/>
  </w:num>
  <w:num w:numId="19">
    <w:abstractNumId w:val="15"/>
  </w:num>
  <w:num w:numId="20">
    <w:abstractNumId w:val="1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2B"/>
    <w:rsid w:val="00042E10"/>
    <w:rsid w:val="00046FD4"/>
    <w:rsid w:val="000476E4"/>
    <w:rsid w:val="00075C27"/>
    <w:rsid w:val="000C5278"/>
    <w:rsid w:val="000E730C"/>
    <w:rsid w:val="00103C04"/>
    <w:rsid w:val="00105BAB"/>
    <w:rsid w:val="00106842"/>
    <w:rsid w:val="001125D1"/>
    <w:rsid w:val="00114FA7"/>
    <w:rsid w:val="00120B97"/>
    <w:rsid w:val="001301A4"/>
    <w:rsid w:val="00166607"/>
    <w:rsid w:val="00192584"/>
    <w:rsid w:val="001B1AF6"/>
    <w:rsid w:val="001B45F3"/>
    <w:rsid w:val="001D67B9"/>
    <w:rsid w:val="002246A6"/>
    <w:rsid w:val="0022718B"/>
    <w:rsid w:val="00230024"/>
    <w:rsid w:val="00254049"/>
    <w:rsid w:val="002559E2"/>
    <w:rsid w:val="00272E1B"/>
    <w:rsid w:val="002919B8"/>
    <w:rsid w:val="00294DAC"/>
    <w:rsid w:val="00297C93"/>
    <w:rsid w:val="002A2F32"/>
    <w:rsid w:val="002A3A9D"/>
    <w:rsid w:val="002B0FB6"/>
    <w:rsid w:val="002B60B3"/>
    <w:rsid w:val="002C6BED"/>
    <w:rsid w:val="002E4ABA"/>
    <w:rsid w:val="00300FA1"/>
    <w:rsid w:val="003038B2"/>
    <w:rsid w:val="003042FF"/>
    <w:rsid w:val="0030655A"/>
    <w:rsid w:val="00324AE3"/>
    <w:rsid w:val="00356011"/>
    <w:rsid w:val="00377253"/>
    <w:rsid w:val="003A04D0"/>
    <w:rsid w:val="003C60F4"/>
    <w:rsid w:val="003D2033"/>
    <w:rsid w:val="003E7487"/>
    <w:rsid w:val="003F76F7"/>
    <w:rsid w:val="00426396"/>
    <w:rsid w:val="004311B3"/>
    <w:rsid w:val="00433E54"/>
    <w:rsid w:val="00435DB5"/>
    <w:rsid w:val="00466D39"/>
    <w:rsid w:val="004775C2"/>
    <w:rsid w:val="00483E24"/>
    <w:rsid w:val="00486CFA"/>
    <w:rsid w:val="004A1754"/>
    <w:rsid w:val="004B4814"/>
    <w:rsid w:val="00505920"/>
    <w:rsid w:val="005227BF"/>
    <w:rsid w:val="00535C9A"/>
    <w:rsid w:val="005415F1"/>
    <w:rsid w:val="0056185D"/>
    <w:rsid w:val="00566A4C"/>
    <w:rsid w:val="005B69F7"/>
    <w:rsid w:val="005C13D3"/>
    <w:rsid w:val="005C30D7"/>
    <w:rsid w:val="005D122D"/>
    <w:rsid w:val="005D3D74"/>
    <w:rsid w:val="005E094C"/>
    <w:rsid w:val="005F4A0B"/>
    <w:rsid w:val="005F6CAE"/>
    <w:rsid w:val="00620764"/>
    <w:rsid w:val="00635145"/>
    <w:rsid w:val="006360A0"/>
    <w:rsid w:val="006714AF"/>
    <w:rsid w:val="00672E42"/>
    <w:rsid w:val="00675125"/>
    <w:rsid w:val="00677A8A"/>
    <w:rsid w:val="006A1FCA"/>
    <w:rsid w:val="006D0286"/>
    <w:rsid w:val="006D517A"/>
    <w:rsid w:val="006E45D3"/>
    <w:rsid w:val="006F517E"/>
    <w:rsid w:val="00701748"/>
    <w:rsid w:val="00711AA7"/>
    <w:rsid w:val="00747690"/>
    <w:rsid w:val="00764D99"/>
    <w:rsid w:val="00775810"/>
    <w:rsid w:val="007B0425"/>
    <w:rsid w:val="007C62DA"/>
    <w:rsid w:val="007D3D0F"/>
    <w:rsid w:val="007D5EE1"/>
    <w:rsid w:val="007E1D0B"/>
    <w:rsid w:val="0081092B"/>
    <w:rsid w:val="00812496"/>
    <w:rsid w:val="00823C1F"/>
    <w:rsid w:val="00830BFE"/>
    <w:rsid w:val="008444E8"/>
    <w:rsid w:val="00860231"/>
    <w:rsid w:val="0088135C"/>
    <w:rsid w:val="00883A33"/>
    <w:rsid w:val="00893C29"/>
    <w:rsid w:val="008C1F7F"/>
    <w:rsid w:val="008E550E"/>
    <w:rsid w:val="00903269"/>
    <w:rsid w:val="009149F0"/>
    <w:rsid w:val="009209CC"/>
    <w:rsid w:val="009354B9"/>
    <w:rsid w:val="009B1B09"/>
    <w:rsid w:val="009F19DA"/>
    <w:rsid w:val="009F413C"/>
    <w:rsid w:val="00A00117"/>
    <w:rsid w:val="00A4441E"/>
    <w:rsid w:val="00A46CDA"/>
    <w:rsid w:val="00A63DD2"/>
    <w:rsid w:val="00A90B27"/>
    <w:rsid w:val="00A93A73"/>
    <w:rsid w:val="00AA0D27"/>
    <w:rsid w:val="00AE7CDE"/>
    <w:rsid w:val="00B003E5"/>
    <w:rsid w:val="00B0544D"/>
    <w:rsid w:val="00B13892"/>
    <w:rsid w:val="00B151AC"/>
    <w:rsid w:val="00B2450C"/>
    <w:rsid w:val="00B42756"/>
    <w:rsid w:val="00B47957"/>
    <w:rsid w:val="00B53E8D"/>
    <w:rsid w:val="00B715B6"/>
    <w:rsid w:val="00BB4443"/>
    <w:rsid w:val="00BC2D45"/>
    <w:rsid w:val="00BC7EC2"/>
    <w:rsid w:val="00BE54CB"/>
    <w:rsid w:val="00BF3383"/>
    <w:rsid w:val="00C14D35"/>
    <w:rsid w:val="00C56014"/>
    <w:rsid w:val="00C62BA4"/>
    <w:rsid w:val="00C815EB"/>
    <w:rsid w:val="00CB6DC5"/>
    <w:rsid w:val="00CC19D5"/>
    <w:rsid w:val="00CC4EA9"/>
    <w:rsid w:val="00CD4A2B"/>
    <w:rsid w:val="00CF0FC9"/>
    <w:rsid w:val="00CF3279"/>
    <w:rsid w:val="00D00CA7"/>
    <w:rsid w:val="00D078B0"/>
    <w:rsid w:val="00D15D4C"/>
    <w:rsid w:val="00D76FB3"/>
    <w:rsid w:val="00D84865"/>
    <w:rsid w:val="00DC29E4"/>
    <w:rsid w:val="00DC68A3"/>
    <w:rsid w:val="00E17C2B"/>
    <w:rsid w:val="00E20257"/>
    <w:rsid w:val="00E35E21"/>
    <w:rsid w:val="00E46568"/>
    <w:rsid w:val="00E65CE1"/>
    <w:rsid w:val="00E876DE"/>
    <w:rsid w:val="00E940F0"/>
    <w:rsid w:val="00ED15A8"/>
    <w:rsid w:val="00ED3C61"/>
    <w:rsid w:val="00ED79F5"/>
    <w:rsid w:val="00EF3B15"/>
    <w:rsid w:val="00EF4FEE"/>
    <w:rsid w:val="00EF679B"/>
    <w:rsid w:val="00F34816"/>
    <w:rsid w:val="00F50261"/>
    <w:rsid w:val="00F51480"/>
    <w:rsid w:val="00F93465"/>
    <w:rsid w:val="00FF06A9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774DA-A714-4F93-AB15-804E2718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nhideWhenUsed/>
    <w:qFormat/>
    <w:rsid w:val="00F50261"/>
    <w:pPr>
      <w:keepNext/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4311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1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9B8"/>
    <w:rPr>
      <w:rFonts w:ascii="Segoe UI" w:hAnsi="Segoe UI" w:cs="Segoe UI"/>
      <w:sz w:val="18"/>
      <w:szCs w:val="1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E4ABA"/>
    <w:pPr>
      <w:suppressAutoHyphens/>
      <w:spacing w:after="120" w:line="480" w:lineRule="auto"/>
      <w:ind w:left="283"/>
    </w:pPr>
    <w:rPr>
      <w:rFonts w:ascii="Times New Roman" w:eastAsia="Times New Roman" w:hAnsi="Times New Roman"/>
      <w:kern w:val="1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E4ABA"/>
    <w:rPr>
      <w:rFonts w:ascii="Times New Roman" w:eastAsia="Times New Roman" w:hAnsi="Times New Roman"/>
      <w:kern w:val="1"/>
      <w:sz w:val="24"/>
    </w:rPr>
  </w:style>
  <w:style w:type="character" w:customStyle="1" w:styleId="Nadpis2Char">
    <w:name w:val="Nadpis 2 Char"/>
    <w:basedOn w:val="Standardnpsmoodstavce"/>
    <w:link w:val="Nadpis2"/>
    <w:rsid w:val="00F50261"/>
    <w:rPr>
      <w:rFonts w:ascii="Times New Roman" w:eastAsia="Lucida Sans Unicode" w:hAnsi="Times New Roman" w:cs="Mangal"/>
      <w:b/>
      <w:kern w:val="2"/>
      <w:sz w:val="24"/>
      <w:szCs w:val="24"/>
      <w:lang w:eastAsia="zh-CN" w:bidi="hi-IN"/>
    </w:rPr>
  </w:style>
  <w:style w:type="paragraph" w:styleId="Zhlav">
    <w:name w:val="header"/>
    <w:basedOn w:val="Normln"/>
    <w:link w:val="ZhlavChar"/>
    <w:semiHidden/>
    <w:unhideWhenUsed/>
    <w:rsid w:val="00F50261"/>
    <w:pPr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semiHidden/>
    <w:rsid w:val="00F50261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kladntextodsazen21">
    <w:name w:val="Základní text odsazený 21"/>
    <w:basedOn w:val="Normln"/>
    <w:rsid w:val="00F50261"/>
    <w:pPr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usnesen&#237;\&#353;ablona%20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38EF2-DB93-4E18-B701-E0E3DDD3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usnesení.dotx</Template>
  <TotalTime>17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11</cp:revision>
  <cp:lastPrinted>2016-11-15T17:05:00Z</cp:lastPrinted>
  <dcterms:created xsi:type="dcterms:W3CDTF">2016-11-08T14:10:00Z</dcterms:created>
  <dcterms:modified xsi:type="dcterms:W3CDTF">2016-11-16T12:12:00Z</dcterms:modified>
</cp:coreProperties>
</file>