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E96CB3" w:rsidP="00103C04">
      <w:pPr>
        <w:pStyle w:val="PS-rovkd"/>
      </w:pPr>
      <w:r>
        <w:t>PS160048856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34A8C" w:rsidP="000E730C">
      <w:pPr>
        <w:pStyle w:val="PS-slousnesen"/>
      </w:pPr>
      <w:r>
        <w:t>270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7A53FC">
        <w:t>76</w:t>
      </w:r>
      <w:proofErr w:type="gramEnd"/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7A53FC">
        <w:t>3</w:t>
      </w:r>
      <w:r>
        <w:t xml:space="preserve">. </w:t>
      </w:r>
      <w:r w:rsidR="007A53FC">
        <w:t>listopadu</w:t>
      </w:r>
      <w:r w:rsidR="00A80159">
        <w:t xml:space="preserve"> 2016</w:t>
      </w:r>
    </w:p>
    <w:p w:rsidR="007A53FC" w:rsidRPr="007A53FC" w:rsidRDefault="007A53FC" w:rsidP="007A53FC">
      <w:pPr>
        <w:pStyle w:val="PS-pedmtusnesen"/>
      </w:pPr>
      <w:r w:rsidRPr="007A53FC">
        <w:t>Vládní návrh zákona, kterým se mění volební zákony a některé další zákony (tisk 899)</w:t>
      </w:r>
    </w:p>
    <w:p w:rsidR="00DC29E4" w:rsidRDefault="00A80159" w:rsidP="00A46CDA">
      <w:pPr>
        <w:pStyle w:val="PS-uvodnodstavec"/>
      </w:pPr>
      <w:r>
        <w:t>P</w:t>
      </w:r>
      <w:r w:rsidR="00F123EA">
        <w:t xml:space="preserve">o </w:t>
      </w:r>
      <w:r w:rsidR="00EE539B">
        <w:t>odůvodnění</w:t>
      </w:r>
      <w:r w:rsidR="00794C98">
        <w:t xml:space="preserve"> </w:t>
      </w:r>
      <w:r w:rsidR="00EE539B">
        <w:t xml:space="preserve">náměstka </w:t>
      </w:r>
      <w:r w:rsidR="00E52FBC">
        <w:t>ministra</w:t>
      </w:r>
      <w:r w:rsidR="00EE539B">
        <w:t xml:space="preserve"> vnitra JUDr. PhDr. Petra </w:t>
      </w:r>
      <w:proofErr w:type="spellStart"/>
      <w:r w:rsidR="00EE539B">
        <w:t>Mlsny</w:t>
      </w:r>
      <w:proofErr w:type="spellEnd"/>
      <w:r w:rsidR="00EE539B">
        <w:t>, Ph.D.</w:t>
      </w:r>
      <w:r w:rsidR="00F42233">
        <w:t>,</w:t>
      </w:r>
      <w:r w:rsidR="00F123EA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>.</w:t>
      </w:r>
      <w:r w:rsidR="00337183">
        <w:t xml:space="preserve"> JUDr</w:t>
      </w:r>
      <w:r w:rsidR="007A53FC">
        <w:t>. Jeronýma Tejce</w:t>
      </w:r>
      <w:r w:rsidR="00337183">
        <w:t xml:space="preserve"> </w:t>
      </w:r>
      <w:r w:rsidR="00EE539B">
        <w:t>a po</w:t>
      </w:r>
      <w:r w:rsidR="00F84331">
        <w:t xml:space="preserve"> </w:t>
      </w:r>
      <w:r w:rsidR="00DC29E4">
        <w:t>rozpravě</w:t>
      </w:r>
    </w:p>
    <w:p w:rsidR="00A80159" w:rsidRPr="00A80159" w:rsidRDefault="00A80159" w:rsidP="00A80159"/>
    <w:p w:rsidR="00A80159" w:rsidRDefault="00A80159" w:rsidP="00A80159">
      <w:pPr>
        <w:pStyle w:val="PS-uvodnodstavec"/>
        <w:ind w:firstLine="0"/>
      </w:pPr>
      <w:r>
        <w:t>ústavně právní výbor</w:t>
      </w:r>
    </w:p>
    <w:p w:rsidR="00587EE7" w:rsidRPr="00DF0D5B" w:rsidRDefault="00587EE7" w:rsidP="00587EE7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587EE7" w:rsidRDefault="00587EE7" w:rsidP="00587EE7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B2780F" w:rsidRDefault="00B2780F" w:rsidP="00B2780F">
      <w:pPr>
        <w:pStyle w:val="PS-slovanseznam"/>
        <w:numPr>
          <w:ilvl w:val="0"/>
          <w:numId w:val="0"/>
        </w:numPr>
        <w:ind w:left="357"/>
        <w:rPr>
          <w:lang w:eastAsia="cs-CZ"/>
        </w:rPr>
      </w:pPr>
      <w:r>
        <w:rPr>
          <w:lang w:eastAsia="cs-CZ"/>
        </w:rPr>
        <w:t>1.  V čl. V se vypouští body 1, 3, 8, 11, 14, 16, 18 a 19. Následující body se přeznačí.</w:t>
      </w:r>
    </w:p>
    <w:p w:rsidR="00B2780F" w:rsidRDefault="00B2780F" w:rsidP="00B2780F">
      <w:pPr>
        <w:pStyle w:val="PS-slovanseznam"/>
        <w:numPr>
          <w:ilvl w:val="0"/>
          <w:numId w:val="0"/>
        </w:numPr>
        <w:ind w:left="357"/>
        <w:rPr>
          <w:lang w:eastAsia="cs-CZ"/>
        </w:rPr>
      </w:pPr>
      <w:r>
        <w:rPr>
          <w:lang w:eastAsia="cs-CZ"/>
        </w:rPr>
        <w:t>2.  V čl. VII se vypouští body 1, 2, 5, 9 a 10. Následující body se přeznačí.</w:t>
      </w:r>
    </w:p>
    <w:p w:rsidR="00B2780F" w:rsidRDefault="00B2780F" w:rsidP="00D94FDD">
      <w:pPr>
        <w:pStyle w:val="PS-slovanseznam"/>
        <w:numPr>
          <w:ilvl w:val="0"/>
          <w:numId w:val="0"/>
        </w:numPr>
        <w:ind w:left="357"/>
        <w:rPr>
          <w:lang w:eastAsia="cs-CZ"/>
        </w:rPr>
      </w:pPr>
      <w:r>
        <w:rPr>
          <w:lang w:eastAsia="cs-CZ"/>
        </w:rPr>
        <w:t>3.  V čl. VII se vypouští bod 12 a v čl. IX se vypouští bo</w:t>
      </w:r>
      <w:r w:rsidR="00D94FDD">
        <w:rPr>
          <w:lang w:eastAsia="cs-CZ"/>
        </w:rPr>
        <w:t>dy 11 a 19. Následující body se</w:t>
      </w:r>
      <w:r w:rsidR="00D94FDD">
        <w:rPr>
          <w:lang w:eastAsia="cs-CZ"/>
        </w:rPr>
        <w:tab/>
      </w:r>
      <w:r>
        <w:rPr>
          <w:lang w:eastAsia="cs-CZ"/>
        </w:rPr>
        <w:t>přeznačí.</w:t>
      </w:r>
    </w:p>
    <w:p w:rsidR="00587EE7" w:rsidRDefault="00B2780F" w:rsidP="00D94FDD">
      <w:pPr>
        <w:pStyle w:val="PS-slovanseznam"/>
        <w:numPr>
          <w:ilvl w:val="0"/>
          <w:numId w:val="0"/>
        </w:numPr>
        <w:ind w:left="357"/>
        <w:rPr>
          <w:lang w:eastAsia="cs-CZ"/>
        </w:rPr>
      </w:pPr>
      <w:r>
        <w:rPr>
          <w:lang w:eastAsia="cs-CZ"/>
        </w:rPr>
        <w:t>4.  V čl. XIII se slova „dnem 1. ledna 2017“ nahrazují slovy „patnáctým dnem po jeho</w:t>
      </w:r>
      <w:r w:rsidR="00D94FDD">
        <w:rPr>
          <w:lang w:eastAsia="cs-CZ"/>
        </w:rPr>
        <w:t xml:space="preserve"> </w:t>
      </w:r>
      <w:r w:rsidR="00D94FDD">
        <w:rPr>
          <w:lang w:eastAsia="cs-CZ"/>
        </w:rPr>
        <w:tab/>
      </w:r>
      <w:r>
        <w:rPr>
          <w:lang w:eastAsia="cs-CZ"/>
        </w:rPr>
        <w:t>vyhlášení“.</w:t>
      </w:r>
    </w:p>
    <w:p w:rsidR="00587EE7" w:rsidRPr="00587EE7" w:rsidRDefault="00587EE7" w:rsidP="00587EE7">
      <w:pPr>
        <w:pStyle w:val="western"/>
        <w:spacing w:before="0" w:beforeAutospacing="0" w:after="0"/>
        <w:ind w:left="720"/>
        <w:jc w:val="both"/>
        <w:rPr>
          <w:sz w:val="24"/>
          <w:szCs w:val="24"/>
        </w:rPr>
      </w:pPr>
    </w:p>
    <w:p w:rsidR="00587EE7" w:rsidRPr="00FC2A3C" w:rsidRDefault="00587EE7" w:rsidP="00EE539B">
      <w:pPr>
        <w:pStyle w:val="PS-slovanseznam"/>
        <w:ind w:left="426"/>
      </w:pPr>
      <w:r w:rsidRPr="00577830">
        <w:rPr>
          <w:rStyle w:val="proloenChar"/>
        </w:rPr>
        <w:t>pověřuj</w:t>
      </w:r>
      <w:r w:rsidRPr="00FC2A3C">
        <w:rPr>
          <w:rStyle w:val="proloenChar"/>
        </w:rPr>
        <w:t>e</w:t>
      </w:r>
      <w:r w:rsidRPr="00FC2A3C">
        <w:t xml:space="preserve"> předsedu výboru, aby toto usnesení předložil</w:t>
      </w:r>
      <w:r>
        <w:t xml:space="preserve"> předsedovi Poslanecké </w:t>
      </w:r>
      <w:r w:rsidRPr="00FC2A3C">
        <w:t>sněmovny Parlamentu,</w:t>
      </w:r>
    </w:p>
    <w:p w:rsidR="00587EE7" w:rsidRPr="00FC2A3C" w:rsidRDefault="00587EE7" w:rsidP="00EE539B">
      <w:pPr>
        <w:pStyle w:val="PS-slovanseznam"/>
        <w:ind w:left="426"/>
      </w:pPr>
      <w:r w:rsidRPr="00FC2A3C">
        <w:rPr>
          <w:rStyle w:val="proloenChar"/>
        </w:rPr>
        <w:lastRenderedPageBreak/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587EE7" w:rsidRDefault="00587EE7" w:rsidP="00EE539B">
      <w:pPr>
        <w:pStyle w:val="PS-slovanseznam"/>
        <w:ind w:left="426"/>
      </w:pPr>
      <w:r w:rsidRPr="00FC2A3C">
        <w:rPr>
          <w:rStyle w:val="proloenChar"/>
        </w:rPr>
        <w:t>zmocňuje</w:t>
      </w:r>
      <w:r w:rsidRPr="00FC2A3C">
        <w:t xml:space="preserve"> zpravodaje výboru, aby ve spolupráci s legislativním odborem Kanceláře Poslanecké sněmovny provedl příslušné legislativně technické úpravy.</w:t>
      </w:r>
    </w:p>
    <w:p w:rsidR="00794C98" w:rsidRDefault="00794C98" w:rsidP="00BD5033"/>
    <w:p w:rsidR="00794C98" w:rsidRDefault="00794C98" w:rsidP="00BD5033"/>
    <w:p w:rsidR="00F42233" w:rsidRDefault="00F42233" w:rsidP="00F42233">
      <w:pPr>
        <w:pStyle w:val="sdendnote-western"/>
        <w:ind w:left="1080"/>
        <w:rPr>
          <w:rStyle w:val="proloenChar"/>
        </w:rPr>
      </w:pPr>
    </w:p>
    <w:p w:rsidR="00BD5033" w:rsidRPr="00BD5033" w:rsidRDefault="00BD5033" w:rsidP="00BD5033"/>
    <w:p w:rsidR="002F4129" w:rsidRDefault="0081364C" w:rsidP="00672667">
      <w:pPr>
        <w:keepNext/>
        <w:tabs>
          <w:tab w:val="center" w:pos="1701"/>
          <w:tab w:val="center" w:pos="6804"/>
        </w:tabs>
        <w:spacing w:before="1000" w:after="0" w:line="240" w:lineRule="auto"/>
      </w:pPr>
      <w:r>
        <w:tab/>
      </w:r>
    </w:p>
    <w:p w:rsidR="00106842" w:rsidRPr="00106842" w:rsidRDefault="007A53FC" w:rsidP="00EA6C8A">
      <w:pPr>
        <w:keepNext/>
        <w:tabs>
          <w:tab w:val="center" w:pos="1985"/>
          <w:tab w:val="center" w:pos="6804"/>
        </w:tabs>
        <w:spacing w:after="0" w:line="240" w:lineRule="auto"/>
        <w:ind w:left="993" w:hanging="142"/>
      </w:pPr>
      <w:r>
        <w:t>JUDr. Jeroným  TEJC</w:t>
      </w:r>
      <w:r w:rsidR="00E96CB3">
        <w:t xml:space="preserve"> v. r.</w:t>
      </w:r>
      <w:r w:rsidR="00BD5033">
        <w:tab/>
      </w:r>
      <w:r w:rsidR="00434A8C">
        <w:t xml:space="preserve">Mgr. </w:t>
      </w:r>
      <w:proofErr w:type="gramStart"/>
      <w:r w:rsidR="00434A8C">
        <w:t>Jan  FARSKÝ</w:t>
      </w:r>
      <w:proofErr w:type="gramEnd"/>
      <w:r w:rsidR="00E96CB3">
        <w:t xml:space="preserve"> v. r.</w:t>
      </w:r>
    </w:p>
    <w:p w:rsidR="00106842" w:rsidRDefault="00106842" w:rsidP="00E96CB3">
      <w:pPr>
        <w:keepNext/>
        <w:tabs>
          <w:tab w:val="center" w:pos="2127"/>
          <w:tab w:val="center" w:pos="6804"/>
        </w:tabs>
        <w:spacing w:after="0" w:line="240" w:lineRule="auto"/>
      </w:pPr>
      <w:r w:rsidRPr="00106842">
        <w:tab/>
      </w:r>
      <w:bookmarkStart w:id="0" w:name="_GoBack"/>
      <w:bookmarkEnd w:id="0"/>
      <w:r w:rsidR="00A80159">
        <w:t>zpravodaj výboru</w:t>
      </w:r>
      <w:r w:rsidR="002C04A8">
        <w:tab/>
      </w:r>
      <w:r w:rsidR="00A80159">
        <w:t>ověřovatel výboru</w:t>
      </w:r>
    </w:p>
    <w:p w:rsidR="000D2A1E" w:rsidRDefault="000D2A1E" w:rsidP="00EA6C8A">
      <w:pPr>
        <w:keepNext/>
        <w:tabs>
          <w:tab w:val="center" w:pos="1843"/>
          <w:tab w:val="center" w:pos="6804"/>
        </w:tabs>
        <w:spacing w:after="0" w:line="240" w:lineRule="auto"/>
      </w:pPr>
    </w:p>
    <w:p w:rsidR="00672667" w:rsidRPr="00106842" w:rsidRDefault="00672667" w:rsidP="009F6598">
      <w:pPr>
        <w:keepNext/>
        <w:tabs>
          <w:tab w:val="center" w:pos="1701"/>
          <w:tab w:val="center" w:pos="6804"/>
        </w:tabs>
        <w:spacing w:after="0" w:line="240" w:lineRule="auto"/>
      </w:pPr>
    </w:p>
    <w:p w:rsidR="00106842" w:rsidRPr="00254049" w:rsidRDefault="00A80159" w:rsidP="00FD76F9">
      <w:pPr>
        <w:tabs>
          <w:tab w:val="center" w:pos="1701"/>
          <w:tab w:val="center" w:pos="4253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E96CB3">
        <w:t xml:space="preserve"> v. r.</w:t>
      </w:r>
    </w:p>
    <w:p w:rsidR="00106842" w:rsidRDefault="00106842" w:rsidP="00EE539B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A31D88"/>
    <w:multiLevelType w:val="multilevel"/>
    <w:tmpl w:val="399CA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84C158D"/>
    <w:multiLevelType w:val="hybridMultilevel"/>
    <w:tmpl w:val="97CCEC46"/>
    <w:lvl w:ilvl="0" w:tplc="55EA66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46FC1"/>
    <w:multiLevelType w:val="multilevel"/>
    <w:tmpl w:val="03B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F848B8"/>
    <w:multiLevelType w:val="multilevel"/>
    <w:tmpl w:val="184C8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2B65F6"/>
    <w:multiLevelType w:val="hybridMultilevel"/>
    <w:tmpl w:val="934A03E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>
    <w:nsid w:val="3BBF557B"/>
    <w:multiLevelType w:val="multilevel"/>
    <w:tmpl w:val="5398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7A5DCF"/>
    <w:multiLevelType w:val="multilevel"/>
    <w:tmpl w:val="321CA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B0446D"/>
    <w:multiLevelType w:val="hybridMultilevel"/>
    <w:tmpl w:val="357643B4"/>
    <w:lvl w:ilvl="0" w:tplc="C6183C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27674D"/>
    <w:multiLevelType w:val="multilevel"/>
    <w:tmpl w:val="99E2DE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AA0238"/>
    <w:multiLevelType w:val="multilevel"/>
    <w:tmpl w:val="8FEA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B22F8F"/>
    <w:multiLevelType w:val="hybridMultilevel"/>
    <w:tmpl w:val="884EB6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582FCC"/>
    <w:multiLevelType w:val="hybridMultilevel"/>
    <w:tmpl w:val="A01869D0"/>
    <w:lvl w:ilvl="0" w:tplc="D1BCC7E2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5"/>
  </w:num>
  <w:num w:numId="15">
    <w:abstractNumId w:val="15"/>
  </w:num>
  <w:num w:numId="16">
    <w:abstractNumId w:val="11"/>
  </w:num>
  <w:num w:numId="17">
    <w:abstractNumId w:val="14"/>
  </w:num>
  <w:num w:numId="18">
    <w:abstractNumId w:val="23"/>
  </w:num>
  <w:num w:numId="19">
    <w:abstractNumId w:val="24"/>
  </w:num>
  <w:num w:numId="20">
    <w:abstractNumId w:val="19"/>
  </w:num>
  <w:num w:numId="21">
    <w:abstractNumId w:val="12"/>
  </w:num>
  <w:num w:numId="22">
    <w:abstractNumId w:val="27"/>
  </w:num>
  <w:num w:numId="23">
    <w:abstractNumId w:val="16"/>
  </w:num>
  <w:num w:numId="24">
    <w:abstractNumId w:val="21"/>
  </w:num>
  <w:num w:numId="25">
    <w:abstractNumId w:val="20"/>
  </w:num>
  <w:num w:numId="26">
    <w:abstractNumId w:val="22"/>
  </w:num>
  <w:num w:numId="27">
    <w:abstractNumId w:val="1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2050E"/>
    <w:rsid w:val="000476E4"/>
    <w:rsid w:val="000C5278"/>
    <w:rsid w:val="000D2A1E"/>
    <w:rsid w:val="000D4A9A"/>
    <w:rsid w:val="000E730C"/>
    <w:rsid w:val="00103C04"/>
    <w:rsid w:val="00106842"/>
    <w:rsid w:val="001B45F3"/>
    <w:rsid w:val="002117C1"/>
    <w:rsid w:val="00230024"/>
    <w:rsid w:val="00254049"/>
    <w:rsid w:val="00272E1B"/>
    <w:rsid w:val="002A2F32"/>
    <w:rsid w:val="002B0FB6"/>
    <w:rsid w:val="002B60B3"/>
    <w:rsid w:val="002C04A8"/>
    <w:rsid w:val="002C6BED"/>
    <w:rsid w:val="002F4129"/>
    <w:rsid w:val="00337183"/>
    <w:rsid w:val="00356011"/>
    <w:rsid w:val="00370B50"/>
    <w:rsid w:val="00377253"/>
    <w:rsid w:val="003A3FEA"/>
    <w:rsid w:val="003D2033"/>
    <w:rsid w:val="00434A8C"/>
    <w:rsid w:val="004D4730"/>
    <w:rsid w:val="005204D3"/>
    <w:rsid w:val="005227BF"/>
    <w:rsid w:val="00566A4C"/>
    <w:rsid w:val="00587EE7"/>
    <w:rsid w:val="005A4428"/>
    <w:rsid w:val="005C30D7"/>
    <w:rsid w:val="005E094C"/>
    <w:rsid w:val="005E6AE6"/>
    <w:rsid w:val="005F6CAE"/>
    <w:rsid w:val="00620764"/>
    <w:rsid w:val="00672667"/>
    <w:rsid w:val="006F0439"/>
    <w:rsid w:val="00794C98"/>
    <w:rsid w:val="007A53FC"/>
    <w:rsid w:val="007C62DA"/>
    <w:rsid w:val="007D5EE1"/>
    <w:rsid w:val="007E1D0B"/>
    <w:rsid w:val="00812496"/>
    <w:rsid w:val="0081364C"/>
    <w:rsid w:val="00820EC7"/>
    <w:rsid w:val="00830BFE"/>
    <w:rsid w:val="00893C29"/>
    <w:rsid w:val="00903269"/>
    <w:rsid w:val="009F6598"/>
    <w:rsid w:val="00A46CDA"/>
    <w:rsid w:val="00A80159"/>
    <w:rsid w:val="00AA0D27"/>
    <w:rsid w:val="00B13892"/>
    <w:rsid w:val="00B2780F"/>
    <w:rsid w:val="00B53E8D"/>
    <w:rsid w:val="00B715B6"/>
    <w:rsid w:val="00BD5033"/>
    <w:rsid w:val="00C56014"/>
    <w:rsid w:val="00C72A48"/>
    <w:rsid w:val="00C84389"/>
    <w:rsid w:val="00C8694A"/>
    <w:rsid w:val="00CA12A9"/>
    <w:rsid w:val="00D76FB3"/>
    <w:rsid w:val="00D94FDD"/>
    <w:rsid w:val="00D97D81"/>
    <w:rsid w:val="00DC29E4"/>
    <w:rsid w:val="00DF56F2"/>
    <w:rsid w:val="00E52FBC"/>
    <w:rsid w:val="00E56C7F"/>
    <w:rsid w:val="00E96CB3"/>
    <w:rsid w:val="00EA6C8A"/>
    <w:rsid w:val="00ED15A8"/>
    <w:rsid w:val="00EE539B"/>
    <w:rsid w:val="00EF3B15"/>
    <w:rsid w:val="00EF574F"/>
    <w:rsid w:val="00EF679B"/>
    <w:rsid w:val="00F123EA"/>
    <w:rsid w:val="00F42233"/>
    <w:rsid w:val="00F84331"/>
    <w:rsid w:val="00FD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97D81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87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57</TotalTime>
  <Pages>2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32</cp:revision>
  <dcterms:created xsi:type="dcterms:W3CDTF">2016-06-10T12:10:00Z</dcterms:created>
  <dcterms:modified xsi:type="dcterms:W3CDTF">2016-11-07T10:57:00Z</dcterms:modified>
</cp:coreProperties>
</file>