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D7426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F95552" w:rsidP="000E730C">
      <w:pPr>
        <w:pStyle w:val="PS-slousnesen"/>
      </w:pPr>
      <w:r>
        <w:t>284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1051F4" w:rsidP="00377253">
      <w:pPr>
        <w:pStyle w:val="PS-hlavika1"/>
      </w:pPr>
      <w:r>
        <w:t>kontrolního výboru</w:t>
      </w:r>
    </w:p>
    <w:p w:rsidR="00DC29E4" w:rsidRDefault="00573167" w:rsidP="00377253">
      <w:pPr>
        <w:pStyle w:val="PS-hlavika1"/>
      </w:pPr>
      <w:r>
        <w:t>ze 47</w:t>
      </w:r>
      <w:r w:rsidR="00DC29E4"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573167">
        <w:t>31. května</w:t>
      </w:r>
      <w:r w:rsidR="002D7426">
        <w:t xml:space="preserve"> 2017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Pr="00FC32E2" w:rsidRDefault="009A5BF4" w:rsidP="00FC32E2">
      <w:pPr>
        <w:pStyle w:val="Normlnweb"/>
        <w:spacing w:after="0"/>
        <w:jc w:val="both"/>
      </w:pPr>
      <w:r w:rsidRPr="009A5BF4">
        <w:rPr>
          <w:color w:val="000000"/>
          <w:spacing w:val="-4"/>
        </w:rPr>
        <w:t>k</w:t>
      </w:r>
      <w:r w:rsidR="00FC32E2">
        <w:rPr>
          <w:color w:val="000000"/>
          <w:spacing w:val="-4"/>
        </w:rPr>
        <w:t xml:space="preserve">e </w:t>
      </w:r>
      <w:r w:rsidR="003F2A48">
        <w:t xml:space="preserve">Kontrolnímu závěru Nejvyššího kontrolního úřadu z kontrolní akce č. </w:t>
      </w:r>
      <w:r w:rsidR="00EA4564">
        <w:rPr>
          <w:color w:val="000000"/>
          <w:spacing w:val="-4"/>
        </w:rPr>
        <w:t>15/10 – Peněžní prostředky vynakládané na Národní infrastrukturu pro elektronické zadávání veřejných zakázek (NIPEZ) a nákup komodit jeho prostřednictvím</w:t>
      </w:r>
    </w:p>
    <w:p w:rsidR="003B1EBB" w:rsidRDefault="003B1EBB" w:rsidP="00D00200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C0087" w:rsidRDefault="00F5492D" w:rsidP="00176E82">
      <w:pPr>
        <w:pStyle w:val="western"/>
        <w:spacing w:before="0" w:beforeAutospacing="0" w:after="0"/>
        <w:ind w:firstLine="567"/>
        <w:jc w:val="both"/>
        <w:rPr>
          <w:spacing w:val="-4"/>
        </w:rPr>
      </w:pPr>
      <w:r w:rsidRPr="00350084">
        <w:rPr>
          <w:spacing w:val="-4"/>
        </w:rPr>
        <w:t xml:space="preserve">Kontrolní výbor Poslanecké sněmovny Parlamentu ČR po úvodním výkladu </w:t>
      </w:r>
      <w:r>
        <w:rPr>
          <w:spacing w:val="-4"/>
        </w:rPr>
        <w:t xml:space="preserve">prezidenta </w:t>
      </w:r>
      <w:r w:rsidRPr="00350084">
        <w:rPr>
          <w:spacing w:val="-4"/>
        </w:rPr>
        <w:t xml:space="preserve">Nejvyššího kontrolního úřadu </w:t>
      </w:r>
      <w:r>
        <w:rPr>
          <w:spacing w:val="-4"/>
        </w:rPr>
        <w:t xml:space="preserve">Miloslava Kaly, stanovisku </w:t>
      </w:r>
      <w:r w:rsidR="00A42DBB">
        <w:rPr>
          <w:spacing w:val="-4"/>
        </w:rPr>
        <w:t xml:space="preserve">pověřeného </w:t>
      </w:r>
      <w:bookmarkStart w:id="0" w:name="_GoBack"/>
      <w:bookmarkEnd w:id="0"/>
      <w:r w:rsidR="00C22E28" w:rsidRPr="00C22E28">
        <w:t xml:space="preserve">náměstka ministryně pro místní rozvoj </w:t>
      </w:r>
      <w:r w:rsidR="00C22E28">
        <w:t>Vlastimila</w:t>
      </w:r>
      <w:r w:rsidR="00C22E28" w:rsidRPr="00C22E28">
        <w:t xml:space="preserve"> Fidler</w:t>
      </w:r>
      <w:r w:rsidR="00C22E28">
        <w:t>a</w:t>
      </w:r>
      <w:r w:rsidRPr="00C22E28">
        <w:rPr>
          <w:spacing w:val="-4"/>
        </w:rPr>
        <w:t>, zpravodajské z</w:t>
      </w:r>
      <w:r w:rsidRPr="00350084">
        <w:rPr>
          <w:spacing w:val="-4"/>
        </w:rPr>
        <w:t>pr</w:t>
      </w:r>
      <w:r>
        <w:rPr>
          <w:spacing w:val="-4"/>
        </w:rPr>
        <w:t xml:space="preserve">ávě poslance </w:t>
      </w:r>
      <w:r w:rsidR="00DA1132">
        <w:rPr>
          <w:spacing w:val="-4"/>
        </w:rPr>
        <w:t>Vladimíra Koníčka</w:t>
      </w:r>
      <w:r>
        <w:rPr>
          <w:spacing w:val="-4"/>
        </w:rPr>
        <w:t xml:space="preserve"> a </w:t>
      </w:r>
      <w:r w:rsidRPr="00350084">
        <w:rPr>
          <w:spacing w:val="-4"/>
        </w:rPr>
        <w:t>po rozpravě</w:t>
      </w:r>
    </w:p>
    <w:p w:rsidR="00DE3629" w:rsidRDefault="00DE3629" w:rsidP="002D7426">
      <w:pPr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</w:pPr>
    </w:p>
    <w:p w:rsidR="009C0087" w:rsidRPr="00350084" w:rsidRDefault="00457F1A" w:rsidP="009C0087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I</w:t>
      </w:r>
      <w:r w:rsidR="00047D6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.</w:t>
      </w:r>
      <w:r w:rsidR="00047D6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ab/>
      </w:r>
      <w:r w:rsidR="009C0087" w:rsidRPr="0035008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bere na vědomí</w:t>
      </w:r>
    </w:p>
    <w:p w:rsidR="009C0087" w:rsidRPr="00350084" w:rsidRDefault="009C0087" w:rsidP="009C0087">
      <w:pPr>
        <w:numPr>
          <w:ilvl w:val="0"/>
          <w:numId w:val="15"/>
        </w:numPr>
        <w:tabs>
          <w:tab w:val="clear" w:pos="720"/>
          <w:tab w:val="num" w:pos="851"/>
        </w:tabs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Kontrolní závěr Nejvyššího kontrolního úřadu z kontrolní akce </w:t>
      </w:r>
      <w:r w:rsidRPr="00B87BF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č. </w:t>
      </w:r>
      <w:r w:rsidR="00EA45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15/10</w:t>
      </w:r>
      <w:r w:rsidR="00390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3960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– </w:t>
      </w:r>
      <w:r w:rsidR="00EA4564" w:rsidRPr="00EA45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Peněžní prostředky vynakládané na Národní infrastrukturu pro elektronické zadávání veřejných zakázek (NIPEZ) a nákup komodit jeho prostřednictvím</w:t>
      </w:r>
      <w:r w:rsidRPr="003960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(dále jen „Kontrolní závěr č. </w:t>
      </w:r>
      <w:r w:rsidR="00EA45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15/10</w:t>
      </w: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“),</w:t>
      </w:r>
    </w:p>
    <w:p w:rsidR="009C0087" w:rsidRPr="003D481E" w:rsidRDefault="009C0087" w:rsidP="009C0087">
      <w:pPr>
        <w:numPr>
          <w:ilvl w:val="0"/>
          <w:numId w:val="15"/>
        </w:numPr>
        <w:tabs>
          <w:tab w:val="clear" w:pos="720"/>
          <w:tab w:val="num" w:pos="851"/>
        </w:tabs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Stanovisko Ministerstva </w:t>
      </w:r>
      <w:r w:rsidR="007C4A3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pro místní rozvoj </w:t>
      </w: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ke Kontrolnímu závěru č. </w:t>
      </w:r>
      <w:r w:rsidR="00F5492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1</w:t>
      </w:r>
      <w:r w:rsidR="00EA456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5/10</w:t>
      </w:r>
      <w:r w:rsidR="007C4A3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obsažené v části III</w:t>
      </w: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materiálu vlády </w:t>
      </w:r>
      <w:proofErr w:type="gramStart"/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č.j.</w:t>
      </w:r>
      <w:proofErr w:type="gramEnd"/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A45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853/16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</w:p>
    <w:p w:rsidR="00467A2A" w:rsidRDefault="009C0087" w:rsidP="003F2A48">
      <w:pPr>
        <w:numPr>
          <w:ilvl w:val="0"/>
          <w:numId w:val="15"/>
        </w:numPr>
        <w:tabs>
          <w:tab w:val="clear" w:pos="720"/>
          <w:tab w:val="num" w:pos="851"/>
        </w:tabs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Usnesení </w:t>
      </w:r>
      <w:r w:rsidR="003960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vlády č. </w:t>
      </w:r>
      <w:r w:rsidR="00666A5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987</w:t>
      </w:r>
      <w:r w:rsidR="003960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ze dne </w:t>
      </w:r>
      <w:r w:rsidR="00666A5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7. 11. 2016</w:t>
      </w:r>
      <w:r w:rsidR="00467A2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:rsidR="003F2A48" w:rsidRDefault="00467A2A" w:rsidP="003F2A48">
      <w:pPr>
        <w:numPr>
          <w:ilvl w:val="0"/>
          <w:numId w:val="15"/>
        </w:numPr>
        <w:tabs>
          <w:tab w:val="clear" w:pos="720"/>
          <w:tab w:val="num" w:pos="851"/>
        </w:tabs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Informaci k plnění usnesení vlády č. 987/2016 ke Kontrolnímu závěru č. 15/10</w:t>
      </w:r>
      <w:r w:rsidR="004C5F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obsaženou v části II materiálu vlády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č.j.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488/17</w:t>
      </w:r>
      <w:r w:rsidR="00F5492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</w:t>
      </w:r>
    </w:p>
    <w:p w:rsidR="00DE3629" w:rsidRPr="00F5492D" w:rsidRDefault="00DE3629" w:rsidP="00DE3629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F2A48" w:rsidRDefault="00047D6B" w:rsidP="007F0685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I</w:t>
      </w:r>
      <w:r w:rsidR="00457F1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I</w:t>
      </w:r>
      <w:r w:rsidR="003F2A48" w:rsidRPr="003F2A48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</w:t>
      </w:r>
      <w:r w:rsidR="003F2A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3F2A48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žádá</w:t>
      </w:r>
      <w:r w:rsidR="003F2A48" w:rsidRPr="003F2A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C4A3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ministryni pro místní rozvoj</w:t>
      </w:r>
      <w:r w:rsidR="003F2A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aby </w:t>
      </w:r>
      <w:r w:rsidR="001C049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 30</w:t>
      </w:r>
      <w:r w:rsidR="00F96E3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6.</w:t>
      </w:r>
      <w:r w:rsidR="003F2A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2017</w:t>
      </w:r>
      <w:r w:rsidR="007F0685" w:rsidRPr="007F068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F068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předložil</w:t>
      </w:r>
      <w:r w:rsidR="007C4A3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 w:rsidR="007F068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kontrolnímu výboru</w:t>
      </w:r>
      <w:r w:rsidR="0070745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F96E3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metodiku výpočtu úspor</w:t>
      </w:r>
      <w:r w:rsidR="001C049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vyčíslení úspor za rok 2016</w:t>
      </w:r>
      <w:r w:rsidR="0070745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</w:t>
      </w:r>
    </w:p>
    <w:p w:rsidR="00DE3629" w:rsidRPr="00611DC5" w:rsidRDefault="00DE3629" w:rsidP="009C0087">
      <w:pPr>
        <w:jc w:val="both"/>
        <w:rPr>
          <w:rFonts w:ascii="Times New Roman" w:eastAsia="Times New Roman" w:hAnsi="Times New Roman"/>
          <w:bCs/>
          <w:color w:val="000000"/>
          <w:spacing w:val="80"/>
          <w:sz w:val="24"/>
          <w:szCs w:val="24"/>
          <w:lang w:eastAsia="cs-CZ"/>
        </w:rPr>
      </w:pPr>
    </w:p>
    <w:p w:rsidR="00D00200" w:rsidRPr="000F7D50" w:rsidRDefault="009C0087" w:rsidP="00594FBD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0F7D5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I</w:t>
      </w:r>
      <w:r w:rsidR="00457F1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II</w:t>
      </w:r>
      <w:r w:rsidRPr="000F7D5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</w:t>
      </w:r>
      <w:r w:rsidRPr="000F7D50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ab/>
        <w:t xml:space="preserve">zmocňuje </w:t>
      </w:r>
      <w:r w:rsidRPr="000F7D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předsedu výboru, aby s tímto usnesením seznámil preziden</w:t>
      </w:r>
      <w:r w:rsidR="002E03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ta Nejvyššího kontrolního úřadu a</w:t>
      </w:r>
      <w:r w:rsidRPr="000F7D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13B5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ministryni</w:t>
      </w:r>
      <w:r w:rsidR="007C4A3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místní rozvoj</w:t>
      </w:r>
      <w:r w:rsidRPr="000F7D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24026A" w:rsidRDefault="0024026A" w:rsidP="0070745A">
      <w:pPr>
        <w:rPr>
          <w:rFonts w:ascii="Times New Roman" w:hAnsi="Times New Roman"/>
          <w:sz w:val="24"/>
          <w:szCs w:val="24"/>
        </w:rPr>
      </w:pPr>
    </w:p>
    <w:p w:rsidR="00690E21" w:rsidRDefault="00690E21" w:rsidP="0070745A">
      <w:pPr>
        <w:rPr>
          <w:rFonts w:ascii="Times New Roman" w:hAnsi="Times New Roman"/>
          <w:sz w:val="24"/>
          <w:szCs w:val="24"/>
        </w:rPr>
      </w:pPr>
    </w:p>
    <w:p w:rsidR="00DE3629" w:rsidRDefault="00DE3629" w:rsidP="0070745A">
      <w:pPr>
        <w:rPr>
          <w:rFonts w:ascii="Times New Roman" w:hAnsi="Times New Roman"/>
          <w:sz w:val="24"/>
          <w:szCs w:val="24"/>
        </w:rPr>
      </w:pPr>
    </w:p>
    <w:p w:rsidR="00DE3629" w:rsidRDefault="00DE3629" w:rsidP="0070745A">
      <w:pPr>
        <w:rPr>
          <w:rFonts w:ascii="Times New Roman" w:hAnsi="Times New Roman"/>
          <w:sz w:val="24"/>
          <w:szCs w:val="24"/>
        </w:rPr>
      </w:pPr>
    </w:p>
    <w:p w:rsidR="0070745A" w:rsidRDefault="0070745A" w:rsidP="0070745A">
      <w:pPr>
        <w:rPr>
          <w:rFonts w:ascii="Times New Roman" w:hAnsi="Times New Roman"/>
          <w:sz w:val="24"/>
          <w:szCs w:val="24"/>
        </w:rPr>
      </w:pPr>
    </w:p>
    <w:p w:rsidR="0070745A" w:rsidRPr="0070745A" w:rsidRDefault="0070745A" w:rsidP="0070745A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B67D66" w:rsidTr="00BA383E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7C4A37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Jiří ŠTĚTINA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Pr="00254049">
              <w:rPr>
                <w:rFonts w:ascii="Times New Roman" w:hAnsi="Times New Roman"/>
                <w:sz w:val="24"/>
              </w:rPr>
              <w:t>v.r.</w:t>
            </w:r>
            <w:proofErr w:type="gramEnd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690E21" w:rsidP="007C4A3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="007C4A37" w:rsidRPr="00254049">
              <w:rPr>
                <w:rFonts w:ascii="Times New Roman" w:hAnsi="Times New Roman"/>
                <w:sz w:val="24"/>
              </w:rPr>
              <w:t>v.r.</w:t>
            </w:r>
            <w:proofErr w:type="gramEnd"/>
          </w:p>
        </w:tc>
      </w:tr>
      <w:tr w:rsidR="00B67D66" w:rsidTr="00BA383E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7C4A37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místopředseda – </w:t>
            </w:r>
            <w:r w:rsidR="00B67D66">
              <w:rPr>
                <w:rFonts w:ascii="Times New Roman" w:hAnsi="Times New Roman"/>
                <w:sz w:val="24"/>
              </w:rPr>
              <w:t>o</w:t>
            </w:r>
            <w:r w:rsidR="00B67D66" w:rsidRPr="00106842">
              <w:rPr>
                <w:rFonts w:ascii="Times New Roman" w:hAnsi="Times New Roman"/>
                <w:sz w:val="24"/>
              </w:rPr>
              <w:t>věřovatel</w:t>
            </w:r>
          </w:p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492D" w:rsidRDefault="00690E21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předseda - </w:t>
            </w:r>
            <w:r w:rsidR="007C4A37">
              <w:rPr>
                <w:rFonts w:ascii="Times New Roman" w:hAnsi="Times New Roman"/>
                <w:sz w:val="24"/>
              </w:rPr>
              <w:t>zpravodaj</w:t>
            </w:r>
          </w:p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B67D66" w:rsidTr="00BA383E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D66" w:rsidTr="00BA383E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D66" w:rsidTr="00BA383E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15B6" w:rsidRDefault="00B715B6" w:rsidP="0070745A">
      <w:pPr>
        <w:rPr>
          <w:rFonts w:ascii="Times New Roman" w:hAnsi="Times New Roman"/>
          <w:sz w:val="24"/>
        </w:rPr>
      </w:pPr>
    </w:p>
    <w:sectPr w:rsidR="00B715B6" w:rsidSect="002A7571">
      <w:footerReference w:type="default" r:id="rId8"/>
      <w:pgSz w:w="11906" w:h="16838"/>
      <w:pgMar w:top="1276" w:right="1418" w:bottom="28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487" w:rsidRDefault="00594487" w:rsidP="00594487">
      <w:r>
        <w:separator/>
      </w:r>
    </w:p>
  </w:endnote>
  <w:endnote w:type="continuationSeparator" w:id="0">
    <w:p w:rsidR="00594487" w:rsidRDefault="00594487" w:rsidP="00594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487" w:rsidRDefault="00594487">
    <w:pPr>
      <w:pStyle w:val="Zpat"/>
      <w:jc w:val="center"/>
    </w:pPr>
  </w:p>
  <w:p w:rsidR="00594487" w:rsidRDefault="005944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487" w:rsidRDefault="00594487" w:rsidP="00594487">
      <w:r>
        <w:separator/>
      </w:r>
    </w:p>
  </w:footnote>
  <w:footnote w:type="continuationSeparator" w:id="0">
    <w:p w:rsidR="00594487" w:rsidRDefault="00594487" w:rsidP="00594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E27292"/>
    <w:multiLevelType w:val="multilevel"/>
    <w:tmpl w:val="5D04C9C4"/>
    <w:lvl w:ilvl="0">
      <w:start w:val="1"/>
      <w:numFmt w:val="upperRoman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2">
    <w:nsid w:val="127D6BA2"/>
    <w:multiLevelType w:val="hybridMultilevel"/>
    <w:tmpl w:val="9BBC0BE6"/>
    <w:lvl w:ilvl="0" w:tplc="3B9C2D8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6413899"/>
    <w:multiLevelType w:val="hybridMultilevel"/>
    <w:tmpl w:val="3CE0B030"/>
    <w:lvl w:ilvl="0" w:tplc="93989B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5C597E20"/>
    <w:multiLevelType w:val="hybridMultilevel"/>
    <w:tmpl w:val="8C8AFC1A"/>
    <w:lvl w:ilvl="0" w:tplc="486226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7"/>
  </w:num>
  <w:num w:numId="16">
    <w:abstractNumId w:val="16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03F7D"/>
    <w:rsid w:val="00027A61"/>
    <w:rsid w:val="00040817"/>
    <w:rsid w:val="000476E4"/>
    <w:rsid w:val="00047BAD"/>
    <w:rsid w:val="00047D6B"/>
    <w:rsid w:val="00077A9B"/>
    <w:rsid w:val="000B6276"/>
    <w:rsid w:val="000C2EDF"/>
    <w:rsid w:val="000C5278"/>
    <w:rsid w:val="000D2C1E"/>
    <w:rsid w:val="000D7292"/>
    <w:rsid w:val="000E730C"/>
    <w:rsid w:val="000F7D50"/>
    <w:rsid w:val="00103C04"/>
    <w:rsid w:val="001051F4"/>
    <w:rsid w:val="00106842"/>
    <w:rsid w:val="00112738"/>
    <w:rsid w:val="001268CA"/>
    <w:rsid w:val="00147C40"/>
    <w:rsid w:val="00164915"/>
    <w:rsid w:val="00176E82"/>
    <w:rsid w:val="001A65FD"/>
    <w:rsid w:val="001B45F3"/>
    <w:rsid w:val="001C0496"/>
    <w:rsid w:val="001C25DB"/>
    <w:rsid w:val="001D0461"/>
    <w:rsid w:val="001D682A"/>
    <w:rsid w:val="001E1C91"/>
    <w:rsid w:val="00221A29"/>
    <w:rsid w:val="00230024"/>
    <w:rsid w:val="002300CA"/>
    <w:rsid w:val="0024026A"/>
    <w:rsid w:val="00254049"/>
    <w:rsid w:val="00265CCD"/>
    <w:rsid w:val="00272E1B"/>
    <w:rsid w:val="00273DFC"/>
    <w:rsid w:val="00287998"/>
    <w:rsid w:val="00290307"/>
    <w:rsid w:val="002A2F32"/>
    <w:rsid w:val="002A4534"/>
    <w:rsid w:val="002A7571"/>
    <w:rsid w:val="002B0FB6"/>
    <w:rsid w:val="002B60B3"/>
    <w:rsid w:val="002C6BED"/>
    <w:rsid w:val="002D35EB"/>
    <w:rsid w:val="002D7426"/>
    <w:rsid w:val="002E0329"/>
    <w:rsid w:val="00322E8C"/>
    <w:rsid w:val="003334AA"/>
    <w:rsid w:val="00341E03"/>
    <w:rsid w:val="00350084"/>
    <w:rsid w:val="00356011"/>
    <w:rsid w:val="00377253"/>
    <w:rsid w:val="00390988"/>
    <w:rsid w:val="003960DC"/>
    <w:rsid w:val="003B1EBB"/>
    <w:rsid w:val="003C4B4E"/>
    <w:rsid w:val="003D2033"/>
    <w:rsid w:val="003D4506"/>
    <w:rsid w:val="003D481E"/>
    <w:rsid w:val="003F2A48"/>
    <w:rsid w:val="00405E26"/>
    <w:rsid w:val="00457F1A"/>
    <w:rsid w:val="00461F3D"/>
    <w:rsid w:val="0046672F"/>
    <w:rsid w:val="00467A2A"/>
    <w:rsid w:val="00475981"/>
    <w:rsid w:val="00484011"/>
    <w:rsid w:val="004A6ABA"/>
    <w:rsid w:val="004C35DE"/>
    <w:rsid w:val="004C5FAA"/>
    <w:rsid w:val="004E276E"/>
    <w:rsid w:val="004E4AB2"/>
    <w:rsid w:val="004F4CB0"/>
    <w:rsid w:val="004F5A51"/>
    <w:rsid w:val="005227BF"/>
    <w:rsid w:val="005260B0"/>
    <w:rsid w:val="00527F88"/>
    <w:rsid w:val="00566A4C"/>
    <w:rsid w:val="00566AC8"/>
    <w:rsid w:val="00570A6D"/>
    <w:rsid w:val="00573167"/>
    <w:rsid w:val="00584F5A"/>
    <w:rsid w:val="00594487"/>
    <w:rsid w:val="00594FBD"/>
    <w:rsid w:val="005B1B57"/>
    <w:rsid w:val="005C30D7"/>
    <w:rsid w:val="005E094C"/>
    <w:rsid w:val="005F6CAE"/>
    <w:rsid w:val="00611DC5"/>
    <w:rsid w:val="00620764"/>
    <w:rsid w:val="00640253"/>
    <w:rsid w:val="00651A8E"/>
    <w:rsid w:val="00666A5C"/>
    <w:rsid w:val="0068181B"/>
    <w:rsid w:val="00690E21"/>
    <w:rsid w:val="00693332"/>
    <w:rsid w:val="006A36CD"/>
    <w:rsid w:val="006B1893"/>
    <w:rsid w:val="006B43FA"/>
    <w:rsid w:val="006D26B7"/>
    <w:rsid w:val="0070745A"/>
    <w:rsid w:val="00734542"/>
    <w:rsid w:val="007471B4"/>
    <w:rsid w:val="007607C5"/>
    <w:rsid w:val="0078597C"/>
    <w:rsid w:val="00787ABD"/>
    <w:rsid w:val="0079552F"/>
    <w:rsid w:val="007B49BF"/>
    <w:rsid w:val="007C4A37"/>
    <w:rsid w:val="007C62DA"/>
    <w:rsid w:val="007D5767"/>
    <w:rsid w:val="007D5EE1"/>
    <w:rsid w:val="007E1D0B"/>
    <w:rsid w:val="007F0685"/>
    <w:rsid w:val="00812496"/>
    <w:rsid w:val="00813B58"/>
    <w:rsid w:val="00830BFE"/>
    <w:rsid w:val="00873E07"/>
    <w:rsid w:val="0088634F"/>
    <w:rsid w:val="00893C29"/>
    <w:rsid w:val="008A2FDD"/>
    <w:rsid w:val="008E2F38"/>
    <w:rsid w:val="008E4D10"/>
    <w:rsid w:val="008F4A57"/>
    <w:rsid w:val="008F7E63"/>
    <w:rsid w:val="00903269"/>
    <w:rsid w:val="00937B9E"/>
    <w:rsid w:val="00957E7B"/>
    <w:rsid w:val="00995406"/>
    <w:rsid w:val="009A5BF4"/>
    <w:rsid w:val="009B66F9"/>
    <w:rsid w:val="009C0087"/>
    <w:rsid w:val="009D311D"/>
    <w:rsid w:val="009E18AC"/>
    <w:rsid w:val="00A005A2"/>
    <w:rsid w:val="00A102E1"/>
    <w:rsid w:val="00A210EB"/>
    <w:rsid w:val="00A36EF5"/>
    <w:rsid w:val="00A42DBB"/>
    <w:rsid w:val="00A46CDA"/>
    <w:rsid w:val="00A52294"/>
    <w:rsid w:val="00A56379"/>
    <w:rsid w:val="00A7404F"/>
    <w:rsid w:val="00AA0D27"/>
    <w:rsid w:val="00AB0EEF"/>
    <w:rsid w:val="00B13892"/>
    <w:rsid w:val="00B1787C"/>
    <w:rsid w:val="00B53E8D"/>
    <w:rsid w:val="00B6456B"/>
    <w:rsid w:val="00B67D66"/>
    <w:rsid w:val="00B715B6"/>
    <w:rsid w:val="00B87BFD"/>
    <w:rsid w:val="00B92A7E"/>
    <w:rsid w:val="00BB60F2"/>
    <w:rsid w:val="00BC7C6E"/>
    <w:rsid w:val="00BE6AED"/>
    <w:rsid w:val="00BF05E7"/>
    <w:rsid w:val="00C060EC"/>
    <w:rsid w:val="00C22E28"/>
    <w:rsid w:val="00C56014"/>
    <w:rsid w:val="00C92A75"/>
    <w:rsid w:val="00CD2378"/>
    <w:rsid w:val="00CE3FE6"/>
    <w:rsid w:val="00D00200"/>
    <w:rsid w:val="00D53B26"/>
    <w:rsid w:val="00D53ECB"/>
    <w:rsid w:val="00D71E3D"/>
    <w:rsid w:val="00D76C56"/>
    <w:rsid w:val="00D76FB3"/>
    <w:rsid w:val="00DA1132"/>
    <w:rsid w:val="00DB6F85"/>
    <w:rsid w:val="00DC29E4"/>
    <w:rsid w:val="00DE3629"/>
    <w:rsid w:val="00DE4423"/>
    <w:rsid w:val="00DE4AA1"/>
    <w:rsid w:val="00DF4FBE"/>
    <w:rsid w:val="00E02200"/>
    <w:rsid w:val="00E50A76"/>
    <w:rsid w:val="00E65E39"/>
    <w:rsid w:val="00E9220C"/>
    <w:rsid w:val="00E93E50"/>
    <w:rsid w:val="00EA4238"/>
    <w:rsid w:val="00EA4564"/>
    <w:rsid w:val="00EC3137"/>
    <w:rsid w:val="00EC5A44"/>
    <w:rsid w:val="00ED15A8"/>
    <w:rsid w:val="00ED3669"/>
    <w:rsid w:val="00EF3B15"/>
    <w:rsid w:val="00EF679B"/>
    <w:rsid w:val="00F5492D"/>
    <w:rsid w:val="00F62159"/>
    <w:rsid w:val="00F65014"/>
    <w:rsid w:val="00F94FDC"/>
    <w:rsid w:val="00F95552"/>
    <w:rsid w:val="00F96E3E"/>
    <w:rsid w:val="00F97D64"/>
    <w:rsid w:val="00FC32E2"/>
    <w:rsid w:val="00FC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5944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448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944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9448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61100-5DC4-4957-8CB7-42FCD52EF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56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Tereza Jirikova</cp:lastModifiedBy>
  <cp:revision>28</cp:revision>
  <cp:lastPrinted>2016-04-28T11:37:00Z</cp:lastPrinted>
  <dcterms:created xsi:type="dcterms:W3CDTF">2017-04-13T10:14:00Z</dcterms:created>
  <dcterms:modified xsi:type="dcterms:W3CDTF">2017-06-06T09:28:00Z</dcterms:modified>
</cp:coreProperties>
</file>