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269" w:rsidRDefault="0057162C" w:rsidP="00103C04">
      <w:pPr>
        <w:pStyle w:val="PS-rovkd"/>
      </w:pPr>
      <w:r>
        <w:t>PS1700</w:t>
      </w:r>
      <w:r w:rsidR="00B12644">
        <w:t>57784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A28A7" w:rsidP="000E730C">
      <w:pPr>
        <w:pStyle w:val="PS-hlavika2"/>
      </w:pPr>
      <w:r>
        <w:t>2017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8E7B5F" w:rsidP="000E730C">
      <w:pPr>
        <w:pStyle w:val="PS-slousnesen"/>
      </w:pPr>
      <w:r>
        <w:t>313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C6149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DA28A7">
        <w:t>8</w:t>
      </w:r>
      <w:r w:rsidR="008E7B5F">
        <w:t>8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8E7B5F">
        <w:t>31</w:t>
      </w:r>
      <w:r>
        <w:t xml:space="preserve">. </w:t>
      </w:r>
      <w:r w:rsidR="002C6149">
        <w:t>května</w:t>
      </w:r>
      <w:r w:rsidR="00A80159">
        <w:t xml:space="preserve"> 201</w:t>
      </w:r>
      <w:r w:rsidR="00CC6F92">
        <w:t>7</w:t>
      </w:r>
    </w:p>
    <w:p w:rsidR="002C6149" w:rsidRPr="005B7307" w:rsidRDefault="005B7307" w:rsidP="005B7307">
      <w:pPr>
        <w:pStyle w:val="PS-pedmtusnesen"/>
      </w:pPr>
      <w:r>
        <w:t xml:space="preserve">Vládní návrh zákona o statusu veřejné prospěšnosti a o změně souvisejících zákonů (zákon o statusu veřejné </w:t>
      </w:r>
      <w:proofErr w:type="gramStart"/>
      <w:r>
        <w:t>prospěšnosti)</w:t>
      </w:r>
      <w:r w:rsidRPr="005B7307">
        <w:t xml:space="preserve"> </w:t>
      </w:r>
      <w:r w:rsidR="002C6149" w:rsidRPr="005B7307">
        <w:t>(tisk</w:t>
      </w:r>
      <w:proofErr w:type="gramEnd"/>
      <w:r w:rsidR="002C6149" w:rsidRPr="005B7307">
        <w:t xml:space="preserve"> </w:t>
      </w:r>
      <w:r>
        <w:t>1005</w:t>
      </w:r>
      <w:r w:rsidR="002C6149" w:rsidRPr="005B7307">
        <w:t>)</w:t>
      </w:r>
      <w:bookmarkStart w:id="0" w:name="_GoBack"/>
      <w:bookmarkEnd w:id="0"/>
    </w:p>
    <w:p w:rsidR="00B263F0" w:rsidRDefault="00B263F0" w:rsidP="00B263F0">
      <w:pPr>
        <w:pStyle w:val="Tlotextu"/>
        <w:ind w:firstLine="708"/>
        <w:jc w:val="both"/>
      </w:pPr>
      <w:r>
        <w:rPr>
          <w:spacing w:val="-4"/>
        </w:rPr>
        <w:t>Ústavně právní výbor Poslanecké sněmovny Parlamentu ČR jako garanční výbor po projednání návrhu zákona po druhém čtení</w:t>
      </w:r>
    </w:p>
    <w:p w:rsidR="00B263F0" w:rsidRDefault="00B263F0" w:rsidP="00B263F0">
      <w:pPr>
        <w:pStyle w:val="Tlotextu"/>
        <w:jc w:val="both"/>
        <w:rPr>
          <w:rFonts w:cs="Mangal"/>
          <w:spacing w:val="-4"/>
        </w:rPr>
      </w:pPr>
    </w:p>
    <w:p w:rsidR="00B263F0" w:rsidRPr="00B263F0" w:rsidRDefault="00B263F0" w:rsidP="003C1DD5">
      <w:pPr>
        <w:pStyle w:val="Tlotextu"/>
        <w:numPr>
          <w:ilvl w:val="0"/>
          <w:numId w:val="20"/>
        </w:numPr>
        <w:ind w:left="709"/>
        <w:jc w:val="both"/>
      </w:pPr>
      <w:r w:rsidRPr="00B263F0">
        <w:rPr>
          <w:spacing w:val="40"/>
        </w:rPr>
        <w:t>doporučuje</w:t>
      </w:r>
      <w:r w:rsidRPr="00B263F0">
        <w:rPr>
          <w:spacing w:val="-4"/>
        </w:rPr>
        <w:t xml:space="preserve"> Poslanecké sněmovně hlasovat ve třetím čtení o návrzích podaných k návrhu zá</w:t>
      </w:r>
      <w:r w:rsidR="00136FB0">
        <w:rPr>
          <w:spacing w:val="-4"/>
        </w:rPr>
        <w:t xml:space="preserve">kona (podle sněmovního tisku </w:t>
      </w:r>
      <w:r w:rsidR="00C92387">
        <w:rPr>
          <w:spacing w:val="-4"/>
        </w:rPr>
        <w:t>1005</w:t>
      </w:r>
      <w:r w:rsidR="00136FB0">
        <w:rPr>
          <w:spacing w:val="-4"/>
        </w:rPr>
        <w:t>/</w:t>
      </w:r>
      <w:r w:rsidR="004365B1">
        <w:rPr>
          <w:spacing w:val="-4"/>
        </w:rPr>
        <w:t>3</w:t>
      </w:r>
      <w:r w:rsidRPr="00B263F0">
        <w:rPr>
          <w:spacing w:val="-4"/>
        </w:rPr>
        <w:t>) v následujícím pořadí:</w:t>
      </w:r>
    </w:p>
    <w:p w:rsidR="00136FB0" w:rsidRDefault="00B263F0" w:rsidP="00136FB0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6FB0">
        <w:rPr>
          <w:rFonts w:ascii="Times New Roman" w:hAnsi="Times New Roman" w:cs="Times New Roman"/>
          <w:sz w:val="24"/>
          <w:szCs w:val="24"/>
        </w:rPr>
        <w:t>Návrhy technických úprav podle § 95 odst. 2 JŘ přednesené ve třetím čtení (budou-li v rozpravě ve třetím čtení předneseny)</w:t>
      </w:r>
      <w:r w:rsidR="005815C2">
        <w:rPr>
          <w:rFonts w:ascii="Times New Roman" w:hAnsi="Times New Roman" w:cs="Times New Roman"/>
          <w:sz w:val="24"/>
          <w:szCs w:val="24"/>
        </w:rPr>
        <w:t>,</w:t>
      </w:r>
    </w:p>
    <w:p w:rsidR="00FF317F" w:rsidRPr="00136FB0" w:rsidRDefault="00FF317F" w:rsidP="00FF317F">
      <w:pPr>
        <w:pStyle w:val="Odstavecseseznamem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6FB0" w:rsidRDefault="00C13E24" w:rsidP="00136FB0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Komplexní pozměňovací návrh Ústavně právního výboru </w:t>
      </w:r>
      <w:r w:rsidR="004365B1">
        <w:rPr>
          <w:rFonts w:ascii="Times New Roman" w:hAnsi="Times New Roman" w:cs="Times New Roman"/>
          <w:sz w:val="24"/>
          <w:szCs w:val="24"/>
        </w:rPr>
        <w:t>společně jedním hlasováním</w:t>
      </w:r>
      <w:r w:rsidR="005815C2">
        <w:rPr>
          <w:rFonts w:ascii="Times New Roman" w:hAnsi="Times New Roman" w:cs="Times New Roman"/>
          <w:sz w:val="24"/>
          <w:szCs w:val="24"/>
        </w:rPr>
        <w:t>,</w:t>
      </w:r>
    </w:p>
    <w:p w:rsidR="00E960F4" w:rsidRPr="00E960F4" w:rsidRDefault="00E960F4" w:rsidP="00E960F4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136FB0" w:rsidRPr="00136FB0" w:rsidRDefault="00E960F4" w:rsidP="00136FB0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0BD">
        <w:rPr>
          <w:rFonts w:ascii="Times New Roman" w:hAnsi="Times New Roman" w:cs="Times New Roman"/>
          <w:sz w:val="24"/>
          <w:szCs w:val="24"/>
        </w:rPr>
        <w:t xml:space="preserve">Návrh </w:t>
      </w:r>
      <w:r w:rsidR="00BB50BD" w:rsidRPr="00BB50BD">
        <w:rPr>
          <w:rFonts w:ascii="Times New Roman" w:hAnsi="Times New Roman" w:cs="Times New Roman"/>
          <w:sz w:val="24"/>
          <w:szCs w:val="24"/>
        </w:rPr>
        <w:t>zákona</w:t>
      </w:r>
      <w:r w:rsidR="00136FB0" w:rsidRPr="00BB50BD">
        <w:rPr>
          <w:rFonts w:ascii="Times New Roman" w:hAnsi="Times New Roman" w:cs="Times New Roman"/>
          <w:sz w:val="24"/>
          <w:szCs w:val="24"/>
        </w:rPr>
        <w:t xml:space="preserve"> jako </w:t>
      </w:r>
      <w:r w:rsidR="00136FB0" w:rsidRPr="00136FB0">
        <w:rPr>
          <w:rFonts w:ascii="Times New Roman" w:hAnsi="Times New Roman" w:cs="Times New Roman"/>
          <w:sz w:val="24"/>
          <w:szCs w:val="24"/>
        </w:rPr>
        <w:t>celek</w:t>
      </w:r>
      <w:r w:rsidR="00FF317F">
        <w:rPr>
          <w:rFonts w:ascii="Times New Roman" w:hAnsi="Times New Roman" w:cs="Times New Roman"/>
          <w:sz w:val="24"/>
          <w:szCs w:val="24"/>
        </w:rPr>
        <w:t>;</w:t>
      </w:r>
    </w:p>
    <w:p w:rsidR="00B263F0" w:rsidRDefault="00B263F0" w:rsidP="00F0600B">
      <w:pPr>
        <w:spacing w:after="0" w:line="240" w:lineRule="auto"/>
        <w:jc w:val="both"/>
        <w:rPr>
          <w:szCs w:val="24"/>
        </w:rPr>
      </w:pPr>
    </w:p>
    <w:p w:rsidR="00C2650C" w:rsidRDefault="00C2650C" w:rsidP="00F0600B">
      <w:pPr>
        <w:spacing w:after="0" w:line="240" w:lineRule="auto"/>
        <w:jc w:val="both"/>
        <w:rPr>
          <w:szCs w:val="24"/>
        </w:rPr>
      </w:pPr>
    </w:p>
    <w:p w:rsidR="004365B1" w:rsidRPr="00F0600B" w:rsidRDefault="004365B1" w:rsidP="00F0600B">
      <w:pPr>
        <w:spacing w:after="0" w:line="240" w:lineRule="auto"/>
        <w:jc w:val="both"/>
        <w:rPr>
          <w:szCs w:val="24"/>
        </w:rPr>
      </w:pPr>
    </w:p>
    <w:p w:rsidR="00B263F0" w:rsidRPr="003C1DD5" w:rsidRDefault="00B263F0" w:rsidP="003C1DD5">
      <w:pPr>
        <w:pStyle w:val="Odstavecseseznamem"/>
        <w:numPr>
          <w:ilvl w:val="0"/>
          <w:numId w:val="20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C1DD5">
        <w:rPr>
          <w:rFonts w:ascii="Times New Roman" w:hAnsi="Times New Roman" w:cs="Times New Roman"/>
          <w:spacing w:val="40"/>
          <w:sz w:val="24"/>
          <w:szCs w:val="24"/>
        </w:rPr>
        <w:t>zaujímá</w:t>
      </w:r>
      <w:r w:rsidRPr="003C1DD5">
        <w:rPr>
          <w:rFonts w:ascii="Times New Roman" w:hAnsi="Times New Roman" w:cs="Times New Roman"/>
          <w:b/>
          <w:spacing w:val="40"/>
          <w:sz w:val="24"/>
          <w:szCs w:val="24"/>
        </w:rPr>
        <w:t xml:space="preserve"> </w:t>
      </w:r>
      <w:r w:rsidRPr="003C1DD5">
        <w:rPr>
          <w:rFonts w:ascii="Times New Roman" w:hAnsi="Times New Roman" w:cs="Times New Roman"/>
          <w:sz w:val="24"/>
          <w:szCs w:val="24"/>
        </w:rPr>
        <w:t>následující stanoviska k jednotlivým předloženým návrhům:</w:t>
      </w:r>
    </w:p>
    <w:p w:rsidR="00045167" w:rsidRDefault="00045167" w:rsidP="00045167">
      <w:pPr>
        <w:pStyle w:val="Odstavecseseznamem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045167" w:rsidRPr="00C13E24" w:rsidRDefault="00C13E24" w:rsidP="000852F5">
      <w:pPr>
        <w:spacing w:after="0" w:line="240" w:lineRule="auto"/>
        <w:ind w:left="360"/>
        <w:jc w:val="both"/>
        <w:rPr>
          <w:szCs w:val="24"/>
        </w:rPr>
      </w:pPr>
      <w:r>
        <w:rPr>
          <w:szCs w:val="24"/>
        </w:rPr>
        <w:t>Komplexní pozměňovací návrh Ústavně právního výboru</w:t>
      </w:r>
      <w:r w:rsidR="00045167" w:rsidRPr="00045167">
        <w:rPr>
          <w:szCs w:val="24"/>
        </w:rPr>
        <w:t xml:space="preserve"> </w:t>
      </w:r>
      <w:r w:rsidR="001227C3" w:rsidRPr="00C13E24">
        <w:rPr>
          <w:szCs w:val="24"/>
        </w:rPr>
        <w:t xml:space="preserve">– </w:t>
      </w:r>
      <w:r w:rsidRPr="00C13E24">
        <w:rPr>
          <w:b/>
          <w:szCs w:val="24"/>
        </w:rPr>
        <w:t>doporučuje</w:t>
      </w:r>
      <w:r>
        <w:rPr>
          <w:b/>
          <w:szCs w:val="24"/>
        </w:rPr>
        <w:t>;</w:t>
      </w:r>
    </w:p>
    <w:p w:rsidR="00E960F4" w:rsidRDefault="00E960F4" w:rsidP="000852F5">
      <w:pPr>
        <w:spacing w:after="0" w:line="240" w:lineRule="auto"/>
        <w:ind w:left="360"/>
        <w:jc w:val="both"/>
        <w:rPr>
          <w:szCs w:val="24"/>
        </w:rPr>
      </w:pPr>
    </w:p>
    <w:p w:rsidR="00B263F0" w:rsidRPr="007107F3" w:rsidRDefault="00B263F0" w:rsidP="007107F3">
      <w:pPr>
        <w:jc w:val="both"/>
        <w:rPr>
          <w:szCs w:val="24"/>
        </w:rPr>
      </w:pPr>
    </w:p>
    <w:p w:rsidR="00B263F0" w:rsidRPr="003C1DD5" w:rsidRDefault="00B263F0" w:rsidP="007107F3">
      <w:pPr>
        <w:pStyle w:val="Tlotextu"/>
        <w:numPr>
          <w:ilvl w:val="0"/>
          <w:numId w:val="20"/>
        </w:numPr>
        <w:ind w:left="709"/>
        <w:jc w:val="both"/>
      </w:pPr>
      <w:r w:rsidRPr="003C1DD5">
        <w:rPr>
          <w:rStyle w:val="proloenChar"/>
          <w:szCs w:val="24"/>
        </w:rPr>
        <w:t>pověřuje</w:t>
      </w:r>
      <w:r w:rsidRPr="003C1DD5">
        <w:rPr>
          <w:spacing w:val="40"/>
        </w:rPr>
        <w:t xml:space="preserve"> </w:t>
      </w:r>
      <w:r w:rsidRPr="003C1DD5">
        <w:t>zpravodaje výboru, aby ve spolupráci s navrhovatelem a legislativním odborem Kanceláře Poslanecké sněmovny popřípadě navrhl nezbytné úpravy podle § 95 odst. 2 zákona o je</w:t>
      </w:r>
      <w:r w:rsidR="007B33DD">
        <w:t>dnacím řádu Poslanecké sněmovny;</w:t>
      </w:r>
    </w:p>
    <w:p w:rsidR="00B263F0" w:rsidRPr="003C1DD5" w:rsidRDefault="00B263F0" w:rsidP="007107F3">
      <w:pPr>
        <w:pStyle w:val="Odstavecseseznamem"/>
        <w:numPr>
          <w:ilvl w:val="0"/>
          <w:numId w:val="20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C1DD5">
        <w:rPr>
          <w:rStyle w:val="proloenChar"/>
          <w:rFonts w:cs="Times New Roman"/>
          <w:szCs w:val="24"/>
        </w:rPr>
        <w:t>pověřuje</w:t>
      </w:r>
      <w:r w:rsidRPr="003C1D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1DD5">
        <w:rPr>
          <w:rFonts w:ascii="Times New Roman" w:hAnsi="Times New Roman" w:cs="Times New Roman"/>
          <w:sz w:val="24"/>
          <w:szCs w:val="24"/>
        </w:rPr>
        <w:t>zpravodaje výboru, aby na schůzi Poslanecké sněmovny ve třetím čtení návrhu zák</w:t>
      </w:r>
      <w:r w:rsidR="007B33DD">
        <w:rPr>
          <w:rFonts w:ascii="Times New Roman" w:hAnsi="Times New Roman" w:cs="Times New Roman"/>
          <w:sz w:val="24"/>
          <w:szCs w:val="24"/>
        </w:rPr>
        <w:t>ona přednášel stanoviska výboru;</w:t>
      </w:r>
    </w:p>
    <w:p w:rsidR="00B263F0" w:rsidRDefault="00B263F0" w:rsidP="007107F3">
      <w:pPr>
        <w:pStyle w:val="Odstavecseseznamem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511CF" w:rsidRDefault="00A511CF" w:rsidP="007107F3">
      <w:pPr>
        <w:pStyle w:val="Odstavecseseznamem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A511CF" w:rsidRPr="003C1DD5" w:rsidRDefault="00A511CF" w:rsidP="007107F3">
      <w:pPr>
        <w:pStyle w:val="Odstavecseseznamem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107F3" w:rsidRDefault="00B263F0" w:rsidP="007107F3">
      <w:pPr>
        <w:pStyle w:val="Odstavecseseznamem"/>
        <w:numPr>
          <w:ilvl w:val="0"/>
          <w:numId w:val="20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C1DD5">
        <w:rPr>
          <w:rStyle w:val="proloenChar"/>
          <w:rFonts w:cs="Times New Roman"/>
          <w:szCs w:val="24"/>
        </w:rPr>
        <w:t>pověřuje</w:t>
      </w:r>
      <w:r w:rsidRPr="003C1D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1DD5">
        <w:rPr>
          <w:rFonts w:ascii="Times New Roman" w:hAnsi="Times New Roman" w:cs="Times New Roman"/>
          <w:sz w:val="24"/>
          <w:szCs w:val="24"/>
        </w:rPr>
        <w:t>předsedu výboru, aby předložil toto usnesení předsedovi Poslanecké sněmovny.</w:t>
      </w:r>
    </w:p>
    <w:p w:rsidR="007107F3" w:rsidRDefault="007107F3" w:rsidP="007107F3">
      <w:pPr>
        <w:pStyle w:val="Odstavecseseznamem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107F3" w:rsidRDefault="007107F3" w:rsidP="007107F3">
      <w:pPr>
        <w:pStyle w:val="Odstavecseseznamem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107F3" w:rsidRDefault="007107F3" w:rsidP="007107F3">
      <w:pPr>
        <w:pStyle w:val="Odstavecseseznamem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E701F" w:rsidRDefault="00FE701F" w:rsidP="007107F3">
      <w:pPr>
        <w:pStyle w:val="Odstavecseseznamem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0852F5" w:rsidRPr="007107F3" w:rsidRDefault="000852F5" w:rsidP="007107F3">
      <w:pPr>
        <w:pStyle w:val="Odstavecseseznamem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0852F5" w:rsidRDefault="000852F5" w:rsidP="007107F3">
      <w:pPr>
        <w:keepNext/>
        <w:tabs>
          <w:tab w:val="center" w:pos="1985"/>
          <w:tab w:val="center" w:pos="6804"/>
        </w:tabs>
        <w:spacing w:after="0" w:line="240" w:lineRule="auto"/>
        <w:ind w:left="709" w:hanging="142"/>
      </w:pPr>
    </w:p>
    <w:p w:rsidR="00DA28A7" w:rsidRPr="00106842" w:rsidRDefault="00A53716" w:rsidP="007107F3">
      <w:pPr>
        <w:keepNext/>
        <w:tabs>
          <w:tab w:val="center" w:pos="1985"/>
          <w:tab w:val="center" w:pos="6804"/>
        </w:tabs>
        <w:spacing w:after="0" w:line="240" w:lineRule="auto"/>
        <w:ind w:left="709" w:hanging="142"/>
      </w:pPr>
      <w:r>
        <w:tab/>
      </w:r>
      <w:r>
        <w:tab/>
      </w:r>
      <w:r w:rsidR="00D4523A">
        <w:t xml:space="preserve">Ing. </w:t>
      </w:r>
      <w:proofErr w:type="gramStart"/>
      <w:r w:rsidR="00D4523A">
        <w:t>Markéta</w:t>
      </w:r>
      <w:r>
        <w:t xml:space="preserve">  </w:t>
      </w:r>
      <w:r w:rsidR="00D4523A">
        <w:t>WERNEROVÁ</w:t>
      </w:r>
      <w:proofErr w:type="gramEnd"/>
      <w:r w:rsidR="00B12644">
        <w:t>, v. r.</w:t>
      </w:r>
      <w:r w:rsidR="00DA28A7">
        <w:tab/>
      </w:r>
      <w:r w:rsidR="007B33DD">
        <w:t>JUD</w:t>
      </w:r>
      <w:r w:rsidR="00395A9D">
        <w:t>r.</w:t>
      </w:r>
      <w:r w:rsidR="007B33DD">
        <w:t xml:space="preserve"> PhDr.</w:t>
      </w:r>
      <w:r w:rsidR="00395A9D">
        <w:t xml:space="preserve"> </w:t>
      </w:r>
      <w:r w:rsidR="007B33DD">
        <w:t>Zdeněk</w:t>
      </w:r>
      <w:r w:rsidR="00395A9D">
        <w:t xml:space="preserve">  </w:t>
      </w:r>
      <w:r>
        <w:t>ONDRÁČEK, Ph.D.</w:t>
      </w:r>
      <w:r w:rsidR="00B12644">
        <w:t>, v. r.</w:t>
      </w:r>
    </w:p>
    <w:p w:rsidR="00DA28A7" w:rsidRDefault="00DA28A7" w:rsidP="007107F3">
      <w:pPr>
        <w:keepNext/>
        <w:tabs>
          <w:tab w:val="center" w:pos="2127"/>
          <w:tab w:val="center" w:pos="6804"/>
        </w:tabs>
        <w:spacing w:after="0" w:line="240" w:lineRule="auto"/>
        <w:ind w:left="1276"/>
      </w:pPr>
      <w:r w:rsidRPr="00106842">
        <w:tab/>
      </w:r>
      <w:r w:rsidR="00B12644">
        <w:t xml:space="preserve">   </w:t>
      </w:r>
      <w:r>
        <w:t>zpravodaj výboru</w:t>
      </w:r>
      <w:r>
        <w:tab/>
        <w:t>ověřovatel výboru</w:t>
      </w:r>
    </w:p>
    <w:p w:rsidR="00DA28A7" w:rsidRDefault="00DA28A7" w:rsidP="007107F3">
      <w:pPr>
        <w:keepNext/>
        <w:tabs>
          <w:tab w:val="center" w:pos="1843"/>
          <w:tab w:val="center" w:pos="6804"/>
        </w:tabs>
        <w:spacing w:after="0" w:line="240" w:lineRule="auto"/>
      </w:pPr>
    </w:p>
    <w:p w:rsidR="00DA28A7" w:rsidRDefault="00DA28A7" w:rsidP="007107F3">
      <w:pPr>
        <w:keepNext/>
        <w:tabs>
          <w:tab w:val="center" w:pos="1701"/>
          <w:tab w:val="center" w:pos="6804"/>
        </w:tabs>
        <w:spacing w:after="0" w:line="240" w:lineRule="auto"/>
      </w:pPr>
    </w:p>
    <w:p w:rsidR="007107F3" w:rsidRPr="00106842" w:rsidRDefault="007107F3" w:rsidP="007107F3">
      <w:pPr>
        <w:keepNext/>
        <w:tabs>
          <w:tab w:val="center" w:pos="1701"/>
          <w:tab w:val="center" w:pos="6804"/>
        </w:tabs>
        <w:spacing w:after="0" w:line="240" w:lineRule="auto"/>
      </w:pPr>
    </w:p>
    <w:p w:rsidR="00A53716" w:rsidRDefault="00DA28A7" w:rsidP="007107F3">
      <w:pPr>
        <w:tabs>
          <w:tab w:val="center" w:pos="1701"/>
          <w:tab w:val="center" w:pos="4253"/>
          <w:tab w:val="center" w:pos="7371"/>
        </w:tabs>
        <w:spacing w:after="0" w:line="240" w:lineRule="auto"/>
      </w:pPr>
      <w:r>
        <w:tab/>
      </w:r>
      <w:r>
        <w:tab/>
      </w:r>
    </w:p>
    <w:p w:rsidR="00DA28A7" w:rsidRPr="00254049" w:rsidRDefault="00A53716" w:rsidP="007107F3">
      <w:pPr>
        <w:tabs>
          <w:tab w:val="center" w:pos="1701"/>
          <w:tab w:val="center" w:pos="4253"/>
          <w:tab w:val="center" w:pos="7371"/>
        </w:tabs>
        <w:spacing w:after="0" w:line="240" w:lineRule="auto"/>
        <w:rPr>
          <w:caps/>
        </w:rPr>
      </w:pPr>
      <w:r>
        <w:tab/>
      </w:r>
      <w:r>
        <w:tab/>
      </w:r>
      <w:r w:rsidR="00DA28A7">
        <w:t>JUDr. Jeroným</w:t>
      </w:r>
      <w:r w:rsidR="00DA28A7" w:rsidRPr="00106842">
        <w:t xml:space="preserve"> </w:t>
      </w:r>
      <w:r w:rsidR="00DA28A7">
        <w:t xml:space="preserve"> TEJC</w:t>
      </w:r>
      <w:r w:rsidR="00B12644">
        <w:t>, v. r.</w:t>
      </w:r>
    </w:p>
    <w:p w:rsidR="00B715B6" w:rsidRDefault="00DA28A7" w:rsidP="007107F3">
      <w:pPr>
        <w:tabs>
          <w:tab w:val="center" w:pos="1701"/>
          <w:tab w:val="center" w:pos="4253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</w:p>
    <w:sectPr w:rsidR="00B715B6" w:rsidSect="005B1956">
      <w:footerReference w:type="default" r:id="rId7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1956" w:rsidRDefault="005B1956" w:rsidP="005B1956">
      <w:pPr>
        <w:spacing w:after="0" w:line="240" w:lineRule="auto"/>
      </w:pPr>
      <w:r>
        <w:separator/>
      </w:r>
    </w:p>
  </w:endnote>
  <w:endnote w:type="continuationSeparator" w:id="0">
    <w:p w:rsidR="005B1956" w:rsidRDefault="005B1956" w:rsidP="005B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0802064"/>
      <w:docPartObj>
        <w:docPartGallery w:val="Page Numbers (Bottom of Page)"/>
        <w:docPartUnique/>
      </w:docPartObj>
    </w:sdtPr>
    <w:sdtEndPr/>
    <w:sdtContent>
      <w:p w:rsidR="005B1956" w:rsidRDefault="005B195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2644">
          <w:rPr>
            <w:noProof/>
          </w:rPr>
          <w:t>2</w:t>
        </w:r>
        <w:r>
          <w:fldChar w:fldCharType="end"/>
        </w:r>
      </w:p>
    </w:sdtContent>
  </w:sdt>
  <w:p w:rsidR="005B1956" w:rsidRDefault="005B195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1956" w:rsidRDefault="005B1956" w:rsidP="005B1956">
      <w:pPr>
        <w:spacing w:after="0" w:line="240" w:lineRule="auto"/>
      </w:pPr>
      <w:r>
        <w:separator/>
      </w:r>
    </w:p>
  </w:footnote>
  <w:footnote w:type="continuationSeparator" w:id="0">
    <w:p w:rsidR="005B1956" w:rsidRDefault="005B1956" w:rsidP="005B19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B025A6"/>
    <w:multiLevelType w:val="hybridMultilevel"/>
    <w:tmpl w:val="1A3AAA12"/>
    <w:lvl w:ilvl="0" w:tplc="881C01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284E23"/>
    <w:multiLevelType w:val="hybridMultilevel"/>
    <w:tmpl w:val="D52C88FC"/>
    <w:lvl w:ilvl="0" w:tplc="8DFC5F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E0038A9"/>
    <w:multiLevelType w:val="hybridMultilevel"/>
    <w:tmpl w:val="B0986E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E92062"/>
    <w:multiLevelType w:val="hybridMultilevel"/>
    <w:tmpl w:val="B0C02712"/>
    <w:lvl w:ilvl="0" w:tplc="C15470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>
    <w:nsid w:val="5F3E0DE0"/>
    <w:multiLevelType w:val="multilevel"/>
    <w:tmpl w:val="DAEC1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D11A7B"/>
    <w:multiLevelType w:val="hybridMultilevel"/>
    <w:tmpl w:val="4FA628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ED1E89"/>
    <w:multiLevelType w:val="hybridMultilevel"/>
    <w:tmpl w:val="B52E184E"/>
    <w:lvl w:ilvl="0" w:tplc="0434AAF2">
      <w:start w:val="7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7"/>
  </w:num>
  <w:num w:numId="15">
    <w:abstractNumId w:val="10"/>
  </w:num>
  <w:num w:numId="16">
    <w:abstractNumId w:val="13"/>
  </w:num>
  <w:num w:numId="17">
    <w:abstractNumId w:val="18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8A7"/>
    <w:rsid w:val="00045167"/>
    <w:rsid w:val="000476E4"/>
    <w:rsid w:val="000852F5"/>
    <w:rsid w:val="000C5278"/>
    <w:rsid w:val="000C7D03"/>
    <w:rsid w:val="000E730C"/>
    <w:rsid w:val="000E79E2"/>
    <w:rsid w:val="00103C04"/>
    <w:rsid w:val="00106842"/>
    <w:rsid w:val="001227C3"/>
    <w:rsid w:val="00136FB0"/>
    <w:rsid w:val="001B45F3"/>
    <w:rsid w:val="00230024"/>
    <w:rsid w:val="002509C3"/>
    <w:rsid w:val="00254049"/>
    <w:rsid w:val="00272E1B"/>
    <w:rsid w:val="002A2F32"/>
    <w:rsid w:val="002B0FB6"/>
    <w:rsid w:val="002B60B3"/>
    <w:rsid w:val="002C6149"/>
    <w:rsid w:val="002C6BED"/>
    <w:rsid w:val="003450E4"/>
    <w:rsid w:val="00356011"/>
    <w:rsid w:val="00377253"/>
    <w:rsid w:val="00395A9D"/>
    <w:rsid w:val="003C1DD5"/>
    <w:rsid w:val="003D2033"/>
    <w:rsid w:val="00427538"/>
    <w:rsid w:val="004365B1"/>
    <w:rsid w:val="0050085C"/>
    <w:rsid w:val="005227BF"/>
    <w:rsid w:val="00566A4C"/>
    <w:rsid w:val="0057162C"/>
    <w:rsid w:val="005815C2"/>
    <w:rsid w:val="005B1956"/>
    <w:rsid w:val="005B7307"/>
    <w:rsid w:val="005C30D7"/>
    <w:rsid w:val="005E094C"/>
    <w:rsid w:val="005F6CAE"/>
    <w:rsid w:val="00620764"/>
    <w:rsid w:val="007107F3"/>
    <w:rsid w:val="007B33DD"/>
    <w:rsid w:val="007C62DA"/>
    <w:rsid w:val="007D5EE1"/>
    <w:rsid w:val="007E1D0B"/>
    <w:rsid w:val="00812496"/>
    <w:rsid w:val="00821922"/>
    <w:rsid w:val="00830BFE"/>
    <w:rsid w:val="00893C29"/>
    <w:rsid w:val="008E7B5F"/>
    <w:rsid w:val="00903269"/>
    <w:rsid w:val="00957890"/>
    <w:rsid w:val="009C0B4C"/>
    <w:rsid w:val="00A46CDA"/>
    <w:rsid w:val="00A511CF"/>
    <w:rsid w:val="00A53716"/>
    <w:rsid w:val="00A71C14"/>
    <w:rsid w:val="00A80159"/>
    <w:rsid w:val="00AA0D27"/>
    <w:rsid w:val="00B12644"/>
    <w:rsid w:val="00B13892"/>
    <w:rsid w:val="00B263F0"/>
    <w:rsid w:val="00B36350"/>
    <w:rsid w:val="00B53E8D"/>
    <w:rsid w:val="00B715B6"/>
    <w:rsid w:val="00B81B2C"/>
    <w:rsid w:val="00BB50BD"/>
    <w:rsid w:val="00BE6E28"/>
    <w:rsid w:val="00C02F9B"/>
    <w:rsid w:val="00C13E24"/>
    <w:rsid w:val="00C2650C"/>
    <w:rsid w:val="00C37E58"/>
    <w:rsid w:val="00C56014"/>
    <w:rsid w:val="00C92387"/>
    <w:rsid w:val="00CC6F92"/>
    <w:rsid w:val="00D4523A"/>
    <w:rsid w:val="00D76FB3"/>
    <w:rsid w:val="00DA28A7"/>
    <w:rsid w:val="00DC29E4"/>
    <w:rsid w:val="00E06A11"/>
    <w:rsid w:val="00E362AA"/>
    <w:rsid w:val="00E56C7F"/>
    <w:rsid w:val="00E960F4"/>
    <w:rsid w:val="00ED15A8"/>
    <w:rsid w:val="00EF3B15"/>
    <w:rsid w:val="00EF679B"/>
    <w:rsid w:val="00F0600B"/>
    <w:rsid w:val="00F31085"/>
    <w:rsid w:val="00F37E04"/>
    <w:rsid w:val="00F513B2"/>
    <w:rsid w:val="00F708E9"/>
    <w:rsid w:val="00F71071"/>
    <w:rsid w:val="00F75327"/>
    <w:rsid w:val="00FE701F"/>
    <w:rsid w:val="00FF25F2"/>
    <w:rsid w:val="00FF317F"/>
    <w:rsid w:val="00FF60D9"/>
    <w:rsid w:val="00FF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209144-D74B-4B96-BC53-939BA3F4C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DA28A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DA28A7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7532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5B1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1956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B1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1956"/>
    <w:rPr>
      <w:rFonts w:ascii="Times New Roman" w:hAnsi="Times New Roman"/>
      <w:sz w:val="24"/>
      <w:szCs w:val="22"/>
      <w:lang w:eastAsia="en-US"/>
    </w:rPr>
  </w:style>
  <w:style w:type="paragraph" w:customStyle="1" w:styleId="Tlotextu">
    <w:name w:val="Tělo textu"/>
    <w:basedOn w:val="Normln"/>
    <w:rsid w:val="00B263F0"/>
    <w:pPr>
      <w:widowControl w:val="0"/>
      <w:suppressAutoHyphens/>
      <w:spacing w:after="120" w:line="288" w:lineRule="auto"/>
      <w:textAlignment w:val="baseline"/>
    </w:pPr>
    <w:rPr>
      <w:rFonts w:eastAsia="SimSun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1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1C1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52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21</TotalTime>
  <Pages>2</Pages>
  <Words>219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Odehnalova Pavlina</cp:lastModifiedBy>
  <cp:revision>11</cp:revision>
  <cp:lastPrinted>2017-05-17T13:13:00Z</cp:lastPrinted>
  <dcterms:created xsi:type="dcterms:W3CDTF">2017-05-29T13:26:00Z</dcterms:created>
  <dcterms:modified xsi:type="dcterms:W3CDTF">2017-06-02T09:53:00Z</dcterms:modified>
</cp:coreProperties>
</file>