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826052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D1505" w:rsidP="000E730C">
      <w:pPr>
        <w:pStyle w:val="PS-slousnesen"/>
      </w:pPr>
      <w:r>
        <w:t>123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826052">
        <w:t>43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26052">
        <w:t>3. května 2017</w:t>
      </w:r>
    </w:p>
    <w:p w:rsidR="00CE6159" w:rsidRPr="00CE6159" w:rsidRDefault="00CE6159" w:rsidP="00CE6159">
      <w:pPr>
        <w:pStyle w:val="Bezmezer"/>
      </w:pPr>
    </w:p>
    <w:p w:rsidR="00DC29E4" w:rsidRPr="00D76FB3" w:rsidRDefault="00A22706" w:rsidP="00CE6159">
      <w:pPr>
        <w:pStyle w:val="PS-pedmtusnesen"/>
        <w:spacing w:before="0" w:after="0"/>
      </w:pPr>
      <w:r>
        <w:t>Zpráva o hospodaření Státního fondu životního prostředí České republiky za rok 201</w:t>
      </w:r>
      <w:r w:rsidR="00826052">
        <w:t>6</w:t>
      </w:r>
    </w:p>
    <w:p w:rsidR="00423236" w:rsidRDefault="00423236" w:rsidP="00423236">
      <w:pPr>
        <w:pStyle w:val="PS-uvodnodstavec"/>
        <w:spacing w:after="0"/>
      </w:pPr>
    </w:p>
    <w:p w:rsidR="00CE6159" w:rsidRDefault="00CE6159" w:rsidP="004E0B1D">
      <w:pPr>
        <w:pStyle w:val="western"/>
        <w:spacing w:before="0" w:beforeAutospacing="0"/>
        <w:ind w:firstLine="708"/>
        <w:rPr>
          <w:spacing w:val="0"/>
        </w:rPr>
      </w:pPr>
    </w:p>
    <w:p w:rsidR="004E0B1D" w:rsidRPr="004E0B1D" w:rsidRDefault="004E0B1D" w:rsidP="004E0B1D">
      <w:pPr>
        <w:pStyle w:val="western"/>
        <w:spacing w:before="0" w:beforeAutospacing="0"/>
        <w:ind w:firstLine="708"/>
        <w:rPr>
          <w:spacing w:val="0"/>
        </w:rPr>
      </w:pPr>
      <w:r w:rsidRPr="004E0B1D">
        <w:rPr>
          <w:spacing w:val="0"/>
        </w:rPr>
        <w:t xml:space="preserve">Po úvodním slově </w:t>
      </w:r>
      <w:r w:rsidR="00A22706">
        <w:rPr>
          <w:spacing w:val="0"/>
        </w:rPr>
        <w:t>ředitele Státního fondu životního prostředí Ing. Petra Valdmana</w:t>
      </w:r>
      <w:r w:rsidR="00CE6159">
        <w:rPr>
          <w:spacing w:val="0"/>
        </w:rPr>
        <w:t>,</w:t>
      </w:r>
      <w:r w:rsidRPr="004E0B1D">
        <w:rPr>
          <w:spacing w:val="0"/>
        </w:rPr>
        <w:t xml:space="preserve"> zpravodajské zprávě posl</w:t>
      </w:r>
      <w:r w:rsidR="008D1505">
        <w:rPr>
          <w:spacing w:val="0"/>
        </w:rPr>
        <w:t xml:space="preserve">. RSDr. Josefa </w:t>
      </w:r>
      <w:proofErr w:type="spellStart"/>
      <w:r w:rsidR="008D1505">
        <w:rPr>
          <w:spacing w:val="0"/>
        </w:rPr>
        <w:t>Nekla</w:t>
      </w:r>
      <w:proofErr w:type="spellEnd"/>
      <w:r w:rsidRPr="004E0B1D">
        <w:rPr>
          <w:spacing w:val="0"/>
        </w:rPr>
        <w:t xml:space="preserve">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</w:p>
    <w:p w:rsidR="00A22706" w:rsidRDefault="00A22706" w:rsidP="004E0B1D">
      <w:pPr>
        <w:pStyle w:val="western"/>
        <w:spacing w:before="0" w:beforeAutospacing="0"/>
      </w:pPr>
    </w:p>
    <w:p w:rsidR="00A22706" w:rsidRPr="00A22706" w:rsidRDefault="00A22706" w:rsidP="00A2270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A22706"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cs-CZ"/>
        </w:rPr>
        <w:t xml:space="preserve">bere na vědomí </w:t>
      </w:r>
      <w:r w:rsidRPr="00A227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zprávu o hospodaření Státního fondu životního prostředí České republiky za rok 201</w:t>
      </w:r>
      <w:r w:rsidR="008260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6</w:t>
      </w:r>
      <w:r w:rsidRPr="00A227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A22706" w:rsidRPr="004E0B1D" w:rsidRDefault="00A22706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</w:p>
    <w:p w:rsidR="00423236" w:rsidRPr="004E0B1D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p w:rsidR="008D1505" w:rsidRPr="00254049" w:rsidRDefault="00106842" w:rsidP="008D150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0E2D38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8D1505">
        <w:rPr>
          <w:rFonts w:ascii="Times New Roman" w:hAnsi="Times New Roman"/>
          <w:sz w:val="24"/>
        </w:rPr>
        <w:t>PhDr. Robin BÖHNISCH</w:t>
      </w:r>
      <w:r w:rsidR="008D1505">
        <w:rPr>
          <w:rFonts w:ascii="Times New Roman" w:hAnsi="Times New Roman"/>
          <w:caps/>
          <w:sz w:val="24"/>
        </w:rPr>
        <w:t xml:space="preserve"> </w:t>
      </w:r>
      <w:proofErr w:type="gramStart"/>
      <w:r w:rsidR="008D1505" w:rsidRPr="00254049">
        <w:rPr>
          <w:rFonts w:ascii="Times New Roman" w:hAnsi="Times New Roman"/>
          <w:sz w:val="24"/>
        </w:rPr>
        <w:t>v.r.</w:t>
      </w:r>
      <w:proofErr w:type="gramEnd"/>
    </w:p>
    <w:p w:rsidR="008D1505" w:rsidRDefault="008D1505" w:rsidP="008D150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zpravodaj a ověřovatel</w:t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4E0B1D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bookmarkStart w:id="0" w:name="_GoBack"/>
      <w:bookmarkEnd w:id="0"/>
    </w:p>
    <w:p w:rsidR="00106842" w:rsidRDefault="00106842" w:rsidP="008D1505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B36B5"/>
    <w:rsid w:val="000C5278"/>
    <w:rsid w:val="000E2D38"/>
    <w:rsid w:val="000E730C"/>
    <w:rsid w:val="00103C04"/>
    <w:rsid w:val="00106842"/>
    <w:rsid w:val="001B45F3"/>
    <w:rsid w:val="00230024"/>
    <w:rsid w:val="00247F06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4E0B1D"/>
    <w:rsid w:val="005227BF"/>
    <w:rsid w:val="00566A4C"/>
    <w:rsid w:val="005807F2"/>
    <w:rsid w:val="005C30D7"/>
    <w:rsid w:val="005E094C"/>
    <w:rsid w:val="005F6CAE"/>
    <w:rsid w:val="00620764"/>
    <w:rsid w:val="006D335F"/>
    <w:rsid w:val="007147B9"/>
    <w:rsid w:val="007C62DA"/>
    <w:rsid w:val="007D5EE1"/>
    <w:rsid w:val="007E1D0B"/>
    <w:rsid w:val="00812496"/>
    <w:rsid w:val="00826052"/>
    <w:rsid w:val="00830BFE"/>
    <w:rsid w:val="00893C29"/>
    <w:rsid w:val="008D1505"/>
    <w:rsid w:val="00903269"/>
    <w:rsid w:val="00A22706"/>
    <w:rsid w:val="00A46CDA"/>
    <w:rsid w:val="00AA0D27"/>
    <w:rsid w:val="00B13892"/>
    <w:rsid w:val="00B53E8D"/>
    <w:rsid w:val="00B715B6"/>
    <w:rsid w:val="00C56014"/>
    <w:rsid w:val="00CE6159"/>
    <w:rsid w:val="00D507E8"/>
    <w:rsid w:val="00D76FB3"/>
    <w:rsid w:val="00DC29E4"/>
    <w:rsid w:val="00ED15A8"/>
    <w:rsid w:val="00EF3B15"/>
    <w:rsid w:val="00EF679B"/>
    <w:rsid w:val="00F8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F6A52-AE0C-4757-812D-DED8E27E0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3</TotalTime>
  <Pages>1</Pages>
  <Words>86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dcterms:created xsi:type="dcterms:W3CDTF">2017-05-02T09:51:00Z</dcterms:created>
  <dcterms:modified xsi:type="dcterms:W3CDTF">2017-05-03T09:02:00Z</dcterms:modified>
</cp:coreProperties>
</file>