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D34" w:rsidRDefault="00896D34" w:rsidP="007A118E">
      <w:pPr>
        <w:pStyle w:val="PS-rovkd"/>
        <w:spacing w:before="0" w:after="0"/>
      </w:pPr>
    </w:p>
    <w:p w:rsidR="00896D34" w:rsidRDefault="00896D34" w:rsidP="007A118E">
      <w:pPr>
        <w:pStyle w:val="PS-rovkd"/>
        <w:spacing w:before="0" w:after="0"/>
      </w:pPr>
    </w:p>
    <w:p w:rsidR="007A118E" w:rsidRDefault="007A118E" w:rsidP="007A118E">
      <w:pPr>
        <w:pStyle w:val="PS-rovkd"/>
        <w:spacing w:before="0" w:after="0"/>
      </w:pPr>
      <w:r>
        <w:t>Příloha č. 1</w:t>
      </w:r>
    </w:p>
    <w:p w:rsidR="007204F6" w:rsidRDefault="007204F6" w:rsidP="007204F6">
      <w:pPr>
        <w:pStyle w:val="PS-hlavika1"/>
      </w:pPr>
      <w:r>
        <w:t>Parlament České republiky</w:t>
      </w:r>
    </w:p>
    <w:p w:rsidR="007204F6" w:rsidRDefault="007204F6" w:rsidP="007204F6">
      <w:pPr>
        <w:pStyle w:val="PS-hlavika2"/>
      </w:pPr>
      <w:r>
        <w:t>POSLANECKÁ SNĚMOVNA</w:t>
      </w:r>
    </w:p>
    <w:p w:rsidR="007204F6" w:rsidRDefault="007204F6" w:rsidP="007204F6">
      <w:pPr>
        <w:pStyle w:val="PS-hlavika2"/>
      </w:pPr>
      <w:r>
        <w:t>2017</w:t>
      </w:r>
    </w:p>
    <w:p w:rsidR="007204F6" w:rsidRDefault="007204F6" w:rsidP="007204F6">
      <w:pPr>
        <w:pStyle w:val="PS-hlavika1"/>
      </w:pPr>
      <w:r>
        <w:t>7. volební období</w:t>
      </w:r>
    </w:p>
    <w:p w:rsidR="007204F6" w:rsidRDefault="007204F6" w:rsidP="007204F6">
      <w:pPr>
        <w:pStyle w:val="PS-slousnesen"/>
      </w:pPr>
      <w:r>
        <w:t>295</w:t>
      </w:r>
    </w:p>
    <w:p w:rsidR="007204F6" w:rsidRDefault="007204F6" w:rsidP="007204F6">
      <w:pPr>
        <w:pStyle w:val="PS-hlavika3"/>
      </w:pPr>
      <w:r>
        <w:t>USNESENÍ</w:t>
      </w:r>
    </w:p>
    <w:p w:rsidR="007204F6" w:rsidRDefault="007204F6" w:rsidP="007204F6">
      <w:pPr>
        <w:pStyle w:val="PS-hlavika1"/>
      </w:pPr>
      <w:r>
        <w:t>Ústavně právního výboru</w:t>
      </w:r>
    </w:p>
    <w:p w:rsidR="007204F6" w:rsidRDefault="007204F6" w:rsidP="007204F6">
      <w:pPr>
        <w:pStyle w:val="PS-hlavika1"/>
      </w:pPr>
      <w:r>
        <w:t>z 84. schůze</w:t>
      </w:r>
    </w:p>
    <w:p w:rsidR="007204F6" w:rsidRDefault="007204F6" w:rsidP="007204F6">
      <w:pPr>
        <w:pStyle w:val="PS-hlavika1"/>
      </w:pPr>
      <w:r>
        <w:t>dne 12. dubna 2017</w:t>
      </w:r>
    </w:p>
    <w:p w:rsidR="007204F6" w:rsidRPr="00D76FB3" w:rsidRDefault="007204F6" w:rsidP="007204F6">
      <w:pPr>
        <w:pStyle w:val="PS-pedmtusnesen"/>
      </w:pPr>
      <w:r>
        <w:t>Seminář „Pravomoci státních zastupitelství“</w:t>
      </w:r>
    </w:p>
    <w:p w:rsidR="007204F6" w:rsidRDefault="007204F6" w:rsidP="007204F6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7204F6" w:rsidRDefault="007204F6" w:rsidP="007204F6">
      <w:pPr>
        <w:pStyle w:val="western"/>
        <w:spacing w:after="0"/>
      </w:pPr>
      <w:bookmarkStart w:id="0" w:name="_GoBack"/>
      <w:bookmarkEnd w:id="0"/>
    </w:p>
    <w:p w:rsidR="007204F6" w:rsidRDefault="007204F6" w:rsidP="007204F6">
      <w:pPr>
        <w:pStyle w:val="western"/>
        <w:spacing w:after="0"/>
      </w:pPr>
      <w:r>
        <w:t>Ústavně právní výbor</w:t>
      </w:r>
    </w:p>
    <w:p w:rsidR="007204F6" w:rsidRDefault="007204F6" w:rsidP="007204F6">
      <w:pPr>
        <w:pStyle w:val="western"/>
        <w:spacing w:after="0"/>
      </w:pPr>
    </w:p>
    <w:p w:rsidR="007204F6" w:rsidRDefault="007204F6" w:rsidP="007204F6">
      <w:pPr>
        <w:pStyle w:val="western"/>
        <w:numPr>
          <w:ilvl w:val="0"/>
          <w:numId w:val="14"/>
        </w:numPr>
        <w:spacing w:after="0" w:line="360" w:lineRule="auto"/>
        <w:ind w:left="714" w:hanging="357"/>
        <w:jc w:val="both"/>
        <w:rPr>
          <w:spacing w:val="-4"/>
        </w:rPr>
      </w:pPr>
      <w:r>
        <w:rPr>
          <w:spacing w:val="-4"/>
        </w:rPr>
        <w:t xml:space="preserve">p ř i j í m á </w:t>
      </w:r>
      <w:r>
        <w:rPr>
          <w:spacing w:val="-4"/>
        </w:rPr>
        <w:tab/>
        <w:t xml:space="preserve">záštitu nad seminářem „Pravomoci státních zastupitelství“, který se uskuteční v pátek 2. června 2017 od 10:00 hodin v budově Poslanecké sněmovny Parlamentu České republiky. </w:t>
      </w:r>
    </w:p>
    <w:p w:rsidR="007204F6" w:rsidRDefault="007204F6" w:rsidP="007204F6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7204F6" w:rsidRPr="00106842" w:rsidRDefault="007204F6" w:rsidP="007204F6">
      <w:pPr>
        <w:keepNext/>
        <w:tabs>
          <w:tab w:val="center" w:pos="2268"/>
          <w:tab w:val="center" w:pos="4395"/>
          <w:tab w:val="center" w:pos="5103"/>
          <w:tab w:val="center" w:pos="6804"/>
        </w:tabs>
        <w:spacing w:before="1000" w:after="0" w:line="240" w:lineRule="auto"/>
      </w:pPr>
      <w:r>
        <w:t xml:space="preserve">                    </w:t>
      </w:r>
      <w:r>
        <w:tab/>
        <w:t>Marek BENDA</w:t>
      </w:r>
      <w:r w:rsidR="00896D34">
        <w:t xml:space="preserve">, v. r. </w:t>
      </w:r>
      <w:r>
        <w:tab/>
        <w:t xml:space="preserve">                   </w:t>
      </w:r>
      <w:r>
        <w:tab/>
        <w:t>JUDr. Jeroným  TEJC</w:t>
      </w:r>
      <w:r w:rsidR="00896D34">
        <w:t>, v. r.</w:t>
      </w:r>
      <w:r>
        <w:t xml:space="preserve"> </w:t>
      </w:r>
    </w:p>
    <w:p w:rsidR="007204F6" w:rsidRPr="00106842" w:rsidRDefault="007204F6" w:rsidP="007204F6">
      <w:pPr>
        <w:keepNext/>
        <w:tabs>
          <w:tab w:val="center" w:pos="1843"/>
          <w:tab w:val="center" w:pos="4536"/>
          <w:tab w:val="center" w:pos="6804"/>
        </w:tabs>
        <w:spacing w:after="0" w:line="240" w:lineRule="auto"/>
        <w:ind w:left="1418" w:hanging="1418"/>
      </w:pPr>
      <w:r w:rsidRPr="00106842">
        <w:tab/>
      </w:r>
      <w:r>
        <w:t>ověřovatel výboru</w:t>
      </w:r>
      <w:r w:rsidRPr="00106842">
        <w:tab/>
      </w:r>
      <w:r w:rsidRPr="00106842">
        <w:tab/>
      </w:r>
      <w:r>
        <w:t xml:space="preserve">    předseda výboru</w:t>
      </w:r>
    </w:p>
    <w:p w:rsidR="007A118E" w:rsidRDefault="00A80159" w:rsidP="00DE53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</w:p>
    <w:p w:rsidR="007A118E" w:rsidRDefault="007A118E">
      <w:pPr>
        <w:spacing w:after="0" w:line="240" w:lineRule="auto"/>
      </w:pPr>
      <w:r>
        <w:br w:type="page"/>
      </w:r>
    </w:p>
    <w:p w:rsidR="00896D34" w:rsidRDefault="00896D34" w:rsidP="007A118E">
      <w:pPr>
        <w:pStyle w:val="PS-rovkd"/>
        <w:spacing w:before="0" w:after="0"/>
      </w:pPr>
    </w:p>
    <w:p w:rsidR="00896D34" w:rsidRDefault="00896D34" w:rsidP="007A118E">
      <w:pPr>
        <w:pStyle w:val="PS-rovkd"/>
        <w:spacing w:before="0" w:after="0"/>
      </w:pPr>
    </w:p>
    <w:p w:rsidR="007A118E" w:rsidRDefault="007A118E" w:rsidP="007A118E">
      <w:pPr>
        <w:pStyle w:val="PS-rovkd"/>
        <w:spacing w:before="0" w:after="0"/>
      </w:pPr>
      <w:r>
        <w:t>Příloha č. 2</w:t>
      </w:r>
    </w:p>
    <w:p w:rsidR="00896D34" w:rsidRDefault="00896D34" w:rsidP="007204F6">
      <w:pPr>
        <w:pStyle w:val="PS-hlavika1"/>
      </w:pPr>
    </w:p>
    <w:p w:rsidR="007204F6" w:rsidRDefault="007204F6" w:rsidP="007204F6">
      <w:pPr>
        <w:pStyle w:val="PS-hlavika1"/>
      </w:pPr>
      <w:r>
        <w:t>Parlament České republiky</w:t>
      </w:r>
    </w:p>
    <w:p w:rsidR="007204F6" w:rsidRDefault="007204F6" w:rsidP="007204F6">
      <w:pPr>
        <w:pStyle w:val="PS-hlavika2"/>
      </w:pPr>
      <w:r>
        <w:t>POSLANECKÁ SNĚMOVNA</w:t>
      </w:r>
    </w:p>
    <w:p w:rsidR="007204F6" w:rsidRDefault="007204F6" w:rsidP="007204F6">
      <w:pPr>
        <w:pStyle w:val="PS-hlavika2"/>
      </w:pPr>
      <w:r>
        <w:t>2017</w:t>
      </w:r>
    </w:p>
    <w:p w:rsidR="007204F6" w:rsidRDefault="007204F6" w:rsidP="007204F6">
      <w:pPr>
        <w:pStyle w:val="PS-hlavika1"/>
      </w:pPr>
      <w:r>
        <w:t>7. volební období</w:t>
      </w:r>
    </w:p>
    <w:p w:rsidR="007204F6" w:rsidRDefault="007204F6" w:rsidP="007204F6">
      <w:pPr>
        <w:pStyle w:val="PS-slousnesen"/>
      </w:pPr>
      <w:r>
        <w:t>296</w:t>
      </w:r>
    </w:p>
    <w:p w:rsidR="007204F6" w:rsidRDefault="007204F6" w:rsidP="007204F6">
      <w:pPr>
        <w:pStyle w:val="PS-hlavika3"/>
      </w:pPr>
      <w:r>
        <w:t>USNESENÍ</w:t>
      </w:r>
    </w:p>
    <w:p w:rsidR="007204F6" w:rsidRDefault="007204F6" w:rsidP="007204F6">
      <w:pPr>
        <w:pStyle w:val="PS-hlavika1"/>
      </w:pPr>
      <w:r>
        <w:t>Ústavně právního výboru</w:t>
      </w:r>
    </w:p>
    <w:p w:rsidR="007204F6" w:rsidRDefault="007204F6" w:rsidP="007204F6">
      <w:pPr>
        <w:pStyle w:val="PS-hlavika1"/>
      </w:pPr>
      <w:r>
        <w:t>z 84. schůze</w:t>
      </w:r>
    </w:p>
    <w:p w:rsidR="007204F6" w:rsidRDefault="007204F6" w:rsidP="007204F6">
      <w:pPr>
        <w:pStyle w:val="PS-hlavika1"/>
      </w:pPr>
      <w:r>
        <w:t>dne 12. dubna 2017</w:t>
      </w:r>
    </w:p>
    <w:p w:rsidR="007204F6" w:rsidRPr="00D76FB3" w:rsidRDefault="007204F6" w:rsidP="007204F6">
      <w:pPr>
        <w:pStyle w:val="PS-pedmtusnesen"/>
      </w:pPr>
      <w:r>
        <w:t>Seminář „Hromadné žaloby“</w:t>
      </w:r>
    </w:p>
    <w:p w:rsidR="007204F6" w:rsidRDefault="007204F6" w:rsidP="007204F6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7204F6" w:rsidRDefault="007204F6" w:rsidP="007204F6">
      <w:pPr>
        <w:pStyle w:val="western"/>
        <w:spacing w:after="0"/>
      </w:pPr>
    </w:p>
    <w:p w:rsidR="007204F6" w:rsidRDefault="007204F6" w:rsidP="007204F6">
      <w:pPr>
        <w:pStyle w:val="western"/>
        <w:spacing w:after="0"/>
      </w:pPr>
      <w:r>
        <w:t>Ústavně právní výbor</w:t>
      </w:r>
    </w:p>
    <w:p w:rsidR="007204F6" w:rsidRDefault="007204F6" w:rsidP="007204F6">
      <w:pPr>
        <w:pStyle w:val="western"/>
        <w:spacing w:after="0"/>
      </w:pPr>
    </w:p>
    <w:p w:rsidR="007204F6" w:rsidRDefault="007204F6" w:rsidP="007204F6">
      <w:pPr>
        <w:pStyle w:val="western"/>
        <w:numPr>
          <w:ilvl w:val="0"/>
          <w:numId w:val="14"/>
        </w:numPr>
        <w:spacing w:after="0" w:line="360" w:lineRule="auto"/>
        <w:ind w:left="714" w:hanging="357"/>
        <w:jc w:val="both"/>
        <w:rPr>
          <w:spacing w:val="-4"/>
        </w:rPr>
      </w:pPr>
      <w:r>
        <w:rPr>
          <w:spacing w:val="-4"/>
        </w:rPr>
        <w:t xml:space="preserve">p ř i j í m á </w:t>
      </w:r>
      <w:r>
        <w:rPr>
          <w:spacing w:val="-4"/>
        </w:rPr>
        <w:tab/>
        <w:t xml:space="preserve">záštitu nad seminářem „Hromadné žaloby“, který se uskuteční v pátek 16. června 2017 od 9:00 hodin v budově Poslanecké sněmovny Parlamentu České republiky. </w:t>
      </w:r>
    </w:p>
    <w:p w:rsidR="007204F6" w:rsidRDefault="007204F6" w:rsidP="007204F6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7204F6" w:rsidRPr="00106842" w:rsidRDefault="007204F6" w:rsidP="007204F6">
      <w:pPr>
        <w:keepNext/>
        <w:tabs>
          <w:tab w:val="center" w:pos="2268"/>
          <w:tab w:val="center" w:pos="4395"/>
          <w:tab w:val="center" w:pos="5103"/>
          <w:tab w:val="center" w:pos="6804"/>
        </w:tabs>
        <w:spacing w:before="1000" w:after="0" w:line="240" w:lineRule="auto"/>
      </w:pPr>
      <w:r>
        <w:t xml:space="preserve">                    </w:t>
      </w:r>
      <w:r>
        <w:tab/>
        <w:t>Marek BENDA</w:t>
      </w:r>
      <w:r w:rsidR="00896D34">
        <w:t>, v. r.</w:t>
      </w:r>
      <w:r>
        <w:tab/>
        <w:t xml:space="preserve">                   </w:t>
      </w:r>
      <w:r>
        <w:tab/>
        <w:t>JUDr. Jeroným  TEJC</w:t>
      </w:r>
      <w:r w:rsidR="00896D34">
        <w:t>, v. r.</w:t>
      </w:r>
    </w:p>
    <w:p w:rsidR="007204F6" w:rsidRPr="00106842" w:rsidRDefault="007204F6" w:rsidP="007204F6">
      <w:pPr>
        <w:keepNext/>
        <w:tabs>
          <w:tab w:val="center" w:pos="1843"/>
          <w:tab w:val="center" w:pos="4536"/>
          <w:tab w:val="center" w:pos="6804"/>
        </w:tabs>
        <w:spacing w:after="0" w:line="240" w:lineRule="auto"/>
        <w:ind w:left="1418" w:hanging="1418"/>
      </w:pPr>
      <w:r w:rsidRPr="00106842">
        <w:tab/>
      </w:r>
      <w:r>
        <w:t>ověřovatel výboru</w:t>
      </w:r>
      <w:r w:rsidRPr="00106842">
        <w:tab/>
      </w:r>
      <w:r w:rsidRPr="00106842">
        <w:tab/>
      </w:r>
      <w:r>
        <w:t xml:space="preserve">    předseda výboru</w:t>
      </w:r>
    </w:p>
    <w:p w:rsidR="007A118E" w:rsidRPr="00136FB0" w:rsidRDefault="007A118E" w:rsidP="007A118E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204F6" w:rsidRDefault="007204F6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896D34" w:rsidRDefault="00896D34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  <w:jc w:val="right"/>
      </w:pPr>
    </w:p>
    <w:p w:rsidR="007A118E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  <w:jc w:val="right"/>
      </w:pPr>
      <w:r>
        <w:t>Příloha č. 3</w:t>
      </w:r>
    </w:p>
    <w:p w:rsidR="007A118E" w:rsidRDefault="00A80159" w:rsidP="007A118E">
      <w:pPr>
        <w:pStyle w:val="PS-rovkd"/>
        <w:spacing w:before="0" w:after="0"/>
      </w:pPr>
      <w:r>
        <w:tab/>
      </w:r>
    </w:p>
    <w:p w:rsidR="00843D2D" w:rsidRDefault="00843D2D" w:rsidP="00843D2D">
      <w:pPr>
        <w:pStyle w:val="PS-hlavika1"/>
      </w:pPr>
      <w:r>
        <w:t>Parlament České republiky</w:t>
      </w:r>
    </w:p>
    <w:p w:rsidR="00843D2D" w:rsidRDefault="00843D2D" w:rsidP="00843D2D">
      <w:pPr>
        <w:pStyle w:val="PS-hlavika2"/>
      </w:pPr>
      <w:r>
        <w:t>POSLANECKÁ SNĚMOVNA</w:t>
      </w:r>
    </w:p>
    <w:p w:rsidR="00843D2D" w:rsidRDefault="00843D2D" w:rsidP="00843D2D">
      <w:pPr>
        <w:pStyle w:val="PS-hlavika2"/>
      </w:pPr>
      <w:r>
        <w:t>2017</w:t>
      </w:r>
    </w:p>
    <w:p w:rsidR="00843D2D" w:rsidRDefault="00843D2D" w:rsidP="00843D2D">
      <w:pPr>
        <w:pStyle w:val="PS-hlavika1"/>
      </w:pPr>
      <w:r>
        <w:t>7. volební období</w:t>
      </w:r>
    </w:p>
    <w:p w:rsidR="00843D2D" w:rsidRDefault="00843D2D" w:rsidP="00843D2D">
      <w:pPr>
        <w:pStyle w:val="PS-slousnesen"/>
      </w:pPr>
      <w:r>
        <w:t>297</w:t>
      </w:r>
    </w:p>
    <w:p w:rsidR="00843D2D" w:rsidRDefault="00843D2D" w:rsidP="00843D2D">
      <w:pPr>
        <w:pStyle w:val="PS-hlavika3"/>
      </w:pPr>
      <w:r>
        <w:t>USNESENÍ</w:t>
      </w:r>
    </w:p>
    <w:p w:rsidR="00843D2D" w:rsidRDefault="00843D2D" w:rsidP="00843D2D">
      <w:pPr>
        <w:pStyle w:val="PS-hlavika1"/>
      </w:pPr>
      <w:r>
        <w:t>Ústavně právního výboru</w:t>
      </w:r>
    </w:p>
    <w:p w:rsidR="00843D2D" w:rsidRDefault="00843D2D" w:rsidP="00843D2D">
      <w:pPr>
        <w:pStyle w:val="PS-hlavika1"/>
      </w:pPr>
      <w:r>
        <w:t>z 84. schůze</w:t>
      </w:r>
    </w:p>
    <w:p w:rsidR="00843D2D" w:rsidRDefault="00843D2D" w:rsidP="00843D2D">
      <w:pPr>
        <w:pStyle w:val="PS-hlavika1"/>
      </w:pPr>
      <w:r>
        <w:t>dne 12. dubna 2017</w:t>
      </w:r>
    </w:p>
    <w:p w:rsidR="00843D2D" w:rsidRPr="00D76FB3" w:rsidRDefault="00843D2D" w:rsidP="00843D2D">
      <w:pPr>
        <w:pStyle w:val="PS-pedmtusnesen"/>
      </w:pPr>
      <w:r>
        <w:t>Seminář „Spravedlivá, nezávislá, nestranná nebo nedotknutelná justice?“</w:t>
      </w:r>
    </w:p>
    <w:p w:rsidR="00843D2D" w:rsidRDefault="00843D2D" w:rsidP="00843D2D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843D2D" w:rsidRDefault="00843D2D" w:rsidP="00843D2D">
      <w:pPr>
        <w:pStyle w:val="western"/>
        <w:spacing w:after="0"/>
      </w:pPr>
    </w:p>
    <w:p w:rsidR="00843D2D" w:rsidRDefault="00843D2D" w:rsidP="00843D2D">
      <w:pPr>
        <w:pStyle w:val="western"/>
        <w:spacing w:after="0"/>
      </w:pPr>
      <w:r>
        <w:t>Ústavně právní výbor</w:t>
      </w:r>
    </w:p>
    <w:p w:rsidR="00843D2D" w:rsidRDefault="00843D2D" w:rsidP="00843D2D">
      <w:pPr>
        <w:pStyle w:val="western"/>
        <w:spacing w:after="0"/>
      </w:pPr>
    </w:p>
    <w:p w:rsidR="00843D2D" w:rsidRDefault="00843D2D" w:rsidP="00843D2D">
      <w:pPr>
        <w:pStyle w:val="western"/>
        <w:numPr>
          <w:ilvl w:val="0"/>
          <w:numId w:val="14"/>
        </w:numPr>
        <w:spacing w:after="0" w:line="360" w:lineRule="auto"/>
        <w:ind w:left="714" w:hanging="357"/>
        <w:jc w:val="both"/>
        <w:rPr>
          <w:spacing w:val="-4"/>
        </w:rPr>
      </w:pPr>
      <w:r>
        <w:rPr>
          <w:spacing w:val="-4"/>
        </w:rPr>
        <w:t xml:space="preserve">p ř i j í m á </w:t>
      </w:r>
      <w:r>
        <w:rPr>
          <w:spacing w:val="-4"/>
        </w:rPr>
        <w:tab/>
        <w:t>záštitu nad seminářem „</w:t>
      </w:r>
      <w:r>
        <w:t>Spravedlivá, nezávislá, nestranná nebo nedotknutelná justice?</w:t>
      </w:r>
      <w:r>
        <w:rPr>
          <w:spacing w:val="-4"/>
        </w:rPr>
        <w:t xml:space="preserve">“, který se uskuteční ve čtvrtek 22. června 2017 od 9:30 hodin v budově Poslanecké sněmovny Parlamentu České republiky. </w:t>
      </w:r>
    </w:p>
    <w:p w:rsidR="00843D2D" w:rsidRDefault="00843D2D" w:rsidP="00843D2D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843D2D" w:rsidRPr="00106842" w:rsidRDefault="00843D2D" w:rsidP="00843D2D">
      <w:pPr>
        <w:keepNext/>
        <w:tabs>
          <w:tab w:val="center" w:pos="2268"/>
          <w:tab w:val="center" w:pos="4395"/>
          <w:tab w:val="center" w:pos="5103"/>
          <w:tab w:val="center" w:pos="6804"/>
        </w:tabs>
        <w:spacing w:before="1000" w:after="0" w:line="240" w:lineRule="auto"/>
      </w:pPr>
      <w:r>
        <w:t xml:space="preserve">                    </w:t>
      </w:r>
      <w:r>
        <w:tab/>
        <w:t>Marek BENDA</w:t>
      </w:r>
      <w:r w:rsidR="00896D34">
        <w:t xml:space="preserve">, v. r. </w:t>
      </w:r>
      <w:r>
        <w:tab/>
        <w:t xml:space="preserve">                   </w:t>
      </w:r>
      <w:r>
        <w:tab/>
        <w:t>JUDr. Jeroným  TEJC</w:t>
      </w:r>
      <w:r w:rsidR="00896D34">
        <w:t>, v. r.</w:t>
      </w:r>
    </w:p>
    <w:p w:rsidR="00843D2D" w:rsidRPr="00106842" w:rsidRDefault="00843D2D" w:rsidP="00843D2D">
      <w:pPr>
        <w:keepNext/>
        <w:tabs>
          <w:tab w:val="center" w:pos="1843"/>
          <w:tab w:val="center" w:pos="4536"/>
          <w:tab w:val="center" w:pos="6804"/>
        </w:tabs>
        <w:spacing w:after="0" w:line="240" w:lineRule="auto"/>
        <w:ind w:left="1418" w:hanging="1418"/>
      </w:pPr>
      <w:r w:rsidRPr="00106842">
        <w:tab/>
      </w:r>
      <w:r>
        <w:t>ověřovatel výboru</w:t>
      </w:r>
      <w:r w:rsidRPr="00106842">
        <w:tab/>
      </w:r>
      <w:r w:rsidRPr="00106842">
        <w:tab/>
      </w:r>
      <w:r>
        <w:t xml:space="preserve">    předseda výboru</w:t>
      </w: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p w:rsidR="00843D2D" w:rsidRDefault="00843D2D" w:rsidP="007A118E">
      <w:pPr>
        <w:pStyle w:val="PS-rovkd"/>
        <w:spacing w:before="0" w:after="0"/>
      </w:pPr>
    </w:p>
    <w:sectPr w:rsidR="00843D2D" w:rsidSect="000C5278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647" w:rsidRDefault="00AC7647" w:rsidP="00AC7647">
      <w:pPr>
        <w:spacing w:after="0" w:line="240" w:lineRule="auto"/>
      </w:pPr>
      <w:r>
        <w:separator/>
      </w:r>
    </w:p>
  </w:endnote>
  <w:endnote w:type="continuationSeparator" w:id="0">
    <w:p w:rsidR="00AC7647" w:rsidRDefault="00AC7647" w:rsidP="00AC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647" w:rsidRDefault="00AC7647" w:rsidP="00AC7647">
      <w:pPr>
        <w:spacing w:after="0" w:line="240" w:lineRule="auto"/>
      </w:pPr>
      <w:r>
        <w:separator/>
      </w:r>
    </w:p>
  </w:footnote>
  <w:footnote w:type="continuationSeparator" w:id="0">
    <w:p w:rsidR="00AC7647" w:rsidRDefault="00AC7647" w:rsidP="00AC7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E03" w:rsidRDefault="008B2E03" w:rsidP="008B2E03">
    <w:pPr>
      <w:pStyle w:val="Zhlav"/>
      <w:jc w:val="right"/>
    </w:pPr>
    <w:r>
      <w:t>PS170057749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0"/>
  </w:num>
  <w:num w:numId="16">
    <w:abstractNumId w:val="12"/>
  </w:num>
  <w:num w:numId="17">
    <w:abstractNumId w:val="15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C9"/>
    <w:rsid w:val="000476E4"/>
    <w:rsid w:val="000C5278"/>
    <w:rsid w:val="000E730C"/>
    <w:rsid w:val="00103C04"/>
    <w:rsid w:val="00106842"/>
    <w:rsid w:val="00150A7C"/>
    <w:rsid w:val="001A4A78"/>
    <w:rsid w:val="001B296F"/>
    <w:rsid w:val="001B45F3"/>
    <w:rsid w:val="00220384"/>
    <w:rsid w:val="00230024"/>
    <w:rsid w:val="00254049"/>
    <w:rsid w:val="002721B7"/>
    <w:rsid w:val="00272E1B"/>
    <w:rsid w:val="002A2F32"/>
    <w:rsid w:val="002A5C81"/>
    <w:rsid w:val="002B0FB6"/>
    <w:rsid w:val="002B60B3"/>
    <w:rsid w:val="002C6BED"/>
    <w:rsid w:val="002E5A7E"/>
    <w:rsid w:val="00354A45"/>
    <w:rsid w:val="00356011"/>
    <w:rsid w:val="00377253"/>
    <w:rsid w:val="00382433"/>
    <w:rsid w:val="003D2033"/>
    <w:rsid w:val="00426673"/>
    <w:rsid w:val="004F6530"/>
    <w:rsid w:val="004F6896"/>
    <w:rsid w:val="005227BF"/>
    <w:rsid w:val="00566A4C"/>
    <w:rsid w:val="00571434"/>
    <w:rsid w:val="005C30D7"/>
    <w:rsid w:val="005E094C"/>
    <w:rsid w:val="005F6CAE"/>
    <w:rsid w:val="00620764"/>
    <w:rsid w:val="007204F6"/>
    <w:rsid w:val="007A118E"/>
    <w:rsid w:val="007C62DA"/>
    <w:rsid w:val="007D5EE1"/>
    <w:rsid w:val="007E1D0B"/>
    <w:rsid w:val="007E608D"/>
    <w:rsid w:val="00812496"/>
    <w:rsid w:val="00830BFE"/>
    <w:rsid w:val="00843D2D"/>
    <w:rsid w:val="008557FC"/>
    <w:rsid w:val="00893C29"/>
    <w:rsid w:val="00896D34"/>
    <w:rsid w:val="008B2E03"/>
    <w:rsid w:val="008F4467"/>
    <w:rsid w:val="00903269"/>
    <w:rsid w:val="00920181"/>
    <w:rsid w:val="00955611"/>
    <w:rsid w:val="00962CEB"/>
    <w:rsid w:val="009A359F"/>
    <w:rsid w:val="009C423C"/>
    <w:rsid w:val="009D70C9"/>
    <w:rsid w:val="00A46CDA"/>
    <w:rsid w:val="00A80159"/>
    <w:rsid w:val="00A97977"/>
    <w:rsid w:val="00AA0D27"/>
    <w:rsid w:val="00AC7647"/>
    <w:rsid w:val="00B13892"/>
    <w:rsid w:val="00B53E8D"/>
    <w:rsid w:val="00B54E7A"/>
    <w:rsid w:val="00B715B6"/>
    <w:rsid w:val="00C56014"/>
    <w:rsid w:val="00C953FA"/>
    <w:rsid w:val="00CE2EC9"/>
    <w:rsid w:val="00D76FB3"/>
    <w:rsid w:val="00DC29E4"/>
    <w:rsid w:val="00DE53DE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4DA4C6-31F3-4889-8DEF-E9C3FB0C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CE2EC9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E7A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A1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Tlotextu">
    <w:name w:val="Tělo textu"/>
    <w:basedOn w:val="Normln"/>
    <w:rsid w:val="007A118E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sdendnote-western">
    <w:name w:val="sdendnote-western"/>
    <w:basedOn w:val="Normln"/>
    <w:rsid w:val="007A118E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C7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647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64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31C18-7824-4112-B850-2FF8A4C7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</TotalTime>
  <Pages>3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7</cp:revision>
  <cp:lastPrinted>2016-09-05T09:34:00Z</cp:lastPrinted>
  <dcterms:created xsi:type="dcterms:W3CDTF">2017-04-24T11:46:00Z</dcterms:created>
  <dcterms:modified xsi:type="dcterms:W3CDTF">2017-05-02T10:15:00Z</dcterms:modified>
</cp:coreProperties>
</file>