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A66" w:rsidRDefault="001A3A5E" w:rsidP="00EF6A66">
      <w:pPr>
        <w:pStyle w:val="Bezmezer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PS170054487</w:t>
      </w:r>
    </w:p>
    <w:p w:rsidR="001A3A5E" w:rsidRDefault="001A3A5E" w:rsidP="00EF6A66">
      <w:pPr>
        <w:pStyle w:val="Bezmezer"/>
        <w:jc w:val="right"/>
        <w:rPr>
          <w:rFonts w:ascii="Times New Roman" w:hAnsi="Times New Roman"/>
        </w:rPr>
      </w:pPr>
    </w:p>
    <w:p w:rsidR="00371414" w:rsidRDefault="00371414" w:rsidP="00C815EB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D3D0F" w:rsidRDefault="007D3D0F" w:rsidP="00C815EB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1B1AF6" w:rsidRDefault="006E45D3" w:rsidP="002D3B38">
      <w:pPr>
        <w:pStyle w:val="Bezmezer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8C487C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F93465" w:rsidRDefault="00E35E21" w:rsidP="00903269">
      <w:pPr>
        <w:pStyle w:val="PS-hlavika3"/>
      </w:pPr>
      <w:r>
        <w:t>2</w:t>
      </w:r>
      <w:r w:rsidR="0044263C">
        <w:t>8</w:t>
      </w:r>
      <w:r w:rsidR="0055655A">
        <w:t>3</w:t>
      </w:r>
    </w:p>
    <w:p w:rsidR="00DC29E4" w:rsidRDefault="00F93465" w:rsidP="00903269">
      <w:pPr>
        <w:pStyle w:val="PS-hlavika3"/>
      </w:pPr>
      <w:r>
        <w:t>U</w:t>
      </w:r>
      <w:r w:rsidR="00DC29E4">
        <w:t>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9354B9">
        <w:t xml:space="preserve"> </w:t>
      </w:r>
      <w:r w:rsidR="008C487C">
        <w:t>5</w:t>
      </w:r>
      <w:r w:rsidR="003448AC">
        <w:t>6</w:t>
      </w:r>
      <w:r>
        <w:t>. schůze</w:t>
      </w:r>
    </w:p>
    <w:p w:rsidR="00DC29E4" w:rsidRDefault="00DC29E4" w:rsidP="00377253">
      <w:pPr>
        <w:pStyle w:val="PS-hlavika1"/>
      </w:pPr>
      <w:r>
        <w:t xml:space="preserve"> dne </w:t>
      </w:r>
      <w:r w:rsidR="003448AC">
        <w:t>19. dub</w:t>
      </w:r>
      <w:r w:rsidR="00F43B01">
        <w:t>na</w:t>
      </w:r>
      <w:r w:rsidR="00F93465">
        <w:t xml:space="preserve"> 201</w:t>
      </w:r>
      <w:r w:rsidR="008C487C">
        <w:t>7</w:t>
      </w:r>
    </w:p>
    <w:p w:rsidR="00A00117" w:rsidRDefault="00A00117" w:rsidP="009209CC">
      <w:pPr>
        <w:pStyle w:val="PS-pedmtusnesen"/>
        <w:spacing w:before="0" w:after="0"/>
        <w:rPr>
          <w:b/>
        </w:rPr>
      </w:pPr>
    </w:p>
    <w:p w:rsidR="00DC29E4" w:rsidRPr="00486CFA" w:rsidRDefault="00077041" w:rsidP="009209CC">
      <w:pPr>
        <w:pStyle w:val="PS-pedmtusnesen"/>
        <w:spacing w:before="0" w:after="0"/>
        <w:rPr>
          <w:b/>
        </w:rPr>
      </w:pPr>
      <w:r>
        <w:rPr>
          <w:b/>
        </w:rPr>
        <w:t>Výjezdní zasedání VVSRR v</w:t>
      </w:r>
      <w:r w:rsidR="0055655A">
        <w:rPr>
          <w:b/>
        </w:rPr>
        <w:t> Jihočeském kraji</w:t>
      </w:r>
      <w:r w:rsidR="00775810" w:rsidRPr="00486CFA">
        <w:rPr>
          <w:b/>
        </w:rPr>
        <w:t xml:space="preserve"> 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161A46" w:rsidTr="00161A46">
        <w:tc>
          <w:tcPr>
            <w:tcW w:w="9152" w:type="dxa"/>
            <w:hideMark/>
          </w:tcPr>
          <w:p w:rsidR="00077041" w:rsidRDefault="00161A46" w:rsidP="000770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Výbor pro veřejnou správu a regionální rozvoj na své 56. schůzi </w:t>
            </w:r>
            <w:r w:rsidR="00077041">
              <w:rPr>
                <w:rFonts w:ascii="Times New Roman" w:hAnsi="Times New Roman"/>
                <w:sz w:val="24"/>
                <w:szCs w:val="24"/>
              </w:rPr>
              <w:t>po odůvodnění poslan</w:t>
            </w:r>
            <w:r w:rsidR="0055655A">
              <w:rPr>
                <w:rFonts w:ascii="Times New Roman" w:hAnsi="Times New Roman"/>
                <w:sz w:val="24"/>
                <w:szCs w:val="24"/>
              </w:rPr>
              <w:t>cem</w:t>
            </w:r>
            <w:r w:rsidR="00077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1A46" w:rsidRDefault="00077041" w:rsidP="000770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655A">
              <w:rPr>
                <w:rFonts w:ascii="Times New Roman" w:hAnsi="Times New Roman"/>
                <w:sz w:val="24"/>
                <w:szCs w:val="24"/>
              </w:rPr>
              <w:t xml:space="preserve">Karlem Pražákem </w:t>
            </w:r>
            <w:r>
              <w:rPr>
                <w:rFonts w:ascii="Times New Roman" w:hAnsi="Times New Roman"/>
                <w:sz w:val="24"/>
                <w:szCs w:val="24"/>
              </w:rPr>
              <w:t>a po rozpravě:</w:t>
            </w:r>
          </w:p>
        </w:tc>
      </w:tr>
    </w:tbl>
    <w:p w:rsidR="00161A46" w:rsidRDefault="00161A46" w:rsidP="00161A46">
      <w:pPr>
        <w:spacing w:after="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</w:p>
    <w:p w:rsidR="00361AC0" w:rsidRDefault="00361AC0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1A3A5E" w:rsidRDefault="001A3A5E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1A3A5E" w:rsidRDefault="001A3A5E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077041" w:rsidRPr="00077041" w:rsidRDefault="00077041" w:rsidP="00692544">
      <w:pPr>
        <w:pStyle w:val="Odstavecseseznamem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077041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3F00E9">
        <w:rPr>
          <w:rFonts w:ascii="Times New Roman" w:hAnsi="Times New Roman"/>
          <w:b/>
          <w:sz w:val="24"/>
          <w:szCs w:val="24"/>
        </w:rPr>
        <w:t>s c h v a l u j e</w:t>
      </w:r>
      <w:r w:rsidRPr="00077041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výjezdní</w:t>
      </w:r>
      <w:proofErr w:type="gramEnd"/>
      <w:r>
        <w:rPr>
          <w:rFonts w:ascii="Times New Roman" w:hAnsi="Times New Roman"/>
          <w:sz w:val="24"/>
          <w:szCs w:val="24"/>
        </w:rPr>
        <w:t xml:space="preserve"> zasedání Výboru pro veřejnou správu a regionální rozvoj v</w:t>
      </w:r>
      <w:r w:rsidR="0055655A">
        <w:rPr>
          <w:rFonts w:ascii="Times New Roman" w:hAnsi="Times New Roman"/>
          <w:sz w:val="24"/>
          <w:szCs w:val="24"/>
        </w:rPr>
        <w:t> Jihočeském kraji</w:t>
      </w:r>
      <w:r>
        <w:rPr>
          <w:rFonts w:ascii="Times New Roman" w:hAnsi="Times New Roman"/>
          <w:sz w:val="24"/>
          <w:szCs w:val="24"/>
        </w:rPr>
        <w:t xml:space="preserve"> v termínu 1</w:t>
      </w:r>
      <w:r w:rsidR="0055655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55655A">
        <w:rPr>
          <w:rFonts w:ascii="Times New Roman" w:hAnsi="Times New Roman"/>
          <w:sz w:val="24"/>
          <w:szCs w:val="24"/>
        </w:rPr>
        <w:t xml:space="preserve"> – 15.</w:t>
      </w:r>
      <w:r>
        <w:rPr>
          <w:rFonts w:ascii="Times New Roman" w:hAnsi="Times New Roman"/>
          <w:sz w:val="24"/>
          <w:szCs w:val="24"/>
        </w:rPr>
        <w:t xml:space="preserve"> června 2017.</w:t>
      </w:r>
    </w:p>
    <w:p w:rsidR="00077041" w:rsidRDefault="00077041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077041" w:rsidRDefault="00077041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077041" w:rsidRPr="003F00E9" w:rsidRDefault="003F00E9" w:rsidP="003F00E9">
      <w:pPr>
        <w:pStyle w:val="Odstavecseseznamem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3F00E9">
        <w:rPr>
          <w:rFonts w:ascii="Times New Roman" w:hAnsi="Times New Roman"/>
          <w:b/>
          <w:sz w:val="24"/>
          <w:szCs w:val="24"/>
        </w:rPr>
        <w:t>p o v ě ř u j e</w:t>
      </w:r>
      <w:r>
        <w:rPr>
          <w:rFonts w:ascii="Times New Roman" w:hAnsi="Times New Roman"/>
          <w:sz w:val="24"/>
          <w:szCs w:val="24"/>
        </w:rPr>
        <w:t xml:space="preserve">   tajemníka</w:t>
      </w:r>
      <w:proofErr w:type="gramEnd"/>
      <w:r>
        <w:rPr>
          <w:rFonts w:ascii="Times New Roman" w:hAnsi="Times New Roman"/>
          <w:sz w:val="24"/>
          <w:szCs w:val="24"/>
        </w:rPr>
        <w:t xml:space="preserve"> výboru organizačním zajištění celé akce.</w:t>
      </w:r>
    </w:p>
    <w:p w:rsidR="00077041" w:rsidRDefault="00077041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077041" w:rsidRDefault="00077041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077041" w:rsidRDefault="00077041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1A3A5E" w:rsidRDefault="001A3A5E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1A3A5E" w:rsidRDefault="001A3A5E" w:rsidP="006714AF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77041" w:rsidRPr="006714AF" w:rsidRDefault="00077041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6D517A" w:rsidRPr="006714AF" w:rsidRDefault="0055655A" w:rsidP="003448AC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Karel   P r a ž á k</w:t>
      </w:r>
      <w:r w:rsidR="001A3A5E">
        <w:rPr>
          <w:rFonts w:ascii="Times New Roman" w:hAnsi="Times New Roman"/>
          <w:b/>
          <w:sz w:val="24"/>
          <w:szCs w:val="24"/>
        </w:rPr>
        <w:t xml:space="preserve">  </w:t>
      </w:r>
      <w:proofErr w:type="gramStart"/>
      <w:r w:rsidR="001A3A5E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590DFB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7B2C97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590DFB">
        <w:rPr>
          <w:rFonts w:ascii="Times New Roman" w:hAnsi="Times New Roman"/>
          <w:b/>
          <w:sz w:val="24"/>
          <w:szCs w:val="24"/>
        </w:rPr>
        <w:t>Mgr. Stanislav   B e r k o v e c</w:t>
      </w:r>
      <w:r w:rsidR="001A3A5E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1A3A5E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294DAC" w:rsidRPr="006714AF" w:rsidRDefault="006D517A" w:rsidP="006714AF">
      <w:pPr>
        <w:spacing w:after="0"/>
        <w:rPr>
          <w:rFonts w:ascii="Times New Roman" w:hAnsi="Times New Roman"/>
          <w:sz w:val="24"/>
          <w:szCs w:val="24"/>
        </w:rPr>
      </w:pP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="003448AC">
        <w:rPr>
          <w:rFonts w:ascii="Times New Roman" w:hAnsi="Times New Roman"/>
          <w:sz w:val="24"/>
          <w:szCs w:val="24"/>
        </w:rPr>
        <w:t>zpravodaj</w:t>
      </w:r>
      <w:r w:rsidRPr="006714AF">
        <w:rPr>
          <w:rFonts w:ascii="Times New Roman" w:hAnsi="Times New Roman"/>
          <w:sz w:val="24"/>
          <w:szCs w:val="24"/>
        </w:rPr>
        <w:tab/>
      </w:r>
      <w:r w:rsidR="00AE7CDE" w:rsidRPr="006714AF">
        <w:rPr>
          <w:rFonts w:ascii="Times New Roman" w:hAnsi="Times New Roman"/>
          <w:sz w:val="24"/>
          <w:szCs w:val="24"/>
        </w:rPr>
        <w:t xml:space="preserve"> </w:t>
      </w: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="006714AF">
        <w:rPr>
          <w:rFonts w:ascii="Times New Roman" w:hAnsi="Times New Roman"/>
          <w:sz w:val="24"/>
          <w:szCs w:val="24"/>
        </w:rPr>
        <w:t xml:space="preserve">         </w:t>
      </w:r>
      <w:r w:rsidR="00A6227D">
        <w:rPr>
          <w:rFonts w:ascii="Times New Roman" w:hAnsi="Times New Roman"/>
          <w:sz w:val="24"/>
          <w:szCs w:val="24"/>
        </w:rPr>
        <w:t xml:space="preserve">   </w:t>
      </w:r>
      <w:r w:rsidR="00161A46">
        <w:rPr>
          <w:rFonts w:ascii="Times New Roman" w:hAnsi="Times New Roman"/>
          <w:sz w:val="24"/>
          <w:szCs w:val="24"/>
        </w:rPr>
        <w:t xml:space="preserve">      </w:t>
      </w:r>
      <w:r w:rsidR="00A6227D">
        <w:rPr>
          <w:rFonts w:ascii="Times New Roman" w:hAnsi="Times New Roman"/>
          <w:sz w:val="24"/>
          <w:szCs w:val="24"/>
        </w:rPr>
        <w:t xml:space="preserve"> </w:t>
      </w:r>
      <w:r w:rsidRPr="006714AF">
        <w:rPr>
          <w:rFonts w:ascii="Times New Roman" w:hAnsi="Times New Roman"/>
          <w:sz w:val="24"/>
          <w:szCs w:val="24"/>
        </w:rPr>
        <w:t>ověřovatel</w:t>
      </w:r>
    </w:p>
    <w:p w:rsidR="00294DAC" w:rsidRPr="006714AF" w:rsidRDefault="001B1AF6" w:rsidP="006714AF">
      <w:pPr>
        <w:spacing w:after="0"/>
        <w:rPr>
          <w:rFonts w:ascii="Times New Roman" w:hAnsi="Times New Roman"/>
          <w:sz w:val="24"/>
          <w:szCs w:val="24"/>
        </w:rPr>
      </w:pPr>
      <w:r w:rsidRPr="006714AF">
        <w:rPr>
          <w:rFonts w:ascii="Times New Roman" w:hAnsi="Times New Roman"/>
          <w:sz w:val="24"/>
          <w:szCs w:val="24"/>
        </w:rPr>
        <w:t xml:space="preserve">   </w:t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6D517A" w:rsidRPr="006714AF">
        <w:rPr>
          <w:rFonts w:ascii="Times New Roman" w:hAnsi="Times New Roman"/>
          <w:sz w:val="24"/>
          <w:szCs w:val="24"/>
        </w:rPr>
        <w:t xml:space="preserve">   </w:t>
      </w:r>
      <w:r w:rsidR="00294DAC" w:rsidRPr="006714AF">
        <w:rPr>
          <w:rFonts w:ascii="Times New Roman" w:hAnsi="Times New Roman"/>
          <w:sz w:val="24"/>
          <w:szCs w:val="24"/>
        </w:rPr>
        <w:tab/>
      </w:r>
    </w:p>
    <w:p w:rsidR="003C60F4" w:rsidRDefault="003C60F4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361AC0" w:rsidRPr="006714AF" w:rsidRDefault="00361AC0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294DAC" w:rsidRPr="001A3A5E" w:rsidRDefault="00294DAC" w:rsidP="006714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A3A5E">
        <w:rPr>
          <w:rFonts w:ascii="Times New Roman" w:hAnsi="Times New Roman"/>
          <w:b/>
          <w:sz w:val="24"/>
          <w:szCs w:val="24"/>
        </w:rPr>
        <w:t>PaedDr. Milada   H a l í k o v</w:t>
      </w:r>
      <w:r w:rsidR="006714AF" w:rsidRPr="001A3A5E">
        <w:rPr>
          <w:rFonts w:ascii="Times New Roman" w:hAnsi="Times New Roman"/>
          <w:b/>
          <w:sz w:val="24"/>
          <w:szCs w:val="24"/>
        </w:rPr>
        <w:t> </w:t>
      </w:r>
      <w:r w:rsidRPr="001A3A5E">
        <w:rPr>
          <w:rFonts w:ascii="Times New Roman" w:hAnsi="Times New Roman"/>
          <w:b/>
          <w:sz w:val="24"/>
          <w:szCs w:val="24"/>
        </w:rPr>
        <w:t>á</w:t>
      </w:r>
      <w:r w:rsidR="006714AF" w:rsidRPr="001A3A5E">
        <w:rPr>
          <w:rFonts w:ascii="Times New Roman" w:hAnsi="Times New Roman"/>
          <w:b/>
          <w:sz w:val="24"/>
          <w:szCs w:val="24"/>
        </w:rPr>
        <w:t xml:space="preserve"> </w:t>
      </w:r>
      <w:r w:rsidR="00371414" w:rsidRPr="001A3A5E">
        <w:rPr>
          <w:rFonts w:ascii="Times New Roman" w:hAnsi="Times New Roman"/>
          <w:b/>
          <w:sz w:val="24"/>
          <w:szCs w:val="24"/>
        </w:rPr>
        <w:t xml:space="preserve"> </w:t>
      </w:r>
      <w:r w:rsidR="001A3A5E" w:rsidRPr="001A3A5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A3A5E" w:rsidRPr="001A3A5E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7D3D0F" w:rsidRPr="001A3A5E">
        <w:rPr>
          <w:rFonts w:ascii="Times New Roman" w:hAnsi="Times New Roman"/>
          <w:b/>
          <w:sz w:val="24"/>
          <w:szCs w:val="24"/>
        </w:rPr>
        <w:t xml:space="preserve"> </w:t>
      </w:r>
      <w:r w:rsidR="006714AF" w:rsidRPr="001A3A5E">
        <w:rPr>
          <w:rFonts w:ascii="Times New Roman" w:hAnsi="Times New Roman"/>
          <w:b/>
          <w:sz w:val="24"/>
          <w:szCs w:val="24"/>
        </w:rPr>
        <w:t xml:space="preserve"> </w:t>
      </w:r>
    </w:p>
    <w:p w:rsidR="00B715B6" w:rsidRPr="006714AF" w:rsidRDefault="00294DAC" w:rsidP="006714A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714AF">
        <w:rPr>
          <w:rFonts w:ascii="Times New Roman" w:hAnsi="Times New Roman"/>
          <w:sz w:val="24"/>
          <w:szCs w:val="24"/>
        </w:rPr>
        <w:t>předsedkyně výboru</w:t>
      </w:r>
    </w:p>
    <w:sectPr w:rsidR="00B715B6" w:rsidRPr="006714AF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9D0F18"/>
    <w:multiLevelType w:val="hybridMultilevel"/>
    <w:tmpl w:val="73342BBA"/>
    <w:lvl w:ilvl="0" w:tplc="D10C3414">
      <w:start w:val="7"/>
      <w:numFmt w:val="bullet"/>
      <w:lvlText w:val="-"/>
      <w:lvlJc w:val="left"/>
      <w:pPr>
        <w:ind w:left="720" w:hanging="360"/>
      </w:pPr>
      <w:rPr>
        <w:rFonts w:ascii="Calibri" w:eastAsia="Lucida Sans Unicode" w:hAnsi="Calibri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54A6E30"/>
    <w:multiLevelType w:val="hybridMultilevel"/>
    <w:tmpl w:val="0130FB40"/>
    <w:lvl w:ilvl="0" w:tplc="0405000F">
      <w:start w:val="1"/>
      <w:numFmt w:val="decimal"/>
      <w:lvlText w:val="%1."/>
      <w:lvlJc w:val="left"/>
      <w:pPr>
        <w:ind w:left="2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078" w:hanging="360"/>
      </w:pPr>
    </w:lvl>
    <w:lvl w:ilvl="2" w:tplc="0405001B" w:tentative="1">
      <w:start w:val="1"/>
      <w:numFmt w:val="lowerRoman"/>
      <w:lvlText w:val="%3."/>
      <w:lvlJc w:val="right"/>
      <w:pPr>
        <w:ind w:left="4798" w:hanging="180"/>
      </w:pPr>
    </w:lvl>
    <w:lvl w:ilvl="3" w:tplc="0405000F" w:tentative="1">
      <w:start w:val="1"/>
      <w:numFmt w:val="decimal"/>
      <w:lvlText w:val="%4."/>
      <w:lvlJc w:val="left"/>
      <w:pPr>
        <w:ind w:left="5518" w:hanging="360"/>
      </w:pPr>
    </w:lvl>
    <w:lvl w:ilvl="4" w:tplc="04050019" w:tentative="1">
      <w:start w:val="1"/>
      <w:numFmt w:val="lowerLetter"/>
      <w:lvlText w:val="%5."/>
      <w:lvlJc w:val="left"/>
      <w:pPr>
        <w:ind w:left="6238" w:hanging="360"/>
      </w:pPr>
    </w:lvl>
    <w:lvl w:ilvl="5" w:tplc="0405001B" w:tentative="1">
      <w:start w:val="1"/>
      <w:numFmt w:val="lowerRoman"/>
      <w:lvlText w:val="%6."/>
      <w:lvlJc w:val="right"/>
      <w:pPr>
        <w:ind w:left="6958" w:hanging="180"/>
      </w:pPr>
    </w:lvl>
    <w:lvl w:ilvl="6" w:tplc="0405000F" w:tentative="1">
      <w:start w:val="1"/>
      <w:numFmt w:val="decimal"/>
      <w:lvlText w:val="%7."/>
      <w:lvlJc w:val="left"/>
      <w:pPr>
        <w:ind w:left="7678" w:hanging="360"/>
      </w:pPr>
    </w:lvl>
    <w:lvl w:ilvl="7" w:tplc="04050019" w:tentative="1">
      <w:start w:val="1"/>
      <w:numFmt w:val="lowerLetter"/>
      <w:lvlText w:val="%8."/>
      <w:lvlJc w:val="left"/>
      <w:pPr>
        <w:ind w:left="8398" w:hanging="360"/>
      </w:pPr>
    </w:lvl>
    <w:lvl w:ilvl="8" w:tplc="0405001B" w:tentative="1">
      <w:start w:val="1"/>
      <w:numFmt w:val="lowerRoman"/>
      <w:lvlText w:val="%9."/>
      <w:lvlJc w:val="right"/>
      <w:pPr>
        <w:ind w:left="9118" w:hanging="180"/>
      </w:pPr>
    </w:lvl>
  </w:abstractNum>
  <w:abstractNum w:abstractNumId="14">
    <w:nsid w:val="1864745D"/>
    <w:multiLevelType w:val="hybridMultilevel"/>
    <w:tmpl w:val="7C9847D8"/>
    <w:lvl w:ilvl="0" w:tplc="86643E54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A46E66"/>
    <w:multiLevelType w:val="hybridMultilevel"/>
    <w:tmpl w:val="7C9847D8"/>
    <w:lvl w:ilvl="0" w:tplc="86643E54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86412C"/>
    <w:multiLevelType w:val="hybridMultilevel"/>
    <w:tmpl w:val="459830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96407C"/>
    <w:multiLevelType w:val="hybridMultilevel"/>
    <w:tmpl w:val="EACE96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>
    <w:nsid w:val="3DF93165"/>
    <w:multiLevelType w:val="hybridMultilevel"/>
    <w:tmpl w:val="7C9847D8"/>
    <w:lvl w:ilvl="0" w:tplc="86643E54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52495D"/>
    <w:multiLevelType w:val="hybridMultilevel"/>
    <w:tmpl w:val="4D8443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745740"/>
    <w:multiLevelType w:val="hybridMultilevel"/>
    <w:tmpl w:val="70AE2BC8"/>
    <w:lvl w:ilvl="0" w:tplc="23F2464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15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2"/>
  </w:num>
  <w:num w:numId="16">
    <w:abstractNumId w:val="22"/>
  </w:num>
  <w:num w:numId="17">
    <w:abstractNumId w:val="13"/>
  </w:num>
  <w:num w:numId="18">
    <w:abstractNumId w:val="11"/>
  </w:num>
  <w:num w:numId="19">
    <w:abstractNumId w:val="18"/>
  </w:num>
  <w:num w:numId="20">
    <w:abstractNumId w:val="23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4"/>
  </w:num>
  <w:num w:numId="24">
    <w:abstractNumId w:val="21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2E10"/>
    <w:rsid w:val="00046FD4"/>
    <w:rsid w:val="000476E4"/>
    <w:rsid w:val="00075C27"/>
    <w:rsid w:val="00077041"/>
    <w:rsid w:val="000C5278"/>
    <w:rsid w:val="000E730C"/>
    <w:rsid w:val="000F7EEA"/>
    <w:rsid w:val="00103C04"/>
    <w:rsid w:val="00105BAB"/>
    <w:rsid w:val="00106842"/>
    <w:rsid w:val="001125D1"/>
    <w:rsid w:val="00120B97"/>
    <w:rsid w:val="00161A46"/>
    <w:rsid w:val="00166607"/>
    <w:rsid w:val="00192584"/>
    <w:rsid w:val="001A3A5E"/>
    <w:rsid w:val="001B1AF6"/>
    <w:rsid w:val="001B45F3"/>
    <w:rsid w:val="001D67B9"/>
    <w:rsid w:val="0022718B"/>
    <w:rsid w:val="00230024"/>
    <w:rsid w:val="00254049"/>
    <w:rsid w:val="002559E2"/>
    <w:rsid w:val="00272E1B"/>
    <w:rsid w:val="002919B8"/>
    <w:rsid w:val="00294DAC"/>
    <w:rsid w:val="00297C93"/>
    <w:rsid w:val="002A2F32"/>
    <w:rsid w:val="002B0FB6"/>
    <w:rsid w:val="002B60B3"/>
    <w:rsid w:val="002B7B2F"/>
    <w:rsid w:val="002C6BED"/>
    <w:rsid w:val="002D3B38"/>
    <w:rsid w:val="002E4ABA"/>
    <w:rsid w:val="003038B2"/>
    <w:rsid w:val="003042FF"/>
    <w:rsid w:val="00324AE3"/>
    <w:rsid w:val="003448AC"/>
    <w:rsid w:val="00356011"/>
    <w:rsid w:val="00361AC0"/>
    <w:rsid w:val="00371414"/>
    <w:rsid w:val="0037475B"/>
    <w:rsid w:val="00377253"/>
    <w:rsid w:val="003C60F4"/>
    <w:rsid w:val="003D2033"/>
    <w:rsid w:val="003E7487"/>
    <w:rsid w:val="003F00E9"/>
    <w:rsid w:val="003F76F7"/>
    <w:rsid w:val="00426396"/>
    <w:rsid w:val="004311B3"/>
    <w:rsid w:val="00435DB5"/>
    <w:rsid w:val="0044263C"/>
    <w:rsid w:val="00466D39"/>
    <w:rsid w:val="00486CFA"/>
    <w:rsid w:val="004A1754"/>
    <w:rsid w:val="004B4814"/>
    <w:rsid w:val="005227BF"/>
    <w:rsid w:val="005355C5"/>
    <w:rsid w:val="00535C9A"/>
    <w:rsid w:val="00551A07"/>
    <w:rsid w:val="0055655A"/>
    <w:rsid w:val="0056185D"/>
    <w:rsid w:val="00566A4C"/>
    <w:rsid w:val="00590DFB"/>
    <w:rsid w:val="005B69F7"/>
    <w:rsid w:val="005C30D7"/>
    <w:rsid w:val="005D3D74"/>
    <w:rsid w:val="005E094C"/>
    <w:rsid w:val="005F6CAE"/>
    <w:rsid w:val="00620764"/>
    <w:rsid w:val="006360A0"/>
    <w:rsid w:val="006714AF"/>
    <w:rsid w:val="00672E42"/>
    <w:rsid w:val="006A1FCA"/>
    <w:rsid w:val="006D517A"/>
    <w:rsid w:val="006E45D3"/>
    <w:rsid w:val="006F517E"/>
    <w:rsid w:val="00711AA7"/>
    <w:rsid w:val="00747690"/>
    <w:rsid w:val="00764D99"/>
    <w:rsid w:val="00775810"/>
    <w:rsid w:val="007B0425"/>
    <w:rsid w:val="007B2C97"/>
    <w:rsid w:val="007C62DA"/>
    <w:rsid w:val="007D3D0F"/>
    <w:rsid w:val="007D524B"/>
    <w:rsid w:val="007D5EE1"/>
    <w:rsid w:val="007E1D0B"/>
    <w:rsid w:val="007F68C8"/>
    <w:rsid w:val="00812496"/>
    <w:rsid w:val="00823C1F"/>
    <w:rsid w:val="00830BFE"/>
    <w:rsid w:val="008444E8"/>
    <w:rsid w:val="00860231"/>
    <w:rsid w:val="0088135C"/>
    <w:rsid w:val="00883A33"/>
    <w:rsid w:val="00893C29"/>
    <w:rsid w:val="008C1F7F"/>
    <w:rsid w:val="008C487C"/>
    <w:rsid w:val="008D2213"/>
    <w:rsid w:val="008E550E"/>
    <w:rsid w:val="00903269"/>
    <w:rsid w:val="009149F0"/>
    <w:rsid w:val="009209CC"/>
    <w:rsid w:val="009354B9"/>
    <w:rsid w:val="009B1B09"/>
    <w:rsid w:val="009F19DA"/>
    <w:rsid w:val="009F413C"/>
    <w:rsid w:val="00A00117"/>
    <w:rsid w:val="00A40340"/>
    <w:rsid w:val="00A46CDA"/>
    <w:rsid w:val="00A6227D"/>
    <w:rsid w:val="00A63DD2"/>
    <w:rsid w:val="00A93A73"/>
    <w:rsid w:val="00AA0D27"/>
    <w:rsid w:val="00AE7CDE"/>
    <w:rsid w:val="00AF4DC3"/>
    <w:rsid w:val="00B003E5"/>
    <w:rsid w:val="00B0544D"/>
    <w:rsid w:val="00B13892"/>
    <w:rsid w:val="00B151AC"/>
    <w:rsid w:val="00B2450C"/>
    <w:rsid w:val="00B42756"/>
    <w:rsid w:val="00B53E8D"/>
    <w:rsid w:val="00B715B6"/>
    <w:rsid w:val="00B765D4"/>
    <w:rsid w:val="00BB4443"/>
    <w:rsid w:val="00BC7EC2"/>
    <w:rsid w:val="00BF3383"/>
    <w:rsid w:val="00C14D35"/>
    <w:rsid w:val="00C56014"/>
    <w:rsid w:val="00C62BA4"/>
    <w:rsid w:val="00C70EBD"/>
    <w:rsid w:val="00C815EB"/>
    <w:rsid w:val="00CB6DC5"/>
    <w:rsid w:val="00CC4EA9"/>
    <w:rsid w:val="00CD4A2B"/>
    <w:rsid w:val="00CF0FC9"/>
    <w:rsid w:val="00CF3279"/>
    <w:rsid w:val="00D00CA7"/>
    <w:rsid w:val="00D078B0"/>
    <w:rsid w:val="00D15D4C"/>
    <w:rsid w:val="00D42B14"/>
    <w:rsid w:val="00D52B05"/>
    <w:rsid w:val="00D76FB3"/>
    <w:rsid w:val="00D84865"/>
    <w:rsid w:val="00D84F50"/>
    <w:rsid w:val="00DC29E4"/>
    <w:rsid w:val="00DC68A3"/>
    <w:rsid w:val="00E17C2B"/>
    <w:rsid w:val="00E20257"/>
    <w:rsid w:val="00E35E21"/>
    <w:rsid w:val="00E46568"/>
    <w:rsid w:val="00E65CE1"/>
    <w:rsid w:val="00E876DE"/>
    <w:rsid w:val="00ED15A8"/>
    <w:rsid w:val="00ED3C61"/>
    <w:rsid w:val="00EF3B15"/>
    <w:rsid w:val="00EF679B"/>
    <w:rsid w:val="00EF6A66"/>
    <w:rsid w:val="00F34816"/>
    <w:rsid w:val="00F43B01"/>
    <w:rsid w:val="00F50261"/>
    <w:rsid w:val="00F51480"/>
    <w:rsid w:val="00F93465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D84F50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7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SR\usnesen&#237;\&#353;ablona%20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84DE3-AD49-4415-A51C-A4D775DD2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usnesení.dotx</Template>
  <TotalTime>1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3</cp:revision>
  <cp:lastPrinted>2017-04-18T11:18:00Z</cp:lastPrinted>
  <dcterms:created xsi:type="dcterms:W3CDTF">2017-04-18T13:07:00Z</dcterms:created>
  <dcterms:modified xsi:type="dcterms:W3CDTF">2017-04-21T08:43:00Z</dcterms:modified>
</cp:coreProperties>
</file>