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CC2B8E" w:rsidP="00D3723C">
      <w:pPr>
        <w:pStyle w:val="PS-rovkd"/>
      </w:pPr>
      <w:r>
        <w:t>PS160051093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proofErr w:type="gramStart"/>
      <w:r>
        <w:t xml:space="preserve">z </w:t>
      </w:r>
      <w:r w:rsidR="005633EA">
        <w:t>77</w:t>
      </w:r>
      <w:proofErr w:type="gramEnd"/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5633EA">
        <w:t>8</w:t>
      </w:r>
      <w:r w:rsidR="004829A2">
        <w:t xml:space="preserve">. </w:t>
      </w:r>
      <w:r w:rsidR="005633EA">
        <w:t>listopadu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5633E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5633E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5633E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Pavel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Blažek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5633E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5633E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5633E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5633E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5633EA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5633EA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5633EA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5633EA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5633EA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5633EA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5633EA">
      <w:pPr>
        <w:spacing w:after="0"/>
        <w:ind w:left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Default="00D90D2E" w:rsidP="005633EA">
      <w:pPr>
        <w:tabs>
          <w:tab w:val="left" w:pos="4253"/>
        </w:tabs>
        <w:ind w:left="284"/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5633EA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5633EA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Jan </w:t>
      </w:r>
      <w:r w:rsidR="00D90D2E" w:rsidRPr="004829A2">
        <w:rPr>
          <w:rFonts w:ascii="Times New Roman" w:hAnsi="Times New Roman"/>
          <w:b/>
          <w:sz w:val="24"/>
          <w:szCs w:val="24"/>
        </w:rPr>
        <w:t>Farský</w:t>
      </w:r>
    </w:p>
    <w:p w:rsidR="00D90D2E" w:rsidRPr="00D90D2E" w:rsidRDefault="004829A2" w:rsidP="005633EA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Jan </w:t>
      </w:r>
      <w:r w:rsidR="00D90D2E" w:rsidRPr="004829A2">
        <w:rPr>
          <w:rFonts w:ascii="Times New Roman" w:hAnsi="Times New Roman"/>
          <w:b/>
          <w:sz w:val="24"/>
          <w:szCs w:val="24"/>
        </w:rPr>
        <w:t>Chvojka</w:t>
      </w:r>
    </w:p>
    <w:p w:rsidR="00D90D2E" w:rsidRPr="00D90D2E" w:rsidRDefault="004829A2" w:rsidP="00663114">
      <w:pPr>
        <w:pStyle w:val="Bezmezer"/>
        <w:ind w:left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5633EA">
      <w:pPr>
        <w:pStyle w:val="Bezmezer"/>
        <w:ind w:left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Martin </w:t>
      </w:r>
      <w:r w:rsidR="00D90D2E" w:rsidRPr="004829A2">
        <w:rPr>
          <w:rFonts w:ascii="Times New Roman" w:hAnsi="Times New Roman"/>
          <w:b/>
          <w:sz w:val="24"/>
          <w:szCs w:val="24"/>
        </w:rPr>
        <w:t>Plíšek</w:t>
      </w:r>
    </w:p>
    <w:p w:rsidR="00D90D2E" w:rsidRPr="00D90D2E" w:rsidRDefault="004829A2" w:rsidP="005633EA">
      <w:pPr>
        <w:pStyle w:val="Bezmezer"/>
        <w:ind w:left="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0141F1">
        <w:rPr>
          <w:rFonts w:ascii="Times New Roman" w:hAnsi="Times New Roman"/>
          <w:sz w:val="24"/>
          <w:szCs w:val="24"/>
        </w:rPr>
        <w:t>Ing</w:t>
      </w:r>
      <w:r w:rsidR="00D90D2E" w:rsidRPr="00D90D2E">
        <w:rPr>
          <w:rFonts w:ascii="Times New Roman" w:hAnsi="Times New Roman"/>
          <w:sz w:val="24"/>
          <w:szCs w:val="24"/>
        </w:rPr>
        <w:t xml:space="preserve">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5633EA">
      <w:pPr>
        <w:pStyle w:val="Bezmezer"/>
        <w:ind w:left="284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663114" w:rsidRPr="009E3712" w:rsidRDefault="00663114" w:rsidP="00663114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663114" w:rsidRDefault="00663114" w:rsidP="00663114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Schválení programu schůze</w:t>
      </w:r>
    </w:p>
    <w:p w:rsidR="00663114" w:rsidRDefault="00663114" w:rsidP="00663114">
      <w:pPr>
        <w:pStyle w:val="western"/>
        <w:spacing w:before="0" w:beforeAutospacing="0"/>
        <w:ind w:left="714"/>
      </w:pPr>
    </w:p>
    <w:p w:rsidR="00663114" w:rsidRDefault="00663114" w:rsidP="00663114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Návrh termínu a pořadu příští schůze výboru</w:t>
      </w:r>
    </w:p>
    <w:p w:rsidR="00663114" w:rsidRDefault="00663114" w:rsidP="00663114">
      <w:pPr>
        <w:pStyle w:val="Odstavecseseznamem"/>
      </w:pPr>
    </w:p>
    <w:p w:rsidR="00663114" w:rsidRDefault="00663114" w:rsidP="00663114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Sdělení předsedy výboru</w:t>
      </w:r>
    </w:p>
    <w:p w:rsidR="00663114" w:rsidRDefault="00663114" w:rsidP="00663114">
      <w:pPr>
        <w:rPr>
          <w:rFonts w:ascii="Times New Roman" w:hAnsi="Times New Roman"/>
          <w:sz w:val="24"/>
          <w:szCs w:val="24"/>
        </w:rPr>
      </w:pPr>
    </w:p>
    <w:p w:rsidR="00663114" w:rsidRDefault="00663114" w:rsidP="00663114">
      <w:pPr>
        <w:rPr>
          <w:rFonts w:ascii="Times New Roman" w:hAnsi="Times New Roman"/>
          <w:sz w:val="24"/>
          <w:szCs w:val="24"/>
        </w:rPr>
      </w:pPr>
    </w:p>
    <w:p w:rsidR="00663114" w:rsidRPr="00B21CA0" w:rsidRDefault="00663114" w:rsidP="006631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JUDr. Jeroným Tejc v 13:45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663114" w:rsidRPr="00B21CA0" w:rsidRDefault="00663114" w:rsidP="00663114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663114" w:rsidRPr="006339E5" w:rsidTr="00D3372B">
        <w:trPr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114" w:rsidRPr="00FA43E3" w:rsidRDefault="00663114" w:rsidP="00D3372B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K bodu 1: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114" w:rsidRPr="006339E5" w:rsidRDefault="00663114" w:rsidP="00D3372B">
            <w:pPr>
              <w:ind w:firstLine="199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Schválení programu schůze</w:t>
            </w:r>
          </w:p>
        </w:tc>
      </w:tr>
      <w:tr w:rsidR="00663114" w:rsidRPr="00B21CA0" w:rsidTr="00D3372B">
        <w:trPr>
          <w:trHeight w:val="94"/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3114" w:rsidRPr="00B21CA0" w:rsidRDefault="00663114" w:rsidP="00D337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3114" w:rsidRPr="00B21CA0" w:rsidRDefault="00663114" w:rsidP="00D337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63114" w:rsidRPr="00B21CA0" w:rsidRDefault="00663114" w:rsidP="006631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schůze. Všichni přítomní poslanci s tímto návrhem vyslovili souhlas. </w:t>
      </w:r>
    </w:p>
    <w:p w:rsidR="00663114" w:rsidRPr="00B21CA0" w:rsidRDefault="00663114" w:rsidP="00663114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663114" w:rsidRPr="006339E5" w:rsidTr="00D3372B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114" w:rsidRPr="00FA43E3" w:rsidRDefault="00663114" w:rsidP="00D3372B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2: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114" w:rsidRPr="006339E5" w:rsidRDefault="00663114" w:rsidP="00D3372B">
            <w:pPr>
              <w:ind w:firstLine="871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663114" w:rsidRDefault="00663114" w:rsidP="00663114">
      <w:pPr>
        <w:rPr>
          <w:rFonts w:ascii="Times New Roman" w:hAnsi="Times New Roman"/>
          <w:sz w:val="24"/>
          <w:szCs w:val="24"/>
        </w:rPr>
      </w:pPr>
    </w:p>
    <w:p w:rsidR="00356FEA" w:rsidRDefault="00663114" w:rsidP="00F154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navrhl, aby se příští </w:t>
      </w:r>
      <w:r w:rsidR="00B36099">
        <w:rPr>
          <w:rFonts w:ascii="Times New Roman" w:hAnsi="Times New Roman"/>
          <w:sz w:val="24"/>
          <w:szCs w:val="24"/>
        </w:rPr>
        <w:t>schůze výboru konala</w:t>
      </w:r>
      <w:r w:rsidR="00356FEA">
        <w:rPr>
          <w:rFonts w:ascii="Times New Roman" w:hAnsi="Times New Roman"/>
          <w:sz w:val="24"/>
          <w:szCs w:val="24"/>
        </w:rPr>
        <w:t xml:space="preserve"> pro případ potřeby </w:t>
      </w:r>
      <w:proofErr w:type="spellStart"/>
      <w:r w:rsidR="00356FEA">
        <w:rPr>
          <w:rFonts w:ascii="Times New Roman" w:hAnsi="Times New Roman"/>
          <w:sz w:val="24"/>
          <w:szCs w:val="24"/>
        </w:rPr>
        <w:t>doprojednání</w:t>
      </w:r>
      <w:proofErr w:type="spellEnd"/>
      <w:r w:rsidR="00356FEA">
        <w:rPr>
          <w:rFonts w:ascii="Times New Roman" w:hAnsi="Times New Roman"/>
          <w:sz w:val="24"/>
          <w:szCs w:val="24"/>
        </w:rPr>
        <w:t xml:space="preserve"> sněmovního tisku 699 (registr smluv) v úterý 15. listopadu. Dále navrhl, aby následná schůze výboru proběhla 7. prosince nebo 13. prosince s tím, že na program budou zařazeny tisky 855 (zpravodajské služby) a tisk 929 (odpovědnost za přestupky) popř. další tisky po 1. čtení. Současně uvedl, že po prosincové schůzi výboru by následovalo předvánoční setkání členů výboru. O termínu prosincového výboru bude rozhodnuto na základě dotazníku, který bude rozeslán všem členům výboru.</w:t>
      </w:r>
    </w:p>
    <w:p w:rsidR="00F15489" w:rsidRPr="00F15489" w:rsidRDefault="00F15489" w:rsidP="00F15489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63114" w:rsidRDefault="00663114" w:rsidP="00663114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663114" w:rsidRPr="006339E5" w:rsidTr="00D3372B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114" w:rsidRPr="00FA43E3" w:rsidRDefault="00663114" w:rsidP="00D3372B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3</w:t>
            </w: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63114" w:rsidRDefault="00663114" w:rsidP="00D3372B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Sdělení předsedy výboru</w:t>
            </w:r>
          </w:p>
          <w:p w:rsidR="00663114" w:rsidRPr="006339E5" w:rsidRDefault="00663114" w:rsidP="00D3372B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61D09" w:rsidRPr="00E73F24" w:rsidRDefault="00663114" w:rsidP="00E73F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E73F24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E73F24">
        <w:rPr>
          <w:rFonts w:ascii="Times New Roman" w:hAnsi="Times New Roman"/>
          <w:sz w:val="24"/>
          <w:szCs w:val="24"/>
        </w:rPr>
        <w:t>posl</w:t>
      </w:r>
      <w:proofErr w:type="spellEnd"/>
      <w:r w:rsidRPr="00E73F24">
        <w:rPr>
          <w:rFonts w:ascii="Times New Roman" w:hAnsi="Times New Roman"/>
          <w:sz w:val="24"/>
          <w:szCs w:val="24"/>
        </w:rPr>
        <w:t xml:space="preserve">. Tejc následně </w:t>
      </w:r>
      <w:r w:rsidR="003C3FD6">
        <w:rPr>
          <w:rFonts w:ascii="Times New Roman" w:hAnsi="Times New Roman"/>
          <w:sz w:val="24"/>
          <w:szCs w:val="24"/>
        </w:rPr>
        <w:t>sdělil</w:t>
      </w:r>
      <w:r w:rsidR="00361D09" w:rsidRPr="00E73F24">
        <w:rPr>
          <w:rFonts w:ascii="Times New Roman" w:hAnsi="Times New Roman"/>
          <w:sz w:val="24"/>
          <w:szCs w:val="24"/>
        </w:rPr>
        <w:t>, že</w:t>
      </w:r>
      <w:r w:rsidRPr="00E73F24">
        <w:rPr>
          <w:rFonts w:ascii="Times New Roman" w:hAnsi="Times New Roman"/>
          <w:sz w:val="24"/>
          <w:szCs w:val="24"/>
        </w:rPr>
        <w:t xml:space="preserve"> zahraniční cesty do Berlína</w:t>
      </w:r>
      <w:r w:rsidR="00361D09" w:rsidRPr="00E73F24">
        <w:rPr>
          <w:rFonts w:ascii="Times New Roman" w:hAnsi="Times New Roman"/>
          <w:sz w:val="24"/>
          <w:szCs w:val="24"/>
        </w:rPr>
        <w:t xml:space="preserve"> </w:t>
      </w:r>
      <w:r w:rsidRPr="00E73F24">
        <w:rPr>
          <w:rFonts w:ascii="Times New Roman" w:hAnsi="Times New Roman"/>
          <w:sz w:val="24"/>
          <w:szCs w:val="24"/>
        </w:rPr>
        <w:t>ve dn</w:t>
      </w:r>
      <w:r w:rsidR="0061799E">
        <w:rPr>
          <w:rFonts w:ascii="Times New Roman" w:hAnsi="Times New Roman"/>
          <w:sz w:val="24"/>
          <w:szCs w:val="24"/>
        </w:rPr>
        <w:t>ech 23. </w:t>
      </w:r>
      <w:r w:rsidR="00361D09" w:rsidRPr="00E73F24">
        <w:rPr>
          <w:rFonts w:ascii="Times New Roman" w:hAnsi="Times New Roman"/>
          <w:sz w:val="24"/>
          <w:szCs w:val="24"/>
        </w:rPr>
        <w:t>až 25. li</w:t>
      </w:r>
      <w:r w:rsidR="003C3FD6">
        <w:rPr>
          <w:rFonts w:ascii="Times New Roman" w:hAnsi="Times New Roman"/>
          <w:sz w:val="24"/>
          <w:szCs w:val="24"/>
        </w:rPr>
        <w:t xml:space="preserve">stopadu 2016 se zúčastní on </w:t>
      </w:r>
      <w:r w:rsidR="00361D09" w:rsidRPr="00E73F24">
        <w:rPr>
          <w:rFonts w:ascii="Times New Roman" w:hAnsi="Times New Roman"/>
          <w:sz w:val="24"/>
          <w:szCs w:val="24"/>
        </w:rPr>
        <w:t>a</w:t>
      </w:r>
      <w:r w:rsidR="003C3FD6">
        <w:rPr>
          <w:rFonts w:ascii="Times New Roman" w:hAnsi="Times New Roman"/>
          <w:sz w:val="24"/>
          <w:szCs w:val="24"/>
        </w:rPr>
        <w:t xml:space="preserve"> dále </w:t>
      </w:r>
      <w:r w:rsidR="00361D09" w:rsidRPr="00E73F2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61D09" w:rsidRPr="00E73F24">
        <w:rPr>
          <w:rFonts w:ascii="Times New Roman" w:hAnsi="Times New Roman"/>
          <w:sz w:val="24"/>
          <w:szCs w:val="24"/>
        </w:rPr>
        <w:t>posl</w:t>
      </w:r>
      <w:proofErr w:type="spellEnd"/>
      <w:r w:rsidR="00361D09" w:rsidRPr="00E73F24">
        <w:rPr>
          <w:rFonts w:ascii="Times New Roman" w:hAnsi="Times New Roman"/>
          <w:sz w:val="24"/>
          <w:szCs w:val="24"/>
        </w:rPr>
        <w:t xml:space="preserve">. </w:t>
      </w:r>
      <w:r w:rsidR="00361D09" w:rsidRPr="00E73F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JUDr. Ing. Lukáš Pleticha a PhDr. Martin Komárek</w:t>
      </w:r>
      <w:r w:rsidR="00E73F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361D09" w:rsidRPr="00E73F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E73F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73F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prof. JUDr. Helena Válková, CSc. se ze zahraniční cesty omluvila.</w:t>
      </w:r>
      <w:r w:rsidR="00006F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Vzhledem</w:t>
      </w:r>
      <w:r w:rsidR="003C3FD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 volnému místu v delegaci</w:t>
      </w:r>
      <w:r w:rsidR="00006F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byla tato možnost nabídnuta předsedovi výboru pro bezpečnosti </w:t>
      </w:r>
      <w:r w:rsidR="00006F0F" w:rsidRPr="00006F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Ing.</w:t>
      </w:r>
      <w:r w:rsidR="00EE090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006F0F" w:rsidRPr="00006F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Romanu Váňovi</w:t>
      </w:r>
      <w:r w:rsidR="003C3FD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který ji přijal.</w:t>
      </w:r>
    </w:p>
    <w:p w:rsidR="00361D09" w:rsidRPr="00E73F24" w:rsidRDefault="00361D09" w:rsidP="00E73F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61D09" w:rsidRPr="00E73F24" w:rsidRDefault="00361D09" w:rsidP="00E73F2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E73F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návrh </w:t>
      </w:r>
      <w:r w:rsidRPr="00E73F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předsedy ústavně právního výboru </w:t>
      </w:r>
      <w:proofErr w:type="spellStart"/>
      <w:r w:rsidRPr="00E73F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E73F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JUDr. Jeronýma Tejce </w:t>
      </w:r>
      <w:r w:rsidRPr="00E73F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po rozpravě ústavně právní výbor</w:t>
      </w:r>
      <w:r w:rsidR="00F154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přijal</w:t>
      </w:r>
      <w:r w:rsidRPr="00E73F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F15489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eastAsia="cs-CZ"/>
        </w:rPr>
        <w:t>usnesení č. 272</w:t>
      </w:r>
      <w:r w:rsidRPr="00E73F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(viz příloha č. 1).</w:t>
      </w:r>
    </w:p>
    <w:p w:rsidR="00663114" w:rsidRDefault="00663114" w:rsidP="0066311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63114" w:rsidRDefault="00361D09" w:rsidP="0066311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272</w:t>
      </w:r>
      <w:r w:rsidR="00E73F24">
        <w:rPr>
          <w:rFonts w:ascii="Times New Roman" w:hAnsi="Times New Roman"/>
          <w:b/>
          <w:sz w:val="24"/>
          <w:szCs w:val="24"/>
          <w:u w:val="single"/>
        </w:rPr>
        <w:t xml:space="preserve"> z 12</w:t>
      </w:r>
      <w:r w:rsidR="00663114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663114" w:rsidRDefault="00F15489" w:rsidP="00663114">
      <w:pPr>
        <w:pStyle w:val="Odstavecseseznamem"/>
        <w:widowControl/>
        <w:numPr>
          <w:ilvl w:val="0"/>
          <w:numId w:val="3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12</w:t>
      </w:r>
      <w:r w:rsidR="00663114">
        <w:rPr>
          <w:szCs w:val="24"/>
        </w:rPr>
        <w:t xml:space="preserve"> hlasovalo pro – Benda, </w:t>
      </w:r>
      <w:proofErr w:type="spellStart"/>
      <w:r w:rsidR="00663114">
        <w:rPr>
          <w:szCs w:val="24"/>
        </w:rPr>
        <w:t>Golasowská</w:t>
      </w:r>
      <w:proofErr w:type="spellEnd"/>
      <w:r w:rsidR="00663114">
        <w:rPr>
          <w:szCs w:val="24"/>
        </w:rPr>
        <w:t>,</w:t>
      </w:r>
      <w:r w:rsidR="00E73F24">
        <w:rPr>
          <w:szCs w:val="24"/>
        </w:rPr>
        <w:t xml:space="preserve"> Blažek, Tejc, Benešová, Grospič, Vozka, Vondráček, Válková, Schwarz, Borka, Ondráček</w:t>
      </w:r>
    </w:p>
    <w:p w:rsidR="00663114" w:rsidRDefault="00663114" w:rsidP="00663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114" w:rsidRDefault="00663114" w:rsidP="00663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0901" w:rsidRDefault="00EE0901" w:rsidP="00663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2066" w:rsidRDefault="00FE2066" w:rsidP="00663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114" w:rsidRDefault="00663114" w:rsidP="006631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3114" w:rsidRPr="00B21CA0" w:rsidRDefault="00663114" w:rsidP="00663114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</w:t>
      </w:r>
      <w:r w:rsidR="00171EBF">
        <w:rPr>
          <w:rFonts w:ascii="Times New Roman" w:hAnsi="Times New Roman"/>
          <w:sz w:val="24"/>
          <w:szCs w:val="24"/>
        </w:rPr>
        <w:t>ze výboru byla ukončena v 14:00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663114" w:rsidRDefault="00663114" w:rsidP="00663114">
      <w:pPr>
        <w:tabs>
          <w:tab w:val="center" w:pos="141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63114" w:rsidRDefault="00663114" w:rsidP="00663114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p w:rsidR="00EE0901" w:rsidRDefault="00EE0901" w:rsidP="00663114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p w:rsidR="00FE2066" w:rsidRPr="00963010" w:rsidRDefault="00FE2066" w:rsidP="00663114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tbl>
      <w:tblPr>
        <w:tblW w:w="9568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4"/>
        <w:gridCol w:w="4784"/>
      </w:tblGrid>
      <w:tr w:rsidR="00663114" w:rsidRPr="00064806" w:rsidTr="00D3372B"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14" w:rsidRPr="002A27EE" w:rsidRDefault="00794DBC" w:rsidP="00D3372B">
            <w:pPr>
              <w:pStyle w:val="Standard"/>
              <w:tabs>
                <w:tab w:val="center" w:pos="2247"/>
              </w:tabs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JUDr. PhDr. </w:t>
            </w:r>
            <w:proofErr w:type="gramStart"/>
            <w:r>
              <w:rPr>
                <w:b/>
                <w:bCs/>
                <w:color w:val="000000"/>
                <w:szCs w:val="24"/>
              </w:rPr>
              <w:t>Zdeněk  Ondráček</w:t>
            </w:r>
            <w:proofErr w:type="gramEnd"/>
            <w:r>
              <w:rPr>
                <w:b/>
                <w:bCs/>
                <w:color w:val="000000"/>
                <w:szCs w:val="24"/>
              </w:rPr>
              <w:t>, Ph.D.</w:t>
            </w:r>
            <w:r w:rsidR="00CC2B8E">
              <w:rPr>
                <w:b/>
                <w:bCs/>
                <w:color w:val="000000"/>
                <w:szCs w:val="24"/>
              </w:rPr>
              <w:t xml:space="preserve"> v. r.</w:t>
            </w:r>
          </w:p>
          <w:p w:rsidR="00663114" w:rsidRPr="002A27EE" w:rsidRDefault="00663114" w:rsidP="00D3372B">
            <w:pPr>
              <w:pStyle w:val="Standard"/>
              <w:tabs>
                <w:tab w:val="center" w:pos="2247"/>
              </w:tabs>
              <w:jc w:val="center"/>
              <w:rPr>
                <w:szCs w:val="24"/>
              </w:rPr>
            </w:pPr>
            <w:r w:rsidRPr="002A27EE">
              <w:rPr>
                <w:color w:val="000000"/>
                <w:szCs w:val="24"/>
              </w:rPr>
              <w:t>ověřovatel podvýboru</w:t>
            </w:r>
          </w:p>
        </w:tc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63114" w:rsidRPr="002A27EE" w:rsidRDefault="00663114" w:rsidP="00D3372B">
            <w:pPr>
              <w:pStyle w:val="Standard"/>
              <w:tabs>
                <w:tab w:val="center" w:pos="1979"/>
              </w:tabs>
              <w:jc w:val="center"/>
              <w:rPr>
                <w:b/>
                <w:bCs/>
                <w:color w:val="000000"/>
                <w:szCs w:val="24"/>
              </w:rPr>
            </w:pPr>
            <w:r w:rsidRPr="002A27EE">
              <w:rPr>
                <w:b/>
                <w:bCs/>
                <w:color w:val="000000"/>
                <w:szCs w:val="24"/>
              </w:rPr>
              <w:t xml:space="preserve">JUDr. Jeroným 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2A27EE">
              <w:rPr>
                <w:b/>
                <w:bCs/>
                <w:color w:val="000000"/>
                <w:szCs w:val="24"/>
              </w:rPr>
              <w:t>Tejc</w:t>
            </w:r>
            <w:r w:rsidR="00CC2B8E">
              <w:rPr>
                <w:b/>
                <w:bCs/>
                <w:color w:val="000000"/>
                <w:szCs w:val="24"/>
              </w:rPr>
              <w:t xml:space="preserve"> v. r.</w:t>
            </w:r>
            <w:bookmarkStart w:id="0" w:name="_GoBack"/>
            <w:bookmarkEnd w:id="0"/>
          </w:p>
          <w:p w:rsidR="00663114" w:rsidRPr="002A27EE" w:rsidRDefault="00663114" w:rsidP="00D3372B">
            <w:pPr>
              <w:pStyle w:val="Standard"/>
              <w:tabs>
                <w:tab w:val="center" w:pos="2002"/>
              </w:tabs>
              <w:jc w:val="center"/>
              <w:rPr>
                <w:color w:val="000000"/>
                <w:szCs w:val="24"/>
              </w:rPr>
            </w:pPr>
            <w:r w:rsidRPr="002A27EE">
              <w:rPr>
                <w:color w:val="000000"/>
                <w:szCs w:val="24"/>
              </w:rPr>
              <w:t>předseda výboru</w:t>
            </w:r>
          </w:p>
        </w:tc>
      </w:tr>
    </w:tbl>
    <w:p w:rsidR="009E3712" w:rsidRPr="00BF2CA8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9E3712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9196D"/>
    <w:multiLevelType w:val="multilevel"/>
    <w:tmpl w:val="2EA619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DA66A8"/>
    <w:multiLevelType w:val="multilevel"/>
    <w:tmpl w:val="EDD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3EA"/>
    <w:rsid w:val="00000226"/>
    <w:rsid w:val="00006F0F"/>
    <w:rsid w:val="000141F1"/>
    <w:rsid w:val="00171EBF"/>
    <w:rsid w:val="0018747B"/>
    <w:rsid w:val="00230024"/>
    <w:rsid w:val="002C6BED"/>
    <w:rsid w:val="00356FEA"/>
    <w:rsid w:val="00361D09"/>
    <w:rsid w:val="003C3FD6"/>
    <w:rsid w:val="00415577"/>
    <w:rsid w:val="00453F92"/>
    <w:rsid w:val="004829A2"/>
    <w:rsid w:val="005227BF"/>
    <w:rsid w:val="005633EA"/>
    <w:rsid w:val="0061799E"/>
    <w:rsid w:val="00620764"/>
    <w:rsid w:val="00663114"/>
    <w:rsid w:val="0075783E"/>
    <w:rsid w:val="00794DBC"/>
    <w:rsid w:val="00890ADB"/>
    <w:rsid w:val="008A500C"/>
    <w:rsid w:val="009B566E"/>
    <w:rsid w:val="009E3712"/>
    <w:rsid w:val="00AC1AC2"/>
    <w:rsid w:val="00B36099"/>
    <w:rsid w:val="00BF2CA8"/>
    <w:rsid w:val="00CC2B8E"/>
    <w:rsid w:val="00D3723C"/>
    <w:rsid w:val="00D90D2E"/>
    <w:rsid w:val="00E73F24"/>
    <w:rsid w:val="00EE0901"/>
    <w:rsid w:val="00F06870"/>
    <w:rsid w:val="00F15489"/>
    <w:rsid w:val="00FE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FB243-90A9-40C6-BE36-86CCB078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andard">
    <w:name w:val="Standard"/>
    <w:rsid w:val="00663114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663114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112</TotalTime>
  <Pages>2</Pages>
  <Words>421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13</cp:revision>
  <dcterms:created xsi:type="dcterms:W3CDTF">2016-11-14T10:35:00Z</dcterms:created>
  <dcterms:modified xsi:type="dcterms:W3CDTF">2016-11-23T14:01:00Z</dcterms:modified>
</cp:coreProperties>
</file>